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D17F3B" w:rsidRPr="00D17F3B">
        <w:rPr>
          <w:rFonts w:ascii="Verdana" w:hAnsi="Verdana"/>
          <w:sz w:val="18"/>
          <w:szCs w:val="18"/>
        </w:rPr>
        <w:t>Servis a opravy elektronických zabezpečovacích systémů 2021-2025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7F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7F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17F3B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F69E9E9-3A02-4217-91CE-AE51D1F30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EA028A7-16BA-4BCD-9774-D461096A7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304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11</cp:revision>
  <cp:lastPrinted>2016-08-01T07:54:00Z</cp:lastPrinted>
  <dcterms:created xsi:type="dcterms:W3CDTF">2018-12-07T16:36:00Z</dcterms:created>
  <dcterms:modified xsi:type="dcterms:W3CDTF">2021-05-20T10:15:00Z</dcterms:modified>
</cp:coreProperties>
</file>