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D161A" w14:textId="1AED51B4" w:rsidR="00CA01AC" w:rsidRPr="00BF2612" w:rsidRDefault="00975E45" w:rsidP="00CA01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5C08">
        <w:rPr>
          <w:rFonts w:eastAsia="Times New Roman" w:cs="Times New Roman"/>
          <w:lang w:eastAsia="cs-CZ"/>
        </w:rPr>
        <w:t xml:space="preserve">Příloha č. </w:t>
      </w:r>
      <w:r w:rsidR="00D04B36" w:rsidRPr="00C85C08">
        <w:rPr>
          <w:rFonts w:eastAsia="Times New Roman" w:cs="Times New Roman"/>
          <w:lang w:eastAsia="cs-CZ"/>
        </w:rPr>
        <w:t>2</w:t>
      </w:r>
      <w:r w:rsidRPr="00C85C08">
        <w:rPr>
          <w:rFonts w:eastAsia="Times New Roman" w:cs="Times New Roman"/>
          <w:lang w:eastAsia="cs-CZ"/>
        </w:rPr>
        <w:t>c Zadávací dokumentace</w:t>
      </w:r>
      <w:r w:rsidR="007F7FAB">
        <w:rPr>
          <w:rFonts w:eastAsia="Times New Roman" w:cs="Times New Roman"/>
          <w:lang w:eastAsia="cs-CZ"/>
        </w:rPr>
        <w:t xml:space="preserve"> </w:t>
      </w:r>
      <w:bookmarkStart w:id="0" w:name="_GoBack"/>
      <w:bookmarkEnd w:id="0"/>
    </w:p>
    <w:p w14:paraId="5395A3BC" w14:textId="0EA66161" w:rsidR="00CA01AC" w:rsidRPr="00BF2612" w:rsidRDefault="005B43C8" w:rsidP="00CA01AC">
      <w:pPr>
        <w:pStyle w:val="Nadpis1"/>
      </w:pPr>
      <w:r>
        <w:t>Jednotkový ceník dodávaného zboží</w:t>
      </w:r>
    </w:p>
    <w:p w14:paraId="2EB7374B" w14:textId="77777777" w:rsidR="00CA01AC" w:rsidRPr="00BF2612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45D10379" w14:textId="15270D73" w:rsidR="00CA01AC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163BB0B9" w14:textId="3102A657" w:rsidR="005B43C8" w:rsidRDefault="005B43C8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836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5"/>
        <w:gridCol w:w="1185"/>
        <w:gridCol w:w="1636"/>
        <w:gridCol w:w="2130"/>
      </w:tblGrid>
      <w:tr w:rsidR="005B43C8" w:rsidRPr="008D23D5" w14:paraId="235F92EB" w14:textId="77777777" w:rsidTr="00975E45">
        <w:trPr>
          <w:trHeight w:val="1373"/>
        </w:trPr>
        <w:tc>
          <w:tcPr>
            <w:tcW w:w="3415" w:type="dxa"/>
            <w:shd w:val="clear" w:color="auto" w:fill="auto"/>
            <w:vAlign w:val="center"/>
            <w:hideMark/>
          </w:tcPr>
          <w:p w14:paraId="5A33467F" w14:textId="77777777" w:rsidR="005B43C8" w:rsidRPr="006048C7" w:rsidRDefault="005B43C8" w:rsidP="005B43C8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výstražného oděvu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14:paraId="7C2455D1" w14:textId="77777777" w:rsidR="005B43C8" w:rsidRPr="006048C7" w:rsidRDefault="005B43C8" w:rsidP="002D518F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Předpokládané 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množství (v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18FD3168" w14:textId="77777777" w:rsidR="005B43C8" w:rsidRPr="006048C7" w:rsidRDefault="005B43C8" w:rsidP="002D518F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0768CE96" w14:textId="77777777" w:rsidR="005B43C8" w:rsidRPr="006048C7" w:rsidRDefault="005B43C8" w:rsidP="002D518F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</w:tr>
      <w:tr w:rsidR="005B43C8" w:rsidRPr="001F33F5" w14:paraId="09CAD195" w14:textId="77777777" w:rsidTr="00975E45">
        <w:trPr>
          <w:trHeight w:val="495"/>
        </w:trPr>
        <w:tc>
          <w:tcPr>
            <w:tcW w:w="3415" w:type="dxa"/>
            <w:shd w:val="clear" w:color="auto" w:fill="auto"/>
            <w:vAlign w:val="center"/>
            <w:hideMark/>
          </w:tcPr>
          <w:p w14:paraId="249404E2" w14:textId="77777777" w:rsidR="005B43C8" w:rsidRPr="004A6709" w:rsidRDefault="005B43C8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Bunda zimní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5D8C1ED4" w14:textId="0B538C2D" w:rsidR="005B43C8" w:rsidRPr="004A6709" w:rsidRDefault="00975E45" w:rsidP="00486DF8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3 400</w:t>
            </w:r>
          </w:p>
        </w:tc>
        <w:tc>
          <w:tcPr>
            <w:tcW w:w="1636" w:type="dxa"/>
            <w:shd w:val="clear" w:color="auto" w:fill="auto"/>
          </w:tcPr>
          <w:p w14:paraId="638784DA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30" w:type="dxa"/>
            <w:shd w:val="clear" w:color="auto" w:fill="auto"/>
          </w:tcPr>
          <w:p w14:paraId="6C1EEBE0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5B43C8" w:rsidRPr="001F33F5" w14:paraId="5AE3A85F" w14:textId="77777777" w:rsidTr="00975E45">
        <w:trPr>
          <w:trHeight w:val="495"/>
        </w:trPr>
        <w:tc>
          <w:tcPr>
            <w:tcW w:w="3415" w:type="dxa"/>
            <w:shd w:val="clear" w:color="auto" w:fill="auto"/>
            <w:vAlign w:val="center"/>
          </w:tcPr>
          <w:p w14:paraId="44D6F235" w14:textId="77777777" w:rsidR="005B43C8" w:rsidRDefault="005B43C8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Kalhoty zimní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0516B41F" w14:textId="5F142021" w:rsidR="005B43C8" w:rsidRDefault="00975E45" w:rsidP="002D518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1 400</w:t>
            </w:r>
          </w:p>
        </w:tc>
        <w:tc>
          <w:tcPr>
            <w:tcW w:w="1636" w:type="dxa"/>
            <w:shd w:val="clear" w:color="auto" w:fill="auto"/>
          </w:tcPr>
          <w:p w14:paraId="5308CD12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30" w:type="dxa"/>
            <w:shd w:val="clear" w:color="auto" w:fill="auto"/>
          </w:tcPr>
          <w:p w14:paraId="038FDF80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DC2AC3" w:rsidRPr="001F33F5" w14:paraId="1721E9A2" w14:textId="77777777" w:rsidTr="00975E45">
        <w:trPr>
          <w:trHeight w:val="495"/>
        </w:trPr>
        <w:tc>
          <w:tcPr>
            <w:tcW w:w="3415" w:type="dxa"/>
            <w:shd w:val="clear" w:color="auto" w:fill="auto"/>
            <w:vAlign w:val="center"/>
          </w:tcPr>
          <w:p w14:paraId="3F00B4CA" w14:textId="2B20AF15" w:rsidR="00DC2AC3" w:rsidRDefault="00DC2AC3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Plášť nepromokavý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1924913C" w14:textId="449904DE" w:rsidR="00DC2AC3" w:rsidRDefault="00DC2AC3" w:rsidP="002D518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3 200</w:t>
            </w:r>
          </w:p>
        </w:tc>
        <w:tc>
          <w:tcPr>
            <w:tcW w:w="1636" w:type="dxa"/>
            <w:shd w:val="clear" w:color="auto" w:fill="auto"/>
          </w:tcPr>
          <w:p w14:paraId="2AE47B32" w14:textId="77777777" w:rsidR="00DC2AC3" w:rsidRPr="004A6709" w:rsidRDefault="00DC2AC3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30" w:type="dxa"/>
            <w:shd w:val="clear" w:color="auto" w:fill="auto"/>
          </w:tcPr>
          <w:p w14:paraId="1A57032F" w14:textId="77777777" w:rsidR="00DC2AC3" w:rsidRPr="004A6709" w:rsidRDefault="00DC2AC3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DC2AC3" w:rsidRPr="001F33F5" w14:paraId="23641C51" w14:textId="77777777" w:rsidTr="00975E45">
        <w:trPr>
          <w:trHeight w:val="495"/>
        </w:trPr>
        <w:tc>
          <w:tcPr>
            <w:tcW w:w="3415" w:type="dxa"/>
            <w:shd w:val="clear" w:color="auto" w:fill="auto"/>
            <w:vAlign w:val="center"/>
          </w:tcPr>
          <w:p w14:paraId="06E94558" w14:textId="1319653F" w:rsidR="00DC2AC3" w:rsidRDefault="00DC2AC3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Kalhoty nepromokavé</w:t>
            </w:r>
          </w:p>
        </w:tc>
        <w:tc>
          <w:tcPr>
            <w:tcW w:w="1185" w:type="dxa"/>
            <w:shd w:val="clear" w:color="auto" w:fill="auto"/>
            <w:noWrap/>
            <w:vAlign w:val="center"/>
          </w:tcPr>
          <w:p w14:paraId="3E15E695" w14:textId="7EF61DC5" w:rsidR="00DC2AC3" w:rsidRDefault="00DC2AC3" w:rsidP="002D518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700</w:t>
            </w:r>
          </w:p>
        </w:tc>
        <w:tc>
          <w:tcPr>
            <w:tcW w:w="1636" w:type="dxa"/>
            <w:shd w:val="clear" w:color="auto" w:fill="auto"/>
          </w:tcPr>
          <w:p w14:paraId="693BC302" w14:textId="77777777" w:rsidR="00DC2AC3" w:rsidRPr="004A6709" w:rsidRDefault="00DC2AC3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30" w:type="dxa"/>
            <w:shd w:val="clear" w:color="auto" w:fill="auto"/>
          </w:tcPr>
          <w:p w14:paraId="34B51E9C" w14:textId="77777777" w:rsidR="00DC2AC3" w:rsidRPr="004A6709" w:rsidRDefault="00DC2AC3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5B43C8" w14:paraId="4123888C" w14:textId="7A5B88B2" w:rsidTr="00E47114">
        <w:tblPrEx>
          <w:tblLook w:val="0000" w:firstRow="0" w:lastRow="0" w:firstColumn="0" w:lastColumn="0" w:noHBand="0" w:noVBand="0"/>
        </w:tblPrEx>
        <w:trPr>
          <w:trHeight w:val="556"/>
        </w:trPr>
        <w:tc>
          <w:tcPr>
            <w:tcW w:w="3415" w:type="dxa"/>
            <w:tcBorders>
              <w:right w:val="nil"/>
            </w:tcBorders>
            <w:shd w:val="clear" w:color="auto" w:fill="auto"/>
          </w:tcPr>
          <w:p w14:paraId="290DA565" w14:textId="77777777" w:rsidR="005B43C8" w:rsidRPr="005C145F" w:rsidRDefault="005B43C8" w:rsidP="002D518F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2821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7FE2186" w14:textId="77777777" w:rsidR="005B43C8" w:rsidRDefault="005B43C8" w:rsidP="005B43C8">
            <w:pPr>
              <w:spacing w:line="240" w:lineRule="auto"/>
            </w:pPr>
          </w:p>
        </w:tc>
        <w:tc>
          <w:tcPr>
            <w:tcW w:w="2130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4980E6D" w14:textId="77777777" w:rsidR="005B43C8" w:rsidRDefault="005B43C8" w:rsidP="005B43C8">
            <w:pPr>
              <w:spacing w:line="240" w:lineRule="auto"/>
            </w:pPr>
          </w:p>
        </w:tc>
      </w:tr>
      <w:tr w:rsidR="00E47114" w14:paraId="5E0C25CC" w14:textId="77777777" w:rsidTr="00E47114">
        <w:tblPrEx>
          <w:tblLook w:val="0000" w:firstRow="0" w:lastRow="0" w:firstColumn="0" w:lastColumn="0" w:noHBand="0" w:noVBand="0"/>
        </w:tblPrEx>
        <w:trPr>
          <w:trHeight w:val="494"/>
        </w:trPr>
        <w:tc>
          <w:tcPr>
            <w:tcW w:w="3415" w:type="dxa"/>
            <w:tcBorders>
              <w:right w:val="nil"/>
            </w:tcBorders>
            <w:shd w:val="clear" w:color="auto" w:fill="auto"/>
          </w:tcPr>
          <w:p w14:paraId="11FD03F7" w14:textId="20E64EE1" w:rsidR="00E47114" w:rsidRPr="005C145F" w:rsidRDefault="00E47114" w:rsidP="002D518F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Příslušná sazba DPH</w:t>
            </w:r>
          </w:p>
        </w:tc>
        <w:tc>
          <w:tcPr>
            <w:tcW w:w="2821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28DC883" w14:textId="77777777" w:rsidR="00E47114" w:rsidRDefault="00E47114" w:rsidP="005B43C8">
            <w:pPr>
              <w:spacing w:line="240" w:lineRule="auto"/>
            </w:pPr>
          </w:p>
        </w:tc>
        <w:tc>
          <w:tcPr>
            <w:tcW w:w="2130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045222C2" w14:textId="77777777" w:rsidR="00E47114" w:rsidRDefault="00E47114" w:rsidP="005B43C8">
            <w:pPr>
              <w:spacing w:line="240" w:lineRule="auto"/>
            </w:pPr>
          </w:p>
        </w:tc>
      </w:tr>
      <w:tr w:rsidR="00E47114" w14:paraId="47CE07D2" w14:textId="77777777" w:rsidTr="00E47114">
        <w:tblPrEx>
          <w:tblLook w:val="0000" w:firstRow="0" w:lastRow="0" w:firstColumn="0" w:lastColumn="0" w:noHBand="0" w:noVBand="0"/>
        </w:tblPrEx>
        <w:trPr>
          <w:trHeight w:val="544"/>
        </w:trPr>
        <w:tc>
          <w:tcPr>
            <w:tcW w:w="3415" w:type="dxa"/>
            <w:tcBorders>
              <w:right w:val="nil"/>
            </w:tcBorders>
            <w:shd w:val="clear" w:color="auto" w:fill="auto"/>
          </w:tcPr>
          <w:p w14:paraId="187A2714" w14:textId="3C658887" w:rsidR="00E47114" w:rsidRDefault="00E47114" w:rsidP="002D518F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s</w:t>
            </w: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DPH</w:t>
            </w:r>
          </w:p>
        </w:tc>
        <w:tc>
          <w:tcPr>
            <w:tcW w:w="2821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139DD38" w14:textId="77777777" w:rsidR="00E47114" w:rsidRDefault="00E47114" w:rsidP="005B43C8">
            <w:pPr>
              <w:spacing w:line="240" w:lineRule="auto"/>
            </w:pPr>
          </w:p>
        </w:tc>
        <w:tc>
          <w:tcPr>
            <w:tcW w:w="2130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43E8749A" w14:textId="77777777" w:rsidR="00E47114" w:rsidRDefault="00E47114" w:rsidP="005B43C8">
            <w:pPr>
              <w:spacing w:line="240" w:lineRule="auto"/>
            </w:pPr>
          </w:p>
        </w:tc>
      </w:tr>
    </w:tbl>
    <w:p w14:paraId="4DB4218F" w14:textId="77777777" w:rsidR="005B43C8" w:rsidRPr="00BF2612" w:rsidRDefault="005B43C8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sectPr w:rsidR="005B43C8" w:rsidRPr="00BF2612" w:rsidSect="005B43C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13189" w14:textId="77777777" w:rsidR="00D665E1" w:rsidRDefault="00D665E1" w:rsidP="00962258">
      <w:pPr>
        <w:spacing w:after="0" w:line="240" w:lineRule="auto"/>
      </w:pPr>
      <w:r>
        <w:separator/>
      </w:r>
    </w:p>
  </w:endnote>
  <w:endnote w:type="continuationSeparator" w:id="0">
    <w:p w14:paraId="66C4FCFA" w14:textId="77777777" w:rsidR="00D665E1" w:rsidRDefault="00D665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715E4B3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27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7F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B91DD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BA13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086E105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5D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5D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69EABAC6" w:rsidR="00F1715C" w:rsidRDefault="00276140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1E5E95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23C1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EB0C2" w14:textId="77777777" w:rsidR="00D665E1" w:rsidRDefault="00D665E1" w:rsidP="00962258">
      <w:pPr>
        <w:spacing w:after="0" w:line="240" w:lineRule="auto"/>
      </w:pPr>
      <w:r>
        <w:separator/>
      </w:r>
    </w:p>
  </w:footnote>
  <w:footnote w:type="continuationSeparator" w:id="0">
    <w:p w14:paraId="37A05F7D" w14:textId="77777777" w:rsidR="00D665E1" w:rsidRDefault="00D665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F33B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  <w:tr w:rsidR="009F392E" w14:paraId="21F1871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4506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0544D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2F919A" w14:textId="77777777" w:rsidR="009F392E" w:rsidRPr="00D6163D" w:rsidRDefault="009F392E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AC"/>
    <w:rsid w:val="000604FC"/>
    <w:rsid w:val="00072C1E"/>
    <w:rsid w:val="000E23A7"/>
    <w:rsid w:val="000F1D97"/>
    <w:rsid w:val="0010693F"/>
    <w:rsid w:val="00114472"/>
    <w:rsid w:val="001550BC"/>
    <w:rsid w:val="001605B9"/>
    <w:rsid w:val="001707D2"/>
    <w:rsid w:val="00170EC5"/>
    <w:rsid w:val="001747C1"/>
    <w:rsid w:val="00184743"/>
    <w:rsid w:val="001A66AA"/>
    <w:rsid w:val="001D2710"/>
    <w:rsid w:val="00207DF5"/>
    <w:rsid w:val="00276140"/>
    <w:rsid w:val="00280E07"/>
    <w:rsid w:val="002C31BF"/>
    <w:rsid w:val="002D08B1"/>
    <w:rsid w:val="002E0CD7"/>
    <w:rsid w:val="003235F6"/>
    <w:rsid w:val="00337739"/>
    <w:rsid w:val="00341DCF"/>
    <w:rsid w:val="00356B4D"/>
    <w:rsid w:val="00357BC6"/>
    <w:rsid w:val="003956C6"/>
    <w:rsid w:val="00441430"/>
    <w:rsid w:val="00450F07"/>
    <w:rsid w:val="00453CD3"/>
    <w:rsid w:val="0046064D"/>
    <w:rsid w:val="00460660"/>
    <w:rsid w:val="00485364"/>
    <w:rsid w:val="00486107"/>
    <w:rsid w:val="00486DF8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43C8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0CD6"/>
    <w:rsid w:val="0077673A"/>
    <w:rsid w:val="007846E1"/>
    <w:rsid w:val="007B570C"/>
    <w:rsid w:val="007C589B"/>
    <w:rsid w:val="007E4A6E"/>
    <w:rsid w:val="007F56A7"/>
    <w:rsid w:val="007F7FAB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5E45"/>
    <w:rsid w:val="009833E1"/>
    <w:rsid w:val="00992D9C"/>
    <w:rsid w:val="00996CB8"/>
    <w:rsid w:val="009A38D9"/>
    <w:rsid w:val="009B14A9"/>
    <w:rsid w:val="009B2E97"/>
    <w:rsid w:val="009E07F4"/>
    <w:rsid w:val="009F392E"/>
    <w:rsid w:val="00A15D93"/>
    <w:rsid w:val="00A6177B"/>
    <w:rsid w:val="00A66136"/>
    <w:rsid w:val="00AA4CBB"/>
    <w:rsid w:val="00AA65FA"/>
    <w:rsid w:val="00AA7351"/>
    <w:rsid w:val="00AD056F"/>
    <w:rsid w:val="00AD6731"/>
    <w:rsid w:val="00AF1F21"/>
    <w:rsid w:val="00B15D0D"/>
    <w:rsid w:val="00B571EB"/>
    <w:rsid w:val="00B75EE1"/>
    <w:rsid w:val="00B77481"/>
    <w:rsid w:val="00B8518B"/>
    <w:rsid w:val="00BD7E91"/>
    <w:rsid w:val="00BF2612"/>
    <w:rsid w:val="00C02D0A"/>
    <w:rsid w:val="00C03A6E"/>
    <w:rsid w:val="00C44F6A"/>
    <w:rsid w:val="00C47AE3"/>
    <w:rsid w:val="00C85C08"/>
    <w:rsid w:val="00CA01AC"/>
    <w:rsid w:val="00CD1FC4"/>
    <w:rsid w:val="00D04B36"/>
    <w:rsid w:val="00D21061"/>
    <w:rsid w:val="00D4108E"/>
    <w:rsid w:val="00D6163D"/>
    <w:rsid w:val="00D665E1"/>
    <w:rsid w:val="00D73D46"/>
    <w:rsid w:val="00D831A3"/>
    <w:rsid w:val="00DA03F1"/>
    <w:rsid w:val="00DC2AC3"/>
    <w:rsid w:val="00DC75F3"/>
    <w:rsid w:val="00DD46F3"/>
    <w:rsid w:val="00DE56F2"/>
    <w:rsid w:val="00DF116D"/>
    <w:rsid w:val="00E36C4A"/>
    <w:rsid w:val="00E47114"/>
    <w:rsid w:val="00E64F3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004018"/>
  <w14:defaultImageDpi w14:val="32767"/>
  <w15:docId w15:val="{D3C62E74-65E3-43DB-9B42-A06DFB44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9ABAB2-6E4F-47FF-AE8B-C20A3012C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DDDB9A-7416-47D0-9745-D9404A714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114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</cp:lastModifiedBy>
  <cp:revision>5</cp:revision>
  <cp:lastPrinted>2021-05-07T12:23:00Z</cp:lastPrinted>
  <dcterms:created xsi:type="dcterms:W3CDTF">2021-04-29T12:06:00Z</dcterms:created>
  <dcterms:modified xsi:type="dcterms:W3CDTF">2021-05-13T10:16:00Z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