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55A71C35" w:rsidR="00BD0C4A" w:rsidRPr="00402B45" w:rsidRDefault="00BD0C4A" w:rsidP="00BD0C4A">
      <w:pPr>
        <w:pStyle w:val="Titul2"/>
      </w:pPr>
      <w:r w:rsidRPr="00402B45">
        <w:t xml:space="preserve">Název zakázky: </w:t>
      </w:r>
      <w:sdt>
        <w:sdtPr>
          <w:alias w:val="Název akce - VYplnit pole - přenese se do zápatí"/>
          <w:tag w:val="Název akce"/>
          <w:id w:val="1889687308"/>
          <w:placeholder>
            <w:docPart w:val="BE9309726F9D4AB9BB25ADA0C9FBF71F"/>
          </w:placeholder>
          <w:text/>
        </w:sdtPr>
        <w:sdtEndPr/>
        <w:sdtContent>
          <w:r w:rsidR="009E09A4" w:rsidRPr="009E09A4">
            <w:t>„Rekonstrukce traťového úseku Bílina (včetně) – Most (mimo)</w:t>
          </w:r>
          <w:r w:rsidR="009E09A4">
            <w:t>“</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7AC61E0F" w14:textId="4D1C7C2C" w:rsidR="00F422D3" w:rsidRDefault="00F422D3" w:rsidP="009E09A4">
      <w:pPr>
        <w:pStyle w:val="Textbezodsazen"/>
        <w:spacing w:after="0"/>
      </w:pPr>
      <w:r w:rsidRPr="00153D42">
        <w:t xml:space="preserve">zastoupena: </w:t>
      </w:r>
      <w:r w:rsidR="009E09A4" w:rsidRPr="00B848A8">
        <w:t>Ing. Petrem Hofhanzlem, ředitelem Stavební správy západ</w:t>
      </w:r>
    </w:p>
    <w:p w14:paraId="58D47EF2" w14:textId="77777777" w:rsidR="009E09A4" w:rsidRPr="00153D42" w:rsidRDefault="009E09A4" w:rsidP="009E09A4">
      <w:pPr>
        <w:pStyle w:val="Textbezodsazen"/>
        <w:spacing w:after="0"/>
      </w:pPr>
    </w:p>
    <w:p w14:paraId="1D7C2AE6"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3F86805D"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7E5BBC20" w14:textId="3C561FEB" w:rsidR="009E09A4" w:rsidRDefault="009E09A4" w:rsidP="009E09A4">
      <w:pPr>
        <w:pStyle w:val="Textbezslovn"/>
        <w:spacing w:after="0" w:line="240" w:lineRule="auto"/>
        <w:ind w:left="0"/>
      </w:pPr>
      <w:r>
        <w:t>Stavební správa západ</w:t>
      </w:r>
    </w:p>
    <w:p w14:paraId="204D2338" w14:textId="1A6F8E46" w:rsidR="009E09A4" w:rsidRDefault="009E09A4" w:rsidP="009E09A4">
      <w:pPr>
        <w:pStyle w:val="Textbezslovn"/>
        <w:spacing w:after="0" w:line="240" w:lineRule="auto"/>
        <w:ind w:left="0"/>
      </w:pPr>
      <w:r>
        <w:t>Sokolovská 1955/278</w:t>
      </w:r>
    </w:p>
    <w:p w14:paraId="25F73C37" w14:textId="64BAB53E" w:rsidR="00F422D3" w:rsidRDefault="009E09A4" w:rsidP="009E09A4">
      <w:pPr>
        <w:pStyle w:val="Textbezodsazen"/>
      </w:pPr>
      <w:r>
        <w:t>190 00 Praha 9</w:t>
      </w:r>
    </w:p>
    <w:p w14:paraId="18CDC7F3" w14:textId="77777777" w:rsidR="00F422D3" w:rsidRDefault="00F422D3" w:rsidP="00B42F40">
      <w:pPr>
        <w:pStyle w:val="Textbezodsazen"/>
      </w:pPr>
      <w:r>
        <w:t>(</w:t>
      </w:r>
      <w:r w:rsidRPr="00B42F40">
        <w:t>dále</w:t>
      </w:r>
      <w:r>
        <w:t xml:space="preserve"> jen „</w:t>
      </w:r>
      <w:r w:rsidRPr="00F422D3">
        <w:rPr>
          <w:b/>
        </w:rPr>
        <w:t>Objednatel</w:t>
      </w:r>
      <w:r>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155F70F6" w:rsidR="00F422D3" w:rsidRDefault="00F422D3" w:rsidP="00B42F40">
      <w:pPr>
        <w:pStyle w:val="Textbezodsazen"/>
      </w:pPr>
      <w:r>
        <w:t xml:space="preserve">ISPROFOND: </w:t>
      </w:r>
      <w:r w:rsidR="009E09A4" w:rsidRPr="00510C77">
        <w:rPr>
          <w:b/>
        </w:rPr>
        <w:t>542</w:t>
      </w:r>
      <w:r w:rsidR="009E09A4">
        <w:rPr>
          <w:b/>
        </w:rPr>
        <w:t> </w:t>
      </w:r>
      <w:r w:rsidR="009E09A4" w:rsidRPr="00510C77">
        <w:rPr>
          <w:b/>
        </w:rPr>
        <w:t>352</w:t>
      </w:r>
      <w:r w:rsidR="009E09A4">
        <w:rPr>
          <w:b/>
        </w:rPr>
        <w:t xml:space="preserve"> </w:t>
      </w:r>
      <w:r w:rsidR="009E09A4" w:rsidRPr="00510C77">
        <w:rPr>
          <w:b/>
        </w:rPr>
        <w:t>0021</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svůj úmysl zadat v otevřeném řízení veřejnou zakázku s názvem ………………"[</w:t>
      </w:r>
      <w:r w:rsidRPr="003F0FD2">
        <w:rPr>
          <w:highlight w:val="green"/>
        </w:rPr>
        <w:t>VLOŽÍ OBJEDNATEL</w:t>
      </w:r>
      <w:r>
        <w:t>]" …………………………………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3A0F934"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700F06FF" w14:textId="77777777" w:rsidR="003F0FD2" w:rsidRDefault="003F0FD2" w:rsidP="00930F78">
      <w:pPr>
        <w:pStyle w:val="Text1-1"/>
      </w:pPr>
      <w:r>
        <w:t>Místem plnění Díla je: ………………</w:t>
      </w:r>
      <w:r w:rsidR="00930F78">
        <w:t xml:space="preserve"> </w:t>
      </w:r>
      <w:r w:rsidRPr="00930F78">
        <w:rPr>
          <w:rStyle w:val="Tun"/>
        </w:rPr>
        <w:t>"[</w:t>
      </w:r>
      <w:r w:rsidRPr="00930F78">
        <w:rPr>
          <w:rStyle w:val="Tun"/>
          <w:highlight w:val="green"/>
        </w:rPr>
        <w:t>VLOŽÍ OBJEDNATEL</w:t>
      </w:r>
      <w:r w:rsidRPr="00930F78">
        <w:rPr>
          <w:rStyle w:val="Tun"/>
        </w:rPr>
        <w:t>]"</w:t>
      </w:r>
      <w:r>
        <w:t xml:space="preserve"> ……………………..</w:t>
      </w:r>
    </w:p>
    <w:p w14:paraId="0B8C5841" w14:textId="77777777" w:rsidR="003F0FD2" w:rsidRDefault="003F0FD2" w:rsidP="00930F78">
      <w:pPr>
        <w:pStyle w:val="Nadpis1-1"/>
      </w:pPr>
      <w:r>
        <w:t>OSTATNÍ USTANOVENÍ</w:t>
      </w:r>
    </w:p>
    <w:p w14:paraId="22227395"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62A41D6F" w14:textId="77777777" w:rsidR="001E06A2" w:rsidRPr="003E4E90" w:rsidRDefault="001E06A2" w:rsidP="001E06A2">
      <w:pPr>
        <w:pStyle w:val="Odrka1-1"/>
        <w:numPr>
          <w:ilvl w:val="0"/>
          <w:numId w:val="0"/>
        </w:numPr>
        <w:ind w:left="1077"/>
        <w:rPr>
          <w:i/>
        </w:rPr>
      </w:pPr>
    </w:p>
    <w:p w14:paraId="4D0A2322" w14:textId="77777777" w:rsidR="001E06A2" w:rsidRPr="003E4E90" w:rsidRDefault="001E06A2" w:rsidP="001E06A2">
      <w:pPr>
        <w:pStyle w:val="Text1-1"/>
        <w:numPr>
          <w:ilvl w:val="1"/>
          <w:numId w:val="9"/>
        </w:numPr>
        <w:rPr>
          <w:rFonts w:eastAsia="Times New Roman" w:cs="Times New Roman"/>
        </w:rPr>
      </w:pPr>
      <w:r w:rsidRPr="003E4E90">
        <w:rPr>
          <w:rFonts w:eastAsia="Times New Roman" w:cs="Times New Roman"/>
        </w:rPr>
        <w:t>Compliance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DE111E" w14:textId="7C978EF7" w:rsidR="001E06A2" w:rsidRPr="002F111C"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lastRenderedPageBreak/>
        <w:t>Sociálně a environmentálně odpovědné zadávání</w:t>
      </w:r>
      <w:r w:rsidRPr="002F111C">
        <w:rPr>
          <w:rFonts w:eastAsia="Times New Roman" w:cs="Times New Roman"/>
          <w:sz w:val="18"/>
          <w:szCs w:val="18"/>
        </w:rPr>
        <w:t>,</w:t>
      </w:r>
      <w:r w:rsidR="002F111C" w:rsidRPr="002F111C">
        <w:rPr>
          <w:rFonts w:eastAsia="Times New Roman" w:cs="Times New Roman"/>
          <w:sz w:val="18"/>
          <w:szCs w:val="18"/>
        </w:rPr>
        <w:t xml:space="preserve"> inovace:</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odst.4.5.1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Porady a jednání svolaná dle odst. 3.2 Přílohy č.3b) této Smlouvy budou probíhat primárně distančním způsobem (elektronicky, např. MS Teams, Google meet, atp.), pokud nebude nutné, aby byly spojeny s místním šetřením.</w:t>
      </w:r>
    </w:p>
    <w:p w14:paraId="4D3DE721" w14:textId="7078A7D5"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715655" w:rsidRPr="003E4E90">
        <w:rPr>
          <w:rFonts w:eastAsia="Times New Roman" w:cs="Times New Roman"/>
          <w:sz w:val="18"/>
          <w:szCs w:val="18"/>
        </w:rPr>
        <w:t>Podrobnosti k provedení exkurze jsou uvedeny v Obchodních podmínkách.</w:t>
      </w:r>
    </w:p>
    <w:p w14:paraId="5AD8C117" w14:textId="77777777" w:rsidR="001E06A2" w:rsidRPr="009E09A4"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9E09A4">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87482F8" w14:textId="44011CB4" w:rsidR="001E06A2" w:rsidRPr="009E09A4" w:rsidRDefault="001E06A2" w:rsidP="001E06A2">
      <w:pPr>
        <w:numPr>
          <w:ilvl w:val="2"/>
          <w:numId w:val="9"/>
        </w:numPr>
        <w:tabs>
          <w:tab w:val="clear" w:pos="4622"/>
          <w:tab w:val="num" w:pos="2212"/>
        </w:tabs>
        <w:spacing w:after="120" w:line="264" w:lineRule="auto"/>
        <w:ind w:left="2212"/>
        <w:jc w:val="both"/>
        <w:rPr>
          <w:rFonts w:eastAsia="Times New Roman" w:cs="Times New Roman"/>
          <w:color w:val="FF0000"/>
          <w:sz w:val="18"/>
          <w:szCs w:val="18"/>
        </w:rPr>
      </w:pPr>
      <w:r w:rsidRPr="009E09A4">
        <w:rPr>
          <w:rFonts w:eastAsia="Times New Roman" w:cs="Times New Roman"/>
          <w:sz w:val="18"/>
          <w:szCs w:val="18"/>
        </w:rPr>
        <w:t>Zhotovitel bude důsledně požadovat v Projektové dokumentaci recyklaci kameniva vyzískávaného z kolejového lože. Bližší specifikace je uvedena v odst. 5.</w:t>
      </w:r>
      <w:r w:rsidR="007427E7" w:rsidRPr="009E09A4">
        <w:rPr>
          <w:rFonts w:eastAsia="Times New Roman" w:cs="Times New Roman"/>
          <w:sz w:val="18"/>
          <w:szCs w:val="18"/>
        </w:rPr>
        <w:t>3.19</w:t>
      </w:r>
      <w:r w:rsidRPr="009E09A4">
        <w:rPr>
          <w:rFonts w:eastAsia="Times New Roman" w:cs="Times New Roman"/>
          <w:sz w:val="18"/>
          <w:szCs w:val="18"/>
        </w:rPr>
        <w:t xml:space="preserve"> přílohy č.3 b) této Smlouvy.</w:t>
      </w:r>
      <w:r w:rsidRPr="009E09A4">
        <w:rPr>
          <w:rFonts w:eastAsia="Times New Roman" w:cs="Times New Roman"/>
          <w:i/>
          <w:sz w:val="18"/>
          <w:szCs w:val="18"/>
        </w:rPr>
        <w:t xml:space="preserve"> </w:t>
      </w:r>
    </w:p>
    <w:p w14:paraId="300959CC" w14:textId="3D9F845F" w:rsidR="001E06A2" w:rsidRPr="009E09A4" w:rsidRDefault="001E06A2" w:rsidP="009E09A4">
      <w:pPr>
        <w:numPr>
          <w:ilvl w:val="2"/>
          <w:numId w:val="9"/>
        </w:numPr>
        <w:tabs>
          <w:tab w:val="clear" w:pos="4622"/>
          <w:tab w:val="num" w:pos="2212"/>
        </w:tabs>
        <w:spacing w:after="120" w:line="264" w:lineRule="auto"/>
        <w:ind w:left="2212"/>
        <w:jc w:val="both"/>
        <w:rPr>
          <w:i/>
          <w:color w:val="00B050"/>
          <w:sz w:val="18"/>
          <w:szCs w:val="18"/>
        </w:rPr>
      </w:pPr>
      <w:r w:rsidRPr="009E09A4">
        <w:rPr>
          <w:rFonts w:eastAsia="Times New Roman" w:cs="Times New Roman"/>
          <w:sz w:val="18"/>
          <w:szCs w:val="18"/>
        </w:rPr>
        <w:t xml:space="preserve">Zhotovitel povede majetkoprávní vypořádání v majetkoprávní aplikaci v souladu s odst.3.2.8 přílohy 3b) této Smlouvy.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F572829"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AC8C6E"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AA968" w14:textId="5F560418" w:rsidR="003F0FD2" w:rsidRDefault="009E09A4" w:rsidP="00930F78">
      <w:pPr>
        <w:pStyle w:val="Text1-1"/>
      </w:pPr>
      <w:r w:rsidRPr="008A5421">
        <w:t>Tato smlouva je vyhotovena elektronicky, každý elektronický obraz smlouvy má platnost originálu.</w:t>
      </w:r>
    </w:p>
    <w:p w14:paraId="2AB1C88F"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lastRenderedPageBreak/>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0E7F6BFA" w:rsidR="00930F78" w:rsidRDefault="00930F78" w:rsidP="00930F78">
      <w:pPr>
        <w:pStyle w:val="Textbezslovn"/>
        <w:tabs>
          <w:tab w:val="left" w:pos="2127"/>
        </w:tabs>
        <w:spacing w:after="0"/>
        <w:ind w:left="2297" w:hanging="1560"/>
      </w:pPr>
      <w:r>
        <w:t xml:space="preserve">Příloha </w:t>
      </w:r>
      <w:r w:rsidR="00505ECA">
        <w:t>č. 2</w:t>
      </w:r>
      <w:r w:rsidR="00505ECA">
        <w:tab/>
        <w:t xml:space="preserve">Obchodní podmínky </w:t>
      </w:r>
      <w:r w:rsidR="00505ECA" w:rsidRPr="00505ECA">
        <w:rPr>
          <w:rStyle w:val="Tun"/>
        </w:rPr>
        <w:t>OP/DUR/6/21</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20191DD6" w:rsidR="00930F78" w:rsidRDefault="00930F78" w:rsidP="00930F78">
      <w:pPr>
        <w:pStyle w:val="Textbezslovn"/>
        <w:tabs>
          <w:tab w:val="left" w:pos="2127"/>
        </w:tabs>
        <w:spacing w:after="0"/>
        <w:ind w:left="3687" w:hanging="1560"/>
      </w:pPr>
      <w:r>
        <w:t xml:space="preserve">b) Všeobecné technické podmínky </w:t>
      </w:r>
      <w:r w:rsidR="009E09A4" w:rsidRPr="00505ECA">
        <w:rPr>
          <w:b/>
        </w:rPr>
        <w:t>VTP/DOKUMENTACE/02/21</w:t>
      </w:r>
    </w:p>
    <w:p w14:paraId="15418952" w14:textId="4B4683BD" w:rsidR="00930F78" w:rsidRDefault="00930F78" w:rsidP="00930F78">
      <w:pPr>
        <w:pStyle w:val="Textbezslovn"/>
        <w:tabs>
          <w:tab w:val="left" w:pos="2127"/>
        </w:tabs>
        <w:spacing w:after="0"/>
        <w:ind w:left="3687" w:hanging="1560"/>
      </w:pPr>
      <w:r>
        <w:t xml:space="preserve">c) Zvláštní technické podmínky </w:t>
      </w:r>
      <w:r w:rsidR="009E09A4" w:rsidRPr="00505ECA">
        <w:rPr>
          <w:b/>
        </w:rPr>
        <w:t>ze dne 18. 03. 2021</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5797202A" w14:textId="77777777" w:rsidR="00505ECA" w:rsidRPr="00F43D42" w:rsidRDefault="00505ECA" w:rsidP="00505ECA">
      <w:pPr>
        <w:pStyle w:val="Textbezodsazen"/>
        <w:rPr>
          <w:b/>
        </w:rPr>
      </w:pPr>
      <w:r w:rsidRPr="00F43D42">
        <w:rPr>
          <w:b/>
        </w:rPr>
        <w:t xml:space="preserve">Ing. </w:t>
      </w:r>
      <w:r>
        <w:rPr>
          <w:b/>
        </w:rPr>
        <w:t xml:space="preserve">Petr Hofhanzl </w:t>
      </w:r>
      <w:r w:rsidRPr="00876E39">
        <w:t>(elektronicky podepsáno)</w:t>
      </w:r>
      <w:r>
        <w:rPr>
          <w:b/>
        </w:rPr>
        <w:tab/>
      </w:r>
      <w:r>
        <w:rPr>
          <w:b/>
        </w:rPr>
        <w:tab/>
      </w:r>
      <w:r w:rsidRPr="00F43D42">
        <w:rPr>
          <w:b/>
          <w:highlight w:val="yellow"/>
        </w:rPr>
        <w:t>„[VLOŽÍ ZHOTOVITEL]“</w:t>
      </w:r>
    </w:p>
    <w:p w14:paraId="5BB9CD1D" w14:textId="77777777" w:rsidR="00505ECA" w:rsidRDefault="00505ECA" w:rsidP="00505ECA">
      <w:pPr>
        <w:pStyle w:val="Textbezodsazen"/>
        <w:spacing w:after="0"/>
      </w:pPr>
      <w:r>
        <w:t xml:space="preserve">Ředitel Stavební správy západ </w:t>
      </w:r>
      <w:r>
        <w:tab/>
      </w:r>
      <w:r>
        <w:tab/>
      </w:r>
      <w:r>
        <w:tab/>
      </w:r>
      <w:r>
        <w:tab/>
      </w:r>
      <w:r w:rsidRPr="00342DC7">
        <w:rPr>
          <w:highlight w:val="yellow"/>
        </w:rPr>
        <w:t>„[VLOŽÍ ZHOTOVITEL]“</w:t>
      </w:r>
    </w:p>
    <w:p w14:paraId="01FEB3EC" w14:textId="77777777" w:rsidR="00505ECA" w:rsidRDefault="00505ECA" w:rsidP="00505ECA">
      <w:pPr>
        <w:pStyle w:val="Textbezodsazen"/>
        <w:spacing w:after="0"/>
      </w:pPr>
      <w:r w:rsidRPr="000C2B01">
        <w:t>Správa železnic, státní 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71DCCAC2" w14:textId="77777777" w:rsidR="00BD0C4A" w:rsidRDefault="00BD0C4A" w:rsidP="00BD0C4A">
      <w:pPr>
        <w:pStyle w:val="Textbezodsazen"/>
      </w:pP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3871BDA1" w:rsidR="004F0093" w:rsidRDefault="00505ECA" w:rsidP="004F0093">
      <w:pPr>
        <w:pStyle w:val="Nadpisbezsl1-2"/>
      </w:pPr>
      <w:r w:rsidRPr="00505ECA">
        <w:t>OP/DUR/6/21</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716E248A" w:rsidR="004F0093" w:rsidRPr="00505ECA" w:rsidRDefault="00505ECA" w:rsidP="004F0093">
      <w:pPr>
        <w:pStyle w:val="Textbezslovn"/>
        <w:rPr>
          <w:b/>
        </w:rPr>
      </w:pPr>
      <w:r w:rsidRPr="00505ECA">
        <w:rPr>
          <w:b/>
        </w:rPr>
        <w:t>VTP/DOKUMENTACE/02/21</w:t>
      </w:r>
    </w:p>
    <w:p w14:paraId="0225433D" w14:textId="77777777" w:rsidR="004F0093" w:rsidRDefault="004F0093" w:rsidP="004F0093">
      <w:pPr>
        <w:pStyle w:val="Textbezslovn"/>
      </w:pPr>
    </w:p>
    <w:p w14:paraId="5D9781D2" w14:textId="61469820" w:rsidR="004F0093" w:rsidRDefault="004F0093" w:rsidP="00505ECA">
      <w:pPr>
        <w:pStyle w:val="Nadpisbezsl1-2"/>
      </w:pPr>
      <w:r>
        <w:t>c)</w:t>
      </w:r>
      <w:r>
        <w:tab/>
        <w:t>Zv</w:t>
      </w:r>
      <w:r w:rsidR="00505ECA">
        <w:t>láštní technické podmínky ze dne 18. 03. 2021</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 dle SOD v listinné formě (</w:t>
            </w:r>
            <w:r w:rsidR="009A0B3E" w:rsidRPr="003E4E90">
              <w:t xml:space="preserve">v rozsahu a počtu </w:t>
            </w:r>
            <w:r w:rsidRPr="003E4E90">
              <w:t>dle 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formě ( v rozsahu a počtu 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B548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110376" w:rsidRPr="00110376" w:rsidRDefault="00DF71BD" w:rsidP="002344F6">
            <w:pPr>
              <w:pStyle w:val="Tabulka-8"/>
            </w:pPr>
            <w:r>
              <w:t>6</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110376" w:rsidRPr="00110376" w:rsidRDefault="00DF71BD" w:rsidP="002344F6">
            <w:pPr>
              <w:pStyle w:val="Tabulka-8"/>
            </w:pPr>
            <w:r>
              <w:t>7</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084C0915" w14:textId="77777777" w:rsidR="00110376" w:rsidRPr="00110376" w:rsidRDefault="00DF71BD" w:rsidP="002344F6">
            <w:pPr>
              <w:pStyle w:val="Tabulka-8"/>
            </w:pPr>
            <w:r>
              <w:t>8</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B5486D">
        <w:tc>
          <w:tcPr>
            <w:cnfStyle w:val="001000000000" w:firstRow="0" w:lastRow="0" w:firstColumn="1" w:lastColumn="0" w:oddVBand="0" w:evenVBand="0" w:oddHBand="0" w:evenHBand="0" w:firstRowFirstColumn="0" w:firstRowLastColumn="0" w:lastRowFirstColumn="0" w:lastRowLastColumn="0"/>
            <w:tcW w:w="930" w:type="dxa"/>
          </w:tcPr>
          <w:p w14:paraId="6E395182" w14:textId="77777777" w:rsidR="00110376" w:rsidRPr="00110376" w:rsidRDefault="00DF71BD" w:rsidP="002344F6">
            <w:pPr>
              <w:pStyle w:val="Tabulka-8"/>
            </w:pPr>
            <w:r>
              <w:t>9</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B5486D">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77777777" w:rsidR="00110376" w:rsidRPr="00153D42" w:rsidRDefault="004F0093" w:rsidP="00110376">
      <w:pPr>
        <w:pStyle w:val="Textbezodsazen"/>
      </w:pPr>
      <w:r>
        <w:t>Všechny ceny jsou uvedené v Kč bez DPH.</w:t>
      </w:r>
    </w:p>
    <w:p w14:paraId="655D6ACB" w14:textId="2964B4EA" w:rsidR="00110376" w:rsidRPr="00153D42" w:rsidRDefault="00110376" w:rsidP="00110376">
      <w:pPr>
        <w:pStyle w:val="Textbezodsazen"/>
        <w:rPr>
          <w:i/>
          <w:color w:val="00B050"/>
        </w:rPr>
      </w:pP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558CF6C1" w14:textId="17DF6ECD"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r w:rsidR="0047474F">
              <w:rPr>
                <w:rStyle w:val="Tun"/>
                <w:b w:val="0"/>
                <w:highlight w:val="yellow"/>
              </w:rPr>
              <w:t xml:space="preserve"> </w:t>
            </w:r>
            <w:r w:rsidR="0047474F" w:rsidRPr="00B5486D">
              <w:rPr>
                <w:rStyle w:val="Tun"/>
                <w:b w:val="0"/>
              </w:rPr>
              <w:t>(40% z ceny díla)</w:t>
            </w:r>
          </w:p>
        </w:tc>
        <w:tc>
          <w:tcPr>
            <w:tcW w:w="2977" w:type="dxa"/>
          </w:tcPr>
          <w:p w14:paraId="1BE31BF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6EA09D3" w14:textId="66F9870B" w:rsidR="004F0093" w:rsidRPr="00740EE9" w:rsidRDefault="004F0093" w:rsidP="0047474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47474F" w:rsidRPr="00B5486D">
              <w:rPr>
                <w:rStyle w:val="Tun"/>
                <w:b w:val="0"/>
              </w:rPr>
              <w:t>(2. dílčí fakturace) (30% z ceny díla)</w:t>
            </w:r>
          </w:p>
        </w:tc>
        <w:tc>
          <w:tcPr>
            <w:tcW w:w="2977" w:type="dxa"/>
          </w:tcPr>
          <w:p w14:paraId="5B87903C" w14:textId="352E7E46"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77777777"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14:paraId="7AAB24A9" w14:textId="3C170677" w:rsidR="004F0093" w:rsidRPr="00740EE9" w:rsidRDefault="004F0093" w:rsidP="0047474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47474F">
              <w:rPr>
                <w:rStyle w:val="Tun"/>
                <w:b w:val="0"/>
                <w:highlight w:val="yellow"/>
              </w:rPr>
              <w:t xml:space="preserve"> </w:t>
            </w:r>
            <w:r w:rsidR="0047474F" w:rsidRPr="00B5486D">
              <w:rPr>
                <w:rStyle w:val="Tun"/>
                <w:b w:val="0"/>
              </w:rPr>
              <w:t>(3. dílčí fakturace) (10% z ceny díla)</w:t>
            </w:r>
          </w:p>
        </w:tc>
        <w:tc>
          <w:tcPr>
            <w:tcW w:w="2977" w:type="dxa"/>
          </w:tcPr>
          <w:p w14:paraId="12AA719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77777777"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14:paraId="1A31748F" w14:textId="5F090A9D" w:rsidR="004F0093" w:rsidRPr="00740EE9" w:rsidRDefault="004F0093" w:rsidP="0047474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konečná</w:t>
            </w:r>
            <w:r w:rsidR="00740EE9" w:rsidRPr="00740EE9">
              <w:rPr>
                <w:rStyle w:val="Tun"/>
                <w:b w:val="0"/>
                <w:highlight w:val="yellow"/>
              </w:rPr>
              <w:t xml:space="preserve"> fakturace)</w:t>
            </w:r>
            <w:r w:rsidR="0047474F">
              <w:rPr>
                <w:rStyle w:val="Tun"/>
                <w:b w:val="0"/>
                <w:highlight w:val="yellow"/>
              </w:rPr>
              <w:t xml:space="preserve"> </w:t>
            </w:r>
            <w:r w:rsidR="0047474F" w:rsidRPr="00B5486D">
              <w:rPr>
                <w:rStyle w:val="Tun"/>
                <w:b w:val="0"/>
              </w:rPr>
              <w:t>(20% z ceny díla)</w:t>
            </w:r>
          </w:p>
        </w:tc>
        <w:tc>
          <w:tcPr>
            <w:tcW w:w="2977" w:type="dxa"/>
          </w:tcPr>
          <w:p w14:paraId="765155A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4F0093" w:rsidRPr="00B72613" w:rsidRDefault="004F0093" w:rsidP="002344F6">
            <w:pPr>
              <w:pStyle w:val="Tabulka-9"/>
              <w:rPr>
                <w:rStyle w:val="Tun"/>
              </w:rPr>
            </w:pPr>
            <w:r w:rsidRPr="00B72613">
              <w:rPr>
                <w:rStyle w:val="Tun"/>
              </w:rPr>
              <w:t>Celkem:</w:t>
            </w:r>
          </w:p>
        </w:tc>
        <w:tc>
          <w:tcPr>
            <w:tcW w:w="2977" w:type="dxa"/>
          </w:tcPr>
          <w:p w14:paraId="448A9A9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p w14:paraId="6173F042" w14:textId="77777777"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1"/>
        <w:gridCol w:w="2435"/>
        <w:gridCol w:w="2301"/>
        <w:gridCol w:w="2093"/>
      </w:tblGrid>
      <w:tr w:rsidR="00740EE9" w:rsidRPr="00B72613" w14:paraId="783332B1" w14:textId="77777777" w:rsidTr="0033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Pr>
          <w:p w14:paraId="6DA33C75" w14:textId="77777777" w:rsidR="00740EE9" w:rsidRPr="00B72613" w:rsidRDefault="00740EE9" w:rsidP="002344F6">
            <w:pPr>
              <w:pStyle w:val="Tabulka-9"/>
              <w:rPr>
                <w:rStyle w:val="Tun"/>
              </w:rPr>
            </w:pPr>
            <w:r w:rsidRPr="00B72613">
              <w:rPr>
                <w:rStyle w:val="Tun"/>
              </w:rPr>
              <w:t>Část Díla</w:t>
            </w:r>
          </w:p>
        </w:tc>
        <w:tc>
          <w:tcPr>
            <w:tcW w:w="2489"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5DF4EC5" w14:textId="77777777" w:rsidTr="00333672">
        <w:tc>
          <w:tcPr>
            <w:cnfStyle w:val="001000000000" w:firstRow="0" w:lastRow="0" w:firstColumn="1" w:lastColumn="0" w:oddVBand="0" w:evenVBand="0" w:oddHBand="0" w:evenHBand="0" w:firstRowFirstColumn="0" w:firstRowLastColumn="0" w:lastRowFirstColumn="0" w:lastRowLastColumn="0"/>
            <w:tcW w:w="1932" w:type="dxa"/>
          </w:tcPr>
          <w:p w14:paraId="5F2CABC8" w14:textId="77777777" w:rsidR="00740EE9" w:rsidRPr="005A06D9" w:rsidRDefault="00740EE9" w:rsidP="002344F6">
            <w:pPr>
              <w:pStyle w:val="Tabulka-9"/>
              <w:rPr>
                <w:rStyle w:val="Tun"/>
              </w:rPr>
            </w:pPr>
            <w:r w:rsidRPr="005A06D9">
              <w:rPr>
                <w:rStyle w:val="Tun"/>
              </w:rPr>
              <w:t>Termín zahájení prací</w:t>
            </w:r>
          </w:p>
        </w:tc>
        <w:tc>
          <w:tcPr>
            <w:tcW w:w="2489" w:type="dxa"/>
          </w:tcPr>
          <w:p w14:paraId="4FC6FEAF" w14:textId="77777777" w:rsidR="00740EE9" w:rsidRPr="005A06D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A06D9">
              <w:t>ihned po nabytí účinnosti Smlouvy</w:t>
            </w:r>
          </w:p>
        </w:tc>
        <w:tc>
          <w:tcPr>
            <w:tcW w:w="2334" w:type="dxa"/>
          </w:tcPr>
          <w:p w14:paraId="2025500D" w14:textId="77777777" w:rsidR="00740EE9" w:rsidRPr="005A06D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A06D9">
              <w:t>-</w:t>
            </w:r>
          </w:p>
        </w:tc>
        <w:tc>
          <w:tcPr>
            <w:tcW w:w="2133" w:type="dxa"/>
          </w:tcPr>
          <w:p w14:paraId="527CB958" w14:textId="77777777" w:rsidR="00740EE9" w:rsidRPr="005A06D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A06D9">
              <w:t>-</w:t>
            </w:r>
          </w:p>
        </w:tc>
      </w:tr>
      <w:tr w:rsidR="0032792A" w:rsidRPr="00B72613" w14:paraId="0BF3A996" w14:textId="77777777" w:rsidTr="00C042FF">
        <w:tc>
          <w:tcPr>
            <w:cnfStyle w:val="001000000000" w:firstRow="0" w:lastRow="0" w:firstColumn="1" w:lastColumn="0" w:oddVBand="0" w:evenVBand="0" w:oddHBand="0" w:evenHBand="0" w:firstRowFirstColumn="0" w:firstRowLastColumn="0" w:lastRowFirstColumn="0" w:lastRowLastColumn="0"/>
            <w:tcW w:w="1932" w:type="dxa"/>
          </w:tcPr>
          <w:p w14:paraId="32DDA153" w14:textId="77777777" w:rsidR="0032792A" w:rsidRPr="005A06D9" w:rsidRDefault="0032792A" w:rsidP="0032792A">
            <w:pPr>
              <w:pStyle w:val="Tabulka-9"/>
              <w:rPr>
                <w:rStyle w:val="Tun"/>
              </w:rPr>
            </w:pPr>
            <w:r w:rsidRPr="005A06D9">
              <w:rPr>
                <w:rStyle w:val="Tun"/>
              </w:rPr>
              <w:t>1. Dílčí etapa</w:t>
            </w:r>
          </w:p>
        </w:tc>
        <w:tc>
          <w:tcPr>
            <w:tcW w:w="2489" w:type="dxa"/>
          </w:tcPr>
          <w:p w14:paraId="7B82CB1C" w14:textId="308E2278"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5A06D9">
              <w:t xml:space="preserve">do </w:t>
            </w:r>
            <w:r w:rsidRPr="005A06D9">
              <w:rPr>
                <w:b/>
              </w:rPr>
              <w:t xml:space="preserve">5 </w:t>
            </w:r>
            <w:r w:rsidRPr="005A06D9">
              <w:t>měsíců od nabytí účinnosti Smlouvy</w:t>
            </w:r>
          </w:p>
        </w:tc>
        <w:tc>
          <w:tcPr>
            <w:tcW w:w="2334" w:type="dxa"/>
          </w:tcPr>
          <w:p w14:paraId="63B6E8D5" w14:textId="39E1F438"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5A06D9">
              <w:t>Návrh technického řešení k projednání, včetně projednané koordinace se stavbou „Rekonstrukce výpravní budovy v žst. Most“</w:t>
            </w:r>
          </w:p>
        </w:tc>
        <w:tc>
          <w:tcPr>
            <w:tcW w:w="2133" w:type="dxa"/>
            <w:vAlign w:val="top"/>
          </w:tcPr>
          <w:p w14:paraId="7B0F105D" w14:textId="599E9D42"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087CA6">
              <w:t>Protokol o provedení Díla,</w:t>
            </w:r>
          </w:p>
        </w:tc>
      </w:tr>
      <w:tr w:rsidR="0032792A" w:rsidRPr="00B72613" w14:paraId="1A885934" w14:textId="77777777" w:rsidTr="00C042FF">
        <w:tc>
          <w:tcPr>
            <w:cnfStyle w:val="001000000000" w:firstRow="0" w:lastRow="0" w:firstColumn="1" w:lastColumn="0" w:oddVBand="0" w:evenVBand="0" w:oddHBand="0" w:evenHBand="0" w:firstRowFirstColumn="0" w:firstRowLastColumn="0" w:lastRowFirstColumn="0" w:lastRowLastColumn="0"/>
            <w:tcW w:w="1932" w:type="dxa"/>
          </w:tcPr>
          <w:p w14:paraId="1DBDA541" w14:textId="77777777" w:rsidR="0032792A" w:rsidRPr="005A06D9" w:rsidRDefault="0032792A" w:rsidP="0032792A">
            <w:pPr>
              <w:pStyle w:val="Tabulka-9"/>
              <w:rPr>
                <w:rStyle w:val="Tun"/>
              </w:rPr>
            </w:pPr>
            <w:r w:rsidRPr="005A06D9">
              <w:rPr>
                <w:rStyle w:val="Tun"/>
              </w:rPr>
              <w:t>2. Dílčí etapa</w:t>
            </w:r>
          </w:p>
        </w:tc>
        <w:tc>
          <w:tcPr>
            <w:tcW w:w="2489" w:type="dxa"/>
          </w:tcPr>
          <w:p w14:paraId="0F796637" w14:textId="6DBA38DE"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5A06D9">
              <w:t xml:space="preserve">do </w:t>
            </w:r>
            <w:r w:rsidRPr="005A06D9">
              <w:rPr>
                <w:b/>
              </w:rPr>
              <w:t>12</w:t>
            </w:r>
            <w:r w:rsidRPr="005A06D9">
              <w:t xml:space="preserve"> měsíců od nabytí účinnosti Smlouvy</w:t>
            </w:r>
          </w:p>
        </w:tc>
        <w:tc>
          <w:tcPr>
            <w:tcW w:w="2334" w:type="dxa"/>
          </w:tcPr>
          <w:p w14:paraId="112DD20D" w14:textId="77777777" w:rsidR="0032792A" w:rsidRDefault="0032792A" w:rsidP="0032792A">
            <w:pPr>
              <w:pStyle w:val="Tabulka-9"/>
              <w:cnfStyle w:val="000000000000" w:firstRow="0" w:lastRow="0" w:firstColumn="0" w:lastColumn="0" w:oddVBand="0" w:evenVBand="0" w:oddHBand="0" w:evenHBand="0" w:firstRowFirstColumn="0" w:firstRowLastColumn="0" w:lastRowFirstColumn="0" w:lastRowLastColumn="0"/>
            </w:pPr>
            <w:r>
              <w:t xml:space="preserve">Čistopis projednané DÚR se zapracovanými připomínkami. </w:t>
            </w:r>
          </w:p>
          <w:p w14:paraId="3F52F6EA" w14:textId="25E00628"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t>Předložení podrobné kalkulace CIN, Zpracování a odevzdání kompletního a úplného Oznámení EIA</w:t>
            </w:r>
          </w:p>
        </w:tc>
        <w:tc>
          <w:tcPr>
            <w:tcW w:w="2133" w:type="dxa"/>
            <w:vAlign w:val="top"/>
          </w:tcPr>
          <w:p w14:paraId="6CD74BEB" w14:textId="71056285"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087CA6">
              <w:t>Protokol o provedení Díla,</w:t>
            </w:r>
          </w:p>
        </w:tc>
      </w:tr>
      <w:tr w:rsidR="0032792A" w:rsidRPr="00B72613" w14:paraId="1646E713" w14:textId="77777777" w:rsidTr="00C042FF">
        <w:tc>
          <w:tcPr>
            <w:cnfStyle w:val="001000000000" w:firstRow="0" w:lastRow="0" w:firstColumn="1" w:lastColumn="0" w:oddVBand="0" w:evenVBand="0" w:oddHBand="0" w:evenHBand="0" w:firstRowFirstColumn="0" w:firstRowLastColumn="0" w:lastRowFirstColumn="0" w:lastRowLastColumn="0"/>
            <w:tcW w:w="1932" w:type="dxa"/>
          </w:tcPr>
          <w:p w14:paraId="7BD2E9D7" w14:textId="77777777" w:rsidR="0032792A" w:rsidRPr="005A06D9" w:rsidRDefault="0032792A" w:rsidP="0032792A">
            <w:pPr>
              <w:pStyle w:val="Tabulka-9"/>
              <w:rPr>
                <w:rStyle w:val="Tun"/>
              </w:rPr>
            </w:pPr>
            <w:r w:rsidRPr="005A06D9">
              <w:rPr>
                <w:rStyle w:val="Tun"/>
              </w:rPr>
              <w:t>3. Dílčí etapa</w:t>
            </w:r>
          </w:p>
        </w:tc>
        <w:tc>
          <w:tcPr>
            <w:tcW w:w="2489" w:type="dxa"/>
          </w:tcPr>
          <w:p w14:paraId="6561E805" w14:textId="249007C8"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5A06D9">
              <w:t xml:space="preserve">do </w:t>
            </w:r>
            <w:r w:rsidRPr="005A06D9">
              <w:rPr>
                <w:b/>
              </w:rPr>
              <w:t xml:space="preserve">15 </w:t>
            </w:r>
            <w:r w:rsidRPr="005A06D9">
              <w:t>měsíců od nabytí účinnosti Smlouvy</w:t>
            </w:r>
          </w:p>
        </w:tc>
        <w:tc>
          <w:tcPr>
            <w:tcW w:w="2334" w:type="dxa"/>
          </w:tcPr>
          <w:p w14:paraId="780EFF06" w14:textId="6C974292"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5A06D9">
              <w:t>Podání žádosti o Územní rozhodnutí</w:t>
            </w:r>
          </w:p>
        </w:tc>
        <w:tc>
          <w:tcPr>
            <w:tcW w:w="2133" w:type="dxa"/>
            <w:vAlign w:val="top"/>
          </w:tcPr>
          <w:p w14:paraId="725A8901" w14:textId="2D586F91"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087CA6">
              <w:t>Protokol o provedení díla, žádost o územní rozhodnutí potvrzená místně příslušným stavebním úřadem</w:t>
            </w:r>
          </w:p>
        </w:tc>
      </w:tr>
      <w:tr w:rsidR="0032792A" w:rsidRPr="00B72613" w14:paraId="0E3C8F19" w14:textId="77777777" w:rsidTr="00C042FF">
        <w:tc>
          <w:tcPr>
            <w:cnfStyle w:val="001000000000" w:firstRow="0" w:lastRow="0" w:firstColumn="1" w:lastColumn="0" w:oddVBand="0" w:evenVBand="0" w:oddHBand="0" w:evenHBand="0" w:firstRowFirstColumn="0" w:firstRowLastColumn="0" w:lastRowFirstColumn="0" w:lastRowLastColumn="0"/>
            <w:tcW w:w="1932" w:type="dxa"/>
          </w:tcPr>
          <w:p w14:paraId="391B732F" w14:textId="77777777" w:rsidR="0032792A" w:rsidRPr="005A06D9" w:rsidRDefault="0032792A" w:rsidP="0032792A">
            <w:pPr>
              <w:pStyle w:val="Tabulka-9"/>
              <w:rPr>
                <w:rStyle w:val="Tun"/>
              </w:rPr>
            </w:pPr>
            <w:r w:rsidRPr="005A06D9">
              <w:rPr>
                <w:rStyle w:val="Tun"/>
              </w:rPr>
              <w:t>4. Dílčí etapa</w:t>
            </w:r>
          </w:p>
        </w:tc>
        <w:tc>
          <w:tcPr>
            <w:tcW w:w="2489" w:type="dxa"/>
          </w:tcPr>
          <w:p w14:paraId="6D1E9D26" w14:textId="066760DE"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32792A">
              <w:t xml:space="preserve">do </w:t>
            </w:r>
            <w:r w:rsidRPr="0032792A">
              <w:rPr>
                <w:b/>
              </w:rPr>
              <w:t xml:space="preserve">4 </w:t>
            </w:r>
            <w:r w:rsidRPr="0032792A">
              <w:t>měsíců od podání žádosti o ÚR</w:t>
            </w:r>
          </w:p>
        </w:tc>
        <w:tc>
          <w:tcPr>
            <w:tcW w:w="2334" w:type="dxa"/>
          </w:tcPr>
          <w:p w14:paraId="4A7FBB28" w14:textId="747BAA96" w:rsidR="0032792A" w:rsidRPr="00B5486D" w:rsidRDefault="0047474F" w:rsidP="0032792A">
            <w:pPr>
              <w:pStyle w:val="Tabulka-9"/>
              <w:cnfStyle w:val="000000000000" w:firstRow="0" w:lastRow="0" w:firstColumn="0" w:lastColumn="0" w:oddVBand="0" w:evenVBand="0" w:oddHBand="0" w:evenHBand="0" w:firstRowFirstColumn="0" w:firstRowLastColumn="0" w:lastRowFirstColumn="0" w:lastRowLastColumn="0"/>
            </w:pPr>
            <w:r w:rsidRPr="00B5486D">
              <w:t>Nabytí právní moci vydaného rozhodnutí o umístění stavby.</w:t>
            </w:r>
          </w:p>
        </w:tc>
        <w:tc>
          <w:tcPr>
            <w:tcW w:w="2133" w:type="dxa"/>
            <w:vAlign w:val="top"/>
          </w:tcPr>
          <w:p w14:paraId="213BCD38" w14:textId="4A9AEC33" w:rsidR="0032792A" w:rsidRPr="005A06D9" w:rsidRDefault="0032792A" w:rsidP="0032792A">
            <w:pPr>
              <w:pStyle w:val="Tabulka-9"/>
              <w:cnfStyle w:val="000000000000" w:firstRow="0" w:lastRow="0" w:firstColumn="0" w:lastColumn="0" w:oddVBand="0" w:evenVBand="0" w:oddHBand="0" w:evenHBand="0" w:firstRowFirstColumn="0" w:firstRowLastColumn="0" w:lastRowFirstColumn="0" w:lastRowLastColumn="0"/>
            </w:pPr>
            <w:r w:rsidRPr="00087CA6">
              <w:t>Protokol o provedení díla, územní rozhodnutí</w:t>
            </w:r>
          </w:p>
        </w:tc>
      </w:tr>
      <w:tr w:rsidR="005A06D9" w:rsidRPr="00B72613" w14:paraId="45571C71" w14:textId="77777777" w:rsidTr="00333672">
        <w:tc>
          <w:tcPr>
            <w:cnfStyle w:val="001000000000" w:firstRow="0" w:lastRow="0" w:firstColumn="1" w:lastColumn="0" w:oddVBand="0" w:evenVBand="0" w:oddHBand="0" w:evenHBand="0" w:firstRowFirstColumn="0" w:firstRowLastColumn="0" w:lastRowFirstColumn="0" w:lastRowLastColumn="0"/>
            <w:tcW w:w="1932" w:type="dxa"/>
          </w:tcPr>
          <w:p w14:paraId="444A7CEF" w14:textId="77777777" w:rsidR="005A06D9" w:rsidRPr="0032792A" w:rsidRDefault="005A06D9" w:rsidP="005A06D9">
            <w:pPr>
              <w:pStyle w:val="Tabulka-9"/>
              <w:rPr>
                <w:rStyle w:val="Tun"/>
              </w:rPr>
            </w:pPr>
            <w:r w:rsidRPr="0032792A">
              <w:rPr>
                <w:rStyle w:val="Tun"/>
              </w:rPr>
              <w:t>Termín dokončení Díla</w:t>
            </w:r>
          </w:p>
        </w:tc>
        <w:tc>
          <w:tcPr>
            <w:tcW w:w="2489" w:type="dxa"/>
          </w:tcPr>
          <w:p w14:paraId="78A7C845" w14:textId="334AEF10" w:rsidR="005A06D9" w:rsidRPr="0032792A" w:rsidRDefault="005A06D9" w:rsidP="0032792A">
            <w:pPr>
              <w:pStyle w:val="Tabulka-9"/>
              <w:cnfStyle w:val="000000000000" w:firstRow="0" w:lastRow="0" w:firstColumn="0" w:lastColumn="0" w:oddVBand="0" w:evenVBand="0" w:oddHBand="0" w:evenHBand="0" w:firstRowFirstColumn="0" w:firstRowLastColumn="0" w:lastRowFirstColumn="0" w:lastRowLastColumn="0"/>
            </w:pPr>
            <w:r w:rsidRPr="0032792A">
              <w:t xml:space="preserve">předpoklad do </w:t>
            </w:r>
            <w:r w:rsidR="0032792A">
              <w:rPr>
                <w:b/>
              </w:rPr>
              <w:t>01</w:t>
            </w:r>
            <w:r w:rsidR="0032792A" w:rsidRPr="0032792A">
              <w:rPr>
                <w:b/>
              </w:rPr>
              <w:t>/202</w:t>
            </w:r>
            <w:r w:rsidR="0032792A">
              <w:rPr>
                <w:b/>
              </w:rPr>
              <w:t xml:space="preserve">3 </w:t>
            </w:r>
            <w:r w:rsidRPr="0032792A">
              <w:t xml:space="preserve">(v závislosti na zahájení </w:t>
            </w:r>
            <w:r w:rsidR="0032792A" w:rsidRPr="0032792A">
              <w:t>4</w:t>
            </w:r>
            <w:r w:rsidRPr="0032792A">
              <w:t>. Dílčí etapy)</w:t>
            </w:r>
          </w:p>
        </w:tc>
        <w:tc>
          <w:tcPr>
            <w:tcW w:w="2334" w:type="dxa"/>
          </w:tcPr>
          <w:p w14:paraId="57BAEB09" w14:textId="77777777" w:rsidR="005A06D9" w:rsidRPr="0032792A" w:rsidRDefault="005A06D9" w:rsidP="005A06D9">
            <w:pPr>
              <w:pStyle w:val="Tabulka-9"/>
              <w:cnfStyle w:val="000000000000" w:firstRow="0" w:lastRow="0" w:firstColumn="0" w:lastColumn="0" w:oddVBand="0" w:evenVBand="0" w:oddHBand="0" w:evenHBand="0" w:firstRowFirstColumn="0" w:firstRowLastColumn="0" w:lastRowFirstColumn="0" w:lastRowLastColumn="0"/>
            </w:pPr>
          </w:p>
        </w:tc>
        <w:tc>
          <w:tcPr>
            <w:tcW w:w="2133" w:type="dxa"/>
          </w:tcPr>
          <w:p w14:paraId="38D7AEBB" w14:textId="77777777" w:rsidR="005A06D9" w:rsidRPr="0032792A" w:rsidRDefault="005A06D9" w:rsidP="005A06D9">
            <w:pPr>
              <w:pStyle w:val="Tabulka-9"/>
              <w:cnfStyle w:val="000000000000" w:firstRow="0" w:lastRow="0" w:firstColumn="0" w:lastColumn="0" w:oddVBand="0" w:evenVBand="0" w:oddHBand="0" w:evenHBand="0" w:firstRowFirstColumn="0" w:firstRowLastColumn="0" w:lastRowFirstColumn="0" w:lastRowLastColumn="0"/>
              <w:rPr>
                <w:color w:val="FF0000"/>
              </w:rPr>
            </w:pPr>
            <w:r w:rsidRPr="0032792A">
              <w:t>Protokol o provedení Díla</w:t>
            </w:r>
          </w:p>
        </w:tc>
      </w:tr>
    </w:tbl>
    <w:p w14:paraId="39EAF318" w14:textId="77777777" w:rsidR="00740EE9" w:rsidRDefault="00740EE9" w:rsidP="00740EE9">
      <w:pPr>
        <w:pStyle w:val="Textbezodsazen"/>
      </w:pPr>
    </w:p>
    <w:p w14:paraId="057CA39C" w14:textId="77777777" w:rsidR="00740EE9" w:rsidRDefault="00740EE9" w:rsidP="00740EE9">
      <w:pPr>
        <w:pStyle w:val="Textbezodsazen"/>
      </w:pPr>
    </w:p>
    <w:p w14:paraId="199D3A84" w14:textId="77777777" w:rsidR="00740EE9" w:rsidRDefault="00740EE9" w:rsidP="002344F6">
      <w:pPr>
        <w:pStyle w:val="Textbezodsazen"/>
      </w:pPr>
    </w:p>
    <w:p w14:paraId="3FDA9F30" w14:textId="77777777" w:rsidR="002344F6" w:rsidRDefault="002344F6" w:rsidP="002344F6">
      <w:pPr>
        <w:pStyle w:val="Textbezodsazen"/>
      </w:pPr>
    </w:p>
    <w:p w14:paraId="4119C7FC" w14:textId="77777777" w:rsidR="002344F6" w:rsidRDefault="002344F6" w:rsidP="002344F6">
      <w:pPr>
        <w:pStyle w:val="Textbezodsazen"/>
      </w:pPr>
    </w:p>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2344F6" w:rsidRPr="00F95FBD" w:rsidRDefault="002344F6" w:rsidP="002344F6">
            <w:pPr>
              <w:pStyle w:val="Tabulka"/>
            </w:pPr>
            <w:r w:rsidRPr="00F95FBD">
              <w:t>Adresa</w:t>
            </w:r>
          </w:p>
        </w:tc>
        <w:tc>
          <w:tcPr>
            <w:tcW w:w="5812" w:type="dxa"/>
            <w:shd w:val="clear" w:color="auto" w:fill="auto"/>
          </w:tcPr>
          <w:p w14:paraId="635660D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2344F6" w:rsidRPr="00F95FBD" w:rsidRDefault="002344F6" w:rsidP="002344F6">
            <w:pPr>
              <w:pStyle w:val="Tabulka"/>
            </w:pPr>
            <w:r w:rsidRPr="00F95FBD">
              <w:t>E-mail</w:t>
            </w:r>
          </w:p>
        </w:tc>
        <w:tc>
          <w:tcPr>
            <w:tcW w:w="5812" w:type="dxa"/>
            <w:shd w:val="clear" w:color="auto" w:fill="auto"/>
          </w:tcPr>
          <w:p w14:paraId="568A02EC"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2344F6" w:rsidRPr="00F95FBD" w:rsidRDefault="002344F6" w:rsidP="002344F6">
            <w:pPr>
              <w:pStyle w:val="Tabulka"/>
            </w:pPr>
            <w:r w:rsidRPr="00F95FBD">
              <w:t>Telefon</w:t>
            </w:r>
          </w:p>
        </w:tc>
        <w:tc>
          <w:tcPr>
            <w:tcW w:w="5812" w:type="dxa"/>
            <w:shd w:val="clear" w:color="auto" w:fill="auto"/>
          </w:tcPr>
          <w:p w14:paraId="0C6DFBA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91124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F95FBD" w:rsidRDefault="002344F6" w:rsidP="002344F6">
            <w:pPr>
              <w:pStyle w:val="Tabulka"/>
            </w:pPr>
            <w:r w:rsidRPr="00F95FBD">
              <w:t>Adresa</w:t>
            </w:r>
          </w:p>
        </w:tc>
        <w:tc>
          <w:tcPr>
            <w:tcW w:w="5812" w:type="dxa"/>
            <w:shd w:val="clear" w:color="auto" w:fill="auto"/>
          </w:tcPr>
          <w:p w14:paraId="5E92FE2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7562BA8D"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679BAC88"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20E7D911" w14:textId="77777777" w:rsidR="00380C0F" w:rsidRDefault="00380C0F" w:rsidP="00380C0F">
      <w:pPr>
        <w:pStyle w:val="Textbezodsazen"/>
      </w:pPr>
    </w:p>
    <w:p w14:paraId="797F2163" w14:textId="77777777" w:rsidR="00380C0F" w:rsidRDefault="00380C0F" w:rsidP="00380C0F">
      <w:pPr>
        <w:pStyle w:val="Textbezodsazen"/>
      </w:pPr>
    </w:p>
    <w:p w14:paraId="1D30C65B" w14:textId="77777777" w:rsidR="00380C0F" w:rsidRDefault="00380C0F" w:rsidP="00380C0F">
      <w:pPr>
        <w:pStyle w:val="Textbezodsazen"/>
      </w:pPr>
    </w:p>
    <w:p w14:paraId="73366068" w14:textId="77777777" w:rsidR="002344F6" w:rsidRDefault="002344F6" w:rsidP="002344F6">
      <w:pPr>
        <w:pStyle w:val="Nadpisbezsl1-2"/>
        <w:tabs>
          <w:tab w:val="left" w:pos="2292"/>
        </w:tabs>
      </w:pPr>
      <w:r>
        <w:lastRenderedPageBreak/>
        <w:t>Za Zhotovitele</w:t>
      </w:r>
      <w:r>
        <w:tab/>
      </w:r>
    </w:p>
    <w:p w14:paraId="081D5D5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0490B83A" w14:textId="77777777" w:rsidR="002344F6" w:rsidRPr="00F95FBD" w:rsidRDefault="002344F6" w:rsidP="002344F6">
      <w:pPr>
        <w:pStyle w:val="Nadpistabulky"/>
        <w:rPr>
          <w:sz w:val="18"/>
          <w:szCs w:val="18"/>
        </w:rPr>
      </w:pPr>
      <w:r w:rsidRPr="002F111C">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36FF3A11" w14:textId="77777777" w:rsidR="002344F6" w:rsidRPr="00F95FBD" w:rsidRDefault="002344F6" w:rsidP="002344F6">
      <w:pPr>
        <w:pStyle w:val="Nadpistabulky"/>
        <w:rPr>
          <w:sz w:val="18"/>
          <w:szCs w:val="18"/>
        </w:rPr>
      </w:pPr>
      <w:r w:rsidRPr="002F111C">
        <w:rPr>
          <w:sz w:val="18"/>
          <w:szCs w:val="18"/>
        </w:rPr>
        <w:t>Úředně oprávněný zeměměřický</w:t>
      </w:r>
      <w:r w:rsidRPr="00EC707C">
        <w:rPr>
          <w:sz w:val="18"/>
          <w:szCs w:val="18"/>
        </w:rPr>
        <w:t xml:space="preserve">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E52844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37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CEF9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AE3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0204" w14:textId="77777777" w:rsidR="002344F6" w:rsidRPr="00F95FBD" w:rsidRDefault="002344F6" w:rsidP="002344F6">
            <w:pPr>
              <w:pStyle w:val="Tabulka"/>
            </w:pPr>
            <w:r w:rsidRPr="00F95FBD">
              <w:t>Adresa</w:t>
            </w:r>
          </w:p>
        </w:tc>
        <w:tc>
          <w:tcPr>
            <w:tcW w:w="5812" w:type="dxa"/>
            <w:shd w:val="clear" w:color="auto" w:fill="auto"/>
          </w:tcPr>
          <w:p w14:paraId="0B1C4C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18BF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86E25" w14:textId="77777777" w:rsidR="002344F6" w:rsidRPr="00F95FBD" w:rsidRDefault="002344F6" w:rsidP="002344F6">
            <w:pPr>
              <w:pStyle w:val="Tabulka"/>
            </w:pPr>
            <w:r w:rsidRPr="00F95FBD">
              <w:t>E-mail</w:t>
            </w:r>
          </w:p>
        </w:tc>
        <w:tc>
          <w:tcPr>
            <w:tcW w:w="5812" w:type="dxa"/>
            <w:shd w:val="clear" w:color="auto" w:fill="auto"/>
          </w:tcPr>
          <w:p w14:paraId="343674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47C9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C87E3" w14:textId="77777777" w:rsidR="002344F6" w:rsidRPr="00F95FBD" w:rsidRDefault="002344F6" w:rsidP="002344F6">
            <w:pPr>
              <w:pStyle w:val="Tabulka"/>
            </w:pPr>
            <w:r w:rsidRPr="00F95FBD">
              <w:t>Telefon</w:t>
            </w:r>
          </w:p>
        </w:tc>
        <w:tc>
          <w:tcPr>
            <w:tcW w:w="5812" w:type="dxa"/>
            <w:shd w:val="clear" w:color="auto" w:fill="auto"/>
          </w:tcPr>
          <w:p w14:paraId="3C75E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77777777" w:rsidR="002344F6" w:rsidRPr="00F95FBD" w:rsidRDefault="002344F6" w:rsidP="002344F6">
      <w:pPr>
        <w:pStyle w:val="Nadpistabulky"/>
        <w:rPr>
          <w:sz w:val="18"/>
          <w:szCs w:val="18"/>
        </w:rPr>
      </w:pPr>
      <w:r w:rsidRPr="002F111C">
        <w:rPr>
          <w:sz w:val="18"/>
          <w:szCs w:val="18"/>
        </w:rPr>
        <w:t>Specialista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48F6789A" w14:textId="77777777" w:rsidR="002344F6" w:rsidRPr="00F95FBD" w:rsidRDefault="002344F6" w:rsidP="002344F6">
      <w:pPr>
        <w:pStyle w:val="Nadpistabulky"/>
        <w:rPr>
          <w:sz w:val="18"/>
          <w:szCs w:val="18"/>
        </w:rPr>
      </w:pPr>
      <w:r w:rsidRPr="002F111C">
        <w:rPr>
          <w:sz w:val="18"/>
          <w:szCs w:val="18"/>
        </w:rPr>
        <w:lastRenderedPageBreak/>
        <w:t>Specialista 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93AD2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D9213"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659AC7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F148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B441C8" w14:textId="77777777" w:rsidR="002344F6" w:rsidRPr="00F95FBD" w:rsidRDefault="002344F6" w:rsidP="002344F6">
            <w:pPr>
              <w:pStyle w:val="Tabulka"/>
              <w:keepNext/>
            </w:pPr>
            <w:r w:rsidRPr="00F95FBD">
              <w:t>Adresa</w:t>
            </w:r>
          </w:p>
        </w:tc>
        <w:tc>
          <w:tcPr>
            <w:tcW w:w="5812" w:type="dxa"/>
            <w:shd w:val="clear" w:color="auto" w:fill="auto"/>
          </w:tcPr>
          <w:p w14:paraId="0E4C5F5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41B6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08235" w14:textId="77777777" w:rsidR="002344F6" w:rsidRPr="00F95FBD" w:rsidRDefault="002344F6" w:rsidP="002344F6">
            <w:pPr>
              <w:pStyle w:val="Tabulka"/>
              <w:keepNext/>
            </w:pPr>
            <w:r w:rsidRPr="00F95FBD">
              <w:t>E-mail</w:t>
            </w:r>
          </w:p>
        </w:tc>
        <w:tc>
          <w:tcPr>
            <w:tcW w:w="5812" w:type="dxa"/>
            <w:shd w:val="clear" w:color="auto" w:fill="auto"/>
          </w:tcPr>
          <w:p w14:paraId="660FF54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E39C6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9FDCA" w14:textId="77777777" w:rsidR="002344F6" w:rsidRPr="00F95FBD" w:rsidRDefault="002344F6" w:rsidP="002344F6">
            <w:pPr>
              <w:pStyle w:val="Tabulka"/>
            </w:pPr>
            <w:r w:rsidRPr="00F95FBD">
              <w:t>Telefon</w:t>
            </w:r>
          </w:p>
        </w:tc>
        <w:tc>
          <w:tcPr>
            <w:tcW w:w="5812" w:type="dxa"/>
            <w:shd w:val="clear" w:color="auto" w:fill="auto"/>
          </w:tcPr>
          <w:p w14:paraId="7359FA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77777777" w:rsidR="002344F6" w:rsidRPr="00F95FBD" w:rsidRDefault="002344F6" w:rsidP="002344F6">
      <w:pPr>
        <w:pStyle w:val="Nadpistabulky"/>
        <w:rPr>
          <w:sz w:val="18"/>
          <w:szCs w:val="18"/>
        </w:rPr>
      </w:pPr>
      <w:r w:rsidRPr="002F111C">
        <w:rPr>
          <w:sz w:val="18"/>
          <w:szCs w:val="18"/>
        </w:rPr>
        <w:t>Specialista 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77777777" w:rsidR="002344F6" w:rsidRPr="00F95FBD" w:rsidRDefault="002344F6" w:rsidP="002344F6">
      <w:pPr>
        <w:pStyle w:val="Nadpistabulky"/>
        <w:rPr>
          <w:sz w:val="18"/>
          <w:szCs w:val="18"/>
        </w:rPr>
      </w:pPr>
      <w:r w:rsidRPr="002F111C">
        <w:rPr>
          <w:sz w:val="18"/>
          <w:szCs w:val="18"/>
        </w:rPr>
        <w:t>Specialista 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77777777" w:rsidR="002344F6" w:rsidRPr="00F95FBD" w:rsidRDefault="002344F6" w:rsidP="002344F6">
      <w:pPr>
        <w:pStyle w:val="Nadpistabulky"/>
        <w:rPr>
          <w:sz w:val="18"/>
          <w:szCs w:val="18"/>
        </w:rPr>
      </w:pPr>
      <w:r w:rsidRPr="002F111C">
        <w:rPr>
          <w:sz w:val="18"/>
          <w:szCs w:val="18"/>
        </w:rPr>
        <w:t>Specialista na</w:t>
      </w:r>
      <w:r w:rsidRPr="00EC707C">
        <w:rPr>
          <w:sz w:val="18"/>
          <w:szCs w:val="18"/>
        </w:rPr>
        <w:t xml:space="preserve">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77777777" w:rsidR="002344F6" w:rsidRPr="00F95FBD" w:rsidRDefault="002344F6" w:rsidP="002344F6">
      <w:pPr>
        <w:pStyle w:val="Nadpistabulky"/>
        <w:rPr>
          <w:sz w:val="18"/>
          <w:szCs w:val="18"/>
        </w:rPr>
      </w:pPr>
      <w:r w:rsidRPr="002F111C">
        <w:rPr>
          <w:sz w:val="18"/>
          <w:szCs w:val="18"/>
        </w:rPr>
        <w:t>Specialista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77777777" w:rsidR="002344F6" w:rsidRPr="00F95FBD" w:rsidRDefault="002344F6" w:rsidP="002344F6">
      <w:pPr>
        <w:pStyle w:val="Nadpistabulky"/>
        <w:rPr>
          <w:sz w:val="18"/>
          <w:szCs w:val="18"/>
        </w:rPr>
      </w:pPr>
      <w:r w:rsidRPr="002F111C">
        <w:rPr>
          <w:sz w:val="18"/>
          <w:szCs w:val="18"/>
        </w:rPr>
        <w:t>Specialista na</w:t>
      </w:r>
      <w:r w:rsidRPr="00EC707C">
        <w:rPr>
          <w:sz w:val="18"/>
          <w:szCs w:val="18"/>
        </w:rPr>
        <w:t xml:space="preserve">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7C55CA53" w14:textId="77777777" w:rsidR="002344F6" w:rsidRPr="00F95FBD" w:rsidRDefault="002344F6" w:rsidP="002344F6">
      <w:pPr>
        <w:pStyle w:val="Tabulka"/>
      </w:pPr>
    </w:p>
    <w:p w14:paraId="023FCDDD" w14:textId="77777777"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93E22D" w14:textId="595A0086" w:rsidR="00F32CA6" w:rsidRDefault="00F32CA6" w:rsidP="002344F6">
      <w:pPr>
        <w:pStyle w:val="Textbezodsazen"/>
      </w:pPr>
      <w:bookmarkStart w:id="0" w:name="_GoBack"/>
      <w:bookmarkEnd w:id="0"/>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5CC8312" w14:textId="511E8E2F" w:rsidR="00872362" w:rsidRPr="0032792A" w:rsidRDefault="0032792A" w:rsidP="000509D4">
            <w:pPr>
              <w:pStyle w:val="Textbezodsazen"/>
              <w:cnfStyle w:val="000000000000" w:firstRow="0" w:lastRow="0" w:firstColumn="0" w:lastColumn="0" w:oddVBand="0" w:evenVBand="0" w:oddHBand="0" w:evenHBand="0" w:firstRowFirstColumn="0" w:firstRowLastColumn="0" w:lastRowFirstColumn="0" w:lastRowLastColumn="0"/>
              <w:rPr>
                <w:b/>
              </w:rPr>
            </w:pPr>
            <w:r w:rsidRPr="0032792A">
              <w:rPr>
                <w:b/>
              </w:rPr>
              <w:t>27 mil. Kč</w:t>
            </w:r>
            <w:r w:rsidR="00872362" w:rsidRPr="0032792A">
              <w:rPr>
                <w:b/>
              </w:rPr>
              <w:t xml:space="preserve"> </w:t>
            </w:r>
          </w:p>
          <w:p w14:paraId="01CD27E1" w14:textId="3BE19916"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F4ECEC" w14:textId="03D6C1C9" w:rsidR="00872362" w:rsidRPr="00D0544F" w:rsidRDefault="005A06D9" w:rsidP="00380C0F">
            <w:pPr>
              <w:pStyle w:val="Tabulka"/>
              <w:rPr>
                <w:highlight w:val="green"/>
              </w:rPr>
            </w:pPr>
            <w:r w:rsidRPr="005A06D9">
              <w:t>Záměr projektu</w:t>
            </w:r>
          </w:p>
        </w:tc>
        <w:tc>
          <w:tcPr>
            <w:tcW w:w="3129" w:type="dxa"/>
          </w:tcPr>
          <w:p w14:paraId="2F31F2E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A40413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C3FAF" w14:textId="77777777" w:rsidR="004A63B4" w:rsidRDefault="004A63B4" w:rsidP="00962258">
      <w:pPr>
        <w:spacing w:after="0" w:line="240" w:lineRule="auto"/>
      </w:pPr>
      <w:r>
        <w:separator/>
      </w:r>
    </w:p>
  </w:endnote>
  <w:endnote w:type="continuationSeparator" w:id="0">
    <w:p w14:paraId="5BC322E7" w14:textId="77777777" w:rsidR="004A63B4" w:rsidRDefault="004A6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7E38E811" w14:textId="77777777" w:rsidTr="00A46E9A">
      <w:trPr>
        <w:trHeight w:val="284"/>
      </w:trPr>
      <w:tc>
        <w:tcPr>
          <w:tcW w:w="907" w:type="dxa"/>
          <w:tcMar>
            <w:left w:w="0" w:type="dxa"/>
            <w:right w:w="0" w:type="dxa"/>
          </w:tcMar>
          <w:vAlign w:val="bottom"/>
        </w:tcPr>
        <w:p w14:paraId="1CB1E0C6" w14:textId="1BD74C6F"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792874B1" w14:textId="77777777" w:rsidR="009E09A4" w:rsidRDefault="009E09A4" w:rsidP="00A46E9A">
          <w:pPr>
            <w:pStyle w:val="Zpatvlevo"/>
          </w:pPr>
        </w:p>
        <w:p w14:paraId="071F2E87" w14:textId="1E01AE9E" w:rsidR="009E09A4" w:rsidRDefault="009E09A4" w:rsidP="00A46E9A">
          <w:pPr>
            <w:pStyle w:val="Zpatvlevo"/>
          </w:pPr>
          <w:r w:rsidRPr="00F52075">
            <w:t>Rekonstrukce traťového úseku Bílina (včetně) – Most (mimo)</w:t>
          </w:r>
        </w:p>
        <w:p w14:paraId="41809DF7" w14:textId="79A697EC" w:rsidR="009E09A4" w:rsidRPr="00BD0C4A" w:rsidRDefault="009E09A4"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9E09A4" w:rsidRPr="00BD0C4A" w:rsidRDefault="009E09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5A435C4A" w14:textId="77777777" w:rsidTr="00BD0C4A">
      <w:trPr>
        <w:trHeight w:val="247"/>
      </w:trPr>
      <w:tc>
        <w:tcPr>
          <w:tcW w:w="907" w:type="dxa"/>
          <w:tcMar>
            <w:left w:w="0" w:type="dxa"/>
            <w:right w:w="0" w:type="dxa"/>
          </w:tcMar>
          <w:vAlign w:val="bottom"/>
        </w:tcPr>
        <w:p w14:paraId="00079BD3" w14:textId="71DEA636"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F1A16E" w14:textId="77777777" w:rsidR="009E09A4" w:rsidRDefault="009E09A4" w:rsidP="00BD0C4A">
          <w:pPr>
            <w:pStyle w:val="Zpatvlevo"/>
          </w:pPr>
          <w:r>
            <w:t>Příloha č. 4</w:t>
          </w:r>
        </w:p>
        <w:p w14:paraId="56CACBA4" w14:textId="7F6080FF" w:rsidR="009E09A4" w:rsidRPr="00BD0C4A" w:rsidRDefault="00505ECA" w:rsidP="00BD0C4A">
          <w:pPr>
            <w:pStyle w:val="Zpatvlevo"/>
          </w:pPr>
          <w:r w:rsidRPr="00F52075">
            <w:t>„Rekonstrukce traťového úseku Bílina (včetně) – Most (mimo)“</w:t>
          </w:r>
        </w:p>
        <w:p w14:paraId="3CF33BA1" w14:textId="288B95E1" w:rsidR="009E09A4" w:rsidRPr="00BD0C4A" w:rsidRDefault="009E09A4" w:rsidP="00A46E9A">
          <w:pPr>
            <w:pStyle w:val="Zpatvlevo"/>
          </w:pPr>
          <w:r w:rsidRPr="00BD0C4A">
            <w:t xml:space="preserve">Smlouva o dílo na </w:t>
          </w:r>
          <w:r>
            <w:t>Dokumentaci pro územní řízení (</w:t>
          </w:r>
          <w:r w:rsidRPr="00BD0C4A">
            <w:t>DUR)</w:t>
          </w:r>
        </w:p>
      </w:tc>
    </w:tr>
  </w:tbl>
  <w:p w14:paraId="653863B0" w14:textId="77777777" w:rsidR="009E09A4" w:rsidRPr="00BD0C4A" w:rsidRDefault="009E09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E09A4" w:rsidRPr="009E09BE" w14:paraId="285134AE" w14:textId="77777777" w:rsidTr="00505ECA">
      <w:tc>
        <w:tcPr>
          <w:tcW w:w="7797" w:type="dxa"/>
          <w:vAlign w:val="bottom"/>
        </w:tcPr>
        <w:p w14:paraId="462566F6" w14:textId="77777777" w:rsidR="009E09A4" w:rsidRDefault="009E09A4" w:rsidP="00BD0C4A">
          <w:pPr>
            <w:pStyle w:val="Zpatvpravo"/>
          </w:pPr>
          <w:r>
            <w:t>Příloha č. 4</w:t>
          </w:r>
        </w:p>
        <w:p w14:paraId="23EBB613" w14:textId="2EE9BA3B" w:rsidR="009E09A4" w:rsidRPr="00BD0C4A" w:rsidRDefault="00505ECA" w:rsidP="00BD0C4A">
          <w:pPr>
            <w:pStyle w:val="Zpatvpravo"/>
          </w:pPr>
          <w:r w:rsidRPr="00F52075">
            <w:t>„Rekonstrukce traťového úseku Bílina (včetně) – Most (mimo)“</w:t>
          </w:r>
        </w:p>
        <w:p w14:paraId="24B4AE0D" w14:textId="77777777" w:rsidR="009E09A4" w:rsidRPr="00BD0C4A" w:rsidRDefault="009E09A4" w:rsidP="00BD0C4A">
          <w:pPr>
            <w:pStyle w:val="Zpatvpravo"/>
          </w:pPr>
          <w:r w:rsidRPr="00BD0C4A">
            <w:t>Sml</w:t>
          </w:r>
          <w:r>
            <w:t>ouva o dílo na</w:t>
          </w:r>
          <w:r w:rsidRPr="00BD0C4A">
            <w:t xml:space="preserve"> Do</w:t>
          </w:r>
          <w:r>
            <w:t>kumentaci pro územní řízení (</w:t>
          </w:r>
          <w:r w:rsidRPr="00BD0C4A">
            <w:t>DUR)</w:t>
          </w:r>
        </w:p>
      </w:tc>
      <w:tc>
        <w:tcPr>
          <w:tcW w:w="935" w:type="dxa"/>
          <w:vAlign w:val="bottom"/>
        </w:tcPr>
        <w:p w14:paraId="4285F693" w14:textId="3C33AAAB"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3</w:t>
          </w:r>
          <w:r w:rsidRPr="007145F3">
            <w:rPr>
              <w:b/>
              <w:noProof/>
              <w:color w:val="FF5200" w:themeColor="accent2"/>
              <w:sz w:val="14"/>
              <w:szCs w:val="14"/>
            </w:rPr>
            <w:fldChar w:fldCharType="end"/>
          </w:r>
        </w:p>
      </w:tc>
    </w:tr>
  </w:tbl>
  <w:p w14:paraId="4E5EB16E" w14:textId="77777777" w:rsidR="009E09A4" w:rsidRPr="00B8518B" w:rsidRDefault="009E09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52BDB731" w14:textId="77777777" w:rsidTr="00BD0C4A">
      <w:trPr>
        <w:trHeight w:val="247"/>
      </w:trPr>
      <w:tc>
        <w:tcPr>
          <w:tcW w:w="907" w:type="dxa"/>
          <w:tcMar>
            <w:left w:w="0" w:type="dxa"/>
            <w:right w:w="0" w:type="dxa"/>
          </w:tcMar>
          <w:vAlign w:val="bottom"/>
        </w:tcPr>
        <w:p w14:paraId="34D62F99"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CBF99" w14:textId="77777777" w:rsidR="009E09A4" w:rsidRDefault="009E09A4" w:rsidP="00BD0C4A">
          <w:pPr>
            <w:pStyle w:val="Zpatvlevo"/>
          </w:pPr>
          <w:r>
            <w:t>Příloha č. 5</w:t>
          </w:r>
        </w:p>
        <w:p w14:paraId="707F2134"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5829B2D0" w14:textId="77777777" w:rsidR="009E09A4" w:rsidRPr="00BD0C4A" w:rsidRDefault="009E09A4" w:rsidP="00BD0C4A">
          <w:pPr>
            <w:pStyle w:val="Zpatvlevo"/>
          </w:pPr>
          <w:r w:rsidRPr="00BD0C4A">
            <w:t>Smlouva o dílo na Záměru projektu a Dokumentace pro územní řízení (ZP+DUR)</w:t>
          </w:r>
        </w:p>
      </w:tc>
    </w:tr>
  </w:tbl>
  <w:p w14:paraId="5329C6A4" w14:textId="77777777" w:rsidR="009E09A4" w:rsidRPr="00BD0C4A" w:rsidRDefault="009E09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5D845999" w14:textId="77777777" w:rsidTr="00BD0C4A">
      <w:tc>
        <w:tcPr>
          <w:tcW w:w="7873" w:type="dxa"/>
          <w:vAlign w:val="bottom"/>
        </w:tcPr>
        <w:p w14:paraId="61CFB5B3" w14:textId="77777777" w:rsidR="009E09A4" w:rsidRDefault="009E09A4" w:rsidP="00BD0C4A">
          <w:pPr>
            <w:pStyle w:val="Zpatvpravo"/>
          </w:pPr>
          <w:r>
            <w:t>Příloha č. 5</w:t>
          </w:r>
        </w:p>
        <w:p w14:paraId="787A7129" w14:textId="2FED66AD" w:rsidR="009E09A4" w:rsidRPr="00BD0C4A" w:rsidRDefault="00505ECA" w:rsidP="00BD0C4A">
          <w:pPr>
            <w:pStyle w:val="Zpatvpravo"/>
          </w:pPr>
          <w:r w:rsidRPr="00F52075">
            <w:t>„Rekonstrukce traťového úseku Bílina (včetně) – Most (mimo)“</w:t>
          </w:r>
        </w:p>
        <w:p w14:paraId="0C5429A2" w14:textId="77777777" w:rsidR="009E09A4" w:rsidRPr="00BD0C4A" w:rsidRDefault="009E09A4"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28AF915B"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396E2AF5" w14:textId="77777777" w:rsidR="009E09A4" w:rsidRPr="00B8518B" w:rsidRDefault="009E09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638446F6" w14:textId="77777777" w:rsidTr="00BD0C4A">
      <w:trPr>
        <w:trHeight w:val="247"/>
      </w:trPr>
      <w:tc>
        <w:tcPr>
          <w:tcW w:w="907" w:type="dxa"/>
          <w:tcMar>
            <w:left w:w="0" w:type="dxa"/>
            <w:right w:w="0" w:type="dxa"/>
          </w:tcMar>
          <w:vAlign w:val="bottom"/>
        </w:tcPr>
        <w:p w14:paraId="3A0C2C75" w14:textId="575D2DE6"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001248EB" w14:textId="77777777" w:rsidR="009E09A4" w:rsidRDefault="009E09A4" w:rsidP="00BD0C4A">
          <w:pPr>
            <w:pStyle w:val="Zpatvlevo"/>
          </w:pPr>
          <w:r>
            <w:t>Příloha č. 6</w:t>
          </w:r>
        </w:p>
        <w:p w14:paraId="58840CA0" w14:textId="5C6A0261" w:rsidR="009E09A4" w:rsidRPr="00BD0C4A" w:rsidRDefault="00505ECA" w:rsidP="00BD0C4A">
          <w:pPr>
            <w:pStyle w:val="Zpatvlevo"/>
          </w:pPr>
          <w:r w:rsidRPr="00F52075">
            <w:t>„Rekonstrukce traťového úseku Bílina (včetně) – Most (mimo)“</w:t>
          </w:r>
        </w:p>
        <w:p w14:paraId="5CE54B3D" w14:textId="77777777" w:rsidR="009E09A4" w:rsidRPr="00BD0C4A" w:rsidRDefault="009E09A4" w:rsidP="00DA1B9F">
          <w:pPr>
            <w:pStyle w:val="Zpatvlevo"/>
          </w:pPr>
          <w:r w:rsidRPr="00BD0C4A">
            <w:t>Smlouva o dílo na Do</w:t>
          </w:r>
          <w:r>
            <w:t>kumentace pro územní řízení (</w:t>
          </w:r>
          <w:r w:rsidRPr="00BD0C4A">
            <w:t>DUR)</w:t>
          </w:r>
        </w:p>
      </w:tc>
    </w:tr>
  </w:tbl>
  <w:p w14:paraId="64A34978" w14:textId="77777777" w:rsidR="009E09A4" w:rsidRPr="00BD0C4A" w:rsidRDefault="009E09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51C1052E" w14:textId="77777777" w:rsidTr="00BD0C4A">
      <w:tc>
        <w:tcPr>
          <w:tcW w:w="7873" w:type="dxa"/>
          <w:vAlign w:val="bottom"/>
        </w:tcPr>
        <w:p w14:paraId="15101792" w14:textId="77777777" w:rsidR="009E09A4" w:rsidRDefault="009E09A4" w:rsidP="00BD0C4A">
          <w:pPr>
            <w:pStyle w:val="Zpatvpravo"/>
          </w:pPr>
          <w:r>
            <w:t>Příloha č. 6</w:t>
          </w:r>
        </w:p>
        <w:p w14:paraId="2564FFC7" w14:textId="630C4E6C" w:rsidR="009E09A4" w:rsidRPr="00BD0C4A" w:rsidRDefault="00505ECA" w:rsidP="00BD0C4A">
          <w:pPr>
            <w:pStyle w:val="Zpatvpravo"/>
          </w:pPr>
          <w:r w:rsidRPr="00F52075">
            <w:t>„Rekonstrukce traťového úseku Bílina (včetně) – Most (mimo)“</w:t>
          </w:r>
        </w:p>
        <w:p w14:paraId="2EB53090" w14:textId="77777777" w:rsidR="009E09A4" w:rsidRPr="00BD0C4A" w:rsidRDefault="009E09A4"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6BED531C"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5</w:t>
          </w:r>
          <w:r w:rsidRPr="007145F3">
            <w:rPr>
              <w:b/>
              <w:noProof/>
              <w:color w:val="FF5200" w:themeColor="accent2"/>
              <w:sz w:val="14"/>
              <w:szCs w:val="14"/>
            </w:rPr>
            <w:fldChar w:fldCharType="end"/>
          </w:r>
        </w:p>
      </w:tc>
    </w:tr>
  </w:tbl>
  <w:p w14:paraId="74F0849C" w14:textId="77777777" w:rsidR="009E09A4" w:rsidRPr="00B8518B" w:rsidRDefault="009E09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57003FC5" w14:textId="77777777" w:rsidTr="00BD0C4A">
      <w:trPr>
        <w:trHeight w:val="247"/>
      </w:trPr>
      <w:tc>
        <w:tcPr>
          <w:tcW w:w="907" w:type="dxa"/>
          <w:tcMar>
            <w:left w:w="0" w:type="dxa"/>
            <w:right w:w="0" w:type="dxa"/>
          </w:tcMar>
          <w:vAlign w:val="bottom"/>
        </w:tcPr>
        <w:p w14:paraId="4A5F0677"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9E09A4" w:rsidRDefault="009E09A4" w:rsidP="00BD0C4A">
          <w:pPr>
            <w:pStyle w:val="Zpatvlevo"/>
          </w:pPr>
          <w:r>
            <w:t>Příloha č. 7</w:t>
          </w:r>
        </w:p>
        <w:p w14:paraId="087DF59F"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6344871D" w14:textId="77777777" w:rsidR="009E09A4" w:rsidRPr="00BD0C4A" w:rsidRDefault="009E09A4" w:rsidP="00BD0C4A">
          <w:pPr>
            <w:pStyle w:val="Zpatvlevo"/>
          </w:pPr>
          <w:r w:rsidRPr="00BD0C4A">
            <w:t>Smlouva o dílo na Záměru projektu a Dokumentace pro územní řízení (ZP+DUR)</w:t>
          </w:r>
        </w:p>
      </w:tc>
    </w:tr>
  </w:tbl>
  <w:p w14:paraId="3F9B5969" w14:textId="77777777" w:rsidR="009E09A4" w:rsidRPr="00BD0C4A" w:rsidRDefault="009E09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01E13391" w14:textId="77777777" w:rsidTr="00BD0C4A">
      <w:tc>
        <w:tcPr>
          <w:tcW w:w="7873" w:type="dxa"/>
          <w:vAlign w:val="bottom"/>
        </w:tcPr>
        <w:p w14:paraId="38CB74F7" w14:textId="77777777" w:rsidR="009E09A4" w:rsidRDefault="009E09A4" w:rsidP="00BD0C4A">
          <w:pPr>
            <w:pStyle w:val="Zpatvpravo"/>
          </w:pPr>
          <w:r>
            <w:t>Příloha č. 7</w:t>
          </w:r>
        </w:p>
        <w:p w14:paraId="7052F5E1" w14:textId="61DFC601" w:rsidR="009E09A4" w:rsidRPr="00BD0C4A" w:rsidRDefault="00505ECA" w:rsidP="00BD0C4A">
          <w:pPr>
            <w:pStyle w:val="Zpatvpravo"/>
          </w:pPr>
          <w:r w:rsidRPr="00F52075">
            <w:t>„Rekonstrukce traťového úseku Bílina (včetně) – Most (mimo)“</w:t>
          </w:r>
        </w:p>
        <w:p w14:paraId="39AFA3E3" w14:textId="77777777" w:rsidR="009E09A4" w:rsidRPr="00BD0C4A" w:rsidRDefault="009E09A4"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32CE0A8C"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9E09A4" w:rsidRPr="00B8518B" w:rsidRDefault="009E09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0625DA06" w14:textId="77777777" w:rsidTr="00BD0C4A">
      <w:trPr>
        <w:trHeight w:val="247"/>
      </w:trPr>
      <w:tc>
        <w:tcPr>
          <w:tcW w:w="907" w:type="dxa"/>
          <w:tcMar>
            <w:left w:w="0" w:type="dxa"/>
            <w:right w:w="0" w:type="dxa"/>
          </w:tcMar>
          <w:vAlign w:val="bottom"/>
        </w:tcPr>
        <w:p w14:paraId="462E5AA3"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9E09A4" w:rsidRDefault="009E09A4" w:rsidP="00BD0C4A">
          <w:pPr>
            <w:pStyle w:val="Zpatvlevo"/>
          </w:pPr>
          <w:r>
            <w:t>Příloha č. 8</w:t>
          </w:r>
        </w:p>
        <w:p w14:paraId="7BB20075"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76C88867" w14:textId="77777777" w:rsidR="009E09A4" w:rsidRPr="00BD0C4A" w:rsidRDefault="009E09A4" w:rsidP="00BD0C4A">
          <w:pPr>
            <w:pStyle w:val="Zpatvlevo"/>
          </w:pPr>
          <w:r w:rsidRPr="00BD0C4A">
            <w:t>Smlouva o dílo na Záměru projektu a Dokumentace pro územní řízení (ZP+DUR)</w:t>
          </w:r>
        </w:p>
      </w:tc>
    </w:tr>
  </w:tbl>
  <w:p w14:paraId="7529BC5E" w14:textId="77777777" w:rsidR="009E09A4" w:rsidRPr="00BD0C4A" w:rsidRDefault="009E09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3960FAE2" w14:textId="77777777" w:rsidTr="00BD0C4A">
      <w:tc>
        <w:tcPr>
          <w:tcW w:w="7873" w:type="dxa"/>
          <w:vAlign w:val="bottom"/>
        </w:tcPr>
        <w:p w14:paraId="093C1A3D" w14:textId="77777777" w:rsidR="009E09A4" w:rsidRDefault="009E09A4" w:rsidP="00BD0C4A">
          <w:pPr>
            <w:pStyle w:val="Zpatvpravo"/>
          </w:pPr>
          <w:r>
            <w:t>Příloha č. 8</w:t>
          </w:r>
        </w:p>
        <w:p w14:paraId="61C74C42" w14:textId="47BB85DB" w:rsidR="009E09A4" w:rsidRPr="00BD0C4A" w:rsidRDefault="00505ECA" w:rsidP="00BD0C4A">
          <w:pPr>
            <w:pStyle w:val="Zpatvpravo"/>
          </w:pPr>
          <w:r w:rsidRPr="00F52075">
            <w:t>„Rekonstrukce traťového úseku Bílina (včetně) – Most (mimo)“</w:t>
          </w:r>
        </w:p>
        <w:p w14:paraId="35C55F5C" w14:textId="77777777" w:rsidR="009E09A4" w:rsidRPr="00BD0C4A" w:rsidRDefault="009E09A4"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12F38C98"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9E09A4" w:rsidRPr="00B8518B" w:rsidRDefault="009E09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63FFB21C" w14:textId="77777777" w:rsidTr="00BD0C4A">
      <w:tc>
        <w:tcPr>
          <w:tcW w:w="7873" w:type="dxa"/>
          <w:vAlign w:val="bottom"/>
        </w:tcPr>
        <w:p w14:paraId="65BDD03F" w14:textId="45595D79" w:rsidR="009E09A4" w:rsidRPr="00BD0C4A" w:rsidRDefault="009E09A4" w:rsidP="00BD0C4A">
          <w:pPr>
            <w:pStyle w:val="Zpatvpravo"/>
          </w:pPr>
          <w:r w:rsidRPr="00F52075">
            <w:t>„Rekonstrukce traťového úseku Bílina (včetně) – Most (mimo)“</w:t>
          </w:r>
        </w:p>
        <w:p w14:paraId="3DEAF134" w14:textId="77777777" w:rsidR="009E09A4" w:rsidRPr="00BD0C4A" w:rsidRDefault="009E09A4"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79BB5517"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6</w:t>
          </w:r>
          <w:r w:rsidRPr="007145F3">
            <w:rPr>
              <w:b/>
              <w:noProof/>
              <w:color w:val="FF5200" w:themeColor="accent2"/>
              <w:sz w:val="14"/>
              <w:szCs w:val="14"/>
            </w:rPr>
            <w:fldChar w:fldCharType="end"/>
          </w:r>
        </w:p>
      </w:tc>
    </w:tr>
  </w:tbl>
  <w:p w14:paraId="6360CE23" w14:textId="77777777" w:rsidR="009E09A4" w:rsidRPr="00B8518B" w:rsidRDefault="009E09A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4811B7DE" w14:textId="77777777" w:rsidTr="00BD0C4A">
      <w:trPr>
        <w:trHeight w:val="247"/>
      </w:trPr>
      <w:tc>
        <w:tcPr>
          <w:tcW w:w="907" w:type="dxa"/>
          <w:tcMar>
            <w:left w:w="0" w:type="dxa"/>
            <w:right w:w="0" w:type="dxa"/>
          </w:tcMar>
          <w:vAlign w:val="bottom"/>
        </w:tcPr>
        <w:p w14:paraId="37282310"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9E09A4" w:rsidRDefault="009E09A4" w:rsidP="00BD0C4A">
          <w:pPr>
            <w:pStyle w:val="Zpatvlevo"/>
          </w:pPr>
          <w:r>
            <w:t>Příloha č. 9</w:t>
          </w:r>
        </w:p>
        <w:p w14:paraId="3EC928D5"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46305AA1" w14:textId="77777777" w:rsidR="009E09A4" w:rsidRPr="00BD0C4A" w:rsidRDefault="009E09A4" w:rsidP="00BD0C4A">
          <w:pPr>
            <w:pStyle w:val="Zpatvlevo"/>
          </w:pPr>
          <w:r w:rsidRPr="00BD0C4A">
            <w:t>Smlouva o dílo na Záměru projektu a Dokumentace pro územní řízení (ZP+DUR)</w:t>
          </w:r>
        </w:p>
      </w:tc>
    </w:tr>
  </w:tbl>
  <w:p w14:paraId="6AC79045" w14:textId="77777777" w:rsidR="009E09A4" w:rsidRPr="00BD0C4A" w:rsidRDefault="009E09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07129220" w14:textId="77777777" w:rsidTr="00BD0C4A">
      <w:tc>
        <w:tcPr>
          <w:tcW w:w="7873" w:type="dxa"/>
          <w:vAlign w:val="bottom"/>
        </w:tcPr>
        <w:p w14:paraId="024B788C" w14:textId="77777777" w:rsidR="009E09A4" w:rsidRDefault="009E09A4" w:rsidP="00BD0C4A">
          <w:pPr>
            <w:pStyle w:val="Zpatvpravo"/>
          </w:pPr>
          <w:r>
            <w:t>Příloha č. 9</w:t>
          </w:r>
        </w:p>
        <w:p w14:paraId="245C39F9" w14:textId="686F8BBB" w:rsidR="009E09A4" w:rsidRPr="00BD0C4A" w:rsidRDefault="00505ECA" w:rsidP="00BD0C4A">
          <w:pPr>
            <w:pStyle w:val="Zpatvpravo"/>
          </w:pPr>
          <w:r w:rsidRPr="00F52075">
            <w:t>„Rekonstrukce traťového úseku Bílina (včetně) – Most (mimo)“</w:t>
          </w:r>
        </w:p>
        <w:p w14:paraId="0128D842" w14:textId="386F56CF" w:rsidR="009E09A4" w:rsidRPr="00BD0C4A" w:rsidRDefault="00505ECA" w:rsidP="00A46E9A">
          <w:pPr>
            <w:pStyle w:val="Zpatvpravo"/>
          </w:pPr>
          <w:r>
            <w:t>Smlouva o dílo na</w:t>
          </w:r>
          <w:r w:rsidR="009E09A4">
            <w:t xml:space="preserve"> Dokumentaci pro územní řízení (</w:t>
          </w:r>
          <w:r w:rsidR="009E09A4" w:rsidRPr="00BD0C4A">
            <w:t>DUR)</w:t>
          </w:r>
        </w:p>
      </w:tc>
      <w:tc>
        <w:tcPr>
          <w:tcW w:w="859" w:type="dxa"/>
          <w:vAlign w:val="bottom"/>
        </w:tcPr>
        <w:p w14:paraId="16FD1B72" w14:textId="3F44C64A"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9E09A4" w:rsidRPr="00B8518B" w:rsidRDefault="009E09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22F04B7F" w14:textId="77777777" w:rsidTr="00BD0C4A">
      <w:trPr>
        <w:trHeight w:val="247"/>
      </w:trPr>
      <w:tc>
        <w:tcPr>
          <w:tcW w:w="907" w:type="dxa"/>
          <w:tcMar>
            <w:left w:w="0" w:type="dxa"/>
            <w:right w:w="0" w:type="dxa"/>
          </w:tcMar>
          <w:vAlign w:val="bottom"/>
        </w:tcPr>
        <w:p w14:paraId="615317B8"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9E09A4" w:rsidRDefault="009E09A4" w:rsidP="00BD0C4A">
          <w:pPr>
            <w:pStyle w:val="Zpatvlevo"/>
          </w:pPr>
          <w:r>
            <w:t>Příloha č. 10</w:t>
          </w:r>
        </w:p>
        <w:p w14:paraId="66D3B6B0"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63147599" w14:textId="77777777" w:rsidR="009E09A4" w:rsidRPr="00BD0C4A" w:rsidRDefault="009E09A4" w:rsidP="00BD0C4A">
          <w:pPr>
            <w:pStyle w:val="Zpatvlevo"/>
          </w:pPr>
          <w:r w:rsidRPr="00BD0C4A">
            <w:t>Smlouva o dílo na Záměru projektu a Dokumentace pro územní řízení (ZP+DUR)</w:t>
          </w:r>
        </w:p>
      </w:tc>
    </w:tr>
  </w:tbl>
  <w:p w14:paraId="778D039A" w14:textId="77777777" w:rsidR="009E09A4" w:rsidRPr="00BD0C4A" w:rsidRDefault="009E09A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7610230D" w14:textId="77777777" w:rsidTr="00BD0C4A">
      <w:tc>
        <w:tcPr>
          <w:tcW w:w="7873" w:type="dxa"/>
          <w:vAlign w:val="bottom"/>
        </w:tcPr>
        <w:p w14:paraId="05AFDE2D" w14:textId="77777777" w:rsidR="009E09A4" w:rsidRDefault="009E09A4" w:rsidP="00BD0C4A">
          <w:pPr>
            <w:pStyle w:val="Zpatvpravo"/>
          </w:pPr>
          <w:r>
            <w:t>Příloha č. 10</w:t>
          </w:r>
        </w:p>
        <w:p w14:paraId="46EB20D1" w14:textId="2E8057F1" w:rsidR="009E09A4" w:rsidRPr="00BD0C4A" w:rsidRDefault="00505ECA" w:rsidP="00BD0C4A">
          <w:pPr>
            <w:pStyle w:val="Zpatvpravo"/>
          </w:pPr>
          <w:r w:rsidRPr="00F52075">
            <w:t>„Rekonstrukce traťového úseku Bílina (včetně) – Most (mimo)“</w:t>
          </w:r>
        </w:p>
        <w:p w14:paraId="4556BBCE" w14:textId="77777777" w:rsidR="009E09A4" w:rsidRPr="00BD0C4A" w:rsidRDefault="009E09A4"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4C5D545B"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9E09A4" w:rsidRPr="00B8518B" w:rsidRDefault="009E09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4052F483" w:rsidR="009E09A4" w:rsidRPr="00B8518B" w:rsidRDefault="009E09A4" w:rsidP="00460660">
    <w:pPr>
      <w:pStyle w:val="Zpat"/>
      <w:rPr>
        <w:sz w:val="2"/>
        <w:szCs w:val="2"/>
      </w:rPr>
    </w:pPr>
  </w:p>
  <w:p w14:paraId="52BCAFBE" w14:textId="77777777" w:rsidR="009E09A4" w:rsidRPr="00B8518B" w:rsidRDefault="009E09A4" w:rsidP="00F9740F">
    <w:pPr>
      <w:pStyle w:val="Zpat"/>
      <w:rPr>
        <w:sz w:val="2"/>
        <w:szCs w:val="2"/>
      </w:rPr>
    </w:pPr>
  </w:p>
  <w:p w14:paraId="2BAEF1DA" w14:textId="77777777" w:rsidR="009E09A4" w:rsidRPr="00460660" w:rsidRDefault="009E09A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2EE7867E" w14:textId="77777777" w:rsidTr="00BD0C4A">
      <w:trPr>
        <w:trHeight w:val="247"/>
      </w:trPr>
      <w:tc>
        <w:tcPr>
          <w:tcW w:w="907" w:type="dxa"/>
          <w:tcMar>
            <w:left w:w="0" w:type="dxa"/>
            <w:right w:w="0" w:type="dxa"/>
          </w:tcMar>
          <w:vAlign w:val="bottom"/>
        </w:tcPr>
        <w:p w14:paraId="2F435E1C"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9E09A4" w:rsidRDefault="009E09A4" w:rsidP="00BD0C4A">
          <w:pPr>
            <w:pStyle w:val="Zpatvlevo"/>
          </w:pPr>
          <w:r>
            <w:t>Příloha č. 1</w:t>
          </w:r>
        </w:p>
        <w:p w14:paraId="7106DDA2"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2F7176CE" w14:textId="77777777" w:rsidR="009E09A4" w:rsidRPr="00BD0C4A" w:rsidRDefault="009E09A4" w:rsidP="00BD0C4A">
          <w:pPr>
            <w:pStyle w:val="Zpatvlevo"/>
          </w:pPr>
          <w:r w:rsidRPr="00BD0C4A">
            <w:t>Smlouva o dílo na Záměru projektu a Dokumentace pro územní řízení (ZP+DUR)</w:t>
          </w:r>
        </w:p>
      </w:tc>
    </w:tr>
  </w:tbl>
  <w:p w14:paraId="031F5875" w14:textId="77777777" w:rsidR="009E09A4" w:rsidRPr="00BD0C4A" w:rsidRDefault="009E09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55393375" w14:textId="77777777" w:rsidTr="00BD0C4A">
      <w:tc>
        <w:tcPr>
          <w:tcW w:w="7873" w:type="dxa"/>
          <w:vAlign w:val="bottom"/>
        </w:tcPr>
        <w:p w14:paraId="329DA92F" w14:textId="77777777" w:rsidR="009E09A4" w:rsidRDefault="009E09A4" w:rsidP="00BD0C4A">
          <w:pPr>
            <w:pStyle w:val="Zpatvpravo"/>
          </w:pPr>
          <w:r>
            <w:t>Příloha č. 1</w:t>
          </w:r>
        </w:p>
        <w:p w14:paraId="65704C3C" w14:textId="45CD84FF" w:rsidR="009E09A4" w:rsidRPr="00BD0C4A" w:rsidRDefault="009E09A4" w:rsidP="00BD0C4A">
          <w:pPr>
            <w:pStyle w:val="Zpatvpravo"/>
          </w:pPr>
          <w:r>
            <w:fldChar w:fldCharType="begin"/>
          </w:r>
          <w:r>
            <w:instrText xml:space="preserve"> STYLEREF  _Název_akce  \* MERGEFORMAT </w:instrText>
          </w:r>
          <w:r>
            <w:fldChar w:fldCharType="separate"/>
          </w:r>
          <w:r w:rsidR="00B5486D">
            <w:rPr>
              <w:b/>
              <w:bCs/>
              <w:noProof/>
            </w:rPr>
            <w:t>Chyba! V dokumentu není žádný text v zadaném stylu.</w:t>
          </w:r>
          <w:r>
            <w:rPr>
              <w:noProof/>
            </w:rPr>
            <w:fldChar w:fldCharType="end"/>
          </w:r>
        </w:p>
        <w:p w14:paraId="202983AC" w14:textId="77777777" w:rsidR="009E09A4" w:rsidRPr="00BD0C4A" w:rsidRDefault="009E09A4"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3BF3286C"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9E09A4" w:rsidRPr="00B8518B" w:rsidRDefault="009E09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114AA689" w14:textId="77777777" w:rsidTr="00BD0C4A">
      <w:trPr>
        <w:trHeight w:val="247"/>
      </w:trPr>
      <w:tc>
        <w:tcPr>
          <w:tcW w:w="907" w:type="dxa"/>
          <w:tcMar>
            <w:left w:w="0" w:type="dxa"/>
            <w:right w:w="0" w:type="dxa"/>
          </w:tcMar>
          <w:vAlign w:val="bottom"/>
        </w:tcPr>
        <w:p w14:paraId="7A415BB0"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9E09A4" w:rsidRDefault="009E09A4" w:rsidP="00BD0C4A">
          <w:pPr>
            <w:pStyle w:val="Zpatvlevo"/>
          </w:pPr>
          <w:r>
            <w:t>Příloha č. 2</w:t>
          </w:r>
        </w:p>
        <w:p w14:paraId="7117414E"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243145AC" w14:textId="77777777" w:rsidR="009E09A4" w:rsidRPr="00BD0C4A" w:rsidRDefault="009E09A4" w:rsidP="00BD0C4A">
          <w:pPr>
            <w:pStyle w:val="Zpatvlevo"/>
          </w:pPr>
          <w:r w:rsidRPr="00BD0C4A">
            <w:t>Smlouva o dílo na Záměru projektu a Dokumentace pro územní řízení (ZP+DUR)</w:t>
          </w:r>
        </w:p>
      </w:tc>
    </w:tr>
  </w:tbl>
  <w:p w14:paraId="77E3A172" w14:textId="77777777" w:rsidR="009E09A4" w:rsidRPr="00BD0C4A" w:rsidRDefault="009E09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176538DD" w14:textId="77777777" w:rsidTr="00BD0C4A">
      <w:tc>
        <w:tcPr>
          <w:tcW w:w="7873" w:type="dxa"/>
          <w:vAlign w:val="bottom"/>
        </w:tcPr>
        <w:p w14:paraId="37A76D19" w14:textId="77777777" w:rsidR="009E09A4" w:rsidRDefault="009E09A4" w:rsidP="00BD0C4A">
          <w:pPr>
            <w:pStyle w:val="Zpatvpravo"/>
          </w:pPr>
          <w:r>
            <w:t>Příloha č. 2</w:t>
          </w:r>
        </w:p>
        <w:p w14:paraId="2D113345" w14:textId="0D97E4CD" w:rsidR="009E09A4" w:rsidRPr="00BD0C4A" w:rsidRDefault="009E09A4" w:rsidP="00BD0C4A">
          <w:pPr>
            <w:pStyle w:val="Zpatvpravo"/>
          </w:pPr>
          <w:r>
            <w:fldChar w:fldCharType="begin"/>
          </w:r>
          <w:r>
            <w:instrText xml:space="preserve"> STYLEREF  _Název_akce  \* MERGEFORMAT </w:instrText>
          </w:r>
          <w:r>
            <w:fldChar w:fldCharType="separate"/>
          </w:r>
          <w:r w:rsidR="00B5486D">
            <w:rPr>
              <w:b/>
              <w:bCs/>
              <w:noProof/>
            </w:rPr>
            <w:t>Chyba! V dokumentu není žádný text v zadaném stylu.</w:t>
          </w:r>
          <w:r>
            <w:rPr>
              <w:noProof/>
            </w:rPr>
            <w:fldChar w:fldCharType="end"/>
          </w:r>
        </w:p>
        <w:p w14:paraId="07E8BA15" w14:textId="77777777" w:rsidR="009E09A4" w:rsidRPr="00BD0C4A" w:rsidRDefault="009E09A4" w:rsidP="00A46E9A">
          <w:pPr>
            <w:pStyle w:val="Zpatvpravo"/>
          </w:pPr>
          <w:r w:rsidRPr="00BD0C4A">
            <w:t>Smlouva o dílo na Dokumentac</w:t>
          </w:r>
          <w:r>
            <w:t>i pro územní řízení (</w:t>
          </w:r>
          <w:r w:rsidRPr="00BD0C4A">
            <w:t>DUR)</w:t>
          </w:r>
        </w:p>
      </w:tc>
      <w:tc>
        <w:tcPr>
          <w:tcW w:w="859" w:type="dxa"/>
          <w:vAlign w:val="bottom"/>
        </w:tcPr>
        <w:p w14:paraId="06376D35" w14:textId="13280612"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9E09A4" w:rsidRPr="00B8518B" w:rsidRDefault="009E09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9A4" w:rsidRPr="003462EB" w14:paraId="32AE9615" w14:textId="77777777" w:rsidTr="00BD0C4A">
      <w:trPr>
        <w:trHeight w:val="247"/>
      </w:trPr>
      <w:tc>
        <w:tcPr>
          <w:tcW w:w="907" w:type="dxa"/>
          <w:tcMar>
            <w:left w:w="0" w:type="dxa"/>
            <w:right w:w="0" w:type="dxa"/>
          </w:tcMar>
          <w:vAlign w:val="bottom"/>
        </w:tcPr>
        <w:p w14:paraId="6D8E7234" w14:textId="77777777" w:rsidR="009E09A4" w:rsidRPr="00B8518B" w:rsidRDefault="009E09A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9E09A4" w:rsidRDefault="009E09A4" w:rsidP="00BD0C4A">
          <w:pPr>
            <w:pStyle w:val="Zpatvlevo"/>
          </w:pPr>
          <w:r>
            <w:t>Příloha č. 3</w:t>
          </w:r>
        </w:p>
        <w:p w14:paraId="44D00ABE" w14:textId="77777777" w:rsidR="009E09A4" w:rsidRPr="00BD0C4A" w:rsidRDefault="00FC6949" w:rsidP="00BD0C4A">
          <w:pPr>
            <w:pStyle w:val="Zpatvlevo"/>
          </w:pPr>
          <w:fldSimple w:instr=" STYLEREF  _Název_akce  \* MERGEFORMAT ">
            <w:r w:rsidR="009E09A4">
              <w:rPr>
                <w:noProof/>
              </w:rPr>
              <w:t>„Název akce“ – přepíše se do zápatí</w:t>
            </w:r>
          </w:fldSimple>
        </w:p>
        <w:p w14:paraId="7C39062B" w14:textId="77777777" w:rsidR="009E09A4" w:rsidRPr="00BD0C4A" w:rsidRDefault="009E09A4" w:rsidP="00BD0C4A">
          <w:pPr>
            <w:pStyle w:val="Zpatvlevo"/>
          </w:pPr>
          <w:r w:rsidRPr="00BD0C4A">
            <w:t>Smlouva o dílo na Záměru projektu a Dokumentace pro územní řízení (ZP+DUR)</w:t>
          </w:r>
        </w:p>
      </w:tc>
    </w:tr>
  </w:tbl>
  <w:p w14:paraId="6EC08435" w14:textId="77777777" w:rsidR="009E09A4" w:rsidRPr="00BD0C4A" w:rsidRDefault="009E09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9A4" w:rsidRPr="009E09BE" w14:paraId="773456DD" w14:textId="77777777" w:rsidTr="00BD0C4A">
      <w:tc>
        <w:tcPr>
          <w:tcW w:w="7873" w:type="dxa"/>
          <w:vAlign w:val="bottom"/>
        </w:tcPr>
        <w:p w14:paraId="20E1E241" w14:textId="77777777" w:rsidR="009E09A4" w:rsidRDefault="009E09A4" w:rsidP="00BD0C4A">
          <w:pPr>
            <w:pStyle w:val="Zpatvpravo"/>
          </w:pPr>
          <w:r>
            <w:t>Příloha č. 3</w:t>
          </w:r>
        </w:p>
        <w:p w14:paraId="14B1A132" w14:textId="30C7D381" w:rsidR="009E09A4" w:rsidRPr="00BD0C4A" w:rsidRDefault="00505ECA" w:rsidP="00BD0C4A">
          <w:pPr>
            <w:pStyle w:val="Zpatvpravo"/>
          </w:pPr>
          <w:r w:rsidRPr="00F52075">
            <w:t>„Rekonstrukce traťového úseku Bílina (včetně) – Most (mimo)“</w:t>
          </w:r>
        </w:p>
        <w:p w14:paraId="7D81BCDF" w14:textId="77777777" w:rsidR="009E09A4" w:rsidRPr="00BD0C4A" w:rsidRDefault="009E09A4"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01B97F2F" w:rsidR="009E09A4" w:rsidRPr="009E09BE" w:rsidRDefault="009E09A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8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86D">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9E09A4" w:rsidRPr="00B8518B" w:rsidRDefault="009E09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D07C7" w14:textId="77777777" w:rsidR="004A63B4" w:rsidRDefault="004A63B4" w:rsidP="00962258">
      <w:pPr>
        <w:spacing w:after="0" w:line="240" w:lineRule="auto"/>
      </w:pPr>
      <w:r>
        <w:separator/>
      </w:r>
    </w:p>
  </w:footnote>
  <w:footnote w:type="continuationSeparator" w:id="0">
    <w:p w14:paraId="2278BA8D" w14:textId="77777777" w:rsidR="004A63B4" w:rsidRDefault="004A63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09A4" w14:paraId="6D38D1A7" w14:textId="77777777" w:rsidTr="00B22106">
      <w:trPr>
        <w:trHeight w:hRule="exact" w:val="936"/>
      </w:trPr>
      <w:tc>
        <w:tcPr>
          <w:tcW w:w="1361" w:type="dxa"/>
          <w:tcMar>
            <w:left w:w="0" w:type="dxa"/>
            <w:right w:w="0" w:type="dxa"/>
          </w:tcMar>
        </w:tcPr>
        <w:p w14:paraId="52F1DD06" w14:textId="77777777" w:rsidR="009E09A4" w:rsidRPr="00B8518B" w:rsidRDefault="009E09A4" w:rsidP="00FC6389">
          <w:pPr>
            <w:pStyle w:val="Zpat"/>
            <w:rPr>
              <w:rStyle w:val="slostrnky"/>
            </w:rPr>
          </w:pPr>
        </w:p>
      </w:tc>
      <w:tc>
        <w:tcPr>
          <w:tcW w:w="3458" w:type="dxa"/>
          <w:shd w:val="clear" w:color="auto" w:fill="auto"/>
          <w:tcMar>
            <w:left w:w="0" w:type="dxa"/>
            <w:right w:w="0" w:type="dxa"/>
          </w:tcMar>
        </w:tcPr>
        <w:p w14:paraId="23B902F4" w14:textId="77777777" w:rsidR="009E09A4" w:rsidRDefault="009E09A4"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9E09A4" w:rsidRPr="00D6163D" w:rsidRDefault="009E09A4" w:rsidP="00FC6389">
          <w:pPr>
            <w:pStyle w:val="Druhdokumentu"/>
          </w:pPr>
        </w:p>
      </w:tc>
    </w:tr>
    <w:tr w:rsidR="009E09A4" w14:paraId="2887971E" w14:textId="77777777" w:rsidTr="00B22106">
      <w:trPr>
        <w:trHeight w:hRule="exact" w:val="936"/>
      </w:trPr>
      <w:tc>
        <w:tcPr>
          <w:tcW w:w="1361" w:type="dxa"/>
          <w:tcMar>
            <w:left w:w="0" w:type="dxa"/>
            <w:right w:w="0" w:type="dxa"/>
          </w:tcMar>
        </w:tcPr>
        <w:p w14:paraId="37CFF046" w14:textId="77777777" w:rsidR="009E09A4" w:rsidRPr="00B8518B" w:rsidRDefault="009E09A4" w:rsidP="00FC6389">
          <w:pPr>
            <w:pStyle w:val="Zpat"/>
            <w:rPr>
              <w:rStyle w:val="slostrnky"/>
            </w:rPr>
          </w:pPr>
        </w:p>
      </w:tc>
      <w:tc>
        <w:tcPr>
          <w:tcW w:w="3458" w:type="dxa"/>
          <w:shd w:val="clear" w:color="auto" w:fill="auto"/>
          <w:tcMar>
            <w:left w:w="0" w:type="dxa"/>
            <w:right w:w="0" w:type="dxa"/>
          </w:tcMar>
        </w:tcPr>
        <w:p w14:paraId="3F4189F7" w14:textId="77777777" w:rsidR="009E09A4" w:rsidRDefault="009E09A4" w:rsidP="00FC6389">
          <w:pPr>
            <w:pStyle w:val="Zpat"/>
          </w:pPr>
        </w:p>
      </w:tc>
      <w:tc>
        <w:tcPr>
          <w:tcW w:w="5756" w:type="dxa"/>
          <w:shd w:val="clear" w:color="auto" w:fill="auto"/>
          <w:tcMar>
            <w:left w:w="0" w:type="dxa"/>
            <w:right w:w="0" w:type="dxa"/>
          </w:tcMar>
        </w:tcPr>
        <w:p w14:paraId="5056AF15" w14:textId="77777777" w:rsidR="009E09A4" w:rsidRPr="00D6163D" w:rsidRDefault="009E09A4" w:rsidP="00FC6389">
          <w:pPr>
            <w:pStyle w:val="Druhdokumentu"/>
          </w:pPr>
        </w:p>
      </w:tc>
    </w:tr>
  </w:tbl>
  <w:p w14:paraId="74BD0F3F" w14:textId="77777777" w:rsidR="009E09A4" w:rsidRPr="00D6163D" w:rsidRDefault="009E09A4" w:rsidP="00FC6389">
    <w:pPr>
      <w:pStyle w:val="Zhlav"/>
      <w:rPr>
        <w:sz w:val="8"/>
        <w:szCs w:val="8"/>
      </w:rPr>
    </w:pPr>
  </w:p>
  <w:p w14:paraId="13FECA51" w14:textId="77777777" w:rsidR="009E09A4" w:rsidRPr="00460660" w:rsidRDefault="009E09A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9E09A4" w:rsidRDefault="009E09A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9E09A4" w:rsidRPr="00D6163D" w:rsidRDefault="009E09A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9E09A4" w:rsidRDefault="009E09A4">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9E09A4" w:rsidRPr="00D6163D" w:rsidRDefault="009E09A4">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9E09A4" w:rsidRDefault="009E09A4">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9E09A4" w:rsidRPr="00D6163D" w:rsidRDefault="009E09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9E09A4" w:rsidRPr="00D6163D" w:rsidRDefault="009E09A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9E09A4" w:rsidRPr="00D6163D" w:rsidRDefault="009E09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9E09A4" w:rsidRPr="00D6163D" w:rsidRDefault="009E09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9E09A4" w:rsidRPr="00D6163D" w:rsidRDefault="009E09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9E09A4" w:rsidRPr="00D6163D" w:rsidRDefault="009E09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9E09A4" w:rsidRPr="00D6163D" w:rsidRDefault="009E09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9E09A4" w:rsidRDefault="009E09A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9E09A4" w:rsidRPr="00D6163D" w:rsidRDefault="009E09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9"/>
  </w:num>
  <w:num w:numId="4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509D4"/>
    <w:rsid w:val="0006588D"/>
    <w:rsid w:val="00067A5E"/>
    <w:rsid w:val="000719BB"/>
    <w:rsid w:val="00072A65"/>
    <w:rsid w:val="00072C1E"/>
    <w:rsid w:val="000B4EB8"/>
    <w:rsid w:val="000C3700"/>
    <w:rsid w:val="000C41F2"/>
    <w:rsid w:val="000D22C4"/>
    <w:rsid w:val="000D27D1"/>
    <w:rsid w:val="000E1A7F"/>
    <w:rsid w:val="00110376"/>
    <w:rsid w:val="00112864"/>
    <w:rsid w:val="00114472"/>
    <w:rsid w:val="00114988"/>
    <w:rsid w:val="00115069"/>
    <w:rsid w:val="001150F2"/>
    <w:rsid w:val="00132550"/>
    <w:rsid w:val="00143EC0"/>
    <w:rsid w:val="00153D42"/>
    <w:rsid w:val="001656A2"/>
    <w:rsid w:val="00165977"/>
    <w:rsid w:val="00170EC5"/>
    <w:rsid w:val="001747C1"/>
    <w:rsid w:val="00177D6B"/>
    <w:rsid w:val="00191F90"/>
    <w:rsid w:val="001A5B98"/>
    <w:rsid w:val="001B4E74"/>
    <w:rsid w:val="001C645F"/>
    <w:rsid w:val="001E06A2"/>
    <w:rsid w:val="001E678E"/>
    <w:rsid w:val="002038D5"/>
    <w:rsid w:val="002071BB"/>
    <w:rsid w:val="00207DF5"/>
    <w:rsid w:val="002344F6"/>
    <w:rsid w:val="00240B81"/>
    <w:rsid w:val="00247D01"/>
    <w:rsid w:val="002562FC"/>
    <w:rsid w:val="00261A5B"/>
    <w:rsid w:val="00262E5B"/>
    <w:rsid w:val="00276AFE"/>
    <w:rsid w:val="00283A8E"/>
    <w:rsid w:val="002A21B6"/>
    <w:rsid w:val="002A3B57"/>
    <w:rsid w:val="002A5468"/>
    <w:rsid w:val="002C0BF8"/>
    <w:rsid w:val="002C31BF"/>
    <w:rsid w:val="002D7FD6"/>
    <w:rsid w:val="002E0CD7"/>
    <w:rsid w:val="002E0CFB"/>
    <w:rsid w:val="002E5C7B"/>
    <w:rsid w:val="002F111C"/>
    <w:rsid w:val="002F4333"/>
    <w:rsid w:val="00325651"/>
    <w:rsid w:val="0032792A"/>
    <w:rsid w:val="00327EEF"/>
    <w:rsid w:val="0033239F"/>
    <w:rsid w:val="00333672"/>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A22C6"/>
    <w:rsid w:val="003C2919"/>
    <w:rsid w:val="003C33F2"/>
    <w:rsid w:val="003C799F"/>
    <w:rsid w:val="003D756E"/>
    <w:rsid w:val="003E420D"/>
    <w:rsid w:val="003E4C13"/>
    <w:rsid w:val="003E4E90"/>
    <w:rsid w:val="003F0FD2"/>
    <w:rsid w:val="00402338"/>
    <w:rsid w:val="004078F3"/>
    <w:rsid w:val="00427794"/>
    <w:rsid w:val="00441EE4"/>
    <w:rsid w:val="00450F07"/>
    <w:rsid w:val="00453CD3"/>
    <w:rsid w:val="0046002F"/>
    <w:rsid w:val="00460660"/>
    <w:rsid w:val="00464BA9"/>
    <w:rsid w:val="0047474F"/>
    <w:rsid w:val="00483969"/>
    <w:rsid w:val="00483F3F"/>
    <w:rsid w:val="00486107"/>
    <w:rsid w:val="00491827"/>
    <w:rsid w:val="004A63B4"/>
    <w:rsid w:val="004C4399"/>
    <w:rsid w:val="004C787C"/>
    <w:rsid w:val="004D09FB"/>
    <w:rsid w:val="004E7A1F"/>
    <w:rsid w:val="004F0093"/>
    <w:rsid w:val="004F3B82"/>
    <w:rsid w:val="004F4B9B"/>
    <w:rsid w:val="004F758C"/>
    <w:rsid w:val="00502690"/>
    <w:rsid w:val="00505ECA"/>
    <w:rsid w:val="0050666E"/>
    <w:rsid w:val="00511AB9"/>
    <w:rsid w:val="00523BB5"/>
    <w:rsid w:val="00523EA7"/>
    <w:rsid w:val="0052748A"/>
    <w:rsid w:val="005356D8"/>
    <w:rsid w:val="005406EB"/>
    <w:rsid w:val="00542F9F"/>
    <w:rsid w:val="005445D5"/>
    <w:rsid w:val="00553375"/>
    <w:rsid w:val="00555884"/>
    <w:rsid w:val="005736B7"/>
    <w:rsid w:val="00575E5A"/>
    <w:rsid w:val="00580245"/>
    <w:rsid w:val="005A06D9"/>
    <w:rsid w:val="005A1F44"/>
    <w:rsid w:val="005A3013"/>
    <w:rsid w:val="005B22F1"/>
    <w:rsid w:val="005B7C03"/>
    <w:rsid w:val="005D3647"/>
    <w:rsid w:val="005D3C39"/>
    <w:rsid w:val="005D7F1A"/>
    <w:rsid w:val="00601A8C"/>
    <w:rsid w:val="00610457"/>
    <w:rsid w:val="0061068E"/>
    <w:rsid w:val="006115D3"/>
    <w:rsid w:val="006377F7"/>
    <w:rsid w:val="00655A4E"/>
    <w:rsid w:val="0065610E"/>
    <w:rsid w:val="00660AD3"/>
    <w:rsid w:val="00670D9A"/>
    <w:rsid w:val="006776B6"/>
    <w:rsid w:val="00693150"/>
    <w:rsid w:val="006953CA"/>
    <w:rsid w:val="006A5570"/>
    <w:rsid w:val="006A689C"/>
    <w:rsid w:val="006A79E3"/>
    <w:rsid w:val="006A7CF1"/>
    <w:rsid w:val="006B3D79"/>
    <w:rsid w:val="006B6FE4"/>
    <w:rsid w:val="006C2343"/>
    <w:rsid w:val="006C442A"/>
    <w:rsid w:val="006D3D66"/>
    <w:rsid w:val="006E02E5"/>
    <w:rsid w:val="006E0578"/>
    <w:rsid w:val="006E314D"/>
    <w:rsid w:val="006E4E0B"/>
    <w:rsid w:val="00710723"/>
    <w:rsid w:val="007145F3"/>
    <w:rsid w:val="00715655"/>
    <w:rsid w:val="00723ED1"/>
    <w:rsid w:val="00740AF5"/>
    <w:rsid w:val="00740EE9"/>
    <w:rsid w:val="007427E7"/>
    <w:rsid w:val="00743525"/>
    <w:rsid w:val="00744076"/>
    <w:rsid w:val="007541A2"/>
    <w:rsid w:val="00755818"/>
    <w:rsid w:val="007616C2"/>
    <w:rsid w:val="0076286B"/>
    <w:rsid w:val="00766846"/>
    <w:rsid w:val="007731D5"/>
    <w:rsid w:val="0077673A"/>
    <w:rsid w:val="007846E1"/>
    <w:rsid w:val="007847D6"/>
    <w:rsid w:val="00794A88"/>
    <w:rsid w:val="00796283"/>
    <w:rsid w:val="007A5172"/>
    <w:rsid w:val="007A67A0"/>
    <w:rsid w:val="007A6F7A"/>
    <w:rsid w:val="007B570C"/>
    <w:rsid w:val="007D2992"/>
    <w:rsid w:val="007D5802"/>
    <w:rsid w:val="007E4A6E"/>
    <w:rsid w:val="007F56A7"/>
    <w:rsid w:val="00800851"/>
    <w:rsid w:val="00807DD0"/>
    <w:rsid w:val="00821D01"/>
    <w:rsid w:val="00826B7B"/>
    <w:rsid w:val="00846789"/>
    <w:rsid w:val="008579C7"/>
    <w:rsid w:val="00866994"/>
    <w:rsid w:val="00872362"/>
    <w:rsid w:val="008A3568"/>
    <w:rsid w:val="008B717A"/>
    <w:rsid w:val="008C50F3"/>
    <w:rsid w:val="008C7EFE"/>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78B7"/>
    <w:rsid w:val="00992D9C"/>
    <w:rsid w:val="00996CB8"/>
    <w:rsid w:val="009A0B3E"/>
    <w:rsid w:val="009B2E97"/>
    <w:rsid w:val="009B4201"/>
    <w:rsid w:val="009B4374"/>
    <w:rsid w:val="009B5146"/>
    <w:rsid w:val="009C418E"/>
    <w:rsid w:val="009C442C"/>
    <w:rsid w:val="009D66CB"/>
    <w:rsid w:val="009E07F4"/>
    <w:rsid w:val="009E09A4"/>
    <w:rsid w:val="009F0867"/>
    <w:rsid w:val="009F309B"/>
    <w:rsid w:val="009F392E"/>
    <w:rsid w:val="009F53C5"/>
    <w:rsid w:val="009F638B"/>
    <w:rsid w:val="00A0740E"/>
    <w:rsid w:val="00A21A01"/>
    <w:rsid w:val="00A24FBF"/>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466"/>
    <w:rsid w:val="00B15D0D"/>
    <w:rsid w:val="00B21D7C"/>
    <w:rsid w:val="00B22106"/>
    <w:rsid w:val="00B311C9"/>
    <w:rsid w:val="00B42F40"/>
    <w:rsid w:val="00B5431A"/>
    <w:rsid w:val="00B5486D"/>
    <w:rsid w:val="00B565CD"/>
    <w:rsid w:val="00B64294"/>
    <w:rsid w:val="00B75EE1"/>
    <w:rsid w:val="00B77481"/>
    <w:rsid w:val="00B8518B"/>
    <w:rsid w:val="00B92ABC"/>
    <w:rsid w:val="00B97CC3"/>
    <w:rsid w:val="00BC06C4"/>
    <w:rsid w:val="00BD0C4A"/>
    <w:rsid w:val="00BD7E91"/>
    <w:rsid w:val="00BD7F0D"/>
    <w:rsid w:val="00C02D0A"/>
    <w:rsid w:val="00C03A6E"/>
    <w:rsid w:val="00C21394"/>
    <w:rsid w:val="00C226C0"/>
    <w:rsid w:val="00C37459"/>
    <w:rsid w:val="00C428D3"/>
    <w:rsid w:val="00C42FE6"/>
    <w:rsid w:val="00C44F6A"/>
    <w:rsid w:val="00C45470"/>
    <w:rsid w:val="00C6198E"/>
    <w:rsid w:val="00C708EA"/>
    <w:rsid w:val="00C778A5"/>
    <w:rsid w:val="00C95162"/>
    <w:rsid w:val="00CA16B4"/>
    <w:rsid w:val="00CB4F6D"/>
    <w:rsid w:val="00CB6A37"/>
    <w:rsid w:val="00CB7684"/>
    <w:rsid w:val="00CC7060"/>
    <w:rsid w:val="00CC7C8F"/>
    <w:rsid w:val="00CD1FC4"/>
    <w:rsid w:val="00D034A0"/>
    <w:rsid w:val="00D07F5E"/>
    <w:rsid w:val="00D12117"/>
    <w:rsid w:val="00D21061"/>
    <w:rsid w:val="00D25C1E"/>
    <w:rsid w:val="00D4108E"/>
    <w:rsid w:val="00D4328E"/>
    <w:rsid w:val="00D6163D"/>
    <w:rsid w:val="00D831A3"/>
    <w:rsid w:val="00D97BE3"/>
    <w:rsid w:val="00DA1B9F"/>
    <w:rsid w:val="00DA3711"/>
    <w:rsid w:val="00DC5C01"/>
    <w:rsid w:val="00DD46F3"/>
    <w:rsid w:val="00DE56F2"/>
    <w:rsid w:val="00DF09A2"/>
    <w:rsid w:val="00DF116D"/>
    <w:rsid w:val="00DF71BD"/>
    <w:rsid w:val="00E16FF7"/>
    <w:rsid w:val="00E25392"/>
    <w:rsid w:val="00E26D68"/>
    <w:rsid w:val="00E44045"/>
    <w:rsid w:val="00E618C4"/>
    <w:rsid w:val="00E7415D"/>
    <w:rsid w:val="00E878EE"/>
    <w:rsid w:val="00E901A3"/>
    <w:rsid w:val="00EA585B"/>
    <w:rsid w:val="00EA6EC7"/>
    <w:rsid w:val="00EA7331"/>
    <w:rsid w:val="00EB104F"/>
    <w:rsid w:val="00EB46E5"/>
    <w:rsid w:val="00EC05DE"/>
    <w:rsid w:val="00ED14BD"/>
    <w:rsid w:val="00F016C7"/>
    <w:rsid w:val="00F12DEC"/>
    <w:rsid w:val="00F1715C"/>
    <w:rsid w:val="00F310F8"/>
    <w:rsid w:val="00F32CA6"/>
    <w:rsid w:val="00F35939"/>
    <w:rsid w:val="00F422D3"/>
    <w:rsid w:val="00F44922"/>
    <w:rsid w:val="00F45607"/>
    <w:rsid w:val="00F4722B"/>
    <w:rsid w:val="00F54432"/>
    <w:rsid w:val="00F568F9"/>
    <w:rsid w:val="00F62DF7"/>
    <w:rsid w:val="00F659EB"/>
    <w:rsid w:val="00F762A8"/>
    <w:rsid w:val="00F83967"/>
    <w:rsid w:val="00F861D5"/>
    <w:rsid w:val="00F86BA6"/>
    <w:rsid w:val="00F95FBD"/>
    <w:rsid w:val="00F971EE"/>
    <w:rsid w:val="00F9740F"/>
    <w:rsid w:val="00FB21D7"/>
    <w:rsid w:val="00FB39D4"/>
    <w:rsid w:val="00FB6342"/>
    <w:rsid w:val="00FC6389"/>
    <w:rsid w:val="00FC694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134D63"/>
    <w:rsid w:val="001562C4"/>
    <w:rsid w:val="001A7435"/>
    <w:rsid w:val="001E0230"/>
    <w:rsid w:val="002278B3"/>
    <w:rsid w:val="0024745B"/>
    <w:rsid w:val="002F6E8A"/>
    <w:rsid w:val="00316EFD"/>
    <w:rsid w:val="003C1A71"/>
    <w:rsid w:val="003F1A58"/>
    <w:rsid w:val="004B3219"/>
    <w:rsid w:val="00517266"/>
    <w:rsid w:val="00560E55"/>
    <w:rsid w:val="00641494"/>
    <w:rsid w:val="006B14F5"/>
    <w:rsid w:val="00780D6C"/>
    <w:rsid w:val="008939E3"/>
    <w:rsid w:val="008A687B"/>
    <w:rsid w:val="00A12559"/>
    <w:rsid w:val="00A811EE"/>
    <w:rsid w:val="00BF7E80"/>
    <w:rsid w:val="00DE431B"/>
    <w:rsid w:val="00DF450E"/>
    <w:rsid w:val="00E3790D"/>
    <w:rsid w:val="00EB2100"/>
    <w:rsid w:val="00EF0714"/>
    <w:rsid w:val="00F40093"/>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22B36F9-FBE6-40CA-813F-F5B0A746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TotalTime>
  <Pages>31</Pages>
  <Words>3807</Words>
  <Characters>22462</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3</cp:revision>
  <cp:lastPrinted>2019-03-12T14:16:00Z</cp:lastPrinted>
  <dcterms:created xsi:type="dcterms:W3CDTF">2021-03-30T11:03:00Z</dcterms:created>
  <dcterms:modified xsi:type="dcterms:W3CDTF">2021-03-30T11:25:00Z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