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5417A8" w:rsidRPr="005417A8">
        <w:rPr>
          <w:rFonts w:ascii="Verdana" w:hAnsi="Verdana"/>
          <w:b/>
          <w:sz w:val="22"/>
          <w:szCs w:val="22"/>
        </w:rPr>
        <w:t>„Běžná a havarijní údržba objektů ve správě SPS OŘ ÚL 2021-2023“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9454B"/>
    <w:rsid w:val="003C2A5A"/>
    <w:rsid w:val="004964BE"/>
    <w:rsid w:val="004F678B"/>
    <w:rsid w:val="0053691F"/>
    <w:rsid w:val="005417A8"/>
    <w:rsid w:val="005B58EC"/>
    <w:rsid w:val="00623F81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A4F0076F-ECEB-45C9-8200-0F004485E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88E7273-41B2-4A74-8AAB-1B131574D77F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B8533BD-19BE-49CA-8EDB-3C95ECA14C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CAABE1-036E-46F8-8DCC-B18AF6F8CA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128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Harvanová Radka, DiS.</cp:lastModifiedBy>
  <cp:revision>18</cp:revision>
  <dcterms:created xsi:type="dcterms:W3CDTF">2018-11-26T13:29:00Z</dcterms:created>
  <dcterms:modified xsi:type="dcterms:W3CDTF">2021-03-12T09:36:00Z</dcterms:modified>
</cp:coreProperties>
</file>