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DA21B" w14:textId="77777777"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14:paraId="6FF09D7A" w14:textId="77777777"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14:paraId="7CD64FF2" w14:textId="77777777"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14:paraId="44C5F638" w14:textId="77777777" w:rsidR="002A5385" w:rsidRPr="00CF35B2" w:rsidRDefault="002A5385" w:rsidP="001131AA">
      <w:pPr>
        <w:ind w:right="567"/>
        <w:rPr>
          <w:rFonts w:ascii="Arial" w:hAnsi="Arial" w:cs="Arial"/>
          <w:b/>
          <w:color w:val="000000"/>
          <w:sz w:val="19"/>
          <w:szCs w:val="19"/>
        </w:rPr>
      </w:pPr>
    </w:p>
    <w:p w14:paraId="79838D32" w14:textId="77777777"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14:paraId="46CCA29C" w14:textId="77777777"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14:paraId="338726CB" w14:textId="77777777"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14:paraId="62E817B4" w14:textId="77777777" w:rsidR="008C2589" w:rsidRPr="00CF35B2" w:rsidRDefault="008C2589" w:rsidP="001131AA">
      <w:pPr>
        <w:ind w:right="567"/>
        <w:rPr>
          <w:rFonts w:ascii="Arial" w:hAnsi="Arial"/>
          <w:color w:val="000000"/>
          <w:sz w:val="19"/>
          <w:szCs w:val="19"/>
        </w:rPr>
      </w:pPr>
    </w:p>
    <w:p w14:paraId="7CE24C0C" w14:textId="77777777"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14:paraId="108C6BA3" w14:textId="77777777"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14:paraId="760A08AE" w14:textId="77777777"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0C4583" w:rsidRPr="000C4583">
        <w:rPr>
          <w:rFonts w:ascii="Arial" w:eastAsia="Calibri" w:hAnsi="Arial" w:cs="Arial"/>
          <w:b/>
          <w:sz w:val="28"/>
          <w:szCs w:val="28"/>
          <w:lang w:eastAsia="en-US"/>
        </w:rPr>
        <w:t>Informační centrum SZ – Hlavní nádraží (KBOZP v realizaci)</w:t>
      </w:r>
      <w:r w:rsidRPr="00B4750A">
        <w:rPr>
          <w:rFonts w:ascii="Arial" w:eastAsia="Calibri" w:hAnsi="Arial" w:cs="Arial"/>
          <w:b/>
          <w:sz w:val="28"/>
          <w:szCs w:val="28"/>
          <w:lang w:eastAsia="en-US"/>
        </w:rPr>
        <w:t>“</w:t>
      </w:r>
    </w:p>
    <w:p w14:paraId="79FBEB73" w14:textId="77777777"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14:paraId="50849EE0" w14:textId="77777777" w:rsidR="004A6338" w:rsidRPr="00CF35B2" w:rsidRDefault="004A6338" w:rsidP="004A6338">
      <w:pPr>
        <w:spacing w:before="120" w:after="120"/>
        <w:ind w:left="540" w:right="567" w:hanging="540"/>
        <w:rPr>
          <w:rFonts w:ascii="Arial" w:hAnsi="Arial" w:cs="Arial"/>
          <w:b/>
          <w:color w:val="000000"/>
          <w:sz w:val="19"/>
          <w:szCs w:val="19"/>
        </w:rPr>
      </w:pPr>
      <w:r w:rsidRPr="00CF35B2">
        <w:rPr>
          <w:rFonts w:ascii="Arial" w:hAnsi="Arial" w:cs="Arial"/>
          <w:b/>
          <w:color w:val="000000"/>
          <w:sz w:val="19"/>
          <w:szCs w:val="19"/>
        </w:rPr>
        <w:t>1.1.</w:t>
      </w:r>
      <w:r w:rsidRPr="00CF35B2">
        <w:rPr>
          <w:rFonts w:ascii="Arial" w:hAnsi="Arial" w:cs="Arial"/>
          <w:b/>
          <w:color w:val="000000"/>
          <w:sz w:val="19"/>
          <w:szCs w:val="19"/>
        </w:rPr>
        <w:tab/>
        <w:t>Zadavatel stavby</w:t>
      </w:r>
    </w:p>
    <w:p w14:paraId="0ACFDA36" w14:textId="77777777"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14:paraId="62F2ED22"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14:paraId="1C800EF1"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14:paraId="77C9E201" w14:textId="5500FD7C"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487E9B" w:rsidRPr="00CF35B2">
        <w:rPr>
          <w:rFonts w:ascii="Arial" w:hAnsi="Arial" w:cs="Arial"/>
          <w:sz w:val="19"/>
          <w:szCs w:val="19"/>
        </w:rPr>
        <w:t>oddíl A, vložka 48384</w:t>
      </w:r>
    </w:p>
    <w:p w14:paraId="16F031E2" w14:textId="77777777" w:rsidR="004A6338" w:rsidRPr="00CF35B2" w:rsidRDefault="004A6338" w:rsidP="004A6338">
      <w:pPr>
        <w:ind w:left="540" w:right="567"/>
        <w:rPr>
          <w:rFonts w:ascii="Arial" w:hAnsi="Arial" w:cs="Arial"/>
          <w:sz w:val="19"/>
          <w:szCs w:val="19"/>
        </w:rPr>
      </w:pPr>
    </w:p>
    <w:p w14:paraId="17B665C6"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14:paraId="4B6B1906" w14:textId="77777777" w:rsidR="004A6338" w:rsidRPr="00CF35B2" w:rsidRDefault="004A6338" w:rsidP="004A6338">
      <w:pPr>
        <w:ind w:right="567" w:firstLine="540"/>
        <w:rPr>
          <w:rFonts w:ascii="Arial" w:hAnsi="Arial" w:cs="Arial"/>
          <w:color w:val="FF0000"/>
          <w:sz w:val="19"/>
          <w:szCs w:val="19"/>
        </w:rPr>
      </w:pPr>
    </w:p>
    <w:p w14:paraId="66ABC894" w14:textId="77777777"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14:paraId="673AC7F4" w14:textId="77777777"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5515D4F3" w14:textId="77777777"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14:paraId="41974B0A" w14:textId="77777777"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64269386" w14:textId="77777777"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53078B">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53078B">
        <w:rPr>
          <w:rFonts w:ascii="Arial" w:hAnsi="Arial" w:cs="Arial"/>
          <w:color w:val="000000"/>
          <w:sz w:val="19"/>
          <w:szCs w:val="19"/>
        </w:rPr>
        <w:t>………………..</w:t>
      </w:r>
      <w:r w:rsidRPr="00CF35B2">
        <w:rPr>
          <w:rFonts w:ascii="Arial" w:hAnsi="Arial" w:cs="Arial"/>
          <w:color w:val="000000"/>
          <w:sz w:val="19"/>
          <w:szCs w:val="19"/>
        </w:rPr>
        <w:t xml:space="preserve">, e-mail: </w:t>
      </w:r>
      <w:hyperlink r:id="rId8" w:history="1">
        <w:r w:rsidR="0053078B" w:rsidRPr="00A27697">
          <w:rPr>
            <w:rStyle w:val="Hypertextovodkaz"/>
            <w:rFonts w:ascii="Arial" w:hAnsi="Arial" w:cs="Arial"/>
            <w:sz w:val="19"/>
            <w:szCs w:val="19"/>
          </w:rPr>
          <w:t>............@spravazeleznic.cz</w:t>
        </w:r>
      </w:hyperlink>
    </w:p>
    <w:p w14:paraId="36F6742A" w14:textId="77777777" w:rsidR="004A6338" w:rsidRPr="00CF35B2" w:rsidRDefault="004A6338" w:rsidP="004A6338">
      <w:pPr>
        <w:suppressAutoHyphens/>
        <w:ind w:right="567"/>
        <w:rPr>
          <w:rFonts w:ascii="Arial" w:hAnsi="Arial" w:cs="Arial"/>
          <w:b/>
          <w:sz w:val="19"/>
          <w:szCs w:val="19"/>
        </w:rPr>
      </w:pPr>
    </w:p>
    <w:p w14:paraId="27D34C19" w14:textId="77777777"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14:paraId="701B1094" w14:textId="77777777"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14:paraId="5957F221" w14:textId="77777777" w:rsidR="004A6338" w:rsidRPr="00CF35B2" w:rsidRDefault="004A6338" w:rsidP="004A6338">
      <w:pPr>
        <w:suppressAutoHyphens/>
        <w:ind w:left="539" w:right="567"/>
        <w:rPr>
          <w:rFonts w:ascii="Arial" w:hAnsi="Arial" w:cs="Arial"/>
          <w:sz w:val="19"/>
          <w:szCs w:val="19"/>
        </w:rPr>
      </w:pPr>
    </w:p>
    <w:p w14:paraId="1DF0B947" w14:textId="77777777"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14:paraId="370091BD"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14:paraId="2BE3DB4D" w14:textId="77777777" w:rsidR="004A6338" w:rsidRPr="00CF35B2" w:rsidRDefault="004A6338" w:rsidP="004A6338">
      <w:pPr>
        <w:ind w:left="540" w:right="567"/>
        <w:rPr>
          <w:rFonts w:ascii="Arial" w:hAnsi="Arial" w:cs="Arial"/>
          <w:color w:val="FF0000"/>
          <w:sz w:val="19"/>
          <w:szCs w:val="19"/>
        </w:rPr>
      </w:pPr>
    </w:p>
    <w:p w14:paraId="5F60D211" w14:textId="77777777"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14:paraId="2067BFC1" w14:textId="77777777" w:rsidR="00E42DD0" w:rsidRPr="00CF35B2" w:rsidRDefault="00E42DD0" w:rsidP="006B75AA">
      <w:pPr>
        <w:spacing w:before="240" w:after="120"/>
        <w:ind w:left="540" w:right="567" w:hanging="540"/>
        <w:rPr>
          <w:rFonts w:ascii="Arial" w:hAnsi="Arial" w:cs="Arial"/>
          <w:b/>
          <w:sz w:val="19"/>
          <w:szCs w:val="19"/>
        </w:rPr>
      </w:pPr>
      <w:r w:rsidRPr="00CF35B2">
        <w:rPr>
          <w:rFonts w:ascii="Arial" w:hAnsi="Arial" w:cs="Arial"/>
          <w:b/>
          <w:color w:val="000000"/>
          <w:sz w:val="19"/>
          <w:szCs w:val="19"/>
        </w:rPr>
        <w:t>1.2.</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14:paraId="4733FFF7" w14:textId="77777777"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14:paraId="30EF910E"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14:paraId="719C9642"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14:paraId="1F3D4974"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14:paraId="0D37BB23" w14:textId="77777777" w:rsidR="004F3269" w:rsidRPr="00CF35B2" w:rsidRDefault="004F3269" w:rsidP="007B3BA7">
      <w:pPr>
        <w:ind w:right="567" w:firstLine="540"/>
        <w:rPr>
          <w:rFonts w:ascii="Arial" w:hAnsi="Arial" w:cs="Arial"/>
          <w:color w:val="000000"/>
          <w:sz w:val="19"/>
          <w:szCs w:val="19"/>
        </w:rPr>
      </w:pPr>
    </w:p>
    <w:p w14:paraId="2E12F8F2" w14:textId="77777777"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14:paraId="28E51D7A" w14:textId="77777777" w:rsidR="00B508BB" w:rsidRPr="00CF35B2" w:rsidRDefault="00B508BB" w:rsidP="007B3BA7">
      <w:pPr>
        <w:ind w:left="540" w:right="567"/>
        <w:rPr>
          <w:rFonts w:ascii="Arial" w:hAnsi="Arial" w:cs="Arial"/>
          <w:color w:val="000000"/>
          <w:sz w:val="19"/>
          <w:szCs w:val="19"/>
        </w:rPr>
      </w:pPr>
    </w:p>
    <w:p w14:paraId="78A8A8AF" w14:textId="77777777"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r w:rsidRPr="00CF35B2">
        <w:rPr>
          <w:rFonts w:ascii="Arial" w:hAnsi="Arial" w:cs="Arial"/>
          <w:color w:val="000000"/>
          <w:sz w:val="19"/>
          <w:szCs w:val="19"/>
        </w:rPr>
        <w:t xml:space="preserve">č.ú: </w:t>
      </w:r>
      <w:r w:rsidR="00BB7E70" w:rsidRPr="00CF35B2">
        <w:rPr>
          <w:rFonts w:ascii="Arial" w:hAnsi="Arial" w:cs="Arial"/>
          <w:color w:val="000000"/>
          <w:sz w:val="19"/>
          <w:szCs w:val="19"/>
        </w:rPr>
        <w:t>……………………………/……… vedený u …….………………………………</w:t>
      </w:r>
    </w:p>
    <w:p w14:paraId="795C39D5" w14:textId="77777777" w:rsidR="004F3269" w:rsidRPr="00CF35B2" w:rsidRDefault="004F3269" w:rsidP="007B3BA7">
      <w:pPr>
        <w:ind w:right="567"/>
        <w:rPr>
          <w:rFonts w:ascii="Arial" w:hAnsi="Arial" w:cs="Arial"/>
          <w:b/>
          <w:color w:val="000000"/>
          <w:sz w:val="19"/>
          <w:szCs w:val="19"/>
        </w:rPr>
      </w:pPr>
    </w:p>
    <w:p w14:paraId="62238EBF" w14:textId="77777777"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14:paraId="092824A9" w14:textId="77777777"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14:paraId="641310C1" w14:textId="77777777"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14:paraId="4A76A024" w14:textId="77777777"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14:paraId="43EA71B9" w14:textId="77777777"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14:paraId="1419AE96" w14:textId="77777777" w:rsidR="00164627" w:rsidRDefault="00164627" w:rsidP="007B3BA7">
      <w:pPr>
        <w:widowControl w:val="0"/>
        <w:ind w:left="567" w:right="567" w:hanging="27"/>
        <w:rPr>
          <w:rFonts w:ascii="Arial" w:hAnsi="Arial" w:cs="Arial"/>
          <w:color w:val="000000"/>
          <w:sz w:val="19"/>
          <w:szCs w:val="19"/>
        </w:rPr>
      </w:pPr>
    </w:p>
    <w:p w14:paraId="384B64F1" w14:textId="77777777"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14:paraId="3F6C5116" w14:textId="77777777"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14:paraId="396F832C" w14:textId="77777777"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14:paraId="06080215" w14:textId="77777777"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Jméno a příjmení …………………………………………, číslo osvědčení ……………………. , vydané </w:t>
      </w:r>
    </w:p>
    <w:p w14:paraId="7C44A3F6" w14:textId="77777777"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14:paraId="70530761" w14:textId="77777777" w:rsidR="00E743D8" w:rsidRPr="00CF35B2" w:rsidRDefault="00E743D8" w:rsidP="00E743D8">
      <w:pPr>
        <w:rPr>
          <w:rFonts w:ascii="Arial" w:hAnsi="Arial" w:cs="Arial"/>
          <w:b/>
          <w:color w:val="000000"/>
          <w:sz w:val="19"/>
          <w:szCs w:val="19"/>
        </w:rPr>
      </w:pPr>
    </w:p>
    <w:p w14:paraId="3C4F0D8C" w14:textId="77777777"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14:paraId="3FC790B2" w14:textId="77777777"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14:paraId="6606D886" w14:textId="77777777" w:rsidR="00E743D8" w:rsidRPr="00CF35B2" w:rsidRDefault="00E743D8" w:rsidP="00E743D8">
      <w:pPr>
        <w:ind w:firstLine="540"/>
        <w:rPr>
          <w:rFonts w:ascii="Arial" w:hAnsi="Arial" w:cs="Arial"/>
          <w:color w:val="000000"/>
          <w:sz w:val="19"/>
          <w:szCs w:val="19"/>
        </w:rPr>
      </w:pPr>
    </w:p>
    <w:p w14:paraId="2FAD810B" w14:textId="77777777"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14:paraId="2E3C6035" w14:textId="77777777" w:rsidR="00E42DD0" w:rsidRPr="00CF35B2" w:rsidRDefault="00E42DD0" w:rsidP="001131AA">
      <w:pPr>
        <w:ind w:left="539" w:right="567" w:hanging="539"/>
        <w:jc w:val="both"/>
        <w:rPr>
          <w:rFonts w:ascii="Arial" w:hAnsi="Arial" w:cs="Arial"/>
          <w:color w:val="000000"/>
          <w:sz w:val="19"/>
          <w:szCs w:val="19"/>
        </w:rPr>
      </w:pPr>
      <w:r w:rsidRPr="00CF35B2">
        <w:rPr>
          <w:rFonts w:ascii="Arial" w:hAnsi="Arial" w:cs="Arial"/>
          <w:b/>
          <w:color w:val="000000"/>
          <w:sz w:val="19"/>
          <w:szCs w:val="19"/>
        </w:rPr>
        <w:t>1.3.</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14:paraId="5D43A998" w14:textId="77777777"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14:paraId="07CE0BFB" w14:textId="77777777" w:rsidR="0080525F" w:rsidRPr="00CF35B2" w:rsidRDefault="00E42DD0" w:rsidP="001131AA">
      <w:pPr>
        <w:ind w:left="567" w:right="567" w:hanging="567"/>
        <w:jc w:val="both"/>
        <w:rPr>
          <w:rFonts w:ascii="Arial" w:hAnsi="Arial" w:cs="Arial"/>
          <w:color w:val="000000"/>
          <w:sz w:val="19"/>
          <w:szCs w:val="19"/>
        </w:rPr>
      </w:pPr>
      <w:r w:rsidRPr="00CF35B2">
        <w:rPr>
          <w:rFonts w:ascii="Arial" w:hAnsi="Arial" w:cs="Arial"/>
          <w:b/>
          <w:color w:val="000000"/>
          <w:sz w:val="19"/>
          <w:szCs w:val="19"/>
        </w:rPr>
        <w:t>2.1.</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14:paraId="06AE54E8" w14:textId="77777777" w:rsidR="00683011" w:rsidRPr="00CF35B2" w:rsidRDefault="00683011" w:rsidP="001131AA">
      <w:pPr>
        <w:ind w:left="851" w:right="567" w:hanging="851"/>
        <w:rPr>
          <w:rFonts w:ascii="Arial" w:hAnsi="Arial" w:cs="Arial"/>
          <w:b/>
          <w:sz w:val="19"/>
          <w:szCs w:val="19"/>
        </w:rPr>
      </w:pPr>
    </w:p>
    <w:p w14:paraId="68FC0F03" w14:textId="77777777"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317F89" w:rsidRPr="00317F89">
        <w:rPr>
          <w:rFonts w:ascii="Arial" w:hAnsi="Arial" w:cs="Arial"/>
          <w:b/>
          <w:i/>
          <w:szCs w:val="19"/>
        </w:rPr>
        <w:t>Informační centrum SZ – Hlavní nádraží (KBOZP v realizaci)</w:t>
      </w:r>
      <w:r w:rsidRPr="00317F89">
        <w:rPr>
          <w:rFonts w:ascii="Arial" w:hAnsi="Arial" w:cs="Arial"/>
          <w:b/>
          <w:i/>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14:paraId="28D8D1EA" w14:textId="77777777" w:rsidR="007971F2" w:rsidRPr="00CF35B2" w:rsidRDefault="007971F2" w:rsidP="001131AA">
      <w:pPr>
        <w:ind w:left="567" w:right="567"/>
        <w:rPr>
          <w:rFonts w:ascii="Arial" w:hAnsi="Arial" w:cs="Arial"/>
          <w:b/>
          <w:sz w:val="19"/>
          <w:szCs w:val="19"/>
        </w:rPr>
      </w:pPr>
    </w:p>
    <w:p w14:paraId="20F9C019" w14:textId="77777777"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14:paraId="284B3A80" w14:textId="77777777" w:rsidR="00407779" w:rsidRPr="00CF35B2" w:rsidRDefault="00407779"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2.2.</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14:paraId="69101BE9"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14:paraId="2A0BAA90" w14:textId="77777777"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14:paraId="1C9B25E4"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14:paraId="07094B90"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14:paraId="0AA47B7A"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14:paraId="6321B895"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1FB30DFD" w14:textId="77777777"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332C5EEE"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14:paraId="484296E5" w14:textId="77777777"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14:paraId="3DA39F24" w14:textId="77777777"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14:paraId="491CFAA6" w14:textId="77777777"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14:paraId="77C89296" w14:textId="77777777"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14:paraId="64AC6DFD"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14:paraId="46047986" w14:textId="77777777"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14:paraId="34B6D1C3" w14:textId="77777777"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14:paraId="6499F5A3" w14:textId="77777777"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14:paraId="01715937" w14:textId="77777777"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14:paraId="74785524" w14:textId="77777777"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14:paraId="47672ED4" w14:textId="77777777"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14:paraId="5C7C5DD8" w14:textId="77777777"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2A2917B7"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14:paraId="057F7EB5"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14:paraId="072C9437"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14:paraId="543EA6C5" w14:textId="77777777"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14:paraId="0290B487" w14:textId="77777777"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14:paraId="046A542C" w14:textId="77777777"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14:paraId="7E2BC724" w14:textId="77777777"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14:paraId="7083B8E3" w14:textId="77777777"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14:paraId="0858C119"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14:paraId="4FF48D76" w14:textId="77777777"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14:paraId="73E3B63D" w14:textId="77777777"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14:paraId="01D34237" w14:textId="77777777" w:rsidR="007B3BA7" w:rsidRDefault="007B3BA7" w:rsidP="007B3BA7">
      <w:pPr>
        <w:suppressAutoHyphens/>
        <w:spacing w:before="120"/>
        <w:ind w:left="1256" w:right="567"/>
        <w:jc w:val="both"/>
        <w:textAlignment w:val="auto"/>
        <w:rPr>
          <w:rFonts w:ascii="Arial" w:hAnsi="Arial" w:cs="Arial"/>
          <w:color w:val="000000"/>
          <w:sz w:val="19"/>
          <w:szCs w:val="19"/>
        </w:rPr>
      </w:pPr>
    </w:p>
    <w:p w14:paraId="209FFBCB" w14:textId="77777777" w:rsidR="00BB316D" w:rsidRDefault="00BB316D" w:rsidP="007B3BA7">
      <w:pPr>
        <w:suppressAutoHyphens/>
        <w:spacing w:before="120"/>
        <w:ind w:left="1256" w:right="567"/>
        <w:jc w:val="both"/>
        <w:textAlignment w:val="auto"/>
        <w:rPr>
          <w:rFonts w:ascii="Arial" w:hAnsi="Arial" w:cs="Arial"/>
          <w:color w:val="000000"/>
          <w:sz w:val="19"/>
          <w:szCs w:val="19"/>
        </w:rPr>
      </w:pPr>
    </w:p>
    <w:p w14:paraId="348B5CFC"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14:paraId="617B0FE7" w14:textId="77777777"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491E0163" w14:textId="77777777"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14:paraId="1F27FF18"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14:paraId="5C72042C" w14:textId="77777777"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14:paraId="1D16FEA1"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14:paraId="16331685"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14:paraId="40F3B05A" w14:textId="77777777"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1.1. této smlouvy.</w:t>
      </w:r>
    </w:p>
    <w:p w14:paraId="5FC143D6"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14:paraId="14544C1A"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14:paraId="00F82F61" w14:textId="77777777"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14:paraId="4C3E5CFA"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14:paraId="0F81BA44" w14:textId="77777777"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14:paraId="7ED380AA" w14:textId="77777777"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14:paraId="12FC0248" w14:textId="77777777"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14:paraId="68F035D5" w14:textId="77777777"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r w:rsidR="002F173A" w:rsidRPr="00CF35B2">
        <w:rPr>
          <w:rFonts w:ascii="Arial" w:hAnsi="Arial" w:cs="Arial"/>
          <w:sz w:val="19"/>
          <w:szCs w:val="19"/>
        </w:rPr>
        <w:t>vstupu(ů) na</w:t>
      </w:r>
      <w:r w:rsidRPr="00CF35B2">
        <w:rPr>
          <w:rFonts w:ascii="Arial" w:hAnsi="Arial" w:cs="Arial"/>
          <w:sz w:val="19"/>
          <w:szCs w:val="19"/>
        </w:rPr>
        <w:t xml:space="preserve"> staveniště, </w:t>
      </w:r>
    </w:p>
    <w:p w14:paraId="624E16A0"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14:paraId="68C6E7B1" w14:textId="77777777"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14:paraId="31B35CE6" w14:textId="77777777" w:rsidR="00E42DD0" w:rsidRPr="00CF35B2" w:rsidRDefault="00E42DD0" w:rsidP="001131AA">
      <w:pPr>
        <w:spacing w:before="240"/>
        <w:ind w:left="539" w:right="567" w:hanging="539"/>
        <w:jc w:val="both"/>
        <w:rPr>
          <w:rFonts w:ascii="Arial" w:hAnsi="Arial" w:cs="Arial"/>
          <w:color w:val="000000"/>
          <w:sz w:val="19"/>
          <w:szCs w:val="19"/>
        </w:rPr>
      </w:pPr>
      <w:r w:rsidRPr="00CF35B2">
        <w:rPr>
          <w:rFonts w:ascii="Arial" w:hAnsi="Arial" w:cs="Arial"/>
          <w:b/>
          <w:color w:val="000000"/>
          <w:sz w:val="19"/>
          <w:szCs w:val="19"/>
        </w:rPr>
        <w:t>3.1.</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14:paraId="48FFB719" w14:textId="77777777" w:rsidR="00DB5C1B" w:rsidRPr="00CF35B2" w:rsidRDefault="00E42DD0" w:rsidP="00625D2C">
      <w:pPr>
        <w:spacing w:before="120" w:after="120"/>
        <w:ind w:left="539" w:right="567" w:hanging="539"/>
        <w:jc w:val="both"/>
        <w:rPr>
          <w:rFonts w:ascii="Arial" w:hAnsi="Arial" w:cs="Arial"/>
          <w:sz w:val="19"/>
          <w:szCs w:val="19"/>
        </w:rPr>
      </w:pPr>
      <w:r w:rsidRPr="00CF35B2">
        <w:rPr>
          <w:rFonts w:ascii="Arial" w:hAnsi="Arial" w:cs="Arial"/>
          <w:b/>
          <w:color w:val="000000"/>
          <w:sz w:val="19"/>
          <w:szCs w:val="19"/>
        </w:rPr>
        <w:t>3.2.</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14:paraId="1520283B" w14:textId="77777777"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AA767F">
        <w:rPr>
          <w:rFonts w:ascii="Arial" w:hAnsi="Arial" w:cs="Arial"/>
          <w:color w:val="000000"/>
          <w:sz w:val="19"/>
          <w:szCs w:val="19"/>
        </w:rPr>
        <w:t xml:space="preserve"> 6419</w:t>
      </w:r>
      <w:r w:rsidR="004D44A3" w:rsidRPr="00CF35B2">
        <w:rPr>
          <w:rFonts w:ascii="Arial" w:hAnsi="Arial" w:cs="Arial"/>
          <w:color w:val="000000"/>
          <w:sz w:val="19"/>
          <w:szCs w:val="19"/>
        </w:rPr>
        <w:t>/20</w:t>
      </w:r>
      <w:r w:rsidR="004A6338">
        <w:rPr>
          <w:rFonts w:ascii="Arial" w:hAnsi="Arial" w:cs="Arial"/>
          <w:color w:val="000000"/>
          <w:sz w:val="19"/>
          <w:szCs w:val="19"/>
        </w:rPr>
        <w:t>2</w:t>
      </w:r>
      <w:r w:rsidR="00AA767F">
        <w:rPr>
          <w:rFonts w:ascii="Arial" w:hAnsi="Arial" w:cs="Arial"/>
          <w:color w:val="000000"/>
          <w:sz w:val="19"/>
          <w:szCs w:val="19"/>
        </w:rPr>
        <w:t>1</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AA767F">
        <w:rPr>
          <w:rFonts w:ascii="Arial" w:hAnsi="Arial" w:cs="Arial"/>
          <w:color w:val="000000"/>
          <w:sz w:val="19"/>
          <w:szCs w:val="19"/>
        </w:rPr>
        <w:t>10. 03. 2021</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r w:rsidR="00295596" w:rsidRPr="00CF35B2">
        <w:rPr>
          <w:rFonts w:ascii="Arial" w:hAnsi="Arial" w:cs="Arial"/>
          <w:color w:val="000000"/>
          <w:sz w:val="19"/>
          <w:szCs w:val="19"/>
        </w:rPr>
        <w:t>č.j.</w:t>
      </w:r>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14:paraId="0DB4135D" w14:textId="77777777"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14:paraId="5057858A" w14:textId="77777777"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14:paraId="48AAE629" w14:textId="77777777"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14:paraId="15588A23" w14:textId="65506EA1" w:rsidR="005A64C3" w:rsidRPr="00CA3D18" w:rsidRDefault="00407779" w:rsidP="00CA3D18">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14:paraId="00B82428" w14:textId="77777777" w:rsidR="00625D2C" w:rsidRPr="00CF35B2" w:rsidRDefault="00E42DD0" w:rsidP="00625D2C">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14:paraId="334FB1ED" w14:textId="77777777" w:rsidR="00E42DD0" w:rsidRPr="00CF35B2" w:rsidRDefault="00E42DD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14:paraId="1369AF10" w14:textId="77777777" w:rsidR="00E15370" w:rsidRPr="00CF35B2" w:rsidRDefault="00E1537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14:paraId="586DAF3F" w14:textId="77777777"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1.1. této smlouvy.</w:t>
      </w:r>
    </w:p>
    <w:p w14:paraId="02E8EF73" w14:textId="77777777" w:rsidR="00560387" w:rsidRPr="00CF35B2" w:rsidRDefault="00560387"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14:paraId="3D36CB9F" w14:textId="77777777" w:rsidR="00FB5A0B" w:rsidRPr="00CF35B2" w:rsidRDefault="00B9664C" w:rsidP="006B1021">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14:paraId="7A2E591E" w14:textId="77777777" w:rsidR="00A95E58"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9</w:t>
      </w:r>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14:paraId="5F1DDA3E" w14:textId="77777777" w:rsidR="005D297A" w:rsidRPr="00CF35B2" w:rsidRDefault="00A95E58"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14:paraId="174A7097" w14:textId="77777777" w:rsidR="00CD5411"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14:paraId="1DCE1232" w14:textId="77777777" w:rsidR="00321BA2" w:rsidRPr="00CF35B2" w:rsidRDefault="00D945EC" w:rsidP="00321BA2">
      <w:pPr>
        <w:spacing w:before="120"/>
        <w:ind w:left="540" w:right="567" w:hanging="540"/>
        <w:jc w:val="both"/>
        <w:rPr>
          <w:rFonts w:ascii="Arial" w:hAnsi="Arial" w:cs="Arial"/>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2</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14:paraId="059CCAA1" w14:textId="77777777"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14:paraId="6B163A62" w14:textId="77777777"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w:t>
      </w:r>
      <w:r w:rsidRPr="00CF35B2">
        <w:rPr>
          <w:rFonts w:ascii="Arial" w:hAnsi="Arial" w:cs="Arial"/>
          <w:color w:val="000000"/>
          <w:sz w:val="19"/>
          <w:szCs w:val="19"/>
        </w:rPr>
        <w:lastRenderedPageBreak/>
        <w:t>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14:paraId="4ECAAEC6" w14:textId="77777777"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14:paraId="509FAE6E" w14:textId="77777777"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14:paraId="18F39D43" w14:textId="77777777" w:rsidR="009561FA" w:rsidRPr="00CF35B2" w:rsidRDefault="009561FA" w:rsidP="00B920FE">
      <w:pPr>
        <w:tabs>
          <w:tab w:val="left" w:pos="540"/>
        </w:tabs>
        <w:spacing w:before="120"/>
        <w:ind w:left="539" w:right="425" w:hanging="539"/>
        <w:jc w:val="both"/>
        <w:rPr>
          <w:rFonts w:ascii="Arial" w:hAnsi="Arial" w:cs="Arial"/>
          <w:color w:val="000000"/>
          <w:sz w:val="19"/>
          <w:szCs w:val="19"/>
        </w:rPr>
      </w:pPr>
      <w:r w:rsidRPr="00CF35B2">
        <w:rPr>
          <w:rFonts w:ascii="Arial" w:hAnsi="Arial" w:cs="Arial"/>
          <w:b/>
          <w:color w:val="000000"/>
          <w:sz w:val="19"/>
          <w:szCs w:val="19"/>
        </w:rPr>
        <w:t>4.1.</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14:paraId="54E4CB03" w14:textId="77777777"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14:paraId="684D0A5A" w14:textId="77777777"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14:paraId="6E931DD9" w14:textId="77777777"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14:paraId="1CECF10A" w14:textId="77777777" w:rsidR="00CD0CB5" w:rsidRPr="00CF35B2" w:rsidRDefault="00CD0CB5" w:rsidP="006B75AA">
      <w:pPr>
        <w:tabs>
          <w:tab w:val="right" w:leader="dot" w:pos="7371"/>
        </w:tabs>
        <w:ind w:right="425"/>
        <w:rPr>
          <w:rFonts w:ascii="Arial" w:hAnsi="Arial" w:cs="Arial"/>
          <w:color w:val="000000"/>
          <w:sz w:val="19"/>
          <w:szCs w:val="19"/>
        </w:rPr>
      </w:pPr>
    </w:p>
    <w:p w14:paraId="48E7D2FE" w14:textId="77777777"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14:paraId="00962342" w14:textId="77777777" w:rsidR="00E308D7" w:rsidRPr="00CF35B2" w:rsidRDefault="00E308D7" w:rsidP="00B920FE">
      <w:pPr>
        <w:tabs>
          <w:tab w:val="right" w:leader="dot" w:pos="7371"/>
        </w:tabs>
        <w:ind w:left="142" w:right="425" w:firstLine="397"/>
        <w:rPr>
          <w:rFonts w:ascii="Arial" w:hAnsi="Arial" w:cs="Arial"/>
          <w:i/>
          <w:color w:val="000000"/>
          <w:sz w:val="19"/>
          <w:szCs w:val="19"/>
        </w:rPr>
      </w:pPr>
    </w:p>
    <w:p w14:paraId="1AD34B4F" w14:textId="77777777"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14:paraId="36FCCF3F" w14:textId="77777777"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14:paraId="1BA7760C" w14:textId="77777777" w:rsidR="00321BA2" w:rsidRPr="00CF35B2" w:rsidRDefault="00321BA2" w:rsidP="001131AA">
      <w:pPr>
        <w:tabs>
          <w:tab w:val="right" w:leader="dot" w:pos="7371"/>
        </w:tabs>
        <w:ind w:left="142" w:right="425" w:firstLine="397"/>
        <w:rPr>
          <w:rFonts w:ascii="Arial" w:hAnsi="Arial" w:cs="Arial"/>
          <w:i/>
          <w:color w:val="000000"/>
          <w:sz w:val="19"/>
          <w:szCs w:val="19"/>
        </w:rPr>
      </w:pPr>
    </w:p>
    <w:p w14:paraId="0268778A" w14:textId="77777777"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14:paraId="7CBEA00D" w14:textId="77777777"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14:paraId="380F1866" w14:textId="77777777"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r w:rsidRPr="00CF35B2">
        <w:rPr>
          <w:rFonts w:ascii="Arial" w:hAnsi="Arial" w:cs="Arial"/>
          <w:b/>
          <w:color w:val="000000"/>
          <w:sz w:val="19"/>
          <w:szCs w:val="19"/>
        </w:rPr>
        <w:t>4.2.</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14:paraId="3627CD68" w14:textId="77777777" w:rsidR="005C1D73" w:rsidRPr="00CF35B2" w:rsidRDefault="005C1D73" w:rsidP="007B3BA7">
      <w:pPr>
        <w:tabs>
          <w:tab w:val="right" w:leader="dot" w:pos="7371"/>
        </w:tabs>
        <w:ind w:left="540" w:right="567" w:hanging="540"/>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14:paraId="2FFFEC25" w14:textId="77777777"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r w:rsidRPr="00CF35B2">
        <w:rPr>
          <w:rFonts w:ascii="Arial" w:hAnsi="Arial" w:cs="Arial"/>
          <w:color w:val="000000"/>
          <w:sz w:val="19"/>
          <w:szCs w:val="19"/>
        </w:rPr>
        <w:tab/>
        <w:t>Koordinátor BOZP je povinen snížit cenu o položky uvedené v cenové nabídce koordinátora BOZP, které nebudou vykonány (méněpráce).</w:t>
      </w:r>
    </w:p>
    <w:p w14:paraId="0813075C" w14:textId="77777777"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31.03.,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14:paraId="5D0E0593" w14:textId="77777777"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14:paraId="7DF8B83B" w14:textId="77777777"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14:paraId="49C0BBD9" w14:textId="77777777"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14:paraId="01F35CF6" w14:textId="77777777"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14:paraId="7041F6C5" w14:textId="77777777"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14:paraId="2DA4E69F"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14:paraId="2A302054"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14:paraId="135503B2" w14:textId="6675434A"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CF0F9F" w:rsidRPr="00CF35B2">
        <w:rPr>
          <w:rFonts w:ascii="Arial" w:hAnsi="Arial" w:cs="Arial"/>
          <w:sz w:val="19"/>
          <w:szCs w:val="19"/>
        </w:rPr>
        <w:t>oddíl A, vložka 48384</w:t>
      </w:r>
    </w:p>
    <w:p w14:paraId="3F7B7A96" w14:textId="77777777"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14:paraId="7F1AABCC" w14:textId="77777777"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14:paraId="3D3DB31C" w14:textId="77777777"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14:paraId="030D18B6" w14:textId="77777777"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14:paraId="2879A1EF" w14:textId="77777777"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14:paraId="5D4620EC" w14:textId="77777777"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14:paraId="6669D912" w14:textId="77777777"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14:paraId="05B9717E" w14:textId="791D4947"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14:paraId="36439C1B" w14:textId="77777777"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14:paraId="5AC88D86" w14:textId="0D739B29"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B90069">
        <w:rPr>
          <w:rFonts w:ascii="Arial" w:hAnsi="Arial" w:cs="Arial"/>
          <w:b/>
          <w:sz w:val="19"/>
          <w:szCs w:val="19"/>
        </w:rPr>
        <w:t xml:space="preserve">27. 04. </w:t>
      </w:r>
      <w:bookmarkStart w:id="1" w:name="_GoBack"/>
      <w:bookmarkEnd w:id="1"/>
      <w:r w:rsidR="00B90069">
        <w:rPr>
          <w:rFonts w:ascii="Arial" w:hAnsi="Arial" w:cs="Arial"/>
          <w:b/>
          <w:sz w:val="19"/>
          <w:szCs w:val="19"/>
        </w:rPr>
        <w:t>2021</w:t>
      </w:r>
      <w:r w:rsidR="001C54D8" w:rsidRPr="00CF35B2">
        <w:rPr>
          <w:rFonts w:ascii="Arial" w:hAnsi="Arial" w:cs="Arial"/>
          <w:b/>
          <w:sz w:val="19"/>
          <w:szCs w:val="19"/>
        </w:rPr>
        <w:t>)</w:t>
      </w:r>
      <w:r w:rsidR="00B23BD3" w:rsidRPr="00CF35B2">
        <w:rPr>
          <w:rFonts w:ascii="Arial" w:hAnsi="Arial" w:cs="Arial"/>
          <w:b/>
          <w:sz w:val="19"/>
          <w:szCs w:val="19"/>
        </w:rPr>
        <w:t xml:space="preserve"> </w:t>
      </w:r>
    </w:p>
    <w:p w14:paraId="5AEA4617" w14:textId="77777777"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14:paraId="688FB639" w14:textId="77777777"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14:paraId="6C4E88B0" w14:textId="77777777"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14:paraId="1BDEBBEE" w14:textId="77777777"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14:paraId="4ADC53D4" w14:textId="77777777"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14:paraId="0188D8F7" w14:textId="77777777" w:rsidR="00641380" w:rsidRPr="00CF35B2" w:rsidRDefault="00641380" w:rsidP="0078281C">
      <w:pPr>
        <w:tabs>
          <w:tab w:val="left" w:pos="9214"/>
        </w:tabs>
        <w:ind w:right="567"/>
        <w:rPr>
          <w:rFonts w:ascii="Arial" w:hAnsi="Arial" w:cs="Arial"/>
          <w:color w:val="000000"/>
          <w:sz w:val="19"/>
          <w:szCs w:val="19"/>
        </w:rPr>
      </w:pPr>
    </w:p>
    <w:p w14:paraId="79F83340" w14:textId="77777777"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14:paraId="41D30EF2" w14:textId="77777777"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14:paraId="58F1201F" w14:textId="77777777"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14:paraId="356A26AB" w14:textId="77777777"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14:paraId="445A4D0E" w14:textId="77777777"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14:paraId="574AF13E"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14:paraId="7115CB96"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14:paraId="6C302131"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14:paraId="0D763DA1"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14:paraId="0C270177" w14:textId="77777777" w:rsidR="00B920FE" w:rsidRDefault="00B920FE" w:rsidP="0053078B">
      <w:pPr>
        <w:numPr>
          <w:ilvl w:val="1"/>
          <w:numId w:val="43"/>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14:paraId="4F6FD9A4" w14:textId="77777777" w:rsidR="0053078B" w:rsidRPr="0084774F" w:rsidRDefault="0053078B" w:rsidP="0084774F">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14:paraId="10FD5740" w14:textId="77777777" w:rsidR="0053078B" w:rsidRPr="0084774F" w:rsidRDefault="0053078B" w:rsidP="005307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14:paraId="6208F097"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14:paraId="0C02AF7E"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elektronicky, např. MS Teams, Google meet, atp.</w:t>
      </w:r>
      <w:r w:rsidRPr="0084774F">
        <w:rPr>
          <w:rFonts w:ascii="Arial" w:eastAsia="Times New Roman" w:hAnsi="Arial" w:cs="Arial"/>
          <w:sz w:val="19"/>
          <w:szCs w:val="19"/>
        </w:rPr>
        <w:t>), pokud nebude nutné, aby byly spojeny s místním šetřením.</w:t>
      </w:r>
    </w:p>
    <w:p w14:paraId="5E13380F" w14:textId="77777777"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14:paraId="225A75A3" w14:textId="77777777" w:rsidR="0053078B" w:rsidRPr="0084774F" w:rsidRDefault="0053078B" w:rsidP="0053078B">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14:paraId="035FAE0F" w14:textId="77777777"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14:paraId="08A51FA3"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14:paraId="41BB6DCE"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14:paraId="4E705D83" w14:textId="77777777"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14:paraId="47C05716"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 xml:space="preserve">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w:t>
      </w:r>
      <w:r w:rsidRPr="00CF35B2">
        <w:rPr>
          <w:rFonts w:ascii="Arial" w:hAnsi="Arial" w:cs="Arial"/>
          <w:sz w:val="19"/>
          <w:szCs w:val="19"/>
        </w:rPr>
        <w:lastRenderedPageBreak/>
        <w:t>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14:paraId="38D9C16E"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14:paraId="14DE7C05"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14:paraId="3648843D"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14:paraId="1705E963"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14:paraId="58D72A8B" w14:textId="77777777"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14:paraId="5187FD72" w14:textId="77777777"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14:paraId="6912EE48"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64C2144"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1A4F0C5"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2FB5587C"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w:t>
      </w:r>
      <w:r w:rsidRPr="00CD7D1B">
        <w:rPr>
          <w:rFonts w:ascii="Arial" w:hAnsi="Arial" w:cs="Arial"/>
          <w:sz w:val="19"/>
          <w:szCs w:val="19"/>
        </w:rPr>
        <w:lastRenderedPageBreak/>
        <w:t xml:space="preserve">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5B105940" w14:textId="77777777"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14:paraId="1D3CC72E"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14:paraId="3FB1E01D"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14:paraId="25EF9F6A"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14:paraId="74C3680B" w14:textId="77777777"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14:paraId="077B533A" w14:textId="77777777"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14:paraId="21349AD5"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14:paraId="7A24B125"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14:paraId="6CACDB7D"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3E6D3EC6"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14:paraId="000E0F38"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14:paraId="366A904A"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14:paraId="312E4286"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56BAD569"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14:paraId="589A08F7"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14:paraId="2856D42F"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14:paraId="2616CA7F"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14:paraId="53631F2F"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1CB03EFE"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14:paraId="306D65D9"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14:paraId="6FE90BEC"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lastRenderedPageBreak/>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14:paraId="5A7B519F"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14:paraId="47F72863" w14:textId="77777777"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14:paraId="6FD53FD2" w14:textId="77777777"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14:paraId="62FE3DAB"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14:paraId="4E90B5FE"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14:paraId="20A2A831"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14:paraId="1B1B2E41"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14:paraId="7CCA2DE7"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73500341"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14:paraId="5F99DD0E"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14:paraId="2CC25973" w14:textId="77777777"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14:paraId="36EE51D1" w14:textId="77777777"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6FC58BE0"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893FF1F"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14:paraId="30AF0DB9"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lastRenderedPageBreak/>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46AE344B"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4190308"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6E95FEF4" w14:textId="77777777"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14:paraId="0B62C790"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14:paraId="678E8899" w14:textId="77777777"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21B32A4"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4872AE58"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72974DF7"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14:paraId="3197016E" w14:textId="77777777"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14:paraId="091EA6D1" w14:textId="77777777"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14:paraId="77F248D5" w14:textId="77777777" w:rsidR="00E205B7" w:rsidRDefault="00E205B7" w:rsidP="00E205B7">
      <w:pPr>
        <w:ind w:right="567"/>
        <w:jc w:val="both"/>
        <w:rPr>
          <w:rFonts w:ascii="Arial" w:hAnsi="Arial"/>
          <w:color w:val="000000"/>
          <w:sz w:val="19"/>
          <w:szCs w:val="19"/>
        </w:rPr>
      </w:pPr>
    </w:p>
    <w:p w14:paraId="24E11A54" w14:textId="77777777" w:rsidR="00E205B7" w:rsidRPr="00000036" w:rsidRDefault="00E205B7" w:rsidP="00E205B7">
      <w:pPr>
        <w:spacing w:after="120"/>
        <w:jc w:val="both"/>
        <w:rPr>
          <w:rFonts w:ascii="Arial" w:hAnsi="Arial"/>
          <w:color w:val="000000"/>
          <w:sz w:val="19"/>
          <w:szCs w:val="19"/>
        </w:rPr>
      </w:pPr>
      <w:r w:rsidRPr="00000036">
        <w:rPr>
          <w:rFonts w:ascii="Arial" w:hAnsi="Arial"/>
          <w:color w:val="000000"/>
          <w:sz w:val="19"/>
          <w:szCs w:val="19"/>
        </w:rPr>
        <w:t xml:space="preserve">V Praze dne  ………………………….                              V ………….. dne………. </w:t>
      </w:r>
    </w:p>
    <w:p w14:paraId="6ABBC13C" w14:textId="77777777" w:rsidR="00E205B7" w:rsidRDefault="00E205B7" w:rsidP="00E205B7">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14:paraId="3FF107E5" w14:textId="77777777" w:rsidR="00E205B7" w:rsidRPr="00000036" w:rsidRDefault="00E205B7" w:rsidP="00E205B7">
      <w:pPr>
        <w:spacing w:before="60"/>
        <w:jc w:val="both"/>
        <w:rPr>
          <w:rFonts w:ascii="Arial" w:hAnsi="Arial"/>
          <w:b/>
          <w:color w:val="000000"/>
          <w:sz w:val="19"/>
          <w:szCs w:val="19"/>
        </w:rPr>
      </w:pPr>
    </w:p>
    <w:p w14:paraId="1CC8A1A7" w14:textId="77777777" w:rsidR="00E205B7" w:rsidRPr="00000036" w:rsidRDefault="00E205B7" w:rsidP="00E205B7">
      <w:pPr>
        <w:spacing w:before="720"/>
        <w:jc w:val="both"/>
        <w:rPr>
          <w:rFonts w:ascii="Arial" w:hAnsi="Arial"/>
          <w:color w:val="000000"/>
          <w:sz w:val="19"/>
          <w:szCs w:val="19"/>
        </w:rPr>
      </w:pPr>
      <w:r w:rsidRPr="00000036">
        <w:rPr>
          <w:rFonts w:ascii="Arial" w:hAnsi="Arial"/>
          <w:color w:val="000000"/>
          <w:sz w:val="19"/>
          <w:szCs w:val="19"/>
        </w:rPr>
        <w:t>…………………………………                                          …………………………………….</w:t>
      </w:r>
    </w:p>
    <w:p w14:paraId="57EE45C1" w14:textId="77777777" w:rsidR="00E205B7" w:rsidRPr="00000036" w:rsidRDefault="00E205B7" w:rsidP="00E205B7">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14:paraId="6AF6DEE4" w14:textId="77777777" w:rsidR="00E205B7" w:rsidRPr="00000036" w:rsidRDefault="00E205B7" w:rsidP="00E205B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14:paraId="1BD1D29B" w14:textId="77777777" w:rsidR="00F435C0" w:rsidRPr="007D6D54" w:rsidRDefault="00E205B7" w:rsidP="00E205B7">
      <w:pPr>
        <w:ind w:left="567" w:right="567" w:hanging="709"/>
        <w:jc w:val="both"/>
        <w:rPr>
          <w:rFonts w:ascii="Arial" w:hAnsi="Arial"/>
          <w:color w:val="000000"/>
          <w:sz w:val="19"/>
          <w:szCs w:val="19"/>
        </w:rPr>
      </w:pP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Stavební správa západ</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8BDB6" w14:textId="77777777" w:rsidR="00B80542" w:rsidRDefault="00B80542">
      <w:r>
        <w:separator/>
      </w:r>
    </w:p>
  </w:endnote>
  <w:endnote w:type="continuationSeparator" w:id="0">
    <w:p w14:paraId="0FA11AE5" w14:textId="77777777" w:rsidR="00B80542" w:rsidRDefault="00B8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DFEA0" w14:textId="2346441D"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B90069">
      <w:rPr>
        <w:rStyle w:val="slostrnky"/>
        <w:rFonts w:ascii="Arial" w:hAnsi="Arial" w:cs="Arial"/>
        <w:i/>
        <w:noProof/>
        <w:sz w:val="18"/>
      </w:rPr>
      <w:t>6</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B90069">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5B57C" w14:textId="77777777" w:rsidR="00D60D39" w:rsidRPr="00DE1C43" w:rsidRDefault="00D60D39" w:rsidP="00C41EE1">
    <w:pPr>
      <w:pStyle w:val="Zpat"/>
      <w:framePr w:wrap="around" w:vAnchor="text" w:hAnchor="margin" w:xAlign="center" w:y="1"/>
      <w:rPr>
        <w:rStyle w:val="slostrnky"/>
        <w:rFonts w:ascii="Arial" w:hAnsi="Arial" w:cs="Arial"/>
        <w:i/>
        <w:sz w:val="18"/>
      </w:rPr>
    </w:pPr>
  </w:p>
  <w:p w14:paraId="642025B2" w14:textId="752A010A"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B90069">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B90069">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40083" w14:textId="77777777" w:rsidR="00B80542" w:rsidRDefault="00B80542">
      <w:r>
        <w:separator/>
      </w:r>
    </w:p>
  </w:footnote>
  <w:footnote w:type="continuationSeparator" w:id="0">
    <w:p w14:paraId="16BA5C40" w14:textId="77777777" w:rsidR="00B80542" w:rsidRDefault="00B805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3640A" w14:textId="77777777" w:rsidR="001304E9" w:rsidRPr="00317F89" w:rsidRDefault="006B75AA" w:rsidP="00D228AE">
    <w:pPr>
      <w:ind w:right="567"/>
      <w:jc w:val="right"/>
      <w:rPr>
        <w:rFonts w:ascii="Arial" w:hAnsi="Arial" w:cs="Arial"/>
        <w:i/>
        <w:sz w:val="18"/>
        <w:szCs w:val="18"/>
      </w:rPr>
    </w:pPr>
    <w:r w:rsidRPr="00B4750A">
      <w:rPr>
        <w:rFonts w:ascii="Arial" w:hAnsi="Arial" w:cs="Arial"/>
        <w:i/>
        <w:sz w:val="18"/>
        <w:szCs w:val="18"/>
      </w:rPr>
      <w:t xml:space="preserve"> </w:t>
    </w:r>
    <w:r w:rsidR="00317F89" w:rsidRPr="00317F89">
      <w:rPr>
        <w:rFonts w:ascii="Arial" w:hAnsi="Arial" w:cs="Arial"/>
        <w:i/>
        <w:sz w:val="18"/>
        <w:szCs w:val="18"/>
      </w:rPr>
      <w:t>Informační centrum SZ – Hlavní nádraží (KBOZP v realizaci)</w:t>
    </w:r>
    <w:r w:rsidR="001304E9" w:rsidRPr="00966CBD">
      <w:rPr>
        <w:rFonts w:ascii="Arial" w:hAnsi="Arial" w:cs="Arial"/>
        <w:i/>
        <w:sz w:val="18"/>
        <w:szCs w:val="18"/>
      </w:rPr>
      <w:t xml:space="preserve"> </w:t>
    </w:r>
  </w:p>
  <w:p w14:paraId="2DA1A77B" w14:textId="77777777"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B4FF7" w14:textId="77777777" w:rsidR="001304E9" w:rsidRPr="001304E9" w:rsidRDefault="000C4583"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0C4583">
      <w:rPr>
        <w:rFonts w:ascii="Arial" w:hAnsi="Arial" w:cs="Arial"/>
        <w:i/>
        <w:sz w:val="18"/>
        <w:szCs w:val="16"/>
      </w:rPr>
      <w:t>Informační centrum SZ – Hlavní nádraží (KBOZP v realizaci)</w:t>
    </w:r>
    <w:r w:rsidR="001304E9" w:rsidRPr="001304E9">
      <w:rPr>
        <w:rFonts w:ascii="Arial" w:hAnsi="Arial" w:cs="Arial"/>
        <w:i/>
        <w:sz w:val="18"/>
        <w:szCs w:val="16"/>
      </w:rPr>
      <w:t xml:space="preserve"> </w:t>
    </w:r>
  </w:p>
  <w:p w14:paraId="58B78182" w14:textId="77777777"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52E"/>
    <w:rsid w:val="00096C73"/>
    <w:rsid w:val="000A014F"/>
    <w:rsid w:val="000A2F27"/>
    <w:rsid w:val="000A4038"/>
    <w:rsid w:val="000B20F9"/>
    <w:rsid w:val="000B52EF"/>
    <w:rsid w:val="000B7B48"/>
    <w:rsid w:val="000B7C25"/>
    <w:rsid w:val="000C1D30"/>
    <w:rsid w:val="000C4583"/>
    <w:rsid w:val="000C61C6"/>
    <w:rsid w:val="000D231A"/>
    <w:rsid w:val="000D2427"/>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17F89"/>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3E7F"/>
    <w:rsid w:val="00484044"/>
    <w:rsid w:val="00484B9E"/>
    <w:rsid w:val="0048507E"/>
    <w:rsid w:val="00485479"/>
    <w:rsid w:val="00487E9B"/>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56824"/>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4A2C"/>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A767F"/>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0C9"/>
    <w:rsid w:val="00B776A8"/>
    <w:rsid w:val="00B8007A"/>
    <w:rsid w:val="00B80542"/>
    <w:rsid w:val="00B8295B"/>
    <w:rsid w:val="00B8557E"/>
    <w:rsid w:val="00B855E2"/>
    <w:rsid w:val="00B90069"/>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3D18"/>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0F9F"/>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034E"/>
    <w:rsid w:val="00FB1DEF"/>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24D51D8"/>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ECB17-0D07-483C-A26D-8E4CE10B9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7069</Words>
  <Characters>41709</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48681</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14</cp:revision>
  <cp:lastPrinted>2016-11-12T12:29:00Z</cp:lastPrinted>
  <dcterms:created xsi:type="dcterms:W3CDTF">2021-02-04T13:50:00Z</dcterms:created>
  <dcterms:modified xsi:type="dcterms:W3CDTF">2021-03-10T15:32:00Z</dcterms:modified>
</cp:coreProperties>
</file>