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46639A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961EE7" w:rsidRPr="00961EE7">
        <w:rPr>
          <w:b/>
          <w:color w:val="FF5200" w:themeColor="accent2"/>
          <w:sz w:val="36"/>
          <w:szCs w:val="36"/>
        </w:rPr>
        <w:t>„Systém sledování služebních vozidel SŽ pomocí GPS 2021 - 2022</w:t>
      </w:r>
      <w:r w:rsidR="0031280B" w:rsidRPr="00961EE7">
        <w:rPr>
          <w:b/>
          <w:color w:val="FF5200" w:themeColor="accent2"/>
          <w:sz w:val="36"/>
          <w:szCs w:val="36"/>
        </w:rPr>
        <w:t>“</w:t>
      </w:r>
      <w:r w:rsidR="000128D4" w:rsidRPr="00961EE7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961EE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27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12264/2021-SŽ-GŘ-O8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75850C9" w14:textId="77777777" w:rsidR="00A661F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21FEF28" w14:textId="7401894E" w:rsidR="00A661FC" w:rsidRDefault="007279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463578" w:history="1">
            <w:r w:rsidR="00A661FC" w:rsidRPr="00777245">
              <w:rPr>
                <w:rStyle w:val="Hypertextovodkaz"/>
                <w:noProof/>
              </w:rPr>
              <w:t>Kapitola 1.</w:t>
            </w:r>
            <w:r w:rsidR="00A661F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61FC" w:rsidRPr="00777245">
              <w:rPr>
                <w:rStyle w:val="Hypertextovodkaz"/>
                <w:noProof/>
              </w:rPr>
              <w:t>Základní údaje k nabídce</w:t>
            </w:r>
            <w:r w:rsidR="00A661FC">
              <w:rPr>
                <w:noProof/>
                <w:webHidden/>
              </w:rPr>
              <w:tab/>
            </w:r>
            <w:r w:rsidR="00A661FC">
              <w:rPr>
                <w:noProof/>
                <w:webHidden/>
              </w:rPr>
              <w:fldChar w:fldCharType="begin"/>
            </w:r>
            <w:r w:rsidR="00A661FC">
              <w:rPr>
                <w:noProof/>
                <w:webHidden/>
              </w:rPr>
              <w:instrText xml:space="preserve"> PAGEREF _Toc64463578 \h </w:instrText>
            </w:r>
            <w:r w:rsidR="00A661FC">
              <w:rPr>
                <w:noProof/>
                <w:webHidden/>
              </w:rPr>
            </w:r>
            <w:r w:rsidR="00A661FC">
              <w:rPr>
                <w:noProof/>
                <w:webHidden/>
              </w:rPr>
              <w:fldChar w:fldCharType="separate"/>
            </w:r>
            <w:r w:rsidR="00A661FC">
              <w:rPr>
                <w:noProof/>
                <w:webHidden/>
              </w:rPr>
              <w:t>2</w:t>
            </w:r>
            <w:r w:rsidR="00A661FC">
              <w:rPr>
                <w:noProof/>
                <w:webHidden/>
              </w:rPr>
              <w:fldChar w:fldCharType="end"/>
            </w:r>
          </w:hyperlink>
        </w:p>
        <w:p w14:paraId="2E26BDF4" w14:textId="2CB1267D" w:rsidR="00A661FC" w:rsidRDefault="007279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463579" w:history="1">
            <w:r w:rsidR="00A661FC" w:rsidRPr="00777245">
              <w:rPr>
                <w:rStyle w:val="Hypertextovodkaz"/>
                <w:noProof/>
              </w:rPr>
              <w:t>Kapitola 2.</w:t>
            </w:r>
            <w:r w:rsidR="00A661F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61FC" w:rsidRPr="00777245">
              <w:rPr>
                <w:rStyle w:val="Hypertextovodkaz"/>
                <w:noProof/>
              </w:rPr>
              <w:t>Čestné prohlášení o splnění základní způsobilosti</w:t>
            </w:r>
            <w:r w:rsidR="00A661FC">
              <w:rPr>
                <w:noProof/>
                <w:webHidden/>
              </w:rPr>
              <w:tab/>
            </w:r>
            <w:r w:rsidR="00A661FC">
              <w:rPr>
                <w:noProof/>
                <w:webHidden/>
              </w:rPr>
              <w:fldChar w:fldCharType="begin"/>
            </w:r>
            <w:r w:rsidR="00A661FC">
              <w:rPr>
                <w:noProof/>
                <w:webHidden/>
              </w:rPr>
              <w:instrText xml:space="preserve"> PAGEREF _Toc64463579 \h </w:instrText>
            </w:r>
            <w:r w:rsidR="00A661FC">
              <w:rPr>
                <w:noProof/>
                <w:webHidden/>
              </w:rPr>
            </w:r>
            <w:r w:rsidR="00A661FC">
              <w:rPr>
                <w:noProof/>
                <w:webHidden/>
              </w:rPr>
              <w:fldChar w:fldCharType="separate"/>
            </w:r>
            <w:r w:rsidR="00A661FC">
              <w:rPr>
                <w:noProof/>
                <w:webHidden/>
              </w:rPr>
              <w:t>3</w:t>
            </w:r>
            <w:r w:rsidR="00A661FC">
              <w:rPr>
                <w:noProof/>
                <w:webHidden/>
              </w:rPr>
              <w:fldChar w:fldCharType="end"/>
            </w:r>
          </w:hyperlink>
        </w:p>
        <w:p w14:paraId="1F520D1D" w14:textId="58E765FA" w:rsidR="00A661FC" w:rsidRDefault="007279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463580" w:history="1">
            <w:r w:rsidR="00A661FC" w:rsidRPr="00777245">
              <w:rPr>
                <w:rStyle w:val="Hypertextovodkaz"/>
                <w:noProof/>
              </w:rPr>
              <w:t>Kapitola 3.</w:t>
            </w:r>
            <w:r w:rsidR="00A661F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61FC" w:rsidRPr="00777245">
              <w:rPr>
                <w:rStyle w:val="Hypertextovodkaz"/>
                <w:noProof/>
              </w:rPr>
              <w:t>Čestné prohlášení účastníka k neuzavření zakázaných dohod</w:t>
            </w:r>
            <w:r w:rsidR="00A661FC">
              <w:rPr>
                <w:noProof/>
                <w:webHidden/>
              </w:rPr>
              <w:tab/>
            </w:r>
            <w:r w:rsidR="00A661FC">
              <w:rPr>
                <w:noProof/>
                <w:webHidden/>
              </w:rPr>
              <w:fldChar w:fldCharType="begin"/>
            </w:r>
            <w:r w:rsidR="00A661FC">
              <w:rPr>
                <w:noProof/>
                <w:webHidden/>
              </w:rPr>
              <w:instrText xml:space="preserve"> PAGEREF _Toc64463580 \h </w:instrText>
            </w:r>
            <w:r w:rsidR="00A661FC">
              <w:rPr>
                <w:noProof/>
                <w:webHidden/>
              </w:rPr>
            </w:r>
            <w:r w:rsidR="00A661FC">
              <w:rPr>
                <w:noProof/>
                <w:webHidden/>
              </w:rPr>
              <w:fldChar w:fldCharType="separate"/>
            </w:r>
            <w:r w:rsidR="00A661FC">
              <w:rPr>
                <w:noProof/>
                <w:webHidden/>
              </w:rPr>
              <w:t>4</w:t>
            </w:r>
            <w:r w:rsidR="00A661FC">
              <w:rPr>
                <w:noProof/>
                <w:webHidden/>
              </w:rPr>
              <w:fldChar w:fldCharType="end"/>
            </w:r>
          </w:hyperlink>
        </w:p>
        <w:p w14:paraId="29CDD25A" w14:textId="78BB26D4" w:rsidR="00A661FC" w:rsidRDefault="0072791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4463581" w:history="1">
            <w:r w:rsidR="00A661FC" w:rsidRPr="00777245">
              <w:rPr>
                <w:rStyle w:val="Hypertextovodkaz"/>
                <w:noProof/>
              </w:rPr>
              <w:t>Kapitola 4.</w:t>
            </w:r>
            <w:r w:rsidR="00A661F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61FC" w:rsidRPr="00777245">
              <w:rPr>
                <w:rStyle w:val="Hypertextovodkaz"/>
                <w:noProof/>
              </w:rPr>
              <w:t>Čestné prohlášení o splnění technické kvalifikace</w:t>
            </w:r>
            <w:r w:rsidR="00A661FC">
              <w:rPr>
                <w:noProof/>
                <w:webHidden/>
              </w:rPr>
              <w:tab/>
            </w:r>
            <w:r w:rsidR="00A661FC">
              <w:rPr>
                <w:noProof/>
                <w:webHidden/>
              </w:rPr>
              <w:fldChar w:fldCharType="begin"/>
            </w:r>
            <w:r w:rsidR="00A661FC">
              <w:rPr>
                <w:noProof/>
                <w:webHidden/>
              </w:rPr>
              <w:instrText xml:space="preserve"> PAGEREF _Toc64463581 \h </w:instrText>
            </w:r>
            <w:r w:rsidR="00A661FC">
              <w:rPr>
                <w:noProof/>
                <w:webHidden/>
              </w:rPr>
            </w:r>
            <w:r w:rsidR="00A661FC">
              <w:rPr>
                <w:noProof/>
                <w:webHidden/>
              </w:rPr>
              <w:fldChar w:fldCharType="separate"/>
            </w:r>
            <w:r w:rsidR="00A661FC">
              <w:rPr>
                <w:noProof/>
                <w:webHidden/>
              </w:rPr>
              <w:t>5</w:t>
            </w:r>
            <w:r w:rsidR="00A661FC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446357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162DFE2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61EE7">
        <w:rPr>
          <w:rFonts w:eastAsia="Times New Roman" w:cs="Times New Roman"/>
          <w:lang w:eastAsia="cs-CZ"/>
        </w:rPr>
        <w:t xml:space="preserve">podlimitní </w:t>
      </w:r>
      <w:r w:rsidR="00961EE7" w:rsidRPr="00961EE7">
        <w:rPr>
          <w:rFonts w:eastAsia="Times New Roman" w:cs="Times New Roman"/>
          <w:lang w:eastAsia="cs-CZ"/>
        </w:rPr>
        <w:t>sektorovou veřejnou zakázku</w:t>
      </w:r>
      <w:r w:rsidRPr="00961EE7">
        <w:t>, jsou pravdivé</w:t>
      </w:r>
      <w:r w:rsidR="009771C9" w:rsidRPr="00961EE7">
        <w:t>, úplné a odpovídají skutečnosti</w:t>
      </w:r>
      <w:r w:rsidRPr="00961EE7">
        <w:t>. Účastník si je vědom důsledků</w:t>
      </w:r>
      <w:r>
        <w:t xml:space="preserve">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C0E070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37231E" w:rsidRPr="0037231E">
        <w:t xml:space="preserve">za celý předmět veřejné zakázky uvedený v čl. 3 Výzvy </w:t>
      </w:r>
      <w:r w:rsidR="0037231E">
        <w:t xml:space="preserve">k podání nabídek </w:t>
      </w:r>
      <w:r w:rsidR="0037231E" w:rsidRPr="0037231E">
        <w:t xml:space="preserve">za 20 měsíců poskytování </w:t>
      </w:r>
      <w:r w:rsidR="0037231E">
        <w:t>požadova</w:t>
      </w:r>
      <w:r w:rsidR="0037231E" w:rsidRPr="0037231E">
        <w:t>ných služeb, získaná dle čl. 11.2 Výzvy k podání nabídek.</w:t>
      </w:r>
      <w:r w:rsidR="0037231E">
        <w:t xml:space="preserve">   </w:t>
      </w:r>
      <w:r w:rsidR="0037231E" w:rsidRPr="0037231E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1FBD3C9E" w14:textId="77777777" w:rsidR="002F6006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59E806DA" w14:textId="77777777" w:rsidR="002F6006" w:rsidRDefault="002F6006" w:rsidP="00996617">
      <w:pPr>
        <w:tabs>
          <w:tab w:val="left" w:pos="7125"/>
        </w:tabs>
        <w:spacing w:after="0"/>
      </w:pPr>
    </w:p>
    <w:p w14:paraId="01A9AF5F" w14:textId="77777777" w:rsidR="002F6006" w:rsidRDefault="002F6006" w:rsidP="00996617">
      <w:pPr>
        <w:tabs>
          <w:tab w:val="left" w:pos="7125"/>
        </w:tabs>
        <w:spacing w:after="0"/>
      </w:pPr>
    </w:p>
    <w:p w14:paraId="0D6AA9E6" w14:textId="77777777" w:rsidR="002F6006" w:rsidRDefault="002F6006" w:rsidP="00996617">
      <w:pPr>
        <w:tabs>
          <w:tab w:val="left" w:pos="7125"/>
        </w:tabs>
        <w:spacing w:after="0"/>
      </w:pPr>
    </w:p>
    <w:p w14:paraId="7DA1A5C1" w14:textId="77777777" w:rsidR="002F6006" w:rsidRDefault="002F6006" w:rsidP="00996617">
      <w:pPr>
        <w:tabs>
          <w:tab w:val="left" w:pos="7125"/>
        </w:tabs>
        <w:spacing w:after="0"/>
      </w:pPr>
    </w:p>
    <w:p w14:paraId="22695D90" w14:textId="77777777" w:rsidR="002F6006" w:rsidRDefault="002F6006" w:rsidP="00996617">
      <w:pPr>
        <w:tabs>
          <w:tab w:val="left" w:pos="7125"/>
        </w:tabs>
        <w:spacing w:after="0"/>
      </w:pPr>
    </w:p>
    <w:p w14:paraId="5131D360" w14:textId="77777777" w:rsidR="002F6006" w:rsidRDefault="002F6006" w:rsidP="00996617">
      <w:pPr>
        <w:tabs>
          <w:tab w:val="left" w:pos="7125"/>
        </w:tabs>
        <w:spacing w:after="0"/>
      </w:pPr>
    </w:p>
    <w:p w14:paraId="32D56E3D" w14:textId="77777777" w:rsidR="002F6006" w:rsidRDefault="002F6006" w:rsidP="00996617">
      <w:pPr>
        <w:tabs>
          <w:tab w:val="left" w:pos="7125"/>
        </w:tabs>
        <w:spacing w:after="0"/>
      </w:pPr>
    </w:p>
    <w:p w14:paraId="5F07FC2E" w14:textId="77777777" w:rsidR="002F6006" w:rsidRDefault="002F6006" w:rsidP="00996617">
      <w:pPr>
        <w:tabs>
          <w:tab w:val="left" w:pos="7125"/>
        </w:tabs>
        <w:spacing w:after="0"/>
      </w:pPr>
    </w:p>
    <w:p w14:paraId="52D6D53F" w14:textId="77777777" w:rsidR="002F6006" w:rsidRDefault="002F6006" w:rsidP="00996617">
      <w:pPr>
        <w:tabs>
          <w:tab w:val="left" w:pos="7125"/>
        </w:tabs>
        <w:spacing w:after="0"/>
      </w:pPr>
    </w:p>
    <w:p w14:paraId="0323E535" w14:textId="77777777" w:rsidR="002F6006" w:rsidRDefault="002F6006" w:rsidP="00996617">
      <w:pPr>
        <w:tabs>
          <w:tab w:val="left" w:pos="7125"/>
        </w:tabs>
        <w:spacing w:after="0"/>
      </w:pPr>
    </w:p>
    <w:p w14:paraId="7E8DC870" w14:textId="77777777" w:rsidR="002F6006" w:rsidRDefault="002F6006" w:rsidP="00996617">
      <w:pPr>
        <w:tabs>
          <w:tab w:val="left" w:pos="7125"/>
        </w:tabs>
        <w:spacing w:after="0"/>
      </w:pPr>
    </w:p>
    <w:p w14:paraId="61FF559A" w14:textId="71699749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2791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27913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446357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446358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64463581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FC875AE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961EE7">
        <w:rPr>
          <w:rFonts w:eastAsia="Times New Roman" w:cs="Times New Roman"/>
          <w:lang w:eastAsia="cs-CZ"/>
        </w:rPr>
        <w:t xml:space="preserve">alespoň </w:t>
      </w:r>
      <w:r w:rsidR="00961EE7" w:rsidRPr="00961EE7">
        <w:rPr>
          <w:rFonts w:eastAsia="Times New Roman" w:cs="Times New Roman"/>
          <w:lang w:eastAsia="cs-CZ"/>
        </w:rPr>
        <w:t xml:space="preserve">3 významné služby definovaných v čl. 7.5 </w:t>
      </w:r>
      <w:r w:rsidR="00B87D91" w:rsidRPr="00961EE7">
        <w:rPr>
          <w:rFonts w:eastAsia="Times New Roman" w:cs="Times New Roman"/>
          <w:lang w:eastAsia="cs-CZ"/>
        </w:rPr>
        <w:t>V</w:t>
      </w:r>
      <w:r w:rsidR="00E85D44" w:rsidRPr="00961EE7">
        <w:rPr>
          <w:rFonts w:eastAsia="Times New Roman" w:cs="Times New Roman"/>
          <w:lang w:eastAsia="cs-CZ"/>
        </w:rPr>
        <w:t xml:space="preserve">ýzvy k podání nabídky </w:t>
      </w:r>
      <w:r w:rsidR="00961EE7" w:rsidRPr="00961EE7">
        <w:rPr>
          <w:rFonts w:eastAsia="Times New Roman" w:cs="Times New Roman"/>
          <w:lang w:eastAsia="cs-CZ"/>
        </w:rPr>
        <w:t>v minimální</w:t>
      </w:r>
      <w:r w:rsidR="00E85D44" w:rsidRPr="00961EE7">
        <w:rPr>
          <w:rFonts w:eastAsia="Times New Roman" w:cs="Times New Roman"/>
          <w:lang w:eastAsia="cs-CZ"/>
        </w:rPr>
        <w:t xml:space="preserve"> hodnotě </w:t>
      </w:r>
      <w:r w:rsidR="00961EE7" w:rsidRPr="00961EE7">
        <w:rPr>
          <w:rFonts w:eastAsia="Times New Roman" w:cs="Times New Roman"/>
          <w:lang w:eastAsia="cs-CZ"/>
        </w:rPr>
        <w:t>300 000,-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961EE7">
        <w:rPr>
          <w:rFonts w:eastAsia="Times New Roman" w:cs="Times New Roman"/>
          <w:lang w:eastAsia="cs-CZ"/>
        </w:rPr>
        <w:t xml:space="preserve"> za jednu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961E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961EE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961EE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961EE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961EE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961EE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961EE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61EE7" w14:paraId="47E293EE" w14:textId="77777777" w:rsidTr="00961EE7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AEE9B" w14:textId="77777777" w:rsidR="00961EE7" w:rsidRDefault="00961EE7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8055" w14:textId="77777777" w:rsidR="00961EE7" w:rsidRDefault="00961EE7" w:rsidP="00961EE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166A" w14:textId="77777777" w:rsidR="00961EE7" w:rsidRDefault="00961EE7" w:rsidP="00961EE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E308" w14:textId="77777777" w:rsidR="00961EE7" w:rsidRDefault="00961EE7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961E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961EE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961EE7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961EE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30080A76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AAADD7E" w14:textId="36FD14B3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0FB52" w14:textId="77777777" w:rsidR="00A40F50" w:rsidRDefault="00A40F50" w:rsidP="00962258">
      <w:pPr>
        <w:spacing w:after="0" w:line="240" w:lineRule="auto"/>
      </w:pPr>
      <w:r>
        <w:separator/>
      </w:r>
    </w:p>
  </w:endnote>
  <w:endnote w:type="continuationSeparator" w:id="0">
    <w:p w14:paraId="60C71760" w14:textId="77777777" w:rsidR="00A40F50" w:rsidRDefault="00A40F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61EE7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D6E9DD9" w:rsidR="00961EE7" w:rsidRPr="00B8518B" w:rsidRDefault="00961EE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9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79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961EE7" w:rsidRDefault="00961EE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961EE7" w:rsidRDefault="00961EE7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961EE7" w:rsidRDefault="00961EE7" w:rsidP="00D831A3">
          <w:pPr>
            <w:pStyle w:val="Zpat"/>
          </w:pPr>
        </w:p>
      </w:tc>
    </w:tr>
  </w:tbl>
  <w:p w14:paraId="6E617E83" w14:textId="77777777" w:rsidR="00961EE7" w:rsidRPr="00B8518B" w:rsidRDefault="00961EE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41C1A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A95D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61EE7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6E12F00C" w:rsidR="00961EE7" w:rsidRPr="00B8518B" w:rsidRDefault="00961EE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9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79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961EE7" w:rsidRDefault="00961EE7" w:rsidP="00460660">
          <w:pPr>
            <w:pStyle w:val="Zpat"/>
          </w:pPr>
          <w:r>
            <w:t>Správa železnic, státní organizace</w:t>
          </w:r>
        </w:p>
        <w:p w14:paraId="088479C8" w14:textId="77777777" w:rsidR="00961EE7" w:rsidRDefault="00961EE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961EE7" w:rsidRDefault="00961EE7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961EE7" w:rsidRDefault="00961EE7" w:rsidP="00460660">
          <w:pPr>
            <w:pStyle w:val="Zpat"/>
          </w:pPr>
          <w:r>
            <w:t>IČO: 709 94 234 DIČ: CZ 709 94 234</w:t>
          </w:r>
        </w:p>
        <w:p w14:paraId="586541E0" w14:textId="77777777" w:rsidR="00961EE7" w:rsidRDefault="00961EE7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961EE7" w:rsidRDefault="00961EE7" w:rsidP="00460660">
          <w:pPr>
            <w:pStyle w:val="Zpat"/>
          </w:pPr>
        </w:p>
      </w:tc>
    </w:tr>
  </w:tbl>
  <w:p w14:paraId="37B58295" w14:textId="77777777" w:rsidR="00961EE7" w:rsidRPr="00B8518B" w:rsidRDefault="00961EE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EB39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7993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961EE7" w:rsidRPr="00460660" w:rsidRDefault="00961EE7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61EE7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EB5435C" w:rsidR="00961EE7" w:rsidRPr="00B8518B" w:rsidRDefault="00961EE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9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791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961EE7" w:rsidRDefault="00961EE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961EE7" w:rsidRDefault="00961EE7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961EE7" w:rsidRDefault="00961EE7" w:rsidP="00460660">
          <w:pPr>
            <w:pStyle w:val="Zpat"/>
          </w:pPr>
        </w:p>
      </w:tc>
    </w:tr>
  </w:tbl>
  <w:p w14:paraId="3AAAB634" w14:textId="77777777" w:rsidR="00961EE7" w:rsidRPr="00B8518B" w:rsidRDefault="00961EE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44934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153440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961EE7" w:rsidRPr="00460660" w:rsidRDefault="00961EE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C9A4" w14:textId="77777777" w:rsidR="00A40F50" w:rsidRDefault="00A40F50" w:rsidP="00962258">
      <w:pPr>
        <w:spacing w:after="0" w:line="240" w:lineRule="auto"/>
      </w:pPr>
      <w:r>
        <w:separator/>
      </w:r>
    </w:p>
  </w:footnote>
  <w:footnote w:type="continuationSeparator" w:id="0">
    <w:p w14:paraId="0EDF6490" w14:textId="77777777" w:rsidR="00A40F50" w:rsidRDefault="00A40F5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961EE7" w:rsidRDefault="00961EE7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961EE7" w:rsidRDefault="00961EE7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961EE7" w:rsidRDefault="00961EE7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961EE7" w:rsidRPr="00D6163D" w:rsidRDefault="00961EE7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961EE7" w:rsidRPr="00460660" w:rsidRDefault="00961EE7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961EE7" w:rsidRPr="00027E55" w:rsidRDefault="00961EE7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2F6006"/>
    <w:rsid w:val="00304B06"/>
    <w:rsid w:val="0031280B"/>
    <w:rsid w:val="00321D98"/>
    <w:rsid w:val="003221F2"/>
    <w:rsid w:val="00341DCF"/>
    <w:rsid w:val="00354C5C"/>
    <w:rsid w:val="00357BC6"/>
    <w:rsid w:val="0036634F"/>
    <w:rsid w:val="0037231E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83E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27913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1EE7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40F50"/>
    <w:rsid w:val="00A6177B"/>
    <w:rsid w:val="00A66136"/>
    <w:rsid w:val="00A661FC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56DEE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069DB1EC-8300-4635-B49D-8EF4A572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D1D127-2808-4E81-BDE3-B4492F68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6</Pages>
  <Words>662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</cp:lastModifiedBy>
  <cp:revision>2</cp:revision>
  <cp:lastPrinted>2017-11-28T17:18:00Z</cp:lastPrinted>
  <dcterms:created xsi:type="dcterms:W3CDTF">2021-02-18T08:35:00Z</dcterms:created>
  <dcterms:modified xsi:type="dcterms:W3CDTF">2021-02-18T08:35:00Z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