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  <w:bookmarkStart w:id="0" w:name="_GoBack"/>
      <w:bookmarkEnd w:id="0"/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b/>
          <w:sz w:val="36"/>
          <w:szCs w:val="32"/>
        </w:rPr>
        <w:alias w:val="Název akce - VYplnit pole - přenese se do zápatí"/>
        <w:tag w:val="Název akce"/>
        <w:id w:val="1889687308"/>
        <w:placeholder>
          <w:docPart w:val="8342585D5A3840A399490F276B35D4DA"/>
        </w:placeholder>
        <w:text/>
      </w:sdtPr>
      <w:sdtContent>
        <w:p w14:paraId="29A88326" w14:textId="506888A7" w:rsidR="00503BDF" w:rsidRPr="006C2343" w:rsidRDefault="00301055" w:rsidP="00503BDF">
          <w:pPr>
            <w:pStyle w:val="Tituldatum"/>
            <w:rPr>
              <w:highlight w:val="green"/>
            </w:rPr>
          </w:pPr>
          <w:r w:rsidRPr="00301055">
            <w:rPr>
              <w:b/>
              <w:sz w:val="36"/>
              <w:szCs w:val="32"/>
            </w:rPr>
            <w:t>„Zvýšení bezpečnosti na přejezdech P6163, P6176 a P6182 na trati Veselí nad Lužnicí - Jihlava“</w:t>
          </w:r>
        </w:p>
      </w:sdtContent>
    </w:sdt>
    <w:p w14:paraId="6818C6D7" w14:textId="2510AA6F" w:rsidR="00826B7B" w:rsidRPr="006C2343" w:rsidRDefault="00826B7B" w:rsidP="00503BDF">
      <w:pPr>
        <w:pStyle w:val="Tituldatum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2DB7E1B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03BDF">
        <w:t>05. 02. 2021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2257C969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01055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2560BD15" w:rsidR="003E6B82" w:rsidRDefault="00F1009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01055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15ADA7A2" w:rsidR="003E6B82" w:rsidRDefault="00F1009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01055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48ABC927" w:rsidR="003E6B82" w:rsidRDefault="00F1009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01055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0EA0EF63" w:rsidR="003E6B82" w:rsidRDefault="00F1009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01055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29B327AC" w:rsidR="003E6B82" w:rsidRDefault="00F1009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01055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F65C6" w14:textId="77777777" w:rsidR="00F10098" w:rsidRDefault="00F10098" w:rsidP="00962258">
      <w:pPr>
        <w:spacing w:after="0" w:line="240" w:lineRule="auto"/>
      </w:pPr>
      <w:r>
        <w:separator/>
      </w:r>
    </w:p>
  </w:endnote>
  <w:endnote w:type="continuationSeparator" w:id="0">
    <w:p w14:paraId="700D3467" w14:textId="77777777" w:rsidR="00F10098" w:rsidRDefault="00F100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110FE8F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7CE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7CE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91CE672" w14:textId="77777777" w:rsidR="00CF0EF4" w:rsidRDefault="00503BDF" w:rsidP="00503BDF">
          <w:pPr>
            <w:pStyle w:val="Zpatvlevo"/>
          </w:pPr>
          <w:r w:rsidRPr="00503BDF">
            <w:t>KOMENTÁŘ K POŽADAVKŮM NA VÝKON A FUNKCI</w:t>
          </w:r>
        </w:p>
        <w:p w14:paraId="3D40B861" w14:textId="2E735BC2" w:rsidR="00503BDF" w:rsidRPr="003462EB" w:rsidRDefault="00503BDF" w:rsidP="00503BDF">
          <w:pPr>
            <w:pStyle w:val="Zpatvlevo"/>
          </w:pPr>
          <w:r>
            <w:t xml:space="preserve"> 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503BDF" w:rsidRPr="003462EB" w14:paraId="34CCA3A9" w14:textId="77777777" w:rsidTr="002362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65774F3" w14:textId="4839158C" w:rsidR="00503BDF" w:rsidRPr="00B8518B" w:rsidRDefault="00503BDF" w:rsidP="00503BD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7CE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7CE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8B919CA" w14:textId="77777777" w:rsidR="00503BDF" w:rsidRDefault="00503BDF" w:rsidP="00503BDF">
          <w:pPr>
            <w:pStyle w:val="Zpatvlevo"/>
          </w:pPr>
        </w:p>
        <w:p w14:paraId="142E8557" w14:textId="4A83AE0E" w:rsidR="00503BDF" w:rsidRDefault="00503BDF" w:rsidP="00503BDF">
          <w:pPr>
            <w:pStyle w:val="Zpatvlevo"/>
          </w:pPr>
          <w:r w:rsidRPr="00503BDF">
            <w:t>KOMENTÁŘ K POŽADAVKŮM NA VÝKON A FUNKCI</w:t>
          </w:r>
        </w:p>
        <w:p w14:paraId="57BE2635" w14:textId="77777777" w:rsidR="00503BDF" w:rsidRPr="003462EB" w:rsidRDefault="00503BDF" w:rsidP="00503BDF">
          <w:pPr>
            <w:pStyle w:val="Zpatvlevo"/>
          </w:pPr>
          <w:r>
            <w:t xml:space="preserve"> </w:t>
          </w:r>
        </w:p>
      </w:tc>
    </w:tr>
  </w:tbl>
  <w:p w14:paraId="05BCBADE" w14:textId="77777777" w:rsidR="0076790E" w:rsidRPr="00503BDF" w:rsidRDefault="0076790E" w:rsidP="00503B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4300F" w14:textId="77777777" w:rsidR="00F10098" w:rsidRDefault="00F10098" w:rsidP="00962258">
      <w:pPr>
        <w:spacing w:after="0" w:line="240" w:lineRule="auto"/>
      </w:pPr>
      <w:r>
        <w:separator/>
      </w:r>
    </w:p>
  </w:footnote>
  <w:footnote w:type="continuationSeparator" w:id="0">
    <w:p w14:paraId="5E6F06FD" w14:textId="77777777" w:rsidR="00F10098" w:rsidRDefault="00F100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17CEF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01055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3BDF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39A0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0098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12379518-7C6C-40DD-AB31-B17F8E5D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03B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42585D5A3840A399490F276B35D4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0A6FEC-4B3D-45E5-BDF6-040565E12637}"/>
      </w:docPartPr>
      <w:docPartBody>
        <w:p w:rsidR="008772B1" w:rsidRDefault="00A55519" w:rsidP="00A55519">
          <w:pPr>
            <w:pStyle w:val="8342585D5A3840A399490F276B35D4D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772B1"/>
    <w:rsid w:val="008B6702"/>
    <w:rsid w:val="008E26D9"/>
    <w:rsid w:val="009C5CCD"/>
    <w:rsid w:val="009F194C"/>
    <w:rsid w:val="009F31FF"/>
    <w:rsid w:val="00A55519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5519"/>
    <w:rPr>
      <w:color w:val="808080"/>
    </w:rPr>
  </w:style>
  <w:style w:type="paragraph" w:customStyle="1" w:styleId="615711D41B474129AE7EE596BC6CBC26">
    <w:name w:val="615711D41B474129AE7EE596BC6CBC26"/>
  </w:style>
  <w:style w:type="paragraph" w:customStyle="1" w:styleId="8342585D5A3840A399490F276B35D4DA">
    <w:name w:val="8342585D5A3840A399490F276B35D4DA"/>
    <w:rsid w:val="00A5551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F9DFA5-EC6F-4D4F-A4EA-A12DEE716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255</TotalTime>
  <Pages>6</Pages>
  <Words>1580</Words>
  <Characters>9326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Dušek Petr</cp:lastModifiedBy>
  <cp:revision>8</cp:revision>
  <cp:lastPrinted>2021-02-05T09:09:00Z</cp:lastPrinted>
  <dcterms:created xsi:type="dcterms:W3CDTF">2020-12-15T07:50:00Z</dcterms:created>
  <dcterms:modified xsi:type="dcterms:W3CDTF">2021-02-08T09:07:00Z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