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bookmarkStart w:id="0" w:name="_GoBack"/>
      <w:bookmarkEnd w:id="0"/>
      <w:r w:rsidRPr="005D6794">
        <w:t>S</w:t>
      </w:r>
      <w:r w:rsidR="00022F72">
        <w:t xml:space="preserve">mlouva o dílo na zhotovení </w:t>
      </w:r>
      <w:r w:rsidR="00934B6B">
        <w:t>Projektové dokumentace a</w:t>
      </w:r>
      <w:r w:rsidR="00BB1F16">
        <w:t> </w:t>
      </w:r>
      <w:r w:rsidR="00306D9A">
        <w:t>souboru staveb</w:t>
      </w:r>
    </w:p>
    <w:p w14:paraId="2ED03DBB" w14:textId="1DEC5DE9" w:rsidR="00347A0E" w:rsidRDefault="00347A0E" w:rsidP="00347A0E">
      <w:pPr>
        <w:pStyle w:val="Text2-1"/>
        <w:numPr>
          <w:ilvl w:val="0"/>
          <w:numId w:val="0"/>
        </w:numPr>
        <w:spacing w:after="0"/>
        <w:ind w:left="737" w:hanging="737"/>
        <w:rPr>
          <w:b/>
          <w:sz w:val="24"/>
          <w:szCs w:val="24"/>
        </w:rPr>
      </w:pPr>
      <w:r w:rsidRPr="00D225B3">
        <w:rPr>
          <w:b/>
          <w:sz w:val="24"/>
          <w:szCs w:val="24"/>
        </w:rPr>
        <w:t>„Doplnění závor na přejezdu P6111 v km 5,019</w:t>
      </w:r>
      <w:r>
        <w:rPr>
          <w:b/>
          <w:sz w:val="24"/>
          <w:szCs w:val="24"/>
        </w:rPr>
        <w:t xml:space="preserve"> </w:t>
      </w:r>
      <w:r w:rsidRPr="00D225B3">
        <w:rPr>
          <w:b/>
          <w:sz w:val="24"/>
          <w:szCs w:val="24"/>
        </w:rPr>
        <w:t xml:space="preserve">na trati </w:t>
      </w:r>
    </w:p>
    <w:p w14:paraId="05DCEE54" w14:textId="77777777" w:rsidR="00347A0E" w:rsidRPr="00D225B3" w:rsidRDefault="00347A0E" w:rsidP="00347A0E">
      <w:pPr>
        <w:pStyle w:val="Text2-1"/>
        <w:numPr>
          <w:ilvl w:val="0"/>
          <w:numId w:val="0"/>
        </w:numPr>
        <w:spacing w:after="0"/>
        <w:ind w:left="737" w:hanging="737"/>
        <w:rPr>
          <w:b/>
          <w:sz w:val="24"/>
          <w:szCs w:val="24"/>
        </w:rPr>
      </w:pPr>
      <w:r w:rsidRPr="00D225B3">
        <w:rPr>
          <w:b/>
          <w:sz w:val="24"/>
          <w:szCs w:val="24"/>
        </w:rPr>
        <w:t>Rybník – Lipno nad Vltavou“</w:t>
      </w:r>
    </w:p>
    <w:p w14:paraId="07AFB342" w14:textId="77777777" w:rsidR="00347A0E" w:rsidRPr="00D225B3" w:rsidRDefault="00347A0E" w:rsidP="00347A0E">
      <w:pPr>
        <w:pStyle w:val="Text2-1"/>
        <w:numPr>
          <w:ilvl w:val="0"/>
          <w:numId w:val="0"/>
        </w:numPr>
        <w:rPr>
          <w:sz w:val="20"/>
          <w:szCs w:val="20"/>
        </w:rPr>
      </w:pPr>
      <w:r w:rsidRPr="00D225B3">
        <w:rPr>
          <w:sz w:val="20"/>
          <w:szCs w:val="20"/>
        </w:rPr>
        <w:t xml:space="preserve">(dále jen </w:t>
      </w:r>
      <w:r w:rsidRPr="00D225B3">
        <w:rPr>
          <w:b/>
          <w:sz w:val="20"/>
          <w:szCs w:val="20"/>
        </w:rPr>
        <w:t>„Stavba 1“</w:t>
      </w:r>
      <w:r w:rsidRPr="00D225B3">
        <w:rPr>
          <w:sz w:val="20"/>
          <w:szCs w:val="20"/>
        </w:rPr>
        <w:t>)</w:t>
      </w:r>
    </w:p>
    <w:p w14:paraId="7A7C9AED" w14:textId="77777777" w:rsidR="00347A0E" w:rsidRDefault="00347A0E" w:rsidP="00347A0E">
      <w:pPr>
        <w:pStyle w:val="Text2-1"/>
        <w:numPr>
          <w:ilvl w:val="0"/>
          <w:numId w:val="0"/>
        </w:numPr>
        <w:spacing w:after="0"/>
        <w:ind w:left="737" w:hanging="737"/>
        <w:rPr>
          <w:b/>
          <w:sz w:val="24"/>
          <w:szCs w:val="24"/>
        </w:rPr>
      </w:pPr>
      <w:r w:rsidRPr="00D225B3">
        <w:rPr>
          <w:b/>
          <w:sz w:val="24"/>
          <w:szCs w:val="24"/>
        </w:rPr>
        <w:t xml:space="preserve">„Doplnění závor na </w:t>
      </w:r>
      <w:r>
        <w:rPr>
          <w:b/>
          <w:sz w:val="24"/>
          <w:szCs w:val="24"/>
        </w:rPr>
        <w:t xml:space="preserve">přejezdu P6116 v km 8,523 </w:t>
      </w:r>
      <w:r w:rsidRPr="00D225B3">
        <w:rPr>
          <w:b/>
          <w:sz w:val="24"/>
          <w:szCs w:val="24"/>
        </w:rPr>
        <w:t xml:space="preserve">na trati </w:t>
      </w:r>
    </w:p>
    <w:p w14:paraId="19507FE5" w14:textId="77777777" w:rsidR="00347A0E" w:rsidRPr="00D225B3" w:rsidRDefault="00347A0E" w:rsidP="00347A0E">
      <w:pPr>
        <w:pStyle w:val="Text2-1"/>
        <w:numPr>
          <w:ilvl w:val="0"/>
          <w:numId w:val="0"/>
        </w:numPr>
        <w:spacing w:after="0"/>
        <w:ind w:left="737" w:hanging="737"/>
        <w:rPr>
          <w:b/>
          <w:sz w:val="24"/>
          <w:szCs w:val="24"/>
        </w:rPr>
      </w:pPr>
      <w:r w:rsidRPr="00D225B3">
        <w:rPr>
          <w:b/>
          <w:sz w:val="24"/>
          <w:szCs w:val="24"/>
        </w:rPr>
        <w:t>Rybník – Lipno nad Vltavou“</w:t>
      </w:r>
    </w:p>
    <w:p w14:paraId="4047292B" w14:textId="77777777" w:rsidR="00347A0E" w:rsidRPr="00D225B3" w:rsidRDefault="00347A0E" w:rsidP="00347A0E">
      <w:pPr>
        <w:pStyle w:val="Text2-1"/>
        <w:numPr>
          <w:ilvl w:val="0"/>
          <w:numId w:val="0"/>
        </w:numPr>
        <w:ind w:left="737" w:hanging="737"/>
        <w:rPr>
          <w:sz w:val="20"/>
          <w:szCs w:val="20"/>
        </w:rPr>
      </w:pPr>
      <w:r w:rsidRPr="00D225B3">
        <w:rPr>
          <w:sz w:val="20"/>
          <w:szCs w:val="20"/>
        </w:rPr>
        <w:t xml:space="preserve">(dále jen </w:t>
      </w:r>
      <w:r w:rsidRPr="00D225B3">
        <w:rPr>
          <w:b/>
          <w:sz w:val="20"/>
          <w:szCs w:val="20"/>
        </w:rPr>
        <w:t>„Stavba 2“</w:t>
      </w:r>
      <w:r w:rsidRPr="00D225B3">
        <w:rPr>
          <w:sz w:val="20"/>
          <w:szCs w:val="20"/>
        </w:rPr>
        <w:t>)</w:t>
      </w:r>
    </w:p>
    <w:p w14:paraId="05031A36" w14:textId="77777777" w:rsidR="00347A0E" w:rsidRPr="00D225B3" w:rsidRDefault="00347A0E" w:rsidP="00347A0E">
      <w:pPr>
        <w:pStyle w:val="Text2-1"/>
        <w:numPr>
          <w:ilvl w:val="0"/>
          <w:numId w:val="0"/>
        </w:numPr>
        <w:spacing w:after="0"/>
        <w:jc w:val="left"/>
        <w:rPr>
          <w:b/>
          <w:sz w:val="24"/>
          <w:szCs w:val="24"/>
        </w:rPr>
      </w:pPr>
      <w:r w:rsidRPr="00D225B3">
        <w:rPr>
          <w:b/>
          <w:sz w:val="24"/>
          <w:szCs w:val="24"/>
        </w:rPr>
        <w:t>„Zvýšení bezpečnosti na přejezdech P6124 v km 13,827 a P6125 v km 14,732 na trati Rybník – Lipno nad Vltavou“</w:t>
      </w:r>
    </w:p>
    <w:p w14:paraId="631136F2" w14:textId="77777777" w:rsidR="00347A0E" w:rsidRPr="00ED260D" w:rsidRDefault="00347A0E" w:rsidP="00347A0E">
      <w:pPr>
        <w:pStyle w:val="Text2-1"/>
        <w:numPr>
          <w:ilvl w:val="0"/>
          <w:numId w:val="0"/>
        </w:numPr>
        <w:spacing w:after="0"/>
        <w:ind w:left="737" w:hanging="737"/>
        <w:rPr>
          <w:sz w:val="20"/>
          <w:szCs w:val="20"/>
        </w:rPr>
      </w:pPr>
      <w:r w:rsidRPr="00D225B3">
        <w:rPr>
          <w:sz w:val="20"/>
          <w:szCs w:val="20"/>
        </w:rPr>
        <w:t xml:space="preserve">(dále jen </w:t>
      </w:r>
      <w:r w:rsidRPr="00D225B3">
        <w:rPr>
          <w:b/>
          <w:sz w:val="20"/>
          <w:szCs w:val="20"/>
        </w:rPr>
        <w:t>„Stavba 3“</w:t>
      </w:r>
      <w:r w:rsidRPr="00D225B3">
        <w:rPr>
          <w:sz w:val="20"/>
          <w:szCs w:val="20"/>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22A9DB2E" w14:textId="77777777" w:rsidR="00F422D3" w:rsidRPr="00347A0E" w:rsidRDefault="00F422D3" w:rsidP="00B42F40">
      <w:pPr>
        <w:pStyle w:val="Textbezodsazen"/>
        <w:spacing w:after="0"/>
      </w:pPr>
      <w:r>
        <w:t>zastoupena</w:t>
      </w:r>
      <w:r w:rsidRPr="00347A0E">
        <w:t xml:space="preserve">: Ing. Mojmírem Nejezchlebem, náměstkem GŘ pro modernizaci dráhy </w:t>
      </w:r>
    </w:p>
    <w:p w14:paraId="694A2696" w14:textId="77777777" w:rsidR="00F422D3" w:rsidRDefault="00F422D3" w:rsidP="00B42F40">
      <w:pPr>
        <w:pStyle w:val="Textbezodsazen"/>
      </w:pPr>
      <w:r w:rsidRPr="00347A0E">
        <w:t>na základě Pověření č. 2372 ze dne 26. 2. 2018</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0AC38D39" w:rsidR="00F422D3" w:rsidRDefault="00F422D3" w:rsidP="00B42F40">
      <w:pPr>
        <w:pStyle w:val="Textbezodsazen"/>
        <w:spacing w:after="0"/>
      </w:pPr>
      <w:r>
        <w:t>číslo smlouvy: "[</w:t>
      </w:r>
      <w:r w:rsidRPr="00F422D3">
        <w:rPr>
          <w:highlight w:val="green"/>
        </w:rPr>
        <w:t>VLOŽÍ OBJEDNATEL</w:t>
      </w:r>
      <w:r>
        <w:t xml:space="preserve">]" </w:t>
      </w:r>
    </w:p>
    <w:p w14:paraId="0B0D6E59" w14:textId="77777777" w:rsidR="00347A0E" w:rsidRDefault="00347A0E" w:rsidP="00B42F40">
      <w:pPr>
        <w:pStyle w:val="Textbezodsazen"/>
        <w:spacing w:after="0"/>
      </w:pPr>
    </w:p>
    <w:p w14:paraId="573EDC07" w14:textId="77777777" w:rsidR="00347A0E" w:rsidRPr="00D225B3" w:rsidRDefault="00347A0E" w:rsidP="00347A0E">
      <w:pPr>
        <w:pStyle w:val="Textbezodsazen"/>
        <w:spacing w:after="0"/>
      </w:pPr>
      <w:r w:rsidRPr="00D225B3">
        <w:t>ISPROFIN / ISPROFOND Stavba 1: 531 353 0053 / 327 351 4800</w:t>
      </w:r>
    </w:p>
    <w:p w14:paraId="218BCF63" w14:textId="77777777" w:rsidR="00347A0E" w:rsidRPr="00D225B3" w:rsidRDefault="00347A0E" w:rsidP="00347A0E">
      <w:pPr>
        <w:pStyle w:val="Textbezodsazen"/>
        <w:spacing w:after="0"/>
      </w:pPr>
      <w:r w:rsidRPr="00D225B3">
        <w:t>ISPROFIN / ISPROFOND Stavba 2: 531 353 0054 / 327 351 4800</w:t>
      </w:r>
    </w:p>
    <w:p w14:paraId="0B9FD073" w14:textId="77777777" w:rsidR="00347A0E" w:rsidRDefault="00347A0E" w:rsidP="00347A0E">
      <w:pPr>
        <w:pStyle w:val="Textbezodsazen"/>
        <w:spacing w:after="0"/>
      </w:pPr>
      <w:r w:rsidRPr="00D225B3">
        <w:t>ISPROFIN / ISPROFOND Stavba 2: 531 353 0057 / 327 351 4800</w:t>
      </w:r>
    </w:p>
    <w:p w14:paraId="42C9934F" w14:textId="77777777" w:rsidR="00ED260D" w:rsidRDefault="00ED260D" w:rsidP="00306D9A">
      <w:pPr>
        <w:pStyle w:val="Textbezodsazen"/>
      </w:pP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lastRenderedPageBreak/>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7292BC99" w:rsidR="007D26F9" w:rsidRDefault="007D26F9" w:rsidP="00560834">
      <w:pPr>
        <w:pStyle w:val="Text1-1"/>
      </w:pPr>
      <w:r>
        <w:t>Objednatel oznámil uveřejněním na profilu</w:t>
      </w:r>
      <w:r w:rsidR="002100BF">
        <w:t xml:space="preserve"> zadavatele: </w:t>
      </w:r>
      <w:hyperlink r:id="rId11" w:history="1">
        <w:r w:rsidR="00CD1AF0" w:rsidRPr="004733FE">
          <w:rPr>
            <w:rStyle w:val="Hypertextovodkaz"/>
            <w:noProof w:val="0"/>
          </w:rPr>
          <w:t>https://zakazky.spravazeleznic.cz/dne</w:t>
        </w:r>
      </w:hyperlink>
      <w:r w:rsidR="002100BF">
        <w:t xml:space="preserve"> </w:t>
      </w:r>
      <w:r w:rsidR="00CD1AF0">
        <w:t xml:space="preserve"> 10. 02. 2021</w:t>
      </w:r>
      <w:r>
        <w:t xml:space="preserve"> pod evidenčním </w:t>
      </w:r>
      <w:r w:rsidR="00347A0E">
        <w:t>číslem 61821003</w:t>
      </w:r>
      <w:r w:rsidR="00167830">
        <w:t xml:space="preserve"> </w:t>
      </w:r>
      <w:r>
        <w:t>svůj úmysl zadat veřejnou zakázku</w:t>
      </w:r>
      <w:r w:rsidR="00A349C6">
        <w:t xml:space="preserve"> </w:t>
      </w:r>
      <w:r w:rsidR="002100BF">
        <w:t xml:space="preserve">na zhotovení projektové dokumentace a souboru </w:t>
      </w:r>
      <w:r w:rsidR="00347A0E">
        <w:t xml:space="preserve">staveb </w:t>
      </w:r>
      <w:r w:rsidR="00347A0E" w:rsidRPr="00347A0E">
        <w:rPr>
          <w:b/>
        </w:rPr>
        <w:t>„Doplnění</w:t>
      </w:r>
      <w:r w:rsidR="00347A0E" w:rsidRPr="00D225B3">
        <w:rPr>
          <w:b/>
        </w:rPr>
        <w:t xml:space="preserve"> závor na </w:t>
      </w:r>
      <w:r w:rsidR="00347A0E">
        <w:rPr>
          <w:b/>
        </w:rPr>
        <w:t xml:space="preserve">přejezdu P6111 v km 5,019 </w:t>
      </w:r>
      <w:r w:rsidR="00347A0E" w:rsidRPr="00D225B3">
        <w:rPr>
          <w:b/>
        </w:rPr>
        <w:t>na trati Rybník – Lipno nad Vltavou“</w:t>
      </w:r>
      <w:r w:rsidR="00347A0E">
        <w:rPr>
          <w:b/>
        </w:rPr>
        <w:t>; „</w:t>
      </w:r>
      <w:r w:rsidR="00347A0E" w:rsidRPr="00D225B3">
        <w:rPr>
          <w:b/>
        </w:rPr>
        <w:t>Doplnění závor na přejez</w:t>
      </w:r>
      <w:r w:rsidR="00347A0E">
        <w:rPr>
          <w:b/>
        </w:rPr>
        <w:t xml:space="preserve">du P6116 v km 8,523 </w:t>
      </w:r>
      <w:r w:rsidR="00347A0E" w:rsidRPr="00D225B3">
        <w:rPr>
          <w:b/>
        </w:rPr>
        <w:t xml:space="preserve">na trati Rybník – </w:t>
      </w:r>
      <w:r w:rsidR="00347A0E" w:rsidRPr="00D225B3">
        <w:rPr>
          <w:b/>
        </w:rPr>
        <w:lastRenderedPageBreak/>
        <w:t>Lipno nad Vltavou</w:t>
      </w:r>
      <w:r w:rsidR="00347A0E">
        <w:rPr>
          <w:b/>
        </w:rPr>
        <w:t xml:space="preserve">“; </w:t>
      </w:r>
      <w:r w:rsidR="00347A0E" w:rsidRPr="00D225B3">
        <w:rPr>
          <w:b/>
        </w:rPr>
        <w:t>„Zvýšení bezpečnosti na přejezdech P6124 v km 13,827 a P6125 v km 14,732 na trati Rybník – Lipno nad Vltavou“</w:t>
      </w:r>
      <w:r w:rsidR="00347A0E">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rsidRPr="00347A0E">
        <w:rPr>
          <w:b/>
        </w:rPr>
        <w:t xml:space="preserve">Cena Díla </w:t>
      </w:r>
      <w:r w:rsidR="00306D9A" w:rsidRPr="00347A0E">
        <w:rPr>
          <w:b/>
        </w:rPr>
        <w:t xml:space="preserve">souboru staveb </w:t>
      </w:r>
      <w:r w:rsidRPr="00347A0E">
        <w:rPr>
          <w:b/>
        </w:rPr>
        <w:t>bez DPH:</w:t>
      </w:r>
      <w:r>
        <w:t xml:space="preserve">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7710ED51" w14:textId="77777777" w:rsidR="00306D9A" w:rsidRPr="00347A0E" w:rsidRDefault="00306D9A" w:rsidP="00306D9A">
      <w:pPr>
        <w:pStyle w:val="Textbezslovn"/>
        <w:spacing w:after="0"/>
        <w:rPr>
          <w:b/>
        </w:rPr>
      </w:pPr>
      <w:r w:rsidRPr="00347A0E">
        <w:rPr>
          <w:b/>
        </w:rPr>
        <w:t xml:space="preserve">Cena Díla stavby 1 </w:t>
      </w:r>
    </w:p>
    <w:p w14:paraId="5F6D2C84"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Pr="00347A0E" w:rsidRDefault="00306D9A" w:rsidP="00306D9A">
      <w:pPr>
        <w:pStyle w:val="Textbezslovn"/>
        <w:spacing w:after="0"/>
        <w:rPr>
          <w:b/>
        </w:rPr>
      </w:pPr>
      <w:r w:rsidRPr="00347A0E">
        <w:rPr>
          <w:b/>
        </w:rPr>
        <w:t xml:space="preserve">Cena Díla stavby 2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31BF4F4" w14:textId="77777777" w:rsidR="00524072" w:rsidRPr="00B64B3B" w:rsidRDefault="00524072" w:rsidP="00524072">
      <w:pPr>
        <w:pStyle w:val="Textbezslovn"/>
        <w:spacing w:after="0"/>
        <w:rPr>
          <w:b/>
        </w:rPr>
      </w:pPr>
      <w:r w:rsidRPr="00B64B3B">
        <w:rPr>
          <w:b/>
        </w:rPr>
        <w:t xml:space="preserve">Cena Díla stavby 3 </w:t>
      </w:r>
    </w:p>
    <w:p w14:paraId="3291032B" w14:textId="77777777" w:rsidR="00524072" w:rsidRPr="007D26F9" w:rsidRDefault="00524072" w:rsidP="00524072">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003349E3" w14:textId="77777777" w:rsidR="00524072" w:rsidRDefault="00524072" w:rsidP="00524072">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43A17402" w14:textId="77777777" w:rsidR="004C44F8" w:rsidRDefault="004C44F8" w:rsidP="004C44F8">
      <w:pPr>
        <w:pStyle w:val="Textbezslovn"/>
      </w:pPr>
      <w:r>
        <w:rPr>
          <w:b/>
        </w:rPr>
        <w:t>Fakturace proběhne u každé stavby samostatně.</w:t>
      </w: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xml:space="preserve">“), který je rozdělen na část zahrnující zpracování Projektové dokumentace, včetně zajištění vydání stavebního povolení s nabytím právní moci, a na část zahrnující realizaci stavby dle jednotlivých </w:t>
      </w:r>
      <w:r>
        <w:lastRenderedPageBreak/>
        <w:t>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407F93E8" w:rsidR="008911C8" w:rsidRPr="002C72AF" w:rsidRDefault="008911C8" w:rsidP="008911C8">
      <w:pPr>
        <w:pStyle w:val="Textbezslovn"/>
      </w:pPr>
      <w:r w:rsidRPr="002C72AF">
        <w:t>Celková lhůta pro provedení Díla činí celke</w:t>
      </w:r>
      <w:r w:rsidRPr="00347A0E">
        <w:t xml:space="preserve">m </w:t>
      </w:r>
      <w:r w:rsidR="00347A0E" w:rsidRPr="00347A0E">
        <w:rPr>
          <w:rStyle w:val="Tun"/>
        </w:rPr>
        <w:t>20</w:t>
      </w:r>
      <w:r w:rsidRPr="00347A0E">
        <w:rPr>
          <w:rStyle w:val="Tun"/>
        </w:rPr>
        <w:t xml:space="preserve"> měsíců</w:t>
      </w:r>
      <w:r w:rsidRPr="00347A0E">
        <w:t xml:space="preserve"> od</w:t>
      </w:r>
      <w:r w:rsidRPr="002C72AF">
        <w:t xml:space="preserve"> nabytí účinnosti Smlouvy (dokladem prokazujícím, že Zhotovitel dokončil celé Dílo, je Předávací protokol dle odst. 10.4 Obchodních podmínek).</w:t>
      </w:r>
    </w:p>
    <w:p w14:paraId="07D07163" w14:textId="7B2CB54C" w:rsidR="008911C8" w:rsidRDefault="008911C8" w:rsidP="008911C8">
      <w:pPr>
        <w:pStyle w:val="Textbezslovn"/>
      </w:pPr>
      <w:r w:rsidRPr="002C72AF">
        <w:t>Zpracování a p</w:t>
      </w:r>
      <w:r w:rsidR="00EE7D1A" w:rsidRPr="002C72AF">
        <w:t>ředání dílčí části Projektových dokum</w:t>
      </w:r>
      <w:r w:rsidR="00EE7D1A" w:rsidRPr="00347A0E">
        <w:t>entací</w:t>
      </w:r>
      <w:r w:rsidRPr="00347A0E">
        <w:t xml:space="preserve"> v rozsahu Přílohy č. 3 vyhlášky č.146/2008 Sb. </w:t>
      </w:r>
      <w:r w:rsidR="00EE7D1A" w:rsidRPr="00347A0E">
        <w:t>k připomínkám</w:t>
      </w:r>
      <w:r w:rsidRPr="00347A0E">
        <w:t xml:space="preserve"> bude provedeno do </w:t>
      </w:r>
      <w:r w:rsidR="00DA07CD" w:rsidRPr="00347A0E">
        <w:rPr>
          <w:b/>
        </w:rPr>
        <w:t>5</w:t>
      </w:r>
      <w:r w:rsidRPr="00347A0E">
        <w:rPr>
          <w:rStyle w:val="Tun"/>
          <w:b w:val="0"/>
        </w:rPr>
        <w:t> </w:t>
      </w:r>
      <w:r w:rsidRPr="00347A0E">
        <w:rPr>
          <w:rStyle w:val="Tun"/>
        </w:rPr>
        <w:t>měsíců</w:t>
      </w:r>
      <w:r w:rsidRPr="00347A0E">
        <w:t xml:space="preserve"> ode dne nabytí účinnosti Smlouvy.</w:t>
      </w:r>
      <w:r w:rsidR="00EE7D1A" w:rsidRPr="00347A0E">
        <w:t xml:space="preserve"> Fakturace bude ve výši do 40 % ceny dokumentac</w:t>
      </w:r>
      <w:r w:rsidR="00EE7D1A" w:rsidRPr="002C72AF">
        <w:t>í DSP a PDPS.</w:t>
      </w:r>
    </w:p>
    <w:p w14:paraId="629A995C" w14:textId="4F58F503"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w:t>
      </w:r>
      <w:r w:rsidRPr="00347A0E">
        <w:rPr>
          <w:rFonts w:asciiTheme="majorHAnsi" w:hAnsiTheme="majorHAnsi"/>
          <w:sz w:val="18"/>
          <w:szCs w:val="18"/>
        </w:rPr>
        <w:t xml:space="preserve">do </w:t>
      </w:r>
      <w:r w:rsidR="00347A0E" w:rsidRPr="00347A0E">
        <w:rPr>
          <w:rFonts w:asciiTheme="majorHAnsi" w:hAnsiTheme="majorHAnsi"/>
          <w:b/>
          <w:sz w:val="18"/>
          <w:szCs w:val="18"/>
        </w:rPr>
        <w:t>7</w:t>
      </w:r>
      <w:r w:rsidRPr="00347A0E">
        <w:rPr>
          <w:rStyle w:val="Tun"/>
          <w:rFonts w:asciiTheme="majorHAnsi" w:hAnsiTheme="majorHAnsi"/>
          <w:b w:val="0"/>
          <w:sz w:val="18"/>
          <w:szCs w:val="18"/>
        </w:rPr>
        <w:t xml:space="preserve"> </w:t>
      </w:r>
      <w:r w:rsidRPr="00347A0E">
        <w:rPr>
          <w:rStyle w:val="Tun"/>
          <w:rFonts w:asciiTheme="majorHAnsi" w:hAnsiTheme="majorHAnsi"/>
          <w:sz w:val="18"/>
          <w:szCs w:val="18"/>
        </w:rPr>
        <w:t>měsíců</w:t>
      </w:r>
      <w:r w:rsidRPr="00347A0E">
        <w:rPr>
          <w:rFonts w:asciiTheme="majorHAnsi" w:hAnsiTheme="majorHAnsi"/>
          <w:sz w:val="18"/>
          <w:szCs w:val="18"/>
        </w:rPr>
        <w:t xml:space="preserve"> ode</w:t>
      </w:r>
      <w:r w:rsidRPr="005A03A3">
        <w:rPr>
          <w:rFonts w:asciiTheme="majorHAnsi" w:hAnsiTheme="majorHAnsi"/>
          <w:sz w:val="18"/>
          <w:szCs w:val="18"/>
        </w:rPr>
        <w:t xml:space="preserve"> dne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77777777" w:rsidR="00E05BE0" w:rsidRPr="00EC3BEE" w:rsidRDefault="00E05BE0" w:rsidP="008911C8">
      <w:pPr>
        <w:pStyle w:val="Textbezslovn"/>
      </w:pPr>
      <w:r w:rsidRPr="00EC3BEE">
        <w:t>Zpracování a předání dílčích částí Projektových dokumentací v rozsahu Přílohy č. 3 vyhlášky č.146/2008 Sb. se zapracovanými připomínkami a zajištění stavebního povolení v právní moci</w:t>
      </w:r>
      <w:r w:rsidR="00EC3BEE" w:rsidRPr="00EC3BEE">
        <w:t xml:space="preserve"> </w:t>
      </w:r>
      <w:r w:rsidR="00EC3BEE" w:rsidRPr="005A03A3">
        <w:t xml:space="preserve">včetně dokumentace pro provádění stavby </w:t>
      </w:r>
      <w:r w:rsidRPr="00EC3BEE">
        <w:t xml:space="preserve">bude provedeno do </w:t>
      </w:r>
      <w:r w:rsidRPr="00347A0E">
        <w:rPr>
          <w:rStyle w:val="Tun"/>
        </w:rPr>
        <w:t>9 měsíců</w:t>
      </w:r>
      <w:r w:rsidRPr="00347A0E">
        <w:t xml:space="preserve"> ode dne nabytí účinnosti Smlouvy. Fakturace bude ve výši do 60 % ceny dokumentací</w:t>
      </w:r>
      <w:r w:rsidRPr="00EC3BEE">
        <w:t xml:space="preserve"> DSP a PDPS.</w:t>
      </w:r>
    </w:p>
    <w:p w14:paraId="547DABB7" w14:textId="78BC827B" w:rsidR="008911C8" w:rsidRPr="00EC3BEE" w:rsidRDefault="008911C8" w:rsidP="00CB2DC6">
      <w:pPr>
        <w:pStyle w:val="Textbezslovn"/>
      </w:pPr>
      <w:r w:rsidRPr="00EC3BEE">
        <w:t>Lhůta pro dokončení prací (dílčí části Projektové dokumentace v rozsahu projektové dokumentace pro stavební povolení a přílohy č. 4 vyhlášky č.</w:t>
      </w:r>
      <w:r w:rsidR="00CB2DC6" w:rsidRPr="00EC3BEE">
        <w:t> </w:t>
      </w:r>
      <w:r w:rsidRPr="00EC3BEE">
        <w:t>146/2008 Sb. a</w:t>
      </w:r>
      <w:r w:rsidR="00CB2DC6" w:rsidRPr="00EC3BEE">
        <w:t> </w:t>
      </w:r>
      <w:r w:rsidRPr="00EC3BEE">
        <w:t xml:space="preserve">stavebních prací) činí </w:t>
      </w:r>
      <w:r w:rsidRPr="00347A0E">
        <w:t xml:space="preserve">celkem </w:t>
      </w:r>
      <w:r w:rsidR="00E05BE0" w:rsidRPr="00347A0E">
        <w:rPr>
          <w:rStyle w:val="Tun"/>
        </w:rPr>
        <w:t>1</w:t>
      </w:r>
      <w:r w:rsidR="00347A0E" w:rsidRPr="00347A0E">
        <w:rPr>
          <w:rStyle w:val="Tun"/>
        </w:rPr>
        <w:t>7</w:t>
      </w:r>
      <w:r w:rsidRPr="00347A0E">
        <w:rPr>
          <w:rStyle w:val="Tun"/>
        </w:rPr>
        <w:t xml:space="preserve"> měsíců</w:t>
      </w:r>
      <w:r w:rsidRPr="00347A0E">
        <w:t xml:space="preserve"> ode</w:t>
      </w:r>
      <w:r w:rsidRPr="00EC3BEE">
        <w:t xml:space="preserv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w:t>
      </w:r>
      <w:r w:rsidRPr="00347A0E">
        <w:t xml:space="preserve">do </w:t>
      </w:r>
      <w:r w:rsidR="00E05BE0" w:rsidRPr="00347A0E">
        <w:rPr>
          <w:b/>
        </w:rPr>
        <w:t>3</w:t>
      </w:r>
      <w:r w:rsidRPr="00347A0E">
        <w:rPr>
          <w:rStyle w:val="Tun"/>
        </w:rPr>
        <w:t xml:space="preserve"> měsíců</w:t>
      </w:r>
      <w:r w:rsidRPr="00347A0E">
        <w:t xml:space="preserve"> ode dne</w:t>
      </w:r>
      <w:r w:rsidRPr="007742FA">
        <w:t xml:space="preserv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lastRenderedPageBreak/>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t xml:space="preserve"> Obchodních</w:t>
      </w:r>
      <w:proofErr w:type="gramEnd"/>
      <w:r>
        <w:t xml:space="preserve">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5F9BF92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4.8.1.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4.8.1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lastRenderedPageBreak/>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3D652A0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4.9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1683666A" w14:textId="4A66E8BA" w:rsidR="00DD0BE3" w:rsidRPr="00347A0E" w:rsidRDefault="00DD0BE3" w:rsidP="00347A0E">
      <w:pPr>
        <w:pStyle w:val="Text1-1"/>
        <w:rPr>
          <w:color w:val="000000" w:themeColor="text1"/>
        </w:rPr>
      </w:pPr>
      <w:r w:rsidRPr="00347A0E">
        <w:rPr>
          <w:color w:val="000000" w:themeColor="text1"/>
        </w:rPr>
        <w:t>Tuto Smlouvu je možné měnit pouze písemnou dohodou smluvních stran ve formě číslovaných dodatků této Smlouvy, podepsaných za každou smluvní stranu osobou nebo osobami oprávněnými jednat za smluvní stranu</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w:t>
      </w:r>
      <w:r w:rsidRPr="00B405EC">
        <w:lastRenderedPageBreak/>
        <w:t>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D970620" w14:textId="5BAF64AC" w:rsidR="00C63605" w:rsidRPr="00347A0E" w:rsidRDefault="00C63605" w:rsidP="00347A0E">
      <w:pPr>
        <w:pStyle w:val="Text1-1"/>
      </w:pPr>
      <w:r w:rsidRPr="00347A0E">
        <w:t xml:space="preserve">Tato Smlouva je vyhotovena ve </w:t>
      </w:r>
      <w:r w:rsidRPr="00347A0E">
        <w:rPr>
          <w:highlight w:val="yellow"/>
        </w:rPr>
        <w:t>"[VLOŽÍ ZHOTOVITEL</w:t>
      </w:r>
      <w:r w:rsidRPr="00347A0E">
        <w:t xml:space="preserve">]" vyhotoveních, z nichž Objednatel obdrží </w:t>
      </w:r>
      <w:r w:rsidR="00904902" w:rsidRPr="00347A0E">
        <w:t>pět</w:t>
      </w:r>
      <w:r w:rsidRPr="00347A0E">
        <w:t xml:space="preserve"> vyhotovení a Zhotovitel obdrží </w:t>
      </w:r>
      <w:r w:rsidRPr="00347A0E">
        <w:rPr>
          <w:highlight w:val="yellow"/>
        </w:rPr>
        <w:t>"[VLOŽÍ ZHOTOVITEL]"</w:t>
      </w:r>
      <w:r w:rsidRPr="00347A0E">
        <w:t xml:space="preserve"> vyhotovení.</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24D3F656"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B64B3B">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77777777" w:rsidR="00F422D3" w:rsidRPr="00F43D42" w:rsidRDefault="00342DC7" w:rsidP="009F0867">
      <w:pPr>
        <w:pStyle w:val="Textbezodsazen"/>
        <w:rPr>
          <w:b/>
        </w:rPr>
      </w:pPr>
      <w:r w:rsidRPr="00347A0E">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732DC7F9" w14:textId="29D33D41" w:rsidR="00342DC7" w:rsidRDefault="00342DC7" w:rsidP="00342DC7">
      <w:pPr>
        <w:pStyle w:val="Textbezodsazen"/>
        <w:spacing w:after="0"/>
      </w:pPr>
      <w:r w:rsidRPr="00347A0E">
        <w:t>náměstek GŘ pro modernizac</w:t>
      </w:r>
      <w:r w:rsidR="0057465D" w:rsidRPr="00347A0E">
        <w:t>i</w:t>
      </w:r>
      <w:r w:rsidRPr="00347A0E">
        <w:t xml:space="preserve"> dráhy</w:t>
      </w:r>
      <w:r>
        <w:tab/>
      </w:r>
      <w:r>
        <w:tab/>
      </w:r>
      <w:r>
        <w:tab/>
      </w:r>
      <w:r w:rsidRPr="00342DC7">
        <w:rPr>
          <w:highlight w:val="yellow"/>
        </w:rPr>
        <w:t>„[VLOŽÍ ZHOTOVITEL]“</w:t>
      </w:r>
    </w:p>
    <w:p w14:paraId="3E5D899A" w14:textId="77777777" w:rsidR="00342DC7" w:rsidRDefault="00342DC7" w:rsidP="00342DC7">
      <w:pPr>
        <w:pStyle w:val="Textbezodsazen"/>
        <w:spacing w:after="0"/>
      </w:pPr>
      <w:r w:rsidRPr="00347A0E">
        <w:t>Správa</w:t>
      </w:r>
      <w:r w:rsidR="003149C0" w:rsidRPr="00347A0E">
        <w:t xml:space="preserve"> železnic</w:t>
      </w:r>
      <w:r w:rsidRPr="00347A0E">
        <w:t>, státní organizace</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2E9BB430" w:rsidR="00CB4F6D" w:rsidRPr="00CB4F6D" w:rsidRDefault="001E1426" w:rsidP="00CB4F6D">
      <w:pPr>
        <w:pStyle w:val="Textbezodsazen"/>
      </w:pPr>
      <w:r>
        <w:t>OP/P+R/2</w:t>
      </w:r>
      <w:r w:rsidR="00B64B3B">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5A2540E1" w14:textId="77777777" w:rsidR="00347A0E" w:rsidRPr="00252AC8" w:rsidRDefault="00347A0E" w:rsidP="00347A0E">
      <w:pPr>
        <w:pStyle w:val="Textbezodsazen"/>
      </w:pPr>
      <w:r w:rsidRPr="00252AC8">
        <w:t>Zjednodušená dokumentace „Doplnění závor na</w:t>
      </w:r>
      <w:r>
        <w:t xml:space="preserve"> přejezdu P6111 v km 5,019 na trati</w:t>
      </w:r>
      <w:r w:rsidRPr="00252AC8">
        <w:t xml:space="preserve"> Rybník – Lipno nad Vltavou“</w:t>
      </w:r>
    </w:p>
    <w:p w14:paraId="6236D339" w14:textId="77777777" w:rsidR="00347A0E" w:rsidRPr="00252AC8" w:rsidRDefault="00347A0E" w:rsidP="00347A0E">
      <w:pPr>
        <w:pStyle w:val="Textbezodsazen"/>
      </w:pPr>
      <w:r w:rsidRPr="00252AC8">
        <w:t>Zjednodušená dokumentace „Doplnění závor na přejezdu P6116 v km 8,523</w:t>
      </w:r>
      <w:r>
        <w:t xml:space="preserve"> na trati</w:t>
      </w:r>
      <w:r w:rsidRPr="00252AC8">
        <w:t xml:space="preserve"> Rybník – Lipno nad Vltavou“ </w:t>
      </w:r>
    </w:p>
    <w:p w14:paraId="6C522997" w14:textId="77777777" w:rsidR="00347A0E" w:rsidRDefault="00347A0E" w:rsidP="00347A0E">
      <w:pPr>
        <w:pStyle w:val="Textbezodsazen"/>
      </w:pPr>
      <w:r w:rsidRPr="00252AC8">
        <w:t>Zjednodušená dokumentace „Zvýšení bezpečnosti na přejezdech P6124 v km 13,827 a P3125 v km 14,732 na trati Rybník – Lipno nad Vltavou“</w:t>
      </w:r>
    </w:p>
    <w:p w14:paraId="1AD90DA3" w14:textId="77777777" w:rsidR="000D5B54" w:rsidRDefault="000D5B54" w:rsidP="000D5B54">
      <w:pPr>
        <w:pStyle w:val="Textbezodsazen"/>
      </w:pP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0C22FCAF"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w:t>
      </w:r>
      <w:r w:rsidRPr="00612F28">
        <w:rPr>
          <w:sz w:val="18"/>
          <w:szCs w:val="18"/>
        </w:rPr>
        <w:t xml:space="preserve">(předpoklad </w:t>
      </w:r>
      <w:r w:rsidR="00CB3BDA" w:rsidRPr="00612F28">
        <w:rPr>
          <w:sz w:val="18"/>
          <w:szCs w:val="18"/>
        </w:rPr>
        <w:t>8</w:t>
      </w:r>
      <w:r w:rsidRPr="00612F28">
        <w:rPr>
          <w:sz w:val="18"/>
          <w:szCs w:val="18"/>
        </w:rPr>
        <w:t xml:space="preserve"> měsí</w:t>
      </w:r>
      <w:r w:rsidR="00262E10" w:rsidRPr="00612F28">
        <w:rPr>
          <w:sz w:val="18"/>
          <w:szCs w:val="18"/>
        </w:rPr>
        <w:t>ců</w:t>
      </w:r>
      <w:r w:rsidRPr="00612F28">
        <w:rPr>
          <w:sz w:val="18"/>
          <w:szCs w:val="18"/>
        </w:rPr>
        <w:t>)</w:t>
      </w:r>
      <w:r w:rsidRPr="006A698D">
        <w:rPr>
          <w:sz w:val="18"/>
          <w:szCs w:val="18"/>
        </w:rPr>
        <w:t xml:space="preserve">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2185F596" w14:textId="77777777" w:rsidR="00347A0E" w:rsidRPr="0024026C" w:rsidRDefault="00347A0E" w:rsidP="00347A0E">
      <w:pPr>
        <w:keepNext/>
        <w:spacing w:before="200" w:after="120" w:line="264" w:lineRule="auto"/>
        <w:rPr>
          <w:b/>
          <w:u w:val="single"/>
        </w:rPr>
      </w:pPr>
      <w:r w:rsidRPr="0024026C">
        <w:rPr>
          <w:b/>
          <w:u w:val="single"/>
        </w:rPr>
        <w:t>Ceny D</w:t>
      </w:r>
      <w:r>
        <w:rPr>
          <w:b/>
          <w:u w:val="single"/>
        </w:rPr>
        <w:t>íla – Rekapitulace – celkem z</w:t>
      </w:r>
      <w:r w:rsidRPr="00252AC8">
        <w:rPr>
          <w:b/>
          <w:u w:val="single"/>
        </w:rPr>
        <w:t xml:space="preserve">a Stavbu 1 „Doplnění závor na přejezdu P6111 v km 5,019 </w:t>
      </w:r>
      <w:r>
        <w:rPr>
          <w:b/>
          <w:u w:val="single"/>
        </w:rPr>
        <w:t xml:space="preserve">na </w:t>
      </w:r>
      <w:r w:rsidRPr="00252AC8">
        <w:rPr>
          <w:b/>
          <w:u w:val="single"/>
        </w:rPr>
        <w:t>trati Rybník – Lipno nad Vltavou“</w:t>
      </w:r>
    </w:p>
    <w:p w14:paraId="0E09EFF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E48C8E1" w14:textId="77777777" w:rsidR="001E1426" w:rsidRPr="006A698D" w:rsidRDefault="001E1426" w:rsidP="001E1426">
      <w:pPr>
        <w:spacing w:after="120" w:line="264" w:lineRule="auto"/>
        <w:jc w:val="both"/>
        <w:rPr>
          <w:sz w:val="18"/>
          <w:szCs w:val="18"/>
        </w:rPr>
      </w:pPr>
      <w:r w:rsidRPr="006A698D">
        <w:rPr>
          <w:sz w:val="18"/>
          <w:szCs w:val="18"/>
        </w:rPr>
        <w:t>Z toho:</w:t>
      </w:r>
    </w:p>
    <w:p w14:paraId="394F1EE7"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B61627B"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20BC50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891734F"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F015D29" w14:textId="77777777" w:rsidR="001E1426"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14:paraId="225FE854" w14:textId="77777777" w:rsidR="001E1426" w:rsidRDefault="001E1426" w:rsidP="001E1426">
      <w:pPr>
        <w:spacing w:after="80" w:line="264" w:lineRule="auto"/>
        <w:jc w:val="both"/>
        <w:rPr>
          <w:b/>
          <w:sz w:val="18"/>
          <w:szCs w:val="18"/>
        </w:rPr>
      </w:pPr>
    </w:p>
    <w:p w14:paraId="5460B0DC" w14:textId="77777777" w:rsidR="001E1426" w:rsidRDefault="001E1426" w:rsidP="001E1426">
      <w:pPr>
        <w:spacing w:after="80" w:line="264" w:lineRule="auto"/>
        <w:jc w:val="both"/>
        <w:rPr>
          <w:b/>
          <w:sz w:val="18"/>
          <w:szCs w:val="18"/>
        </w:rPr>
      </w:pPr>
    </w:p>
    <w:p w14:paraId="1C6DD9AA" w14:textId="77777777" w:rsidR="001E1426" w:rsidRDefault="001E1426" w:rsidP="001E1426">
      <w:pPr>
        <w:spacing w:after="80" w:line="264" w:lineRule="auto"/>
        <w:jc w:val="both"/>
        <w:rPr>
          <w:b/>
          <w:sz w:val="18"/>
          <w:szCs w:val="18"/>
        </w:rPr>
      </w:pPr>
    </w:p>
    <w:p w14:paraId="3D441E42" w14:textId="77777777" w:rsidR="001E1426" w:rsidRDefault="001E1426" w:rsidP="001E1426">
      <w:pPr>
        <w:spacing w:after="80" w:line="264" w:lineRule="auto"/>
        <w:jc w:val="both"/>
        <w:rPr>
          <w:b/>
          <w:sz w:val="18"/>
          <w:szCs w:val="18"/>
        </w:rPr>
      </w:pPr>
    </w:p>
    <w:p w14:paraId="79499919" w14:textId="77777777" w:rsidR="001E1426" w:rsidRDefault="001E1426" w:rsidP="001E1426">
      <w:pPr>
        <w:spacing w:after="80" w:line="264" w:lineRule="auto"/>
        <w:jc w:val="both"/>
        <w:rPr>
          <w:b/>
          <w:sz w:val="18"/>
          <w:szCs w:val="18"/>
        </w:rPr>
      </w:pPr>
    </w:p>
    <w:p w14:paraId="17834D18" w14:textId="77777777" w:rsidR="001E1426" w:rsidRDefault="001E1426" w:rsidP="001E1426">
      <w:pPr>
        <w:spacing w:after="80" w:line="264" w:lineRule="auto"/>
        <w:jc w:val="both"/>
        <w:rPr>
          <w:b/>
          <w:sz w:val="18"/>
          <w:szCs w:val="18"/>
        </w:rPr>
      </w:pPr>
    </w:p>
    <w:p w14:paraId="2B884BEC" w14:textId="77777777" w:rsidR="00347A0E" w:rsidRPr="0024026C" w:rsidRDefault="00347A0E" w:rsidP="00347A0E">
      <w:pPr>
        <w:keepNext/>
        <w:spacing w:before="200" w:after="120" w:line="264" w:lineRule="auto"/>
        <w:rPr>
          <w:b/>
          <w:u w:val="single"/>
        </w:rPr>
      </w:pPr>
      <w:r w:rsidRPr="0024026C">
        <w:rPr>
          <w:b/>
          <w:u w:val="single"/>
        </w:rPr>
        <w:t xml:space="preserve">Ceny Díla – Rekapitulace – celkem </w:t>
      </w:r>
      <w:r w:rsidRPr="00252AC8">
        <w:rPr>
          <w:b/>
          <w:u w:val="single"/>
        </w:rPr>
        <w:t>za stavbu 2 „</w:t>
      </w:r>
      <w:r>
        <w:rPr>
          <w:b/>
          <w:u w:val="single"/>
        </w:rPr>
        <w:t>Doplnění závor na přejezdu P6116</w:t>
      </w:r>
      <w:r w:rsidRPr="00252AC8">
        <w:rPr>
          <w:b/>
          <w:u w:val="single"/>
        </w:rPr>
        <w:t xml:space="preserve"> v km</w:t>
      </w:r>
      <w:r>
        <w:rPr>
          <w:b/>
          <w:u w:val="single"/>
        </w:rPr>
        <w:t xml:space="preserve"> 8,523</w:t>
      </w:r>
      <w:r w:rsidRPr="00252AC8">
        <w:rPr>
          <w:b/>
          <w:u w:val="single"/>
        </w:rPr>
        <w:t xml:space="preserve"> </w:t>
      </w:r>
      <w:r>
        <w:rPr>
          <w:b/>
          <w:u w:val="single"/>
        </w:rPr>
        <w:t xml:space="preserve">na </w:t>
      </w:r>
      <w:r w:rsidRPr="00252AC8">
        <w:rPr>
          <w:b/>
          <w:u w:val="single"/>
        </w:rPr>
        <w:t>trati Rybník – Lipno nad Vltavou“</w:t>
      </w:r>
    </w:p>
    <w:p w14:paraId="363DC98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7B6A3F73" w14:textId="77777777" w:rsidR="001E1426" w:rsidRPr="006A698D" w:rsidRDefault="001E1426" w:rsidP="001E1426">
      <w:pPr>
        <w:spacing w:after="120" w:line="264" w:lineRule="auto"/>
        <w:jc w:val="both"/>
        <w:rPr>
          <w:sz w:val="18"/>
          <w:szCs w:val="18"/>
        </w:rPr>
      </w:pPr>
      <w:r w:rsidRPr="006A698D">
        <w:rPr>
          <w:sz w:val="18"/>
          <w:szCs w:val="18"/>
        </w:rPr>
        <w:t>Z toho:</w:t>
      </w:r>
    </w:p>
    <w:p w14:paraId="36110A13"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46BC58F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2ACC77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796C85ED"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35ADEAA" w14:textId="77777777"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006A698D" w:rsidRPr="006A698D">
        <w:rPr>
          <w:b/>
          <w:sz w:val="18"/>
          <w:szCs w:val="18"/>
        </w:rPr>
        <w:t xml:space="preserve">   </w:t>
      </w:r>
    </w:p>
    <w:p w14:paraId="601D0C7A" w14:textId="77777777" w:rsidR="001F518E" w:rsidRPr="001F518E" w:rsidRDefault="001F518E" w:rsidP="001F518E">
      <w:pPr>
        <w:pStyle w:val="Textbezodsazen"/>
      </w:pPr>
    </w:p>
    <w:p w14:paraId="02BFE301" w14:textId="77777777" w:rsidR="00347A0E" w:rsidRPr="005554F3" w:rsidRDefault="00347A0E" w:rsidP="00347A0E">
      <w:pPr>
        <w:keepNext/>
        <w:spacing w:before="200" w:after="120" w:line="264" w:lineRule="auto"/>
        <w:rPr>
          <w:b/>
          <w:u w:val="single"/>
        </w:rPr>
      </w:pPr>
      <w:r w:rsidRPr="0024026C">
        <w:rPr>
          <w:b/>
          <w:u w:val="single"/>
        </w:rPr>
        <w:t xml:space="preserve">Ceny Díla – Rekapitulace – </w:t>
      </w:r>
      <w:r w:rsidRPr="00252AC8">
        <w:rPr>
          <w:b/>
          <w:u w:val="single"/>
        </w:rPr>
        <w:t>celkem za stavbu 3 „</w:t>
      </w:r>
      <w:r>
        <w:rPr>
          <w:b/>
          <w:u w:val="single"/>
        </w:rPr>
        <w:t>Zvýšení bezpečnosti na přejezdech P6124 v km 13,827 a P6125 v km 14,732 na trati Rybník – Lipno nad Vltavou</w:t>
      </w:r>
      <w:r w:rsidRPr="00252AC8">
        <w:rPr>
          <w:b/>
          <w:u w:val="single"/>
        </w:rPr>
        <w:t>“</w:t>
      </w:r>
    </w:p>
    <w:p w14:paraId="1CFF4480" w14:textId="77777777" w:rsidR="00347A0E" w:rsidRDefault="00347A0E" w:rsidP="005554F3">
      <w:pPr>
        <w:spacing w:after="120" w:line="264" w:lineRule="auto"/>
        <w:jc w:val="both"/>
        <w:rPr>
          <w:b/>
          <w:sz w:val="18"/>
          <w:szCs w:val="18"/>
        </w:rPr>
      </w:pPr>
    </w:p>
    <w:p w14:paraId="5A60BEFB" w14:textId="15349330" w:rsidR="005554F3" w:rsidRPr="006A698D" w:rsidRDefault="005554F3" w:rsidP="005554F3">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4C8B8078" w14:textId="77777777" w:rsidR="005554F3" w:rsidRPr="006A698D" w:rsidRDefault="005554F3" w:rsidP="005554F3">
      <w:pPr>
        <w:spacing w:after="120" w:line="264" w:lineRule="auto"/>
        <w:jc w:val="both"/>
        <w:rPr>
          <w:sz w:val="18"/>
          <w:szCs w:val="18"/>
        </w:rPr>
      </w:pPr>
      <w:r w:rsidRPr="006A698D">
        <w:rPr>
          <w:sz w:val="18"/>
          <w:szCs w:val="18"/>
        </w:rPr>
        <w:t>Z toho:</w:t>
      </w:r>
    </w:p>
    <w:p w14:paraId="1ECC5AE8" w14:textId="77777777" w:rsidR="005554F3" w:rsidRPr="0024026C" w:rsidRDefault="005554F3" w:rsidP="005554F3">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0C82B8F"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A3BC60C"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2297D92" w14:textId="77777777" w:rsidR="005554F3" w:rsidRDefault="005554F3" w:rsidP="005554F3">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2CC32142" w14:textId="77777777" w:rsidR="005554F3" w:rsidRPr="006A698D" w:rsidRDefault="005554F3" w:rsidP="005554F3">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54DFA4F0"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2F9FB6EE" w:rsidR="007742FA" w:rsidRPr="00DC37EC" w:rsidRDefault="004B6502"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t xml:space="preserve">Petr </w:t>
            </w:r>
            <w:proofErr w:type="spellStart"/>
            <w:r>
              <w:t>Velík</w:t>
            </w:r>
            <w:proofErr w:type="spellEnd"/>
          </w:p>
        </w:tc>
      </w:tr>
      <w:tr w:rsidR="007742F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F95FBD" w:rsidRDefault="007742FA" w:rsidP="007742FA">
            <w:pPr>
              <w:pStyle w:val="Tabulka"/>
            </w:pPr>
            <w:r w:rsidRPr="00F95FBD">
              <w:t>Adresa</w:t>
            </w:r>
          </w:p>
        </w:tc>
        <w:tc>
          <w:tcPr>
            <w:tcW w:w="5812" w:type="dxa"/>
          </w:tcPr>
          <w:p w14:paraId="56B4FF2C" w14:textId="3888C86A" w:rsidR="007742FA" w:rsidRPr="00DC37EC" w:rsidRDefault="004B6502"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B6502">
              <w:t>Sušická 1168/23, 326 00 Plzeň</w:t>
            </w:r>
          </w:p>
        </w:tc>
      </w:tr>
      <w:tr w:rsidR="007742F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F95FBD" w:rsidRDefault="007742FA" w:rsidP="007742FA">
            <w:pPr>
              <w:pStyle w:val="Tabulka"/>
            </w:pPr>
            <w:r w:rsidRPr="00F95FBD">
              <w:t>E-mail</w:t>
            </w:r>
          </w:p>
        </w:tc>
        <w:tc>
          <w:tcPr>
            <w:tcW w:w="5812" w:type="dxa"/>
          </w:tcPr>
          <w:p w14:paraId="1CEF9C2A" w14:textId="12EAF694" w:rsidR="007742FA" w:rsidRPr="00DC37EC" w:rsidRDefault="00CB4616"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9" w:history="1">
              <w:r w:rsidR="004B6502" w:rsidRPr="004B6502">
                <w:t>Velik@spravazeleznic.cz</w:t>
              </w:r>
            </w:hyperlink>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603A0EF9" w:rsidR="007742FA" w:rsidRPr="00DC37EC" w:rsidRDefault="004B6502" w:rsidP="004B65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B6502">
              <w:t>602 668 272</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553262AB" w:rsidR="007742FA" w:rsidRPr="00DC37EC" w:rsidRDefault="004B6502"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742FA" w:rsidRPr="00F95FBD" w:rsidRDefault="007742FA" w:rsidP="007742FA">
            <w:pPr>
              <w:pStyle w:val="Tabulka"/>
            </w:pPr>
            <w:r w:rsidRPr="00F95FBD">
              <w:t>Adresa</w:t>
            </w:r>
          </w:p>
        </w:tc>
        <w:tc>
          <w:tcPr>
            <w:tcW w:w="5812" w:type="dxa"/>
          </w:tcPr>
          <w:p w14:paraId="5267DF1B" w14:textId="368BFFBA" w:rsidR="007742FA" w:rsidRPr="00DC37EC" w:rsidRDefault="004B6502"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742FA" w:rsidRPr="00F95FBD" w:rsidRDefault="007742FA" w:rsidP="007742FA">
            <w:pPr>
              <w:pStyle w:val="Tabulka"/>
            </w:pPr>
            <w:r w:rsidRPr="00F95FBD">
              <w:t>E-mail</w:t>
            </w:r>
          </w:p>
        </w:tc>
        <w:tc>
          <w:tcPr>
            <w:tcW w:w="5812" w:type="dxa"/>
          </w:tcPr>
          <w:p w14:paraId="1E55843B" w14:textId="45A34812" w:rsidR="007742FA" w:rsidRPr="00DC37EC" w:rsidRDefault="004B6502"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742FA" w:rsidRPr="00F95FBD" w:rsidRDefault="007742FA" w:rsidP="007742FA">
            <w:pPr>
              <w:pStyle w:val="Tabulka"/>
            </w:pPr>
            <w:r w:rsidRPr="00F95FBD">
              <w:t>Telefon</w:t>
            </w:r>
          </w:p>
        </w:tc>
        <w:tc>
          <w:tcPr>
            <w:tcW w:w="5812" w:type="dxa"/>
          </w:tcPr>
          <w:p w14:paraId="6E1453D0" w14:textId="0E8683F6" w:rsidR="007742FA" w:rsidRPr="00DC37EC" w:rsidRDefault="004B6502"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4B6502">
        <w:rPr>
          <w:rFonts w:asciiTheme="minorHAnsi" w:hAnsiTheme="minorHAnsi"/>
          <w:sz w:val="18"/>
          <w:szCs w:val="18"/>
        </w:rPr>
        <w:t>Ve věc</w:t>
      </w:r>
      <w:r w:rsidR="00C717BC" w:rsidRPr="004B6502">
        <w:rPr>
          <w:rFonts w:asciiTheme="minorHAnsi" w:hAnsiTheme="minorHAnsi"/>
          <w:sz w:val="18"/>
          <w:szCs w:val="18"/>
        </w:rPr>
        <w:t xml:space="preserve">i </w:t>
      </w:r>
      <w:r w:rsidR="0056278A" w:rsidRPr="004B6502">
        <w:rPr>
          <w:rFonts w:asciiTheme="minorHAnsi" w:hAnsiTheme="minorHAnsi"/>
          <w:sz w:val="18"/>
          <w:szCs w:val="18"/>
        </w:rPr>
        <w:t>kontroly požití alkoholu a/nebo návykových látek</w:t>
      </w:r>
      <w:r w:rsidR="0056278A" w:rsidRPr="000A1915">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sidRPr="004B6502">
        <w:rPr>
          <w:rFonts w:asciiTheme="minorHAnsi" w:hAnsiTheme="minorHAnsi"/>
          <w:sz w:val="18"/>
          <w:szCs w:val="18"/>
        </w:rPr>
        <w:t>V</w:t>
      </w:r>
      <w:r w:rsidR="008928D0" w:rsidRPr="004B6502">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B64B3B" w:rsidRPr="00F95FBD" w14:paraId="6CC29622" w14:textId="77777777" w:rsidTr="00690D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B64B3B" w:rsidRPr="00F95FBD" w:rsidRDefault="00B64B3B" w:rsidP="00B64B3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27FD2B1" w14:textId="0BCF81B1" w:rsidR="00B64B3B" w:rsidRPr="00AE18AB" w:rsidRDefault="004B6502" w:rsidP="00B64B3B">
            <w:pPr>
              <w:pStyle w:val="Tabulka"/>
              <w:cnfStyle w:val="100000000000" w:firstRow="1" w:lastRow="0" w:firstColumn="0" w:lastColumn="0" w:oddVBand="0" w:evenVBand="0" w:oddHBand="0" w:evenHBand="0" w:firstRowFirstColumn="0" w:firstRowLastColumn="0" w:lastRowFirstColumn="0" w:lastRowLastColumn="0"/>
              <w:rPr>
                <w:highlight w:val="cyan"/>
              </w:rPr>
            </w:pPr>
            <w:r w:rsidRPr="004B6502">
              <w:t>Ing. Petr Kolář</w:t>
            </w:r>
          </w:p>
        </w:tc>
      </w:tr>
      <w:tr w:rsidR="00B64B3B" w:rsidRPr="00F95FBD" w14:paraId="05FDE80A" w14:textId="77777777" w:rsidTr="00690DAC">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B64B3B" w:rsidRPr="00F95FBD" w:rsidRDefault="00B64B3B" w:rsidP="00B64B3B">
            <w:pPr>
              <w:pStyle w:val="Tabulka"/>
            </w:pPr>
            <w:r w:rsidRPr="00F95FBD">
              <w:t>Adresa</w:t>
            </w:r>
          </w:p>
        </w:tc>
        <w:tc>
          <w:tcPr>
            <w:tcW w:w="5812" w:type="dxa"/>
            <w:vAlign w:val="top"/>
          </w:tcPr>
          <w:p w14:paraId="13B44669" w14:textId="25C746A2" w:rsidR="00B64B3B" w:rsidRPr="00AE18AB" w:rsidRDefault="004B6502" w:rsidP="004B6502">
            <w:pPr>
              <w:pStyle w:val="Tabulka"/>
              <w:cnfStyle w:val="000000000000" w:firstRow="0" w:lastRow="0" w:firstColumn="0" w:lastColumn="0" w:oddVBand="0" w:evenVBand="0" w:oddHBand="0" w:evenHBand="0" w:firstRowFirstColumn="0" w:firstRowLastColumn="0" w:lastRowFirstColumn="0" w:lastRowLastColumn="0"/>
              <w:rPr>
                <w:highlight w:val="cyan"/>
              </w:rPr>
            </w:pPr>
            <w:r w:rsidRPr="004B6502">
              <w:t xml:space="preserve">Sušická 1105/25, </w:t>
            </w:r>
            <w:r>
              <w:t xml:space="preserve">326 00 </w:t>
            </w:r>
            <w:r w:rsidRPr="004B6502">
              <w:t>Plzeň</w:t>
            </w:r>
          </w:p>
        </w:tc>
      </w:tr>
      <w:tr w:rsidR="00B64B3B" w:rsidRPr="00F95FBD" w14:paraId="33643699" w14:textId="77777777" w:rsidTr="00690DAC">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B64B3B" w:rsidRPr="00F95FBD" w:rsidRDefault="00B64B3B" w:rsidP="00B64B3B">
            <w:pPr>
              <w:pStyle w:val="Tabulka"/>
            </w:pPr>
            <w:r w:rsidRPr="00F95FBD">
              <w:t>E-mail</w:t>
            </w:r>
          </w:p>
        </w:tc>
        <w:tc>
          <w:tcPr>
            <w:tcW w:w="5812" w:type="dxa"/>
            <w:vAlign w:val="top"/>
          </w:tcPr>
          <w:p w14:paraId="4DAE50F2" w14:textId="717883FA" w:rsidR="00B64B3B" w:rsidRPr="00AE18AB" w:rsidRDefault="004B6502" w:rsidP="004B6502">
            <w:pPr>
              <w:pStyle w:val="Tabulka"/>
              <w:cnfStyle w:val="000000000000" w:firstRow="0" w:lastRow="0" w:firstColumn="0" w:lastColumn="0" w:oddVBand="0" w:evenVBand="0" w:oddHBand="0" w:evenHBand="0" w:firstRowFirstColumn="0" w:firstRowLastColumn="0" w:lastRowFirstColumn="0" w:lastRowLastColumn="0"/>
              <w:rPr>
                <w:highlight w:val="cyan"/>
              </w:rPr>
            </w:pPr>
            <w:r w:rsidRPr="004B6502">
              <w:t>KolarP@spravazeleznic.cz</w:t>
            </w:r>
          </w:p>
        </w:tc>
      </w:tr>
      <w:tr w:rsidR="00B64B3B" w:rsidRPr="00F95FBD" w14:paraId="6220E04B" w14:textId="77777777" w:rsidTr="00690DAC">
        <w:trPr>
          <w:trHeight w:val="146"/>
        </w:trPr>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B64B3B" w:rsidRPr="00F95FBD" w:rsidRDefault="00B64B3B" w:rsidP="00B64B3B">
            <w:pPr>
              <w:pStyle w:val="Tabulka"/>
            </w:pPr>
            <w:r w:rsidRPr="00F95FBD">
              <w:t>Telefon</w:t>
            </w:r>
          </w:p>
        </w:tc>
        <w:tc>
          <w:tcPr>
            <w:tcW w:w="5812" w:type="dxa"/>
            <w:vAlign w:val="top"/>
          </w:tcPr>
          <w:p w14:paraId="61B7C581" w14:textId="70CE8702" w:rsidR="00B64B3B" w:rsidRPr="004B6502" w:rsidRDefault="004B6502" w:rsidP="00B64B3B">
            <w:pPr>
              <w:pStyle w:val="Tabulka"/>
              <w:cnfStyle w:val="000000000000" w:firstRow="0" w:lastRow="0" w:firstColumn="0" w:lastColumn="0" w:oddVBand="0" w:evenVBand="0" w:oddHBand="0" w:evenHBand="0" w:firstRowFirstColumn="0" w:firstRowLastColumn="0" w:lastRowFirstColumn="0" w:lastRowLastColumn="0"/>
            </w:pPr>
            <w:r w:rsidRPr="004B6502">
              <w:t>602 417 492</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6B7FEE2B" w:rsidR="00C717BC" w:rsidRPr="00DC37EC" w:rsidRDefault="00AE18AB"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7474E">
              <w:t>Ing. Rudolf Křížek</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717E14D9" w:rsidR="00C717BC" w:rsidRPr="00DC37EC" w:rsidRDefault="00AE18AB"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7474E">
              <w:t>Hrdějovice 546, 370 10 České Budějovice</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67ACC264" w:rsidR="00C717BC" w:rsidRPr="00DC37EC" w:rsidRDefault="00AE18AB"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7474E">
              <w:t>KrizekR@spravazeleznic.cz</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129A8ED5" w:rsidR="00C717BC" w:rsidRPr="00DC37EC" w:rsidRDefault="00AE18AB"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7474E">
              <w:t>725 934 887</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AE18AB">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AE18AB">
        <w:rPr>
          <w:sz w:val="18"/>
          <w:szCs w:val="18"/>
        </w:rPr>
        <w:t>Specialista (vedoucí prací) na sdělovací</w:t>
      </w:r>
      <w:r w:rsidR="00A349C6" w:rsidRPr="00AE18AB">
        <w:rPr>
          <w:sz w:val="18"/>
          <w:szCs w:val="18"/>
        </w:rPr>
        <w:t xml:space="preserve"> a </w:t>
      </w:r>
      <w:r w:rsidRPr="00AE18AB">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597338C7" w14:textId="77777777" w:rsidR="00165977" w:rsidRPr="00F95FBD" w:rsidRDefault="007C5289" w:rsidP="00165977">
      <w:pPr>
        <w:pStyle w:val="Nadpistabulky"/>
        <w:rPr>
          <w:sz w:val="18"/>
          <w:szCs w:val="18"/>
        </w:rPr>
      </w:pPr>
      <w:r w:rsidRPr="00AE18AB">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3681EB"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AE18AB">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1D939CBC" w:rsidR="007C5289" w:rsidRPr="007C5289" w:rsidRDefault="007C5289" w:rsidP="00B64B3B">
            <w:pPr>
              <w:pStyle w:val="Tabulka"/>
              <w:cnfStyle w:val="000000000000" w:firstRow="0" w:lastRow="0" w:firstColumn="0" w:lastColumn="0" w:oddVBand="0" w:evenVBand="0" w:oddHBand="0" w:evenHBand="0" w:firstRowFirstColumn="0" w:firstRowLastColumn="0" w:lastRowFirstColumn="0" w:lastRowLastColumn="0"/>
            </w:pPr>
            <w:r w:rsidRPr="00B64B3B">
              <w:t xml:space="preserve">Minimálně </w:t>
            </w:r>
            <w:r w:rsidR="00B64B3B" w:rsidRPr="00B64B3B">
              <w:t>55</w:t>
            </w:r>
            <w:r w:rsidRPr="00B64B3B">
              <w:t xml:space="preserve"> mil. Kč na jednu pojistnou událost</w:t>
            </w:r>
            <w:r w:rsidR="00A349C6" w:rsidRPr="00B64B3B">
              <w:t xml:space="preserve"> a </w:t>
            </w:r>
            <w:r w:rsidR="00B64B3B" w:rsidRPr="00B64B3B">
              <w:t>120</w:t>
            </w:r>
            <w:r w:rsidRPr="00B64B3B">
              <w:t xml:space="preserve"> mil. Kč</w:t>
            </w:r>
            <w:r w:rsidR="00A349C6" w:rsidRPr="00B64B3B">
              <w:t xml:space="preserve"> v </w:t>
            </w:r>
            <w:r w:rsidRPr="00B64B3B">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347A0E">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347A0E">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347A0E">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347A0E">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347A0E">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347A0E">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347A0E">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347A0E">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347A0E">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347A0E">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347A0E">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347A0E">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347A0E">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347A0E">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347A0E">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347A0E">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347A0E">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347A0E">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347A0E">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347A0E">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347A0E">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347A0E">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347A0E">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347A0E">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347A0E">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347A0E">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347A0E">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347A0E">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347A0E">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347A0E">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347A0E">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347A0E">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347A0E">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347A0E">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347A0E">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347A0E">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347A0E">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347A0E">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347A0E">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347A0E">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347A0E">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347A0E">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347A0E">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347A0E">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347A0E">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347A0E">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347A0E">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347A0E">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347A0E">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347A0E">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347A0E">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347A0E">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347A0E">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347A0E">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347A0E">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FCBC30" w14:textId="77777777" w:rsidR="00CB4616" w:rsidRDefault="00CB4616" w:rsidP="00962258">
      <w:pPr>
        <w:spacing w:after="0" w:line="240" w:lineRule="auto"/>
      </w:pPr>
      <w:r>
        <w:separator/>
      </w:r>
    </w:p>
  </w:endnote>
  <w:endnote w:type="continuationSeparator" w:id="0">
    <w:p w14:paraId="4ADD2FAC" w14:textId="77777777" w:rsidR="00CB4616" w:rsidRDefault="00CB461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47A0E" w:rsidRPr="003462EB" w14:paraId="4104960C" w14:textId="77777777" w:rsidTr="00F13FDA">
      <w:tc>
        <w:tcPr>
          <w:tcW w:w="1021" w:type="dxa"/>
          <w:vAlign w:val="bottom"/>
        </w:tcPr>
        <w:p w14:paraId="6ABBE6D0" w14:textId="0E470ECD" w:rsidR="00347A0E" w:rsidRPr="00B8518B" w:rsidRDefault="00347A0E"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7F7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7F70">
            <w:rPr>
              <w:rStyle w:val="slostrnky"/>
              <w:noProof/>
            </w:rPr>
            <w:t>35</w:t>
          </w:r>
          <w:r w:rsidRPr="00B8518B">
            <w:rPr>
              <w:rStyle w:val="slostrnky"/>
            </w:rPr>
            <w:fldChar w:fldCharType="end"/>
          </w:r>
        </w:p>
      </w:tc>
      <w:tc>
        <w:tcPr>
          <w:tcW w:w="0" w:type="auto"/>
          <w:vAlign w:val="bottom"/>
        </w:tcPr>
        <w:p w14:paraId="45929B6B" w14:textId="77777777" w:rsidR="00347A0E" w:rsidRDefault="00347A0E" w:rsidP="00F13FDA">
          <w:pPr>
            <w:pStyle w:val="Zpatvlevo"/>
          </w:pPr>
          <w:r w:rsidRPr="00B41CFD">
            <w:t>Smlouva o dílo</w:t>
          </w:r>
        </w:p>
        <w:p w14:paraId="24613A41" w14:textId="77777777" w:rsidR="00347A0E" w:rsidRPr="003462EB" w:rsidRDefault="00347A0E" w:rsidP="00B63BD1">
          <w:pPr>
            <w:pStyle w:val="Zpatvlevo"/>
          </w:pPr>
          <w:r>
            <w:t>Z</w:t>
          </w:r>
          <w:r w:rsidRPr="00B63BD1">
            <w:t>hotovení Projektové dokumentace a stavby</w:t>
          </w:r>
        </w:p>
      </w:tc>
    </w:tr>
  </w:tbl>
  <w:p w14:paraId="67FD1A4E" w14:textId="77777777" w:rsidR="00347A0E" w:rsidRPr="00F13FDA" w:rsidRDefault="00347A0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47A0E" w:rsidRPr="003462EB" w14:paraId="4820A0B9" w14:textId="77777777" w:rsidTr="00F13FDA">
      <w:tc>
        <w:tcPr>
          <w:tcW w:w="1021" w:type="dxa"/>
          <w:vAlign w:val="bottom"/>
        </w:tcPr>
        <w:p w14:paraId="19D7CA9E" w14:textId="77777777" w:rsidR="00347A0E" w:rsidRPr="00B8518B" w:rsidRDefault="00347A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347A0E" w:rsidRPr="00DD4862" w:rsidRDefault="00347A0E" w:rsidP="00F13FDA">
          <w:pPr>
            <w:pStyle w:val="Zpatvlevo"/>
            <w:rPr>
              <w:b/>
            </w:rPr>
          </w:pPr>
          <w:r>
            <w:rPr>
              <w:b/>
            </w:rPr>
            <w:t>Příloha č. 5</w:t>
          </w:r>
        </w:p>
        <w:p w14:paraId="313CFA21" w14:textId="77777777" w:rsidR="00347A0E" w:rsidRDefault="00347A0E" w:rsidP="00F13FDA">
          <w:pPr>
            <w:pStyle w:val="Zpatvlevo"/>
          </w:pPr>
          <w:r w:rsidRPr="00B41CFD">
            <w:t>Smlouva o dílo</w:t>
          </w:r>
        </w:p>
        <w:p w14:paraId="0B549D3B" w14:textId="77777777" w:rsidR="00347A0E" w:rsidRPr="003462EB" w:rsidRDefault="00347A0E" w:rsidP="00F13FDA">
          <w:pPr>
            <w:pStyle w:val="Zpatvlevo"/>
          </w:pPr>
          <w:r>
            <w:t>Z</w:t>
          </w:r>
          <w:r w:rsidRPr="00B63BD1">
            <w:t>hotovení Projektové dokumentace a stavby</w:t>
          </w:r>
        </w:p>
      </w:tc>
    </w:tr>
  </w:tbl>
  <w:p w14:paraId="26C2AD34" w14:textId="77777777" w:rsidR="00347A0E" w:rsidRPr="00F13FDA" w:rsidRDefault="00347A0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47A0E" w:rsidRPr="009E09BE" w14:paraId="3B39B85F" w14:textId="77777777" w:rsidTr="00934B6B">
      <w:tc>
        <w:tcPr>
          <w:tcW w:w="0" w:type="auto"/>
          <w:tcMar>
            <w:left w:w="0" w:type="dxa"/>
            <w:right w:w="0" w:type="dxa"/>
          </w:tcMar>
          <w:vAlign w:val="bottom"/>
        </w:tcPr>
        <w:p w14:paraId="3B62B9D3" w14:textId="77777777" w:rsidR="00347A0E" w:rsidRPr="00DD4862" w:rsidRDefault="00347A0E" w:rsidP="00934B6B">
          <w:pPr>
            <w:pStyle w:val="Zpatvpravo"/>
            <w:rPr>
              <w:b/>
            </w:rPr>
          </w:pPr>
          <w:r w:rsidRPr="00DD4862">
            <w:rPr>
              <w:b/>
            </w:rPr>
            <w:t xml:space="preserve">Příloha č. </w:t>
          </w:r>
          <w:r>
            <w:rPr>
              <w:b/>
            </w:rPr>
            <w:t>5</w:t>
          </w:r>
        </w:p>
        <w:p w14:paraId="557FAB05" w14:textId="77777777" w:rsidR="00347A0E" w:rsidRPr="003462EB" w:rsidRDefault="00347A0E" w:rsidP="00934B6B">
          <w:pPr>
            <w:pStyle w:val="Zpatvpravo"/>
          </w:pPr>
          <w:r>
            <w:t>Smlouva o dílo</w:t>
          </w:r>
        </w:p>
        <w:p w14:paraId="1DD0B0B7" w14:textId="77777777" w:rsidR="00347A0E" w:rsidRPr="003462EB" w:rsidRDefault="00347A0E"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611EA6A4" w:rsidR="00347A0E" w:rsidRPr="009E09BE" w:rsidRDefault="00347A0E"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37F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37F70">
            <w:rPr>
              <w:rStyle w:val="slostrnky"/>
              <w:noProof/>
            </w:rPr>
            <w:t>1</w:t>
          </w:r>
          <w:r>
            <w:rPr>
              <w:rStyle w:val="slostrnky"/>
            </w:rPr>
            <w:fldChar w:fldCharType="end"/>
          </w:r>
        </w:p>
      </w:tc>
    </w:tr>
  </w:tbl>
  <w:p w14:paraId="3062E164" w14:textId="77777777" w:rsidR="00347A0E" w:rsidRPr="00B8518B" w:rsidRDefault="00347A0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47A0E" w:rsidRPr="003462EB" w14:paraId="2882275F" w14:textId="77777777" w:rsidTr="00F13FDA">
      <w:tc>
        <w:tcPr>
          <w:tcW w:w="1021" w:type="dxa"/>
          <w:vAlign w:val="bottom"/>
        </w:tcPr>
        <w:p w14:paraId="5C8D9169" w14:textId="4B568880" w:rsidR="00347A0E" w:rsidRPr="00B8518B" w:rsidRDefault="00347A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7F7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37F70">
            <w:rPr>
              <w:rStyle w:val="slostrnky"/>
              <w:noProof/>
            </w:rPr>
            <w:t>4</w:t>
          </w:r>
          <w:r>
            <w:rPr>
              <w:rStyle w:val="slostrnky"/>
            </w:rPr>
            <w:fldChar w:fldCharType="end"/>
          </w:r>
        </w:p>
      </w:tc>
      <w:tc>
        <w:tcPr>
          <w:tcW w:w="0" w:type="auto"/>
          <w:vAlign w:val="bottom"/>
        </w:tcPr>
        <w:p w14:paraId="3E105F62" w14:textId="77777777" w:rsidR="00347A0E" w:rsidRPr="00DD4862" w:rsidRDefault="00347A0E" w:rsidP="00F13FDA">
          <w:pPr>
            <w:pStyle w:val="Zpatvlevo"/>
            <w:rPr>
              <w:b/>
            </w:rPr>
          </w:pPr>
          <w:r>
            <w:rPr>
              <w:b/>
            </w:rPr>
            <w:t>Příloha č. 6</w:t>
          </w:r>
        </w:p>
        <w:p w14:paraId="1527FE35" w14:textId="77777777" w:rsidR="00347A0E" w:rsidRDefault="00347A0E" w:rsidP="00F13FDA">
          <w:pPr>
            <w:pStyle w:val="Zpatvlevo"/>
          </w:pPr>
          <w:r w:rsidRPr="00B41CFD">
            <w:t>Smlouva o dílo</w:t>
          </w:r>
        </w:p>
        <w:p w14:paraId="3A4FF54C" w14:textId="77777777" w:rsidR="00347A0E" w:rsidRPr="003462EB" w:rsidRDefault="00347A0E" w:rsidP="00F13FDA">
          <w:pPr>
            <w:pStyle w:val="Zpatvlevo"/>
          </w:pPr>
          <w:r>
            <w:t>Z</w:t>
          </w:r>
          <w:r w:rsidRPr="00B63BD1">
            <w:t>hotovení Projektové dokumentace a stavby</w:t>
          </w:r>
        </w:p>
      </w:tc>
    </w:tr>
  </w:tbl>
  <w:p w14:paraId="242D3B49" w14:textId="77777777" w:rsidR="00347A0E" w:rsidRPr="00F13FDA" w:rsidRDefault="00347A0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47A0E" w:rsidRPr="009E09BE" w14:paraId="338E7D44" w14:textId="77777777" w:rsidTr="00934B6B">
      <w:tc>
        <w:tcPr>
          <w:tcW w:w="0" w:type="auto"/>
          <w:tcMar>
            <w:left w:w="0" w:type="dxa"/>
            <w:right w:w="0" w:type="dxa"/>
          </w:tcMar>
          <w:vAlign w:val="bottom"/>
        </w:tcPr>
        <w:p w14:paraId="467ACD65" w14:textId="77777777" w:rsidR="00347A0E" w:rsidRPr="00DD4862" w:rsidRDefault="00347A0E" w:rsidP="00934B6B">
          <w:pPr>
            <w:pStyle w:val="Zpatvpravo"/>
            <w:rPr>
              <w:b/>
            </w:rPr>
          </w:pPr>
          <w:r w:rsidRPr="00DD4862">
            <w:rPr>
              <w:b/>
            </w:rPr>
            <w:t xml:space="preserve">Příloha č. </w:t>
          </w:r>
          <w:r>
            <w:rPr>
              <w:b/>
            </w:rPr>
            <w:t>6</w:t>
          </w:r>
        </w:p>
        <w:p w14:paraId="702671EE" w14:textId="77777777" w:rsidR="00347A0E" w:rsidRPr="003462EB" w:rsidRDefault="00347A0E" w:rsidP="00934B6B">
          <w:pPr>
            <w:pStyle w:val="Zpatvpravo"/>
          </w:pPr>
          <w:r>
            <w:t>Smlouva o dílo</w:t>
          </w:r>
        </w:p>
        <w:p w14:paraId="0DEDBA4A" w14:textId="77777777" w:rsidR="00347A0E" w:rsidRPr="003462EB" w:rsidRDefault="00347A0E"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40984957" w:rsidR="00347A0E" w:rsidRPr="009E09BE" w:rsidRDefault="00347A0E"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37F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37F70">
            <w:rPr>
              <w:rStyle w:val="slostrnky"/>
              <w:noProof/>
            </w:rPr>
            <w:t>4</w:t>
          </w:r>
          <w:r>
            <w:rPr>
              <w:rStyle w:val="slostrnky"/>
            </w:rPr>
            <w:fldChar w:fldCharType="end"/>
          </w:r>
        </w:p>
      </w:tc>
    </w:tr>
  </w:tbl>
  <w:p w14:paraId="7C686CF2" w14:textId="77777777" w:rsidR="00347A0E" w:rsidRPr="00B8518B" w:rsidRDefault="00347A0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47A0E" w:rsidRPr="003462EB" w14:paraId="67128925" w14:textId="77777777" w:rsidTr="00F13FDA">
      <w:tc>
        <w:tcPr>
          <w:tcW w:w="1021" w:type="dxa"/>
          <w:vAlign w:val="bottom"/>
        </w:tcPr>
        <w:p w14:paraId="0C3A5B7E" w14:textId="77777777" w:rsidR="00347A0E" w:rsidRPr="00B8518B" w:rsidRDefault="00347A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347A0E" w:rsidRPr="00DD4862" w:rsidRDefault="00347A0E" w:rsidP="00F13FDA">
          <w:pPr>
            <w:pStyle w:val="Zpatvlevo"/>
            <w:rPr>
              <w:b/>
            </w:rPr>
          </w:pPr>
          <w:r>
            <w:rPr>
              <w:b/>
            </w:rPr>
            <w:t>Příloha č. 7</w:t>
          </w:r>
        </w:p>
        <w:p w14:paraId="3940C1D6" w14:textId="77777777" w:rsidR="00347A0E" w:rsidRDefault="00347A0E" w:rsidP="00F13FDA">
          <w:pPr>
            <w:pStyle w:val="Zpatvlevo"/>
          </w:pPr>
          <w:r w:rsidRPr="00B41CFD">
            <w:t>Smlouva o dílo</w:t>
          </w:r>
        </w:p>
        <w:p w14:paraId="04590B48" w14:textId="77777777" w:rsidR="00347A0E" w:rsidRPr="003462EB" w:rsidRDefault="00347A0E" w:rsidP="00F13FDA">
          <w:pPr>
            <w:pStyle w:val="Zpatvlevo"/>
          </w:pPr>
          <w:r>
            <w:t>Z</w:t>
          </w:r>
          <w:r w:rsidRPr="00B63BD1">
            <w:t>hotovení Projektové dokumentace a stavby</w:t>
          </w:r>
        </w:p>
      </w:tc>
    </w:tr>
  </w:tbl>
  <w:p w14:paraId="4D242EED" w14:textId="77777777" w:rsidR="00347A0E" w:rsidRPr="00F13FDA" w:rsidRDefault="00347A0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47A0E" w:rsidRPr="009E09BE" w14:paraId="71F39DDC" w14:textId="77777777" w:rsidTr="00934B6B">
      <w:tc>
        <w:tcPr>
          <w:tcW w:w="0" w:type="auto"/>
          <w:tcMar>
            <w:left w:w="0" w:type="dxa"/>
            <w:right w:w="0" w:type="dxa"/>
          </w:tcMar>
          <w:vAlign w:val="bottom"/>
        </w:tcPr>
        <w:p w14:paraId="43368CA0" w14:textId="77777777" w:rsidR="00347A0E" w:rsidRPr="00DD4862" w:rsidRDefault="00347A0E" w:rsidP="00934B6B">
          <w:pPr>
            <w:pStyle w:val="Zpatvpravo"/>
            <w:rPr>
              <w:b/>
            </w:rPr>
          </w:pPr>
          <w:r w:rsidRPr="00DD4862">
            <w:rPr>
              <w:b/>
            </w:rPr>
            <w:t xml:space="preserve">Příloha č. </w:t>
          </w:r>
          <w:r>
            <w:rPr>
              <w:b/>
            </w:rPr>
            <w:t>7</w:t>
          </w:r>
        </w:p>
        <w:p w14:paraId="1EBDBB95" w14:textId="77777777" w:rsidR="00347A0E" w:rsidRPr="003462EB" w:rsidRDefault="00347A0E" w:rsidP="00934B6B">
          <w:pPr>
            <w:pStyle w:val="Zpatvpravo"/>
          </w:pPr>
          <w:r>
            <w:t>Smlouva o dílo</w:t>
          </w:r>
        </w:p>
        <w:p w14:paraId="6FD202BE" w14:textId="77777777" w:rsidR="00347A0E" w:rsidRPr="003462EB" w:rsidRDefault="00347A0E"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5DE7F8BA" w:rsidR="00347A0E" w:rsidRPr="009E09BE" w:rsidRDefault="00347A0E"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37F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37F70">
            <w:rPr>
              <w:rStyle w:val="slostrnky"/>
              <w:noProof/>
            </w:rPr>
            <w:t>1</w:t>
          </w:r>
          <w:r>
            <w:rPr>
              <w:rStyle w:val="slostrnky"/>
            </w:rPr>
            <w:fldChar w:fldCharType="end"/>
          </w:r>
        </w:p>
      </w:tc>
    </w:tr>
  </w:tbl>
  <w:p w14:paraId="29FBE57A" w14:textId="77777777" w:rsidR="00347A0E" w:rsidRPr="00B8518B" w:rsidRDefault="00347A0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47A0E" w:rsidRPr="003462EB" w14:paraId="211901E4" w14:textId="77777777" w:rsidTr="00F13FDA">
      <w:tc>
        <w:tcPr>
          <w:tcW w:w="1021" w:type="dxa"/>
          <w:vAlign w:val="bottom"/>
        </w:tcPr>
        <w:p w14:paraId="78474B11" w14:textId="77777777" w:rsidR="00347A0E" w:rsidRPr="00B8518B" w:rsidRDefault="00347A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347A0E" w:rsidRPr="00DD4862" w:rsidRDefault="00347A0E" w:rsidP="00F13FDA">
          <w:pPr>
            <w:pStyle w:val="Zpatvlevo"/>
            <w:rPr>
              <w:b/>
            </w:rPr>
          </w:pPr>
          <w:r>
            <w:rPr>
              <w:b/>
            </w:rPr>
            <w:t>Příloha č. 8</w:t>
          </w:r>
        </w:p>
        <w:p w14:paraId="43DCB144" w14:textId="77777777" w:rsidR="00347A0E" w:rsidRDefault="00347A0E" w:rsidP="00F13FDA">
          <w:pPr>
            <w:pStyle w:val="Zpatvlevo"/>
          </w:pPr>
          <w:r w:rsidRPr="00B41CFD">
            <w:t>Smlouva o dílo</w:t>
          </w:r>
        </w:p>
        <w:p w14:paraId="04894497" w14:textId="77777777" w:rsidR="00347A0E" w:rsidRPr="003462EB" w:rsidRDefault="00347A0E" w:rsidP="00F13FDA">
          <w:pPr>
            <w:pStyle w:val="Zpatvlevo"/>
          </w:pPr>
          <w:r>
            <w:t>Z</w:t>
          </w:r>
          <w:r w:rsidRPr="00B63BD1">
            <w:t>hotovení Projektové dokumentace a stavby</w:t>
          </w:r>
        </w:p>
      </w:tc>
    </w:tr>
  </w:tbl>
  <w:p w14:paraId="576A41AC" w14:textId="77777777" w:rsidR="00347A0E" w:rsidRPr="00F13FDA" w:rsidRDefault="00347A0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47A0E" w:rsidRPr="009E09BE" w14:paraId="5ACBFFFE" w14:textId="77777777" w:rsidTr="00934B6B">
      <w:tc>
        <w:tcPr>
          <w:tcW w:w="0" w:type="auto"/>
          <w:tcMar>
            <w:left w:w="0" w:type="dxa"/>
            <w:right w:w="0" w:type="dxa"/>
          </w:tcMar>
          <w:vAlign w:val="bottom"/>
        </w:tcPr>
        <w:p w14:paraId="4898DBD2" w14:textId="77777777" w:rsidR="00347A0E" w:rsidRPr="00DD4862" w:rsidRDefault="00347A0E" w:rsidP="00934B6B">
          <w:pPr>
            <w:pStyle w:val="Zpatvpravo"/>
            <w:rPr>
              <w:b/>
            </w:rPr>
          </w:pPr>
          <w:r w:rsidRPr="00DD4862">
            <w:rPr>
              <w:b/>
            </w:rPr>
            <w:t xml:space="preserve">Příloha č. </w:t>
          </w:r>
          <w:r>
            <w:rPr>
              <w:b/>
            </w:rPr>
            <w:t>8</w:t>
          </w:r>
        </w:p>
        <w:p w14:paraId="2B35F55C" w14:textId="77777777" w:rsidR="00347A0E" w:rsidRPr="003462EB" w:rsidRDefault="00347A0E" w:rsidP="00934B6B">
          <w:pPr>
            <w:pStyle w:val="Zpatvpravo"/>
          </w:pPr>
          <w:r>
            <w:t>Smlouva o dílo</w:t>
          </w:r>
        </w:p>
        <w:p w14:paraId="50129DBE" w14:textId="77777777" w:rsidR="00347A0E" w:rsidRPr="003462EB" w:rsidRDefault="00347A0E"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574BE341" w:rsidR="00347A0E" w:rsidRPr="009E09BE" w:rsidRDefault="00347A0E"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37F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37F70">
            <w:rPr>
              <w:rStyle w:val="slostrnky"/>
              <w:noProof/>
            </w:rPr>
            <w:t>1</w:t>
          </w:r>
          <w:r>
            <w:rPr>
              <w:rStyle w:val="slostrnky"/>
            </w:rPr>
            <w:fldChar w:fldCharType="end"/>
          </w:r>
        </w:p>
      </w:tc>
    </w:tr>
  </w:tbl>
  <w:p w14:paraId="5F28876B" w14:textId="77777777" w:rsidR="00347A0E" w:rsidRPr="00B8518B" w:rsidRDefault="00347A0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347A0E" w:rsidRPr="009E09BE" w14:paraId="6E72BFB4" w14:textId="77777777" w:rsidTr="00904902">
      <w:tc>
        <w:tcPr>
          <w:tcW w:w="0" w:type="auto"/>
          <w:tcMar>
            <w:left w:w="0" w:type="dxa"/>
            <w:right w:w="0" w:type="dxa"/>
          </w:tcMar>
          <w:vAlign w:val="bottom"/>
        </w:tcPr>
        <w:p w14:paraId="13963E55" w14:textId="77777777" w:rsidR="00347A0E" w:rsidRPr="00DD4862" w:rsidRDefault="00347A0E" w:rsidP="00DC37EC">
          <w:pPr>
            <w:pStyle w:val="Zpatvpravo"/>
            <w:rPr>
              <w:b/>
            </w:rPr>
          </w:pPr>
          <w:r w:rsidRPr="00DD4862">
            <w:rPr>
              <w:b/>
            </w:rPr>
            <w:t xml:space="preserve">Příloha č. </w:t>
          </w:r>
          <w:r>
            <w:rPr>
              <w:b/>
            </w:rPr>
            <w:t>10</w:t>
          </w:r>
        </w:p>
        <w:p w14:paraId="05E207F7" w14:textId="77777777" w:rsidR="00347A0E" w:rsidRPr="003462EB" w:rsidRDefault="00347A0E" w:rsidP="00DC37EC">
          <w:pPr>
            <w:pStyle w:val="Zpatvpravo"/>
          </w:pPr>
          <w:r>
            <w:t>Smlouva o dílo</w:t>
          </w:r>
        </w:p>
        <w:p w14:paraId="4B585457" w14:textId="77777777" w:rsidR="00347A0E" w:rsidRPr="003462EB" w:rsidRDefault="00347A0E"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347A0E" w:rsidRPr="00B8518B" w:rsidRDefault="00347A0E" w:rsidP="00DC37EC">
          <w:pPr>
            <w:pStyle w:val="Zpatvpravo"/>
            <w:rPr>
              <w:rStyle w:val="slostrnky"/>
            </w:rPr>
          </w:pPr>
        </w:p>
      </w:tc>
      <w:tc>
        <w:tcPr>
          <w:tcW w:w="1021" w:type="dxa"/>
          <w:vAlign w:val="bottom"/>
        </w:tcPr>
        <w:p w14:paraId="541CC307" w14:textId="7AD3D386" w:rsidR="00347A0E" w:rsidRPr="009E09BE" w:rsidRDefault="00347A0E"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37F7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37F70">
            <w:rPr>
              <w:rStyle w:val="slostrnky"/>
              <w:noProof/>
            </w:rPr>
            <w:t>5</w:t>
          </w:r>
          <w:r>
            <w:rPr>
              <w:rStyle w:val="slostrnky"/>
            </w:rPr>
            <w:fldChar w:fldCharType="end"/>
          </w:r>
        </w:p>
      </w:tc>
    </w:tr>
  </w:tbl>
  <w:p w14:paraId="43314644" w14:textId="77777777" w:rsidR="00347A0E" w:rsidRPr="00B8518B" w:rsidRDefault="00347A0E" w:rsidP="00DC37EC">
    <w:pPr>
      <w:pStyle w:val="Zpat"/>
      <w:rPr>
        <w:sz w:val="2"/>
        <w:szCs w:val="2"/>
      </w:rPr>
    </w:pPr>
  </w:p>
  <w:p w14:paraId="54616B81" w14:textId="77777777" w:rsidR="00347A0E" w:rsidRPr="00DC37EC" w:rsidRDefault="00347A0E"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347A0E" w:rsidRPr="009E09BE" w14:paraId="5DFA6D30" w14:textId="77777777" w:rsidTr="00DC37EC">
      <w:tc>
        <w:tcPr>
          <w:tcW w:w="0" w:type="auto"/>
          <w:tcMar>
            <w:left w:w="0" w:type="dxa"/>
            <w:right w:w="0" w:type="dxa"/>
          </w:tcMar>
          <w:vAlign w:val="bottom"/>
        </w:tcPr>
        <w:p w14:paraId="3F33D809" w14:textId="77777777" w:rsidR="00347A0E" w:rsidRPr="00DD4862" w:rsidRDefault="00347A0E" w:rsidP="00DC37EC">
          <w:pPr>
            <w:pStyle w:val="Zpatvpravo"/>
            <w:rPr>
              <w:b/>
            </w:rPr>
          </w:pPr>
          <w:r w:rsidRPr="00DD4862">
            <w:rPr>
              <w:b/>
            </w:rPr>
            <w:t xml:space="preserve">Příloha č. </w:t>
          </w:r>
          <w:r>
            <w:rPr>
              <w:b/>
            </w:rPr>
            <w:t>9</w:t>
          </w:r>
        </w:p>
        <w:p w14:paraId="42F3AB09" w14:textId="77777777" w:rsidR="00347A0E" w:rsidRPr="003462EB" w:rsidRDefault="00347A0E" w:rsidP="00DC37EC">
          <w:pPr>
            <w:pStyle w:val="Zpatvpravo"/>
          </w:pPr>
          <w:r>
            <w:t>Smlouva o dílo</w:t>
          </w:r>
        </w:p>
        <w:p w14:paraId="18F542FA" w14:textId="77777777" w:rsidR="00347A0E" w:rsidRPr="003462EB" w:rsidRDefault="00347A0E"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347A0E" w:rsidRPr="00B8518B" w:rsidRDefault="00347A0E" w:rsidP="00DC37EC">
          <w:pPr>
            <w:pStyle w:val="Zpatvpravo"/>
            <w:rPr>
              <w:rStyle w:val="slostrnky"/>
            </w:rPr>
          </w:pPr>
        </w:p>
      </w:tc>
      <w:tc>
        <w:tcPr>
          <w:tcW w:w="1021" w:type="dxa"/>
          <w:vAlign w:val="bottom"/>
        </w:tcPr>
        <w:p w14:paraId="576522F1" w14:textId="4CC8FB02" w:rsidR="00347A0E" w:rsidRPr="009E09BE" w:rsidRDefault="00347A0E"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37F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37F70">
            <w:rPr>
              <w:rStyle w:val="slostrnky"/>
              <w:noProof/>
            </w:rPr>
            <w:t>1</w:t>
          </w:r>
          <w:r>
            <w:rPr>
              <w:rStyle w:val="slostrnky"/>
            </w:rPr>
            <w:fldChar w:fldCharType="end"/>
          </w:r>
        </w:p>
      </w:tc>
    </w:tr>
  </w:tbl>
  <w:p w14:paraId="6B3BAB05" w14:textId="77777777" w:rsidR="00347A0E" w:rsidRPr="00B8518B" w:rsidRDefault="00347A0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47A0E" w:rsidRPr="009E09BE" w14:paraId="3081D676" w14:textId="77777777" w:rsidTr="00F13FDA">
      <w:tc>
        <w:tcPr>
          <w:tcW w:w="0" w:type="auto"/>
          <w:tcMar>
            <w:left w:w="0" w:type="dxa"/>
            <w:right w:w="0" w:type="dxa"/>
          </w:tcMar>
          <w:vAlign w:val="bottom"/>
        </w:tcPr>
        <w:p w14:paraId="040E065A" w14:textId="77777777" w:rsidR="00347A0E" w:rsidRPr="003462EB" w:rsidRDefault="00347A0E" w:rsidP="00F13FDA">
          <w:pPr>
            <w:pStyle w:val="Zpatvpravo"/>
          </w:pPr>
          <w:r>
            <w:t>Smlouva o dílo</w:t>
          </w:r>
        </w:p>
        <w:p w14:paraId="29166DE8" w14:textId="77777777" w:rsidR="00347A0E" w:rsidRPr="003462EB" w:rsidRDefault="00347A0E"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12548378" w:rsidR="00347A0E" w:rsidRPr="009E09BE" w:rsidRDefault="00347A0E"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37F70">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7F70">
            <w:rPr>
              <w:rStyle w:val="slostrnky"/>
              <w:noProof/>
            </w:rPr>
            <w:t>35</w:t>
          </w:r>
          <w:r w:rsidRPr="00B8518B">
            <w:rPr>
              <w:rStyle w:val="slostrnky"/>
            </w:rPr>
            <w:fldChar w:fldCharType="end"/>
          </w:r>
        </w:p>
      </w:tc>
    </w:tr>
  </w:tbl>
  <w:p w14:paraId="000D3D0B" w14:textId="77777777" w:rsidR="00347A0E" w:rsidRPr="00B8518B" w:rsidRDefault="00347A0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347A0E" w:rsidRPr="009E09BE" w14:paraId="7A2A32AD" w14:textId="77777777" w:rsidTr="00DC37EC">
      <w:tc>
        <w:tcPr>
          <w:tcW w:w="0" w:type="auto"/>
          <w:tcMar>
            <w:left w:w="0" w:type="dxa"/>
            <w:right w:w="0" w:type="dxa"/>
          </w:tcMar>
          <w:vAlign w:val="bottom"/>
        </w:tcPr>
        <w:p w14:paraId="48AB2DC8" w14:textId="77777777" w:rsidR="00347A0E" w:rsidRPr="00DD4862" w:rsidRDefault="00347A0E" w:rsidP="00DC37EC">
          <w:pPr>
            <w:pStyle w:val="Zpatvpravo"/>
            <w:rPr>
              <w:b/>
            </w:rPr>
          </w:pPr>
          <w:r w:rsidRPr="00DD4862">
            <w:rPr>
              <w:b/>
            </w:rPr>
            <w:t xml:space="preserve">Příloha č. </w:t>
          </w:r>
          <w:r>
            <w:rPr>
              <w:b/>
            </w:rPr>
            <w:t>10</w:t>
          </w:r>
        </w:p>
        <w:p w14:paraId="6A081B4F" w14:textId="77777777" w:rsidR="00347A0E" w:rsidRPr="003462EB" w:rsidRDefault="00347A0E" w:rsidP="00DC37EC">
          <w:pPr>
            <w:pStyle w:val="Zpatvpravo"/>
          </w:pPr>
          <w:r>
            <w:t>Smlouva o dílo</w:t>
          </w:r>
        </w:p>
        <w:p w14:paraId="540C94BE" w14:textId="77777777" w:rsidR="00347A0E" w:rsidRPr="003462EB" w:rsidRDefault="00347A0E"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347A0E" w:rsidRPr="00B8518B" w:rsidRDefault="00347A0E" w:rsidP="00DC37EC">
          <w:pPr>
            <w:pStyle w:val="Zpatvpravo"/>
            <w:rPr>
              <w:rStyle w:val="slostrnky"/>
            </w:rPr>
          </w:pPr>
        </w:p>
      </w:tc>
      <w:tc>
        <w:tcPr>
          <w:tcW w:w="1021" w:type="dxa"/>
          <w:vAlign w:val="bottom"/>
        </w:tcPr>
        <w:p w14:paraId="4F9AA148" w14:textId="09B8F75A" w:rsidR="00347A0E" w:rsidRPr="009E09BE" w:rsidRDefault="00347A0E"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37F7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37F70">
            <w:rPr>
              <w:rStyle w:val="slostrnky"/>
              <w:noProof/>
            </w:rPr>
            <w:t>5</w:t>
          </w:r>
          <w:r>
            <w:rPr>
              <w:rStyle w:val="slostrnky"/>
            </w:rPr>
            <w:fldChar w:fldCharType="end"/>
          </w:r>
        </w:p>
      </w:tc>
    </w:tr>
  </w:tbl>
  <w:p w14:paraId="3FE720CA" w14:textId="77777777" w:rsidR="00347A0E" w:rsidRPr="00B8518B" w:rsidRDefault="00347A0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347A0E" w:rsidRDefault="00347A0E" w:rsidP="00BF2895">
    <w:pPr>
      <w:pStyle w:val="Zpat"/>
      <w:rPr>
        <w:sz w:val="2"/>
        <w:szCs w:val="2"/>
      </w:rPr>
    </w:pPr>
  </w:p>
  <w:p w14:paraId="74E51633" w14:textId="77777777" w:rsidR="00347A0E" w:rsidRPr="001E4BDC" w:rsidRDefault="00347A0E" w:rsidP="00BF2895">
    <w:pPr>
      <w:pStyle w:val="Zpat"/>
      <w:rPr>
        <w:sz w:val="12"/>
        <w:szCs w:val="12"/>
      </w:rPr>
    </w:pPr>
  </w:p>
  <w:p w14:paraId="1391AB0D" w14:textId="77777777" w:rsidR="00347A0E" w:rsidRPr="001E4BDC" w:rsidRDefault="00347A0E"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47A0E" w:rsidRPr="003462EB" w14:paraId="7C5FA12C" w14:textId="77777777" w:rsidTr="00F13FDA">
      <w:tc>
        <w:tcPr>
          <w:tcW w:w="1021" w:type="dxa"/>
          <w:vAlign w:val="bottom"/>
        </w:tcPr>
        <w:p w14:paraId="55E968BB" w14:textId="77777777" w:rsidR="00347A0E" w:rsidRPr="00B8518B" w:rsidRDefault="00347A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347A0E" w:rsidRPr="00DD4862" w:rsidRDefault="00347A0E" w:rsidP="00F13FDA">
          <w:pPr>
            <w:pStyle w:val="Zpatvlevo"/>
            <w:rPr>
              <w:b/>
            </w:rPr>
          </w:pPr>
          <w:r w:rsidRPr="00DD4862">
            <w:rPr>
              <w:b/>
            </w:rPr>
            <w:t>Příloha č. 1</w:t>
          </w:r>
        </w:p>
        <w:p w14:paraId="6736B376" w14:textId="77777777" w:rsidR="00347A0E" w:rsidRDefault="00347A0E" w:rsidP="00F13FDA">
          <w:pPr>
            <w:pStyle w:val="Zpatvlevo"/>
          </w:pPr>
          <w:r w:rsidRPr="00B41CFD">
            <w:t>Smlouva o dílo</w:t>
          </w:r>
        </w:p>
        <w:p w14:paraId="388FB6AB" w14:textId="77777777" w:rsidR="00347A0E" w:rsidRPr="003462EB" w:rsidRDefault="00347A0E" w:rsidP="00F13FDA">
          <w:pPr>
            <w:pStyle w:val="Zpatvlevo"/>
          </w:pPr>
          <w:r>
            <w:t>Z</w:t>
          </w:r>
          <w:r w:rsidRPr="00B63BD1">
            <w:t>hotovení Projektové dokumentace a stavby</w:t>
          </w:r>
        </w:p>
      </w:tc>
    </w:tr>
  </w:tbl>
  <w:p w14:paraId="7BB71A21" w14:textId="77777777" w:rsidR="00347A0E" w:rsidRPr="00F13FDA" w:rsidRDefault="00347A0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347A0E" w:rsidRDefault="00347A0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47A0E" w:rsidRPr="009E09BE" w14:paraId="65045254" w14:textId="77777777" w:rsidTr="00934B6B">
      <w:tc>
        <w:tcPr>
          <w:tcW w:w="0" w:type="auto"/>
          <w:tcMar>
            <w:left w:w="0" w:type="dxa"/>
            <w:right w:w="0" w:type="dxa"/>
          </w:tcMar>
          <w:vAlign w:val="bottom"/>
        </w:tcPr>
        <w:p w14:paraId="47D41CAE" w14:textId="77777777" w:rsidR="00347A0E" w:rsidRPr="00DD4862" w:rsidRDefault="00347A0E" w:rsidP="00934B6B">
          <w:pPr>
            <w:pStyle w:val="Zpatvpravo"/>
            <w:rPr>
              <w:b/>
            </w:rPr>
          </w:pPr>
          <w:r w:rsidRPr="00DD4862">
            <w:rPr>
              <w:b/>
            </w:rPr>
            <w:t>Příloha č. 1</w:t>
          </w:r>
        </w:p>
        <w:p w14:paraId="2F5D2B55" w14:textId="77777777" w:rsidR="00347A0E" w:rsidRPr="003462EB" w:rsidRDefault="00347A0E" w:rsidP="00934B6B">
          <w:pPr>
            <w:pStyle w:val="Zpatvpravo"/>
          </w:pPr>
          <w:r>
            <w:t>Smlouva o dílo</w:t>
          </w:r>
        </w:p>
        <w:p w14:paraId="245439D7" w14:textId="77777777" w:rsidR="00347A0E" w:rsidRPr="003462EB" w:rsidRDefault="00347A0E"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2A23C872" w:rsidR="00347A0E" w:rsidRPr="009E09BE" w:rsidRDefault="00347A0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37F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37F70">
            <w:rPr>
              <w:rStyle w:val="slostrnky"/>
              <w:noProof/>
            </w:rPr>
            <w:t>1</w:t>
          </w:r>
          <w:r>
            <w:rPr>
              <w:rStyle w:val="slostrnky"/>
            </w:rPr>
            <w:fldChar w:fldCharType="end"/>
          </w:r>
        </w:p>
      </w:tc>
    </w:tr>
  </w:tbl>
  <w:p w14:paraId="71D74358" w14:textId="77777777" w:rsidR="00347A0E" w:rsidRPr="00B8518B" w:rsidRDefault="00347A0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47A0E" w:rsidRPr="003462EB" w14:paraId="4FFB77B4" w14:textId="77777777" w:rsidTr="00F13FDA">
      <w:tc>
        <w:tcPr>
          <w:tcW w:w="1021" w:type="dxa"/>
          <w:vAlign w:val="bottom"/>
        </w:tcPr>
        <w:p w14:paraId="2257580E" w14:textId="77777777" w:rsidR="00347A0E" w:rsidRPr="00B8518B" w:rsidRDefault="00347A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347A0E" w:rsidRPr="00DD4862" w:rsidRDefault="00347A0E" w:rsidP="00F13FDA">
          <w:pPr>
            <w:pStyle w:val="Zpatvlevo"/>
            <w:rPr>
              <w:b/>
            </w:rPr>
          </w:pPr>
          <w:r>
            <w:rPr>
              <w:b/>
            </w:rPr>
            <w:t>Příloha č. 2</w:t>
          </w:r>
        </w:p>
        <w:p w14:paraId="3D846C68" w14:textId="77777777" w:rsidR="00347A0E" w:rsidRDefault="00347A0E" w:rsidP="00F13FDA">
          <w:pPr>
            <w:pStyle w:val="Zpatvlevo"/>
          </w:pPr>
          <w:r w:rsidRPr="00B41CFD">
            <w:t>Smlouva o dílo</w:t>
          </w:r>
        </w:p>
        <w:p w14:paraId="1C3FA075" w14:textId="77777777" w:rsidR="00347A0E" w:rsidRPr="003462EB" w:rsidRDefault="00347A0E" w:rsidP="00F13FDA">
          <w:pPr>
            <w:pStyle w:val="Zpatvlevo"/>
          </w:pPr>
          <w:r>
            <w:t>Z</w:t>
          </w:r>
          <w:r w:rsidRPr="00B63BD1">
            <w:t>hotovení Projektové dokumentace a stavby</w:t>
          </w:r>
        </w:p>
      </w:tc>
    </w:tr>
  </w:tbl>
  <w:p w14:paraId="7D2C0E00" w14:textId="77777777" w:rsidR="00347A0E" w:rsidRPr="00F13FDA" w:rsidRDefault="00347A0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47A0E" w:rsidRPr="009E09BE" w14:paraId="2EB9F2EA" w14:textId="77777777" w:rsidTr="00934B6B">
      <w:tc>
        <w:tcPr>
          <w:tcW w:w="0" w:type="auto"/>
          <w:tcMar>
            <w:left w:w="0" w:type="dxa"/>
            <w:right w:w="0" w:type="dxa"/>
          </w:tcMar>
          <w:vAlign w:val="bottom"/>
        </w:tcPr>
        <w:p w14:paraId="1E1F0A9A" w14:textId="77777777" w:rsidR="00347A0E" w:rsidRPr="00DD4862" w:rsidRDefault="00347A0E" w:rsidP="00934B6B">
          <w:pPr>
            <w:pStyle w:val="Zpatvpravo"/>
            <w:rPr>
              <w:b/>
            </w:rPr>
          </w:pPr>
          <w:r w:rsidRPr="00DD4862">
            <w:rPr>
              <w:b/>
            </w:rPr>
            <w:t>Příloha č. 2</w:t>
          </w:r>
        </w:p>
        <w:p w14:paraId="27E68A04" w14:textId="77777777" w:rsidR="00347A0E" w:rsidRPr="003462EB" w:rsidRDefault="00347A0E" w:rsidP="00934B6B">
          <w:pPr>
            <w:pStyle w:val="Zpatvpravo"/>
          </w:pPr>
          <w:r>
            <w:t>Smlouva o dílo</w:t>
          </w:r>
        </w:p>
        <w:p w14:paraId="52498DA6" w14:textId="77777777" w:rsidR="00347A0E" w:rsidRPr="003462EB" w:rsidRDefault="00347A0E"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02E5AE80" w:rsidR="00347A0E" w:rsidRPr="009E09BE" w:rsidRDefault="00347A0E"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37F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37F70">
            <w:rPr>
              <w:rStyle w:val="slostrnky"/>
              <w:noProof/>
            </w:rPr>
            <w:t>1</w:t>
          </w:r>
          <w:r>
            <w:rPr>
              <w:rStyle w:val="slostrnky"/>
            </w:rPr>
            <w:fldChar w:fldCharType="end"/>
          </w:r>
        </w:p>
      </w:tc>
    </w:tr>
  </w:tbl>
  <w:p w14:paraId="2EA8C976" w14:textId="77777777" w:rsidR="00347A0E" w:rsidRPr="00B8518B" w:rsidRDefault="00347A0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47A0E" w:rsidRPr="003462EB" w14:paraId="091847A1" w14:textId="77777777" w:rsidTr="00F13FDA">
      <w:tc>
        <w:tcPr>
          <w:tcW w:w="1021" w:type="dxa"/>
          <w:vAlign w:val="bottom"/>
        </w:tcPr>
        <w:p w14:paraId="15ED82C6" w14:textId="72776AE6" w:rsidR="00347A0E" w:rsidRPr="00B8518B" w:rsidRDefault="00347A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7F7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37F70">
            <w:rPr>
              <w:rStyle w:val="slostrnky"/>
              <w:noProof/>
            </w:rPr>
            <w:t>3</w:t>
          </w:r>
          <w:r>
            <w:rPr>
              <w:rStyle w:val="slostrnky"/>
            </w:rPr>
            <w:fldChar w:fldCharType="end"/>
          </w:r>
        </w:p>
      </w:tc>
      <w:tc>
        <w:tcPr>
          <w:tcW w:w="0" w:type="auto"/>
          <w:vAlign w:val="bottom"/>
        </w:tcPr>
        <w:p w14:paraId="53BEA41F" w14:textId="77777777" w:rsidR="00347A0E" w:rsidRPr="00DD4862" w:rsidRDefault="00347A0E" w:rsidP="00F13FDA">
          <w:pPr>
            <w:pStyle w:val="Zpatvlevo"/>
            <w:rPr>
              <w:b/>
            </w:rPr>
          </w:pPr>
          <w:r>
            <w:rPr>
              <w:b/>
            </w:rPr>
            <w:t>Příloha č. 4</w:t>
          </w:r>
        </w:p>
        <w:p w14:paraId="53AB09F5" w14:textId="77777777" w:rsidR="00347A0E" w:rsidRDefault="00347A0E" w:rsidP="00F13FDA">
          <w:pPr>
            <w:pStyle w:val="Zpatvlevo"/>
          </w:pPr>
          <w:r w:rsidRPr="00B41CFD">
            <w:t>Smlouva o dílo</w:t>
          </w:r>
        </w:p>
        <w:p w14:paraId="63A9EDE5" w14:textId="77777777" w:rsidR="00347A0E" w:rsidRPr="003462EB" w:rsidRDefault="00347A0E" w:rsidP="00F13FDA">
          <w:pPr>
            <w:pStyle w:val="Zpatvlevo"/>
          </w:pPr>
          <w:r>
            <w:t>Z</w:t>
          </w:r>
          <w:r w:rsidRPr="00B63BD1">
            <w:t>hotovení Projektové dokumentace a stavby</w:t>
          </w:r>
        </w:p>
      </w:tc>
    </w:tr>
  </w:tbl>
  <w:p w14:paraId="0380B260" w14:textId="77777777" w:rsidR="00347A0E" w:rsidRPr="00F13FDA" w:rsidRDefault="00347A0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47A0E" w:rsidRPr="009E09BE" w14:paraId="74DCA671" w14:textId="77777777" w:rsidTr="00934B6B">
      <w:tc>
        <w:tcPr>
          <w:tcW w:w="0" w:type="auto"/>
          <w:tcMar>
            <w:left w:w="0" w:type="dxa"/>
            <w:right w:w="0" w:type="dxa"/>
          </w:tcMar>
          <w:vAlign w:val="bottom"/>
        </w:tcPr>
        <w:p w14:paraId="09B3D97E" w14:textId="3DBB4BA4" w:rsidR="00347A0E" w:rsidRPr="00DD4862" w:rsidRDefault="00347A0E" w:rsidP="00934B6B">
          <w:pPr>
            <w:pStyle w:val="Zpatvpravo"/>
            <w:rPr>
              <w:b/>
            </w:rPr>
          </w:pPr>
          <w:r w:rsidRPr="00DD4862">
            <w:rPr>
              <w:b/>
            </w:rPr>
            <w:t xml:space="preserve">Příloha č. </w:t>
          </w:r>
          <w:r>
            <w:rPr>
              <w:b/>
            </w:rPr>
            <w:t>3</w:t>
          </w:r>
        </w:p>
        <w:p w14:paraId="53AB72F1" w14:textId="77777777" w:rsidR="00347A0E" w:rsidRPr="003462EB" w:rsidRDefault="00347A0E" w:rsidP="00934B6B">
          <w:pPr>
            <w:pStyle w:val="Zpatvpravo"/>
          </w:pPr>
          <w:r>
            <w:t>Smlouva o dílo</w:t>
          </w:r>
        </w:p>
        <w:p w14:paraId="73655BEB" w14:textId="77777777" w:rsidR="00347A0E" w:rsidRPr="003462EB" w:rsidRDefault="00347A0E"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22EB2C1F" w:rsidR="00347A0E" w:rsidRPr="009E09BE" w:rsidRDefault="00347A0E"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37F7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37F70">
            <w:rPr>
              <w:rStyle w:val="slostrnky"/>
              <w:noProof/>
            </w:rPr>
            <w:t>3</w:t>
          </w:r>
          <w:r>
            <w:rPr>
              <w:rStyle w:val="slostrnky"/>
            </w:rPr>
            <w:fldChar w:fldCharType="end"/>
          </w:r>
        </w:p>
      </w:tc>
    </w:tr>
  </w:tbl>
  <w:p w14:paraId="4FEA439F" w14:textId="77777777" w:rsidR="00347A0E" w:rsidRPr="00B8518B" w:rsidRDefault="00347A0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B3F3B5" w14:textId="77777777" w:rsidR="00CB4616" w:rsidRDefault="00CB4616" w:rsidP="00962258">
      <w:pPr>
        <w:spacing w:after="0" w:line="240" w:lineRule="auto"/>
      </w:pPr>
      <w:r>
        <w:separator/>
      </w:r>
    </w:p>
  </w:footnote>
  <w:footnote w:type="continuationSeparator" w:id="0">
    <w:p w14:paraId="57D69BCB" w14:textId="77777777" w:rsidR="00CB4616" w:rsidRDefault="00CB461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F753" w14:textId="77777777" w:rsidR="00347A0E" w:rsidRDefault="00347A0E">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347A0E" w:rsidRPr="00D6163D" w:rsidRDefault="00347A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6076" w14:textId="77777777" w:rsidR="00347A0E" w:rsidRDefault="00347A0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47A0E" w14:paraId="33B1CA3F" w14:textId="77777777" w:rsidTr="00B22106">
      <w:trPr>
        <w:trHeight w:hRule="exact" w:val="936"/>
      </w:trPr>
      <w:tc>
        <w:tcPr>
          <w:tcW w:w="1361" w:type="dxa"/>
          <w:tcMar>
            <w:left w:w="0" w:type="dxa"/>
            <w:right w:w="0" w:type="dxa"/>
          </w:tcMar>
        </w:tcPr>
        <w:p w14:paraId="66045617" w14:textId="77777777" w:rsidR="00347A0E" w:rsidRPr="00B8518B" w:rsidRDefault="00347A0E" w:rsidP="00FC6389">
          <w:pPr>
            <w:pStyle w:val="Zpat"/>
            <w:rPr>
              <w:rStyle w:val="slostrnky"/>
            </w:rPr>
          </w:pPr>
        </w:p>
      </w:tc>
      <w:tc>
        <w:tcPr>
          <w:tcW w:w="3458" w:type="dxa"/>
          <w:shd w:val="clear" w:color="auto" w:fill="auto"/>
          <w:tcMar>
            <w:left w:w="0" w:type="dxa"/>
            <w:right w:w="0" w:type="dxa"/>
          </w:tcMar>
        </w:tcPr>
        <w:p w14:paraId="4F67A8A2" w14:textId="77777777" w:rsidR="00347A0E" w:rsidRDefault="00347A0E"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347A0E" w:rsidRPr="00D6163D" w:rsidRDefault="00347A0E" w:rsidP="00FC6389">
          <w:pPr>
            <w:pStyle w:val="Druhdokumentu"/>
          </w:pPr>
        </w:p>
      </w:tc>
    </w:tr>
    <w:tr w:rsidR="00347A0E" w14:paraId="30C68527" w14:textId="77777777" w:rsidTr="00B22106">
      <w:trPr>
        <w:trHeight w:hRule="exact" w:val="936"/>
      </w:trPr>
      <w:tc>
        <w:tcPr>
          <w:tcW w:w="1361" w:type="dxa"/>
          <w:tcMar>
            <w:left w:w="0" w:type="dxa"/>
            <w:right w:w="0" w:type="dxa"/>
          </w:tcMar>
        </w:tcPr>
        <w:p w14:paraId="46A8AA7A" w14:textId="77777777" w:rsidR="00347A0E" w:rsidRPr="00B8518B" w:rsidRDefault="00347A0E" w:rsidP="00FC6389">
          <w:pPr>
            <w:pStyle w:val="Zpat"/>
            <w:rPr>
              <w:rStyle w:val="slostrnky"/>
            </w:rPr>
          </w:pPr>
        </w:p>
      </w:tc>
      <w:tc>
        <w:tcPr>
          <w:tcW w:w="3458" w:type="dxa"/>
          <w:shd w:val="clear" w:color="auto" w:fill="auto"/>
          <w:tcMar>
            <w:left w:w="0" w:type="dxa"/>
            <w:right w:w="0" w:type="dxa"/>
          </w:tcMar>
        </w:tcPr>
        <w:p w14:paraId="4FA0F11F" w14:textId="77777777" w:rsidR="00347A0E" w:rsidRDefault="00347A0E" w:rsidP="00FC6389">
          <w:pPr>
            <w:pStyle w:val="Zpat"/>
          </w:pPr>
        </w:p>
      </w:tc>
      <w:tc>
        <w:tcPr>
          <w:tcW w:w="5756" w:type="dxa"/>
          <w:shd w:val="clear" w:color="auto" w:fill="auto"/>
          <w:tcMar>
            <w:left w:w="0" w:type="dxa"/>
            <w:right w:w="0" w:type="dxa"/>
          </w:tcMar>
        </w:tcPr>
        <w:p w14:paraId="6C4F1431" w14:textId="77777777" w:rsidR="00347A0E" w:rsidRPr="00D6163D" w:rsidRDefault="00347A0E" w:rsidP="00FC6389">
          <w:pPr>
            <w:pStyle w:val="Druhdokumentu"/>
          </w:pPr>
        </w:p>
      </w:tc>
    </w:tr>
  </w:tbl>
  <w:p w14:paraId="4AEEEBA1" w14:textId="77777777" w:rsidR="00347A0E" w:rsidRPr="00D6163D" w:rsidRDefault="00347A0E" w:rsidP="00FC6389">
    <w:pPr>
      <w:pStyle w:val="Zhlav"/>
      <w:rPr>
        <w:sz w:val="8"/>
        <w:szCs w:val="8"/>
      </w:rPr>
    </w:pPr>
  </w:p>
  <w:p w14:paraId="4AD25DBF" w14:textId="77777777" w:rsidR="00347A0E" w:rsidRPr="00460660" w:rsidRDefault="00347A0E">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347A0E" w:rsidRPr="00D6163D" w:rsidRDefault="00347A0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347A0E" w:rsidRPr="00D6163D" w:rsidRDefault="00347A0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347A0E" w:rsidRPr="00D6163D" w:rsidRDefault="00347A0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347A0E" w:rsidRPr="00D6163D" w:rsidRDefault="00347A0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347A0E" w:rsidRPr="00D6163D" w:rsidRDefault="00347A0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347A0E" w:rsidRPr="00D6163D" w:rsidRDefault="00347A0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30CCD"/>
    <w:rsid w:val="00041EC8"/>
    <w:rsid w:val="000432C2"/>
    <w:rsid w:val="0004706B"/>
    <w:rsid w:val="0006588D"/>
    <w:rsid w:val="00067A5E"/>
    <w:rsid w:val="000719BB"/>
    <w:rsid w:val="00072A65"/>
    <w:rsid w:val="00072C1E"/>
    <w:rsid w:val="00087E6B"/>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3EC0"/>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10"/>
    <w:rsid w:val="00262E5B"/>
    <w:rsid w:val="00276AFE"/>
    <w:rsid w:val="00277D41"/>
    <w:rsid w:val="00293EC3"/>
    <w:rsid w:val="00296BC1"/>
    <w:rsid w:val="002A3B57"/>
    <w:rsid w:val="002C31BF"/>
    <w:rsid w:val="002C72AF"/>
    <w:rsid w:val="002D014A"/>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9F"/>
    <w:rsid w:val="00341289"/>
    <w:rsid w:val="0034274B"/>
    <w:rsid w:val="00342DC7"/>
    <w:rsid w:val="00345521"/>
    <w:rsid w:val="0034719F"/>
    <w:rsid w:val="00347A0E"/>
    <w:rsid w:val="00350A35"/>
    <w:rsid w:val="003571D8"/>
    <w:rsid w:val="00357BC6"/>
    <w:rsid w:val="00361422"/>
    <w:rsid w:val="003647FE"/>
    <w:rsid w:val="00364B5A"/>
    <w:rsid w:val="0036626A"/>
    <w:rsid w:val="0037545D"/>
    <w:rsid w:val="00392910"/>
    <w:rsid w:val="00392EB6"/>
    <w:rsid w:val="003956C6"/>
    <w:rsid w:val="00396EF2"/>
    <w:rsid w:val="003B23D6"/>
    <w:rsid w:val="003C2B65"/>
    <w:rsid w:val="003C33F2"/>
    <w:rsid w:val="003C4707"/>
    <w:rsid w:val="003D6859"/>
    <w:rsid w:val="003D756E"/>
    <w:rsid w:val="003E420D"/>
    <w:rsid w:val="003E4C13"/>
    <w:rsid w:val="004078F3"/>
    <w:rsid w:val="004160CB"/>
    <w:rsid w:val="00427794"/>
    <w:rsid w:val="004328E4"/>
    <w:rsid w:val="00433240"/>
    <w:rsid w:val="00434026"/>
    <w:rsid w:val="00442079"/>
    <w:rsid w:val="00450F07"/>
    <w:rsid w:val="00450F44"/>
    <w:rsid w:val="00453CD3"/>
    <w:rsid w:val="00455CE8"/>
    <w:rsid w:val="00460660"/>
    <w:rsid w:val="00464BA9"/>
    <w:rsid w:val="00475E5E"/>
    <w:rsid w:val="00483969"/>
    <w:rsid w:val="00486107"/>
    <w:rsid w:val="00491827"/>
    <w:rsid w:val="0049387B"/>
    <w:rsid w:val="004B303C"/>
    <w:rsid w:val="004B4299"/>
    <w:rsid w:val="004B6502"/>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C2D75"/>
    <w:rsid w:val="005D3C39"/>
    <w:rsid w:val="005D49FC"/>
    <w:rsid w:val="005D6119"/>
    <w:rsid w:val="005D6794"/>
    <w:rsid w:val="005E7125"/>
    <w:rsid w:val="005F3A8C"/>
    <w:rsid w:val="005F4A35"/>
    <w:rsid w:val="005F67A8"/>
    <w:rsid w:val="00600ECE"/>
    <w:rsid w:val="00601A8C"/>
    <w:rsid w:val="0061068E"/>
    <w:rsid w:val="006115D3"/>
    <w:rsid w:val="00612F28"/>
    <w:rsid w:val="0061707C"/>
    <w:rsid w:val="00623FDC"/>
    <w:rsid w:val="0065610E"/>
    <w:rsid w:val="00660AD3"/>
    <w:rsid w:val="0067684B"/>
    <w:rsid w:val="006776B6"/>
    <w:rsid w:val="006800E3"/>
    <w:rsid w:val="006813D0"/>
    <w:rsid w:val="00693150"/>
    <w:rsid w:val="00693461"/>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D0926"/>
    <w:rsid w:val="007D0EE4"/>
    <w:rsid w:val="007D1C23"/>
    <w:rsid w:val="007D26F9"/>
    <w:rsid w:val="007E4A6E"/>
    <w:rsid w:val="007F1743"/>
    <w:rsid w:val="007F56A7"/>
    <w:rsid w:val="007F57D4"/>
    <w:rsid w:val="00800851"/>
    <w:rsid w:val="00807DD0"/>
    <w:rsid w:val="008156D5"/>
    <w:rsid w:val="00821D01"/>
    <w:rsid w:val="00825998"/>
    <w:rsid w:val="00826B7B"/>
    <w:rsid w:val="0083541D"/>
    <w:rsid w:val="00835AE5"/>
    <w:rsid w:val="0084678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16D53"/>
    <w:rsid w:val="00922385"/>
    <w:rsid w:val="009223DF"/>
    <w:rsid w:val="00934B6B"/>
    <w:rsid w:val="00936091"/>
    <w:rsid w:val="00940D8A"/>
    <w:rsid w:val="00946FE9"/>
    <w:rsid w:val="00953375"/>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D25D3"/>
    <w:rsid w:val="009D7398"/>
    <w:rsid w:val="009E07F4"/>
    <w:rsid w:val="009E0C6D"/>
    <w:rsid w:val="009F0867"/>
    <w:rsid w:val="009F309B"/>
    <w:rsid w:val="009F392E"/>
    <w:rsid w:val="009F53C5"/>
    <w:rsid w:val="009F638B"/>
    <w:rsid w:val="00A0740E"/>
    <w:rsid w:val="00A1141E"/>
    <w:rsid w:val="00A21A01"/>
    <w:rsid w:val="00A349C6"/>
    <w:rsid w:val="00A37F70"/>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D056F"/>
    <w:rsid w:val="00AD0C7B"/>
    <w:rsid w:val="00AD57AF"/>
    <w:rsid w:val="00AD5F1A"/>
    <w:rsid w:val="00AD6731"/>
    <w:rsid w:val="00AE18AB"/>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4B3B"/>
    <w:rsid w:val="00B657FF"/>
    <w:rsid w:val="00B669B1"/>
    <w:rsid w:val="00B675F5"/>
    <w:rsid w:val="00B75EE1"/>
    <w:rsid w:val="00B77481"/>
    <w:rsid w:val="00B8518B"/>
    <w:rsid w:val="00B97CC3"/>
    <w:rsid w:val="00BA703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B1C6E"/>
    <w:rsid w:val="00CB2DC6"/>
    <w:rsid w:val="00CB3BDA"/>
    <w:rsid w:val="00CB4616"/>
    <w:rsid w:val="00CB4F6D"/>
    <w:rsid w:val="00CB6A37"/>
    <w:rsid w:val="00CB6C59"/>
    <w:rsid w:val="00CB7684"/>
    <w:rsid w:val="00CC4EA8"/>
    <w:rsid w:val="00CC6517"/>
    <w:rsid w:val="00CC7C8F"/>
    <w:rsid w:val="00CD1AF0"/>
    <w:rsid w:val="00CD1FC4"/>
    <w:rsid w:val="00D034A0"/>
    <w:rsid w:val="00D21061"/>
    <w:rsid w:val="00D4108E"/>
    <w:rsid w:val="00D41385"/>
    <w:rsid w:val="00D41CFE"/>
    <w:rsid w:val="00D41DA1"/>
    <w:rsid w:val="00D4328E"/>
    <w:rsid w:val="00D50FE6"/>
    <w:rsid w:val="00D54688"/>
    <w:rsid w:val="00D6163D"/>
    <w:rsid w:val="00D701DC"/>
    <w:rsid w:val="00D77554"/>
    <w:rsid w:val="00D831A3"/>
    <w:rsid w:val="00D86204"/>
    <w:rsid w:val="00D8672E"/>
    <w:rsid w:val="00D97BE3"/>
    <w:rsid w:val="00DA07CD"/>
    <w:rsid w:val="00DA3711"/>
    <w:rsid w:val="00DC37EC"/>
    <w:rsid w:val="00DD0BE3"/>
    <w:rsid w:val="00DD46F3"/>
    <w:rsid w:val="00DD4862"/>
    <w:rsid w:val="00DD4C49"/>
    <w:rsid w:val="00DE56F2"/>
    <w:rsid w:val="00DF116D"/>
    <w:rsid w:val="00DF2BFF"/>
    <w:rsid w:val="00DF7604"/>
    <w:rsid w:val="00E05BE0"/>
    <w:rsid w:val="00E10AB4"/>
    <w:rsid w:val="00E16FF7"/>
    <w:rsid w:val="00E26D68"/>
    <w:rsid w:val="00E30999"/>
    <w:rsid w:val="00E44045"/>
    <w:rsid w:val="00E618C4"/>
    <w:rsid w:val="00E62689"/>
    <w:rsid w:val="00E64B45"/>
    <w:rsid w:val="00E6611B"/>
    <w:rsid w:val="00E7415D"/>
    <w:rsid w:val="00E84087"/>
    <w:rsid w:val="00E878EE"/>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34E"/>
    <w:rsid w:val="00F13FDA"/>
    <w:rsid w:val="00F1715C"/>
    <w:rsid w:val="00F212AA"/>
    <w:rsid w:val="00F21E6B"/>
    <w:rsid w:val="00F22053"/>
    <w:rsid w:val="00F23292"/>
    <w:rsid w:val="00F30EA6"/>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5FBD"/>
    <w:rsid w:val="00FB6342"/>
    <w:rsid w:val="00FC2C94"/>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alloy-output-text">
    <w:name w:val="alloy-output-text"/>
    <w:basedOn w:val="Standardnpsmoodstavce"/>
    <w:rsid w:val="004B65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456337964">
      <w:bodyDiv w:val="1"/>
      <w:marLeft w:val="0"/>
      <w:marRight w:val="0"/>
      <w:marTop w:val="0"/>
      <w:marBottom w:val="0"/>
      <w:divBdr>
        <w:top w:val="none" w:sz="0" w:space="0" w:color="auto"/>
        <w:left w:val="none" w:sz="0" w:space="0" w:color="auto"/>
        <w:bottom w:val="none" w:sz="0" w:space="0" w:color="auto"/>
        <w:right w:val="none" w:sz="0" w:space="0" w:color="auto"/>
      </w:divBdr>
    </w:div>
    <w:div w:id="929002248">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4.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eader" Target="header8.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yperlink" Target="mailto:Velik@spravazeleznic.cz" TargetMode="Externa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header" Target="header6.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header" Target="header7.xml"/><Relationship Id="rId35" Type="http://schemas.openxmlformats.org/officeDocument/2006/relationships/footer" Target="footer15.xml"/><Relationship Id="rId43"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45FB3EF-85E0-44C0-99D9-454CB8396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21</TotalTime>
  <Pages>1</Pages>
  <Words>6140</Words>
  <Characters>36226</Characters>
  <Application>Microsoft Office Word</Application>
  <DocSecurity>0</DocSecurity>
  <Lines>301</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14</cp:revision>
  <cp:lastPrinted>2021-02-10T05:45:00Z</cp:lastPrinted>
  <dcterms:created xsi:type="dcterms:W3CDTF">2021-02-01T21:48:00Z</dcterms:created>
  <dcterms:modified xsi:type="dcterms:W3CDTF">2021-02-10T05:45:00Z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