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7979F" w14:textId="30F55BF0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A5CAA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8C0A3A7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480AD251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x-none"/>
        </w:rPr>
      </w:pPr>
    </w:p>
    <w:p w14:paraId="62334FCE" w14:textId="77777777" w:rsidR="006766B1" w:rsidRPr="006766B1" w:rsidRDefault="006766B1" w:rsidP="006766B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Účastník:</w:t>
      </w:r>
    </w:p>
    <w:p w14:paraId="65897EA1" w14:textId="77777777" w:rsidR="006766B1" w:rsidRPr="006766B1" w:rsidRDefault="006766B1" w:rsidP="006766B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766B1">
        <w:rPr>
          <w:rFonts w:eastAsia="Times New Roman" w:cs="Times New Roman"/>
          <w:b/>
          <w:lang w:eastAsia="cs-CZ"/>
        </w:rPr>
        <w:t>Obchodní firma/jméno</w:t>
      </w:r>
      <w:r w:rsidRPr="006766B1">
        <w:rPr>
          <w:rFonts w:eastAsia="Times New Roman" w:cs="Times New Roman"/>
          <w:b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6CBDCCC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Sídlo/místo podnikání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35E2770B" w14:textId="77777777" w:rsidR="006766B1" w:rsidRPr="006766B1" w:rsidRDefault="006766B1" w:rsidP="006766B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IČO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4BFDC147" w14:textId="77777777" w:rsidR="006766B1" w:rsidRPr="00D716B7" w:rsidRDefault="006766B1" w:rsidP="006766B1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6766B1">
        <w:rPr>
          <w:rFonts w:eastAsia="Times New Roman" w:cs="Times New Roman"/>
          <w:lang w:eastAsia="cs-CZ"/>
        </w:rPr>
        <w:t>Zastoupen</w:t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lang w:eastAsia="cs-CZ"/>
        </w:rPr>
        <w:tab/>
      </w:r>
      <w:r w:rsidRPr="006766B1">
        <w:rPr>
          <w:rFonts w:eastAsia="Times New Roman" w:cs="Times New Roman"/>
          <w:highlight w:val="lightGray"/>
          <w:lang w:eastAsia="cs-CZ"/>
        </w:rPr>
        <w:t>………….</w:t>
      </w:r>
    </w:p>
    <w:p w14:paraId="60ECAA4A" w14:textId="77777777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</w:p>
    <w:p w14:paraId="724DCF7E" w14:textId="5227F0F9" w:rsidR="006766B1" w:rsidRPr="00D716B7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AA5CAA">
        <w:rPr>
          <w:rFonts w:eastAsia="Times New Roman" w:cs="Times New Roman"/>
          <w:lang w:eastAsia="cs-CZ"/>
        </w:rPr>
        <w:t xml:space="preserve">který podává nabídku na nadlimitní sektorovou veřejnou zakázku na dodávky s názvem </w:t>
      </w:r>
      <w:bookmarkStart w:id="0" w:name="_Toc403053768"/>
      <w:r w:rsidRPr="00AA5CAA">
        <w:rPr>
          <w:rFonts w:eastAsia="Times New Roman" w:cs="Times New Roman"/>
          <w:b/>
          <w:lang w:eastAsia="cs-CZ"/>
        </w:rPr>
        <w:t>„</w:t>
      </w:r>
      <w:bookmarkEnd w:id="0"/>
      <w:r w:rsidR="00AA5CAA" w:rsidRPr="00AA5CAA">
        <w:rPr>
          <w:rFonts w:eastAsia="Times New Roman" w:cs="Times New Roman"/>
          <w:b/>
          <w:lang w:eastAsia="cs-CZ"/>
        </w:rPr>
        <w:t>Kondiční pobyty zaměstnanců pro rok 2021</w:t>
      </w:r>
      <w:r w:rsidRPr="00AA5CAA">
        <w:rPr>
          <w:rFonts w:eastAsia="Times New Roman" w:cs="Times New Roman"/>
          <w:b/>
          <w:lang w:eastAsia="cs-CZ"/>
        </w:rPr>
        <w:t>“</w:t>
      </w:r>
      <w:r w:rsidRPr="00AA5CAA">
        <w:rPr>
          <w:rFonts w:eastAsia="Times New Roman" w:cs="Times New Roman"/>
          <w:lang w:eastAsia="cs-CZ"/>
        </w:rPr>
        <w:t xml:space="preserve">, č. j. </w:t>
      </w:r>
      <w:r w:rsidR="00AA5CAA" w:rsidRPr="00AA5CAA">
        <w:rPr>
          <w:rFonts w:eastAsia="Times New Roman" w:cs="Times New Roman"/>
          <w:lang w:eastAsia="cs-CZ"/>
        </w:rPr>
        <w:t>79500</w:t>
      </w:r>
      <w:r w:rsidRPr="00AA5CAA">
        <w:rPr>
          <w:rFonts w:eastAsia="Times New Roman" w:cs="Times New Roman"/>
          <w:lang w:eastAsia="cs-CZ"/>
        </w:rPr>
        <w:t xml:space="preserve">/2020-SŽDC-GŘ-O8, tímto </w:t>
      </w:r>
      <w:bookmarkStart w:id="1" w:name="_GoBack"/>
      <w:r w:rsidRPr="00AA5CAA">
        <w:rPr>
          <w:rFonts w:eastAsia="Times New Roman" w:cs="Times New Roman"/>
          <w:lang w:eastAsia="cs-CZ"/>
        </w:rPr>
        <w:t>čestně prohlašuje, že:</w:t>
      </w:r>
    </w:p>
    <w:p w14:paraId="2E1E0338" w14:textId="5E3775EC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minimální roční obrat dosažený dodavatelem s ohledem na předmět veřejné zakázky</w:t>
      </w:r>
      <w:r w:rsidR="005436F8">
        <w:rPr>
          <w:rFonts w:eastAsia="Times New Roman" w:cs="Times New Roman"/>
          <w:lang w:eastAsia="cs-CZ"/>
        </w:rPr>
        <w:t xml:space="preserve">, tedy </w:t>
      </w:r>
      <w:r w:rsidR="005436F8" w:rsidRPr="00E20D68">
        <w:rPr>
          <w:rFonts w:eastAsia="Times New Roman" w:cs="Times New Roman"/>
          <w:lang w:eastAsia="cs-CZ"/>
        </w:rPr>
        <w:t>zajišťování</w:t>
      </w:r>
      <w:r w:rsidR="005436F8" w:rsidRPr="005436F8">
        <w:rPr>
          <w:rFonts w:eastAsia="Times New Roman" w:cs="Times New Roman"/>
          <w:lang w:eastAsia="cs-CZ"/>
        </w:rPr>
        <w:t xml:space="preserve"> kondičních pobytů lázeňského typu (s ubytováním, stravováním a lékařskou péčí)</w:t>
      </w:r>
      <w:r w:rsidR="005436F8">
        <w:rPr>
          <w:rFonts w:eastAsia="Times New Roman" w:cs="Times New Roman"/>
          <w:lang w:eastAsia="cs-CZ"/>
        </w:rPr>
        <w:t xml:space="preserve">, </w:t>
      </w:r>
      <w:r w:rsidRPr="00E20D68">
        <w:rPr>
          <w:rFonts w:eastAsia="Times New Roman" w:cs="Times New Roman"/>
          <w:lang w:eastAsia="cs-CZ"/>
        </w:rPr>
        <w:t>zjištěný podle zvláštních právních předpisů</w:t>
      </w:r>
      <w:r w:rsidRPr="00E20D68">
        <w:rPr>
          <w:rFonts w:eastAsia="Times New Roman" w:cs="Times New Roman"/>
          <w:vertAlign w:val="superscript"/>
          <w:lang w:eastAsia="cs-CZ"/>
        </w:rPr>
        <w:footnoteRef/>
      </w:r>
      <w:r w:rsidRPr="00E20D68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 xml:space="preserve">dosahoval </w:t>
      </w:r>
      <w:r w:rsidR="00AA5CAA" w:rsidRPr="00AA5CAA">
        <w:rPr>
          <w:rFonts w:eastAsia="Times New Roman" w:cs="Times New Roman"/>
          <w:lang w:eastAsia="cs-CZ"/>
        </w:rPr>
        <w:t>3.000.000</w:t>
      </w:r>
      <w:r w:rsidRPr="00AA5CAA">
        <w:rPr>
          <w:rFonts w:eastAsia="Times New Roman" w:cs="Times New Roman"/>
          <w:lang w:eastAsia="cs-CZ"/>
        </w:rPr>
        <w:t>,-</w:t>
      </w:r>
      <w:r w:rsidR="00AA5CAA" w:rsidRPr="00AA5CAA">
        <w:rPr>
          <w:rFonts w:eastAsia="Times New Roman" w:cs="Times New Roman"/>
          <w:lang w:eastAsia="cs-CZ"/>
        </w:rPr>
        <w:t xml:space="preserve"> </w:t>
      </w:r>
      <w:r w:rsidRPr="00AA5CAA">
        <w:rPr>
          <w:rFonts w:eastAsia="Times New Roman" w:cs="Times New Roman"/>
          <w:lang w:eastAsia="cs-CZ"/>
        </w:rPr>
        <w:t>Kč bez DPH za každé ze  tří uzavřených, bezprostředně předcházejících účetních období, jestliže účastník vznikl později, tak za všechna uzavřená účetní období od svého vzniku, přičemž pro účely tohoto čestného</w:t>
      </w:r>
      <w:r w:rsidRPr="00E20D68">
        <w:rPr>
          <w:rFonts w:eastAsia="Times New Roman" w:cs="Times New Roman"/>
          <w:lang w:eastAsia="cs-CZ"/>
        </w:rPr>
        <w:t xml:space="preserve"> prohlášení se za činnosti dodavatele s ohledem na předmět veřejné zakázky, které je možné zahrnout do prokaz</w:t>
      </w:r>
      <w:r>
        <w:rPr>
          <w:rFonts w:eastAsia="Times New Roman" w:cs="Times New Roman"/>
          <w:lang w:eastAsia="cs-CZ"/>
        </w:rPr>
        <w:t>ovaného ročního obratu, považuje</w:t>
      </w:r>
      <w:r w:rsidRPr="00E20D68">
        <w:rPr>
          <w:rFonts w:eastAsia="Times New Roman" w:cs="Times New Roman"/>
          <w:lang w:eastAsia="cs-CZ"/>
        </w:rPr>
        <w:t xml:space="preserve"> </w:t>
      </w:r>
      <w:r w:rsidR="00AA5CAA" w:rsidRPr="00AA5CAA">
        <w:rPr>
          <w:rFonts w:eastAsia="Times New Roman" w:cs="Times New Roman"/>
          <w:lang w:eastAsia="cs-CZ"/>
        </w:rPr>
        <w:t>zajišťování kondičních pobytů lázeňského typu (s ubytováním, stravováním a lékařskou péčí)</w:t>
      </w:r>
      <w:r w:rsidRPr="00E20D68">
        <w:rPr>
          <w:rFonts w:eastAsia="Times New Roman" w:cs="Times New Roman"/>
          <w:lang w:eastAsia="cs-CZ"/>
        </w:rPr>
        <w:t>, a účastník tedy</w:t>
      </w:r>
    </w:p>
    <w:p w14:paraId="506E4B4B" w14:textId="77777777" w:rsidR="006766B1" w:rsidRPr="00D716B7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324B4ED1" w14:textId="77777777" w:rsidR="006766B1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p w14:paraId="49B00499" w14:textId="77777777" w:rsidR="007256C3" w:rsidRPr="00E20D68" w:rsidRDefault="007256C3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904"/>
        <w:gridCol w:w="2126"/>
        <w:gridCol w:w="1977"/>
      </w:tblGrid>
      <w:tr w:rsidR="006766B1" w:rsidRPr="00E20D68" w14:paraId="6A877572" w14:textId="77777777" w:rsidTr="00725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bookmarkEnd w:id="1"/>
          <w:p w14:paraId="0E1B8836" w14:textId="77777777" w:rsidR="006766B1" w:rsidRPr="007256C3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256C3">
              <w:rPr>
                <w:rFonts w:eastAsia="Times New Roman" w:cs="Times New Roman"/>
                <w:sz w:val="16"/>
                <w:szCs w:val="16"/>
                <w:lang w:eastAsia="cs-CZ"/>
              </w:rPr>
              <w:t>Uzavřené účetní období</w:t>
            </w:r>
          </w:p>
        </w:tc>
        <w:tc>
          <w:tcPr>
            <w:tcW w:w="19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14542C1" w14:textId="73970C24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91EB65C" w14:textId="5F8D3423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1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A46D5DD" w14:textId="2F140668" w:rsidR="006766B1" w:rsidRPr="00E20D68" w:rsidRDefault="007256C3" w:rsidP="007256C3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  <w:tr w:rsidR="006766B1" w:rsidRPr="00E20D68" w14:paraId="7CDBC256" w14:textId="77777777" w:rsidTr="007256C3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77777777" w:rsidR="006766B1" w:rsidRPr="007256C3" w:rsidRDefault="006766B1" w:rsidP="009576B3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7256C3">
              <w:rPr>
                <w:rFonts w:eastAsia="Times New Roman" w:cs="Times New Roman"/>
                <w:sz w:val="16"/>
                <w:szCs w:val="16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904" w:type="dxa"/>
            <w:vAlign w:val="center"/>
          </w:tcPr>
          <w:p w14:paraId="59BE81AB" w14:textId="28D444DD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2126" w:type="dxa"/>
            <w:vAlign w:val="center"/>
          </w:tcPr>
          <w:p w14:paraId="7C8165DE" w14:textId="103E10AC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  <w:tc>
          <w:tcPr>
            <w:tcW w:w="1977" w:type="dxa"/>
            <w:vAlign w:val="center"/>
          </w:tcPr>
          <w:p w14:paraId="0B2DF34F" w14:textId="38123F52" w:rsidR="006766B1" w:rsidRPr="00E20D68" w:rsidRDefault="007256C3" w:rsidP="007256C3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256C3">
              <w:rPr>
                <w:rFonts w:ascii="Verdana" w:eastAsia="Times New Roman" w:hAnsi="Verdana" w:cs="Times New Roman"/>
                <w:sz w:val="18"/>
                <w:highlight w:val="green"/>
                <w:lang w:eastAsia="cs-CZ"/>
              </w:rPr>
              <w:t>(Vyplní dodavatel)</w:t>
            </w:r>
          </w:p>
        </w:tc>
      </w:tr>
    </w:tbl>
    <w:p w14:paraId="15BB56A1" w14:textId="77777777" w:rsidR="006766B1" w:rsidRPr="00D716B7" w:rsidRDefault="006766B1" w:rsidP="006766B1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5D5AE5DD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33125C2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F82281F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F49D9ED" w14:textId="77777777" w:rsidR="00AA5CAA" w:rsidRDefault="00AA5CAA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F71BDB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78F47154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4AC9C60" w14:textId="77777777" w:rsidR="006766B1" w:rsidRPr="00D716B7" w:rsidRDefault="006766B1" w:rsidP="006766B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2630929" w14:textId="77777777" w:rsidR="00ED4B10" w:rsidRPr="006766B1" w:rsidRDefault="00ED4B10" w:rsidP="006766B1"/>
    <w:sectPr w:rsidR="00ED4B10" w:rsidRPr="006766B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CB588" w14:textId="77777777" w:rsidR="005608CD" w:rsidRDefault="005608CD" w:rsidP="00962258">
      <w:pPr>
        <w:spacing w:after="0" w:line="240" w:lineRule="auto"/>
      </w:pPr>
      <w:r>
        <w:separator/>
      </w:r>
    </w:p>
  </w:endnote>
  <w:endnote w:type="continuationSeparator" w:id="0">
    <w:p w14:paraId="38508B32" w14:textId="77777777" w:rsidR="005608CD" w:rsidRDefault="005608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56613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B546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3F96E7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65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65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53E6C29C" w:rsidR="00F1715C" w:rsidRDefault="00693AD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7E80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AAFFC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B6444" w14:textId="77777777" w:rsidR="005608CD" w:rsidRDefault="005608CD" w:rsidP="00962258">
      <w:pPr>
        <w:spacing w:after="0" w:line="240" w:lineRule="auto"/>
      </w:pPr>
      <w:r>
        <w:separator/>
      </w:r>
    </w:p>
  </w:footnote>
  <w:footnote w:type="continuationSeparator" w:id="0">
    <w:p w14:paraId="65F91C00" w14:textId="77777777" w:rsidR="005608CD" w:rsidRDefault="005608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>
    <w:nsid w:val="6AAF0A8C"/>
    <w:multiLevelType w:val="multilevel"/>
    <w:tmpl w:val="0D34D660"/>
    <w:numStyleLink w:val="ListBulletmultilevel"/>
  </w:abstractNum>
  <w:abstractNum w:abstractNumId="14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C3DEC"/>
    <w:rsid w:val="001D4234"/>
    <w:rsid w:val="00207DF5"/>
    <w:rsid w:val="00280E07"/>
    <w:rsid w:val="0029793A"/>
    <w:rsid w:val="002C31BF"/>
    <w:rsid w:val="002D08B1"/>
    <w:rsid w:val="002E0CD7"/>
    <w:rsid w:val="00335328"/>
    <w:rsid w:val="00341DCF"/>
    <w:rsid w:val="00357BC6"/>
    <w:rsid w:val="003956C6"/>
    <w:rsid w:val="003D7C73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36F8"/>
    <w:rsid w:val="005503A7"/>
    <w:rsid w:val="00553375"/>
    <w:rsid w:val="00557C28"/>
    <w:rsid w:val="005608CD"/>
    <w:rsid w:val="0056358F"/>
    <w:rsid w:val="005736B7"/>
    <w:rsid w:val="00575E5A"/>
    <w:rsid w:val="00584EF1"/>
    <w:rsid w:val="005F1404"/>
    <w:rsid w:val="0061068E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256C3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6177B"/>
    <w:rsid w:val="00A6534B"/>
    <w:rsid w:val="00A66136"/>
    <w:rsid w:val="00A942D6"/>
    <w:rsid w:val="00AA4CBB"/>
    <w:rsid w:val="00AA5CAA"/>
    <w:rsid w:val="00AA65FA"/>
    <w:rsid w:val="00AA7351"/>
    <w:rsid w:val="00AD056F"/>
    <w:rsid w:val="00AD6731"/>
    <w:rsid w:val="00AF6584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65AA"/>
    <w:rsid w:val="00C47AE3"/>
    <w:rsid w:val="00C92116"/>
    <w:rsid w:val="00CD1FC4"/>
    <w:rsid w:val="00D11E0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3FE77-BB8F-48E2-8E07-A177F3A6C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941EED-E9F4-47F5-889F-6BA85C70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2020-04-06T13:03:00Z</dcterms:created>
  <dcterms:modified xsi:type="dcterms:W3CDTF">2020-11-24T10:35:00Z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