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134"/>
        <w:gridCol w:w="2438"/>
        <w:gridCol w:w="823"/>
        <w:gridCol w:w="3685"/>
      </w:tblGrid>
      <w:tr w:rsidR="00F64786" w14:paraId="35762CD7" w14:textId="77777777" w:rsidTr="001B3019">
        <w:tc>
          <w:tcPr>
            <w:tcW w:w="1134" w:type="dxa"/>
          </w:tcPr>
          <w:p w14:paraId="7B6D46FC" w14:textId="09713462" w:rsidR="00F64786" w:rsidRDefault="00764595" w:rsidP="002543C6">
            <w:r>
              <w:rPr>
                <w:noProof/>
                <w:lang w:eastAsia="cs-CZ"/>
              </w:rPr>
              <mc:AlternateContent>
                <mc:Choice Requires="wps">
                  <w:drawing>
                    <wp:anchor distT="0" distB="0" distL="114300" distR="114300" simplePos="0" relativeHeight="251653632" behindDoc="0" locked="1" layoutInCell="0" allowOverlap="1" wp14:anchorId="45A2CA28" wp14:editId="73DA510D">
                      <wp:simplePos x="0" y="0"/>
                      <wp:positionH relativeFrom="page">
                        <wp:posOffset>2857500</wp:posOffset>
                      </wp:positionH>
                      <wp:positionV relativeFrom="page">
                        <wp:posOffset>87630</wp:posOffset>
                      </wp:positionV>
                      <wp:extent cx="2352675" cy="4095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352675" cy="409575"/>
                              </a:xfrm>
                              <a:prstGeom prst="rect">
                                <a:avLst/>
                              </a:prstGeom>
                              <a:solidFill>
                                <a:schemeClr val="bg1"/>
                              </a:solidFill>
                              <a:ln w="6350">
                                <a:noFill/>
                              </a:ln>
                            </wps:spPr>
                            <wps:txb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2CA28" id="_x0000_t202" coordsize="21600,21600" o:spt="202" path="m,l,21600r21600,l21600,xe">
                      <v:stroke joinstyle="miter"/>
                      <v:path gradientshapeok="t" o:connecttype="rect"/>
                    </v:shapetype>
                    <v:shape id="Text Box 1" o:spid="_x0000_s1026" type="#_x0000_t202" style="position:absolute;margin-left:225pt;margin-top:6.9pt;width:185.25pt;height:3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" o:allowincell="f" fillcolor="white [3212]" stroked="f" strokeweight=".5pt">
                      <v:textbo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v:textbox>
                      <w10:wrap anchorx="page" anchory="page"/>
                      <w10:anchorlock/>
                    </v:shape>
                  </w:pict>
                </mc:Fallback>
              </mc:AlternateContent>
            </w:r>
            <w:r w:rsidR="00F64786" w:rsidRPr="00F310F8">
              <w:t>Váš dopis zn.</w:t>
            </w:r>
          </w:p>
        </w:tc>
        <w:tc>
          <w:tcPr>
            <w:tcW w:w="2438" w:type="dxa"/>
          </w:tcPr>
          <w:p w14:paraId="2A493725" w14:textId="77777777" w:rsidR="00F64786" w:rsidRDefault="00F64786" w:rsidP="003F261E"/>
        </w:tc>
        <w:tc>
          <w:tcPr>
            <w:tcW w:w="823" w:type="dxa"/>
          </w:tcPr>
          <w:p w14:paraId="55D55B2F" w14:textId="77777777" w:rsidR="00F64786" w:rsidRDefault="00F64786" w:rsidP="003F261E"/>
        </w:tc>
        <w:tc>
          <w:tcPr>
            <w:tcW w:w="3685" w:type="dxa"/>
          </w:tcPr>
          <w:p w14:paraId="7518049F" w14:textId="77777777" w:rsidR="00F64786" w:rsidRDefault="00F64786" w:rsidP="003F261E"/>
        </w:tc>
      </w:tr>
      <w:tr w:rsidR="00F862D6" w14:paraId="73400A19" w14:textId="77777777" w:rsidTr="001B3019">
        <w:tc>
          <w:tcPr>
            <w:tcW w:w="1134" w:type="dxa"/>
          </w:tcPr>
          <w:p w14:paraId="11A30F4C" w14:textId="77777777" w:rsidR="00F862D6" w:rsidRDefault="00F862D6" w:rsidP="003F261E">
            <w:r w:rsidRPr="00F310F8">
              <w:t>Ze dne</w:t>
            </w:r>
          </w:p>
        </w:tc>
        <w:tc>
          <w:tcPr>
            <w:tcW w:w="2438" w:type="dxa"/>
          </w:tcPr>
          <w:p w14:paraId="378E8C42" w14:textId="77777777" w:rsidR="00F862D6" w:rsidRDefault="00F862D6" w:rsidP="003F261E"/>
        </w:tc>
        <w:tc>
          <w:tcPr>
            <w:tcW w:w="823" w:type="dxa"/>
          </w:tcPr>
          <w:p w14:paraId="72A79BE9" w14:textId="77777777" w:rsidR="00F862D6" w:rsidRDefault="00F862D6" w:rsidP="003F261E"/>
        </w:tc>
        <w:tc>
          <w:tcPr>
            <w:tcW w:w="3685" w:type="dxa"/>
            <w:vMerge w:val="restart"/>
          </w:tcPr>
          <w:p w14:paraId="7F9E340E" w14:textId="77777777" w:rsidR="00F862D6" w:rsidRPr="00F862D6" w:rsidRDefault="00F862D6" w:rsidP="003F261E">
            <w:pPr>
              <w:rPr>
                <w:rStyle w:val="Potovnadresa"/>
              </w:rPr>
            </w:pPr>
          </w:p>
        </w:tc>
      </w:tr>
      <w:tr w:rsidR="001B3019" w14:paraId="5B0AE458" w14:textId="77777777" w:rsidTr="001B3019">
        <w:tc>
          <w:tcPr>
            <w:tcW w:w="1134" w:type="dxa"/>
          </w:tcPr>
          <w:p w14:paraId="7AD05B96" w14:textId="77777777" w:rsidR="001B3019" w:rsidRDefault="001B3019" w:rsidP="001B3019">
            <w:r>
              <w:t>Naše zn.</w:t>
            </w:r>
          </w:p>
        </w:tc>
        <w:tc>
          <w:tcPr>
            <w:tcW w:w="2438" w:type="dxa"/>
          </w:tcPr>
          <w:p w14:paraId="26568919" w14:textId="45F11F62" w:rsidR="001B3019" w:rsidRPr="00A00E99" w:rsidRDefault="001B3019" w:rsidP="001B3019">
            <w:r w:rsidRPr="00727712">
              <w:t>29879/2020-SŽ-SSZ-OVZ</w:t>
            </w:r>
          </w:p>
        </w:tc>
        <w:tc>
          <w:tcPr>
            <w:tcW w:w="823" w:type="dxa"/>
          </w:tcPr>
          <w:p w14:paraId="60D64472" w14:textId="77777777" w:rsidR="001B3019" w:rsidRDefault="001B3019" w:rsidP="001B3019"/>
        </w:tc>
        <w:tc>
          <w:tcPr>
            <w:tcW w:w="3685" w:type="dxa"/>
            <w:vMerge/>
          </w:tcPr>
          <w:p w14:paraId="170CA461" w14:textId="77777777" w:rsidR="001B3019" w:rsidRDefault="001B3019" w:rsidP="001B3019"/>
        </w:tc>
      </w:tr>
      <w:tr w:rsidR="001B3019" w14:paraId="4A8F32D0" w14:textId="77777777" w:rsidTr="001B3019">
        <w:tc>
          <w:tcPr>
            <w:tcW w:w="1134" w:type="dxa"/>
          </w:tcPr>
          <w:p w14:paraId="7052965D" w14:textId="77777777" w:rsidR="001B3019" w:rsidRDefault="001B3019" w:rsidP="001B3019">
            <w:r>
              <w:t>Vyřizuje</w:t>
            </w:r>
          </w:p>
        </w:tc>
        <w:tc>
          <w:tcPr>
            <w:tcW w:w="2438" w:type="dxa"/>
          </w:tcPr>
          <w:p w14:paraId="2B5F5FAE" w14:textId="73F547F2" w:rsidR="001B3019" w:rsidRDefault="001B3019" w:rsidP="001B3019">
            <w:r>
              <w:t>Petr Dušek</w:t>
            </w:r>
          </w:p>
        </w:tc>
        <w:tc>
          <w:tcPr>
            <w:tcW w:w="823" w:type="dxa"/>
          </w:tcPr>
          <w:p w14:paraId="04E64D4A" w14:textId="77777777" w:rsidR="001B3019" w:rsidRDefault="001B3019" w:rsidP="001B3019"/>
        </w:tc>
        <w:tc>
          <w:tcPr>
            <w:tcW w:w="3685" w:type="dxa"/>
            <w:vMerge/>
          </w:tcPr>
          <w:p w14:paraId="122FB068" w14:textId="77777777" w:rsidR="001B3019" w:rsidRDefault="001B3019" w:rsidP="001B3019"/>
        </w:tc>
      </w:tr>
      <w:tr w:rsidR="001B3019" w14:paraId="5AC85F0B" w14:textId="77777777" w:rsidTr="001B3019">
        <w:tc>
          <w:tcPr>
            <w:tcW w:w="1134" w:type="dxa"/>
          </w:tcPr>
          <w:p w14:paraId="729D35C5" w14:textId="77777777" w:rsidR="001B3019" w:rsidRDefault="001B3019" w:rsidP="001B3019">
            <w:r>
              <w:t>Mobil</w:t>
            </w:r>
          </w:p>
        </w:tc>
        <w:tc>
          <w:tcPr>
            <w:tcW w:w="2438" w:type="dxa"/>
          </w:tcPr>
          <w:p w14:paraId="1424A91A" w14:textId="71E922CE" w:rsidR="001B3019" w:rsidRDefault="001B3019" w:rsidP="001B3019">
            <w:r>
              <w:t>+420 725 994 040</w:t>
            </w:r>
          </w:p>
        </w:tc>
        <w:tc>
          <w:tcPr>
            <w:tcW w:w="823" w:type="dxa"/>
          </w:tcPr>
          <w:p w14:paraId="5D77F886" w14:textId="77777777" w:rsidR="001B3019" w:rsidRDefault="001B3019" w:rsidP="001B3019"/>
        </w:tc>
        <w:tc>
          <w:tcPr>
            <w:tcW w:w="3685" w:type="dxa"/>
            <w:vMerge/>
          </w:tcPr>
          <w:p w14:paraId="5E8621B7" w14:textId="77777777" w:rsidR="001B3019" w:rsidRDefault="001B3019" w:rsidP="001B3019"/>
        </w:tc>
      </w:tr>
      <w:tr w:rsidR="001B3019" w14:paraId="31BB334E" w14:textId="77777777" w:rsidTr="001B3019">
        <w:tc>
          <w:tcPr>
            <w:tcW w:w="1134" w:type="dxa"/>
          </w:tcPr>
          <w:p w14:paraId="53F3029C" w14:textId="77777777" w:rsidR="001B3019" w:rsidRDefault="001B3019" w:rsidP="001B3019">
            <w:r>
              <w:t>E-mail</w:t>
            </w:r>
          </w:p>
        </w:tc>
        <w:tc>
          <w:tcPr>
            <w:tcW w:w="2438" w:type="dxa"/>
          </w:tcPr>
          <w:p w14:paraId="2CB7FDCE" w14:textId="0B0BA616" w:rsidR="001B3019" w:rsidRDefault="001B3019" w:rsidP="001B3019">
            <w:r>
              <w:t>dusekp@spravazeleznic.cz</w:t>
            </w:r>
          </w:p>
        </w:tc>
        <w:tc>
          <w:tcPr>
            <w:tcW w:w="823" w:type="dxa"/>
          </w:tcPr>
          <w:p w14:paraId="2990873A" w14:textId="77777777" w:rsidR="001B3019" w:rsidRDefault="001B3019" w:rsidP="001B3019"/>
        </w:tc>
        <w:tc>
          <w:tcPr>
            <w:tcW w:w="3685" w:type="dxa"/>
            <w:vMerge/>
          </w:tcPr>
          <w:p w14:paraId="28A0892C" w14:textId="77777777" w:rsidR="001B3019" w:rsidRDefault="001B3019" w:rsidP="001B3019"/>
        </w:tc>
      </w:tr>
      <w:tr w:rsidR="001B3019" w14:paraId="4C213586" w14:textId="77777777" w:rsidTr="001B3019">
        <w:trPr>
          <w:trHeight w:val="285"/>
        </w:trPr>
        <w:tc>
          <w:tcPr>
            <w:tcW w:w="1134" w:type="dxa"/>
          </w:tcPr>
          <w:p w14:paraId="75ABF466" w14:textId="77777777" w:rsidR="001B3019" w:rsidRDefault="001B3019" w:rsidP="001B3019"/>
        </w:tc>
        <w:tc>
          <w:tcPr>
            <w:tcW w:w="2438" w:type="dxa"/>
          </w:tcPr>
          <w:p w14:paraId="60CBEEAE" w14:textId="77777777" w:rsidR="001B3019" w:rsidRDefault="001B3019" w:rsidP="001B3019"/>
        </w:tc>
        <w:tc>
          <w:tcPr>
            <w:tcW w:w="823" w:type="dxa"/>
          </w:tcPr>
          <w:p w14:paraId="0A906C58" w14:textId="77777777" w:rsidR="001B3019" w:rsidRDefault="001B3019" w:rsidP="001B3019"/>
        </w:tc>
        <w:tc>
          <w:tcPr>
            <w:tcW w:w="3685" w:type="dxa"/>
          </w:tcPr>
          <w:p w14:paraId="61992B5B" w14:textId="77777777" w:rsidR="001B3019" w:rsidRDefault="001B3019" w:rsidP="001B3019"/>
        </w:tc>
      </w:tr>
      <w:tr w:rsidR="001B3019" w14:paraId="3D7112F0" w14:textId="77777777" w:rsidTr="001B3019">
        <w:tc>
          <w:tcPr>
            <w:tcW w:w="1134" w:type="dxa"/>
          </w:tcPr>
          <w:p w14:paraId="310F2C00" w14:textId="77777777" w:rsidR="001B3019" w:rsidRPr="009977C3" w:rsidRDefault="001B3019" w:rsidP="001B3019">
            <w:r w:rsidRPr="009977C3">
              <w:t>Datum</w:t>
            </w:r>
          </w:p>
        </w:tc>
        <w:tc>
          <w:tcPr>
            <w:tcW w:w="2438" w:type="dxa"/>
          </w:tcPr>
          <w:p w14:paraId="2E17B911" w14:textId="1D7CC581" w:rsidR="001B3019" w:rsidRPr="009977C3" w:rsidRDefault="001B3019" w:rsidP="001B3019">
            <w:r>
              <w:t>07. 12</w:t>
            </w:r>
            <w:r w:rsidRPr="009977C3">
              <w:t>. 2020</w:t>
            </w:r>
          </w:p>
        </w:tc>
        <w:tc>
          <w:tcPr>
            <w:tcW w:w="823" w:type="dxa"/>
          </w:tcPr>
          <w:p w14:paraId="5F239C70" w14:textId="77777777" w:rsidR="001B3019" w:rsidRDefault="001B3019" w:rsidP="001B3019"/>
        </w:tc>
        <w:tc>
          <w:tcPr>
            <w:tcW w:w="3685" w:type="dxa"/>
          </w:tcPr>
          <w:p w14:paraId="743557AA" w14:textId="77777777" w:rsidR="001B3019" w:rsidRDefault="001B3019" w:rsidP="001B3019"/>
        </w:tc>
      </w:tr>
      <w:tr w:rsidR="001B3019" w14:paraId="5CDBF646" w14:textId="77777777" w:rsidTr="001B3019">
        <w:tc>
          <w:tcPr>
            <w:tcW w:w="1134" w:type="dxa"/>
          </w:tcPr>
          <w:p w14:paraId="35F05688" w14:textId="77777777" w:rsidR="001B3019" w:rsidRDefault="001B3019" w:rsidP="001B3019"/>
        </w:tc>
        <w:tc>
          <w:tcPr>
            <w:tcW w:w="2438" w:type="dxa"/>
          </w:tcPr>
          <w:p w14:paraId="603474F9" w14:textId="77777777" w:rsidR="001B3019" w:rsidRDefault="001B3019" w:rsidP="001B3019"/>
        </w:tc>
        <w:tc>
          <w:tcPr>
            <w:tcW w:w="823" w:type="dxa"/>
          </w:tcPr>
          <w:p w14:paraId="57785EEE" w14:textId="77777777" w:rsidR="001B3019" w:rsidRDefault="001B3019" w:rsidP="001B3019"/>
        </w:tc>
        <w:tc>
          <w:tcPr>
            <w:tcW w:w="3685" w:type="dxa"/>
          </w:tcPr>
          <w:p w14:paraId="3FDEAE92" w14:textId="77777777" w:rsidR="001B3019" w:rsidRDefault="001B3019" w:rsidP="001B3019"/>
        </w:tc>
      </w:tr>
      <w:tr w:rsidR="001B3019" w14:paraId="7ED66C75" w14:textId="77777777" w:rsidTr="001B3019">
        <w:trPr>
          <w:trHeight w:val="794"/>
        </w:trPr>
        <w:tc>
          <w:tcPr>
            <w:tcW w:w="1134" w:type="dxa"/>
          </w:tcPr>
          <w:p w14:paraId="7D83B018" w14:textId="77777777" w:rsidR="001B3019" w:rsidRDefault="001B3019" w:rsidP="001B3019"/>
        </w:tc>
        <w:tc>
          <w:tcPr>
            <w:tcW w:w="2438" w:type="dxa"/>
          </w:tcPr>
          <w:p w14:paraId="400792A9" w14:textId="77777777" w:rsidR="001B3019" w:rsidRDefault="001B3019" w:rsidP="001B3019"/>
        </w:tc>
        <w:tc>
          <w:tcPr>
            <w:tcW w:w="823" w:type="dxa"/>
          </w:tcPr>
          <w:p w14:paraId="7D9246AA" w14:textId="77777777" w:rsidR="001B3019" w:rsidRDefault="001B3019" w:rsidP="001B3019"/>
        </w:tc>
        <w:tc>
          <w:tcPr>
            <w:tcW w:w="3685" w:type="dxa"/>
          </w:tcPr>
          <w:p w14:paraId="6FADEFD3" w14:textId="77777777" w:rsidR="001B3019" w:rsidRDefault="001B3019" w:rsidP="001B3019"/>
        </w:tc>
      </w:tr>
    </w:tbl>
    <w:p w14:paraId="030BB99F"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F81516">
        <w:rPr>
          <w:rFonts w:cs="Arial"/>
          <w:b/>
          <w:bCs/>
          <w:spacing w:val="20"/>
          <w:sz w:val="24"/>
          <w:szCs w:val="24"/>
          <w:u w:val="single"/>
        </w:rPr>
        <w:t xml:space="preserve">podlimitní zakázku </w:t>
      </w:r>
    </w:p>
    <w:p w14:paraId="73DCB8A3"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75A4480A" w14:textId="7F757362" w:rsidR="004850CE" w:rsidRPr="004850CE" w:rsidRDefault="004850CE" w:rsidP="00A57317">
      <w:pPr>
        <w:suppressAutoHyphens/>
        <w:spacing w:before="240" w:line="240" w:lineRule="auto"/>
        <w:jc w:val="center"/>
        <w:rPr>
          <w:rFonts w:cs="Arial"/>
          <w:b/>
          <w:bCs/>
          <w:iCs/>
          <w:sz w:val="22"/>
          <w:szCs w:val="22"/>
        </w:rPr>
      </w:pPr>
      <w:r w:rsidRPr="004850CE">
        <w:rPr>
          <w:rFonts w:cs="Arial"/>
          <w:b/>
          <w:bCs/>
          <w:iCs/>
          <w:sz w:val="22"/>
          <w:szCs w:val="22"/>
        </w:rPr>
        <w:t>vyzývá</w:t>
      </w:r>
    </w:p>
    <w:p w14:paraId="3A6C9E18" w14:textId="77777777" w:rsidR="004850CE" w:rsidRPr="0005782B" w:rsidRDefault="004850CE" w:rsidP="00E16DC7">
      <w:pPr>
        <w:suppressAutoHyphens/>
        <w:spacing w:after="0" w:line="240" w:lineRule="auto"/>
        <w:jc w:val="center"/>
        <w:rPr>
          <w:rFonts w:cs="Arial"/>
          <w:i/>
          <w:iCs/>
        </w:rPr>
      </w:pPr>
      <w:r w:rsidRPr="00A36796">
        <w:rPr>
          <w:rFonts w:cs="Arial"/>
          <w:i/>
          <w:iCs/>
        </w:rPr>
        <w:t xml:space="preserve">k účasti v zadávacím řízení a k podání </w:t>
      </w:r>
      <w:r w:rsidRPr="0005782B">
        <w:rPr>
          <w:rFonts w:cs="Arial"/>
          <w:i/>
          <w:iCs/>
        </w:rPr>
        <w:t>nabídky na veřejnou zakázku</w:t>
      </w:r>
      <w:r w:rsidRPr="0005782B">
        <w:rPr>
          <w:rFonts w:cs="Arial"/>
          <w:i/>
          <w:iCs/>
          <w:color w:val="00B050"/>
        </w:rPr>
        <w:t xml:space="preserve"> </w:t>
      </w:r>
      <w:r w:rsidRPr="0005782B">
        <w:rPr>
          <w:rFonts w:cs="Arial"/>
          <w:i/>
          <w:iCs/>
        </w:rPr>
        <w:t>na zpracování</w:t>
      </w:r>
    </w:p>
    <w:p w14:paraId="73F9DF4C" w14:textId="6B4AFFF3" w:rsidR="004850CE" w:rsidRPr="0005782B" w:rsidRDefault="004850CE" w:rsidP="00E16DC7">
      <w:pPr>
        <w:tabs>
          <w:tab w:val="center" w:pos="8647"/>
          <w:tab w:val="right" w:pos="9923"/>
        </w:tabs>
        <w:suppressAutoHyphens/>
        <w:spacing w:after="0" w:line="240" w:lineRule="auto"/>
        <w:jc w:val="center"/>
        <w:rPr>
          <w:rFonts w:cs="Arial"/>
          <w:b/>
          <w:bCs/>
          <w:i/>
        </w:rPr>
      </w:pPr>
      <w:r w:rsidRPr="0005782B">
        <w:rPr>
          <w:rFonts w:cs="Arial"/>
          <w:b/>
          <w:bCs/>
          <w:i/>
          <w:color w:val="FF0000"/>
        </w:rPr>
        <w:t xml:space="preserve"> </w:t>
      </w:r>
      <w:r w:rsidR="00EE6F20" w:rsidRPr="00EE6F20">
        <w:rPr>
          <w:rFonts w:cs="Arial"/>
          <w:b/>
          <w:bCs/>
          <w:i/>
        </w:rPr>
        <w:t>Záměru projektu,</w:t>
      </w:r>
      <w:r w:rsidR="00EE6F20">
        <w:rPr>
          <w:rFonts w:cs="Arial"/>
          <w:b/>
          <w:bCs/>
          <w:i/>
          <w:color w:val="FF0000"/>
        </w:rPr>
        <w:t xml:space="preserve"> </w:t>
      </w:r>
      <w:r w:rsidR="00E4711F">
        <w:rPr>
          <w:rFonts w:cs="Arial"/>
          <w:b/>
          <w:bCs/>
          <w:i/>
        </w:rPr>
        <w:t>D</w:t>
      </w:r>
      <w:r w:rsidRPr="00861EB6">
        <w:rPr>
          <w:rFonts w:cs="Arial"/>
          <w:b/>
          <w:bCs/>
          <w:i/>
        </w:rPr>
        <w:t xml:space="preserve">okumentace pro </w:t>
      </w:r>
      <w:r w:rsidR="00B0090E" w:rsidRPr="00861EB6">
        <w:rPr>
          <w:rFonts w:cs="Arial"/>
          <w:b/>
          <w:bCs/>
          <w:i/>
        </w:rPr>
        <w:t>společné</w:t>
      </w:r>
      <w:r w:rsidR="00B13FD9" w:rsidRPr="00861EB6">
        <w:rPr>
          <w:rFonts w:cs="Arial"/>
          <w:b/>
          <w:bCs/>
          <w:i/>
        </w:rPr>
        <w:t xml:space="preserve"> povolení</w:t>
      </w:r>
      <w:r w:rsidR="00E4711F">
        <w:rPr>
          <w:rFonts w:cs="Arial"/>
          <w:b/>
          <w:bCs/>
          <w:i/>
        </w:rPr>
        <w:t xml:space="preserve"> a Projektové dokumentace pro provádění stavby</w:t>
      </w:r>
      <w:r w:rsidR="00573333" w:rsidRPr="00861EB6">
        <w:rPr>
          <w:rFonts w:cs="Arial"/>
          <w:b/>
          <w:bCs/>
          <w:i/>
        </w:rPr>
        <w:t xml:space="preserve"> </w:t>
      </w:r>
      <w:r w:rsidRPr="00861EB6">
        <w:rPr>
          <w:rFonts w:cs="Arial"/>
          <w:b/>
          <w:bCs/>
          <w:i/>
        </w:rPr>
        <w:t xml:space="preserve">a </w:t>
      </w:r>
      <w:r w:rsidR="00E4711F">
        <w:rPr>
          <w:rFonts w:cs="Arial"/>
          <w:b/>
          <w:bCs/>
          <w:i/>
        </w:rPr>
        <w:t>výkon autorského dozoru</w:t>
      </w:r>
    </w:p>
    <w:p w14:paraId="53F86BFB" w14:textId="77777777" w:rsidR="00E16DC7" w:rsidRPr="0005782B" w:rsidRDefault="00E16DC7" w:rsidP="00E16DC7">
      <w:pPr>
        <w:tabs>
          <w:tab w:val="center" w:pos="4961"/>
          <w:tab w:val="right" w:pos="9923"/>
        </w:tabs>
        <w:suppressAutoHyphens/>
        <w:spacing w:after="0" w:line="240" w:lineRule="auto"/>
        <w:jc w:val="center"/>
        <w:rPr>
          <w:rFonts w:cs="Arial"/>
          <w:b/>
          <w:i/>
          <w:sz w:val="28"/>
          <w:szCs w:val="28"/>
        </w:rPr>
      </w:pPr>
    </w:p>
    <w:p w14:paraId="13ADE53B" w14:textId="77777777" w:rsidR="001B3019" w:rsidRDefault="001B3019" w:rsidP="001B3019">
      <w:pPr>
        <w:tabs>
          <w:tab w:val="center" w:pos="4961"/>
          <w:tab w:val="right" w:pos="9923"/>
        </w:tabs>
        <w:suppressAutoHyphens/>
        <w:spacing w:after="0" w:line="240" w:lineRule="auto"/>
        <w:jc w:val="both"/>
        <w:rPr>
          <w:rFonts w:cs="Arial"/>
          <w:b/>
          <w:i/>
          <w:sz w:val="28"/>
          <w:szCs w:val="28"/>
        </w:rPr>
      </w:pPr>
      <w:r>
        <w:rPr>
          <w:rFonts w:cs="Arial"/>
          <w:b/>
          <w:i/>
          <w:sz w:val="28"/>
          <w:szCs w:val="28"/>
        </w:rPr>
        <w:t>„</w:t>
      </w:r>
      <w:r w:rsidRPr="00337B7F">
        <w:rPr>
          <w:rFonts w:cs="Arial"/>
          <w:b/>
          <w:i/>
          <w:sz w:val="28"/>
          <w:szCs w:val="28"/>
        </w:rPr>
        <w:t>Rekonstrukce mostu v km 21,510 trati Tábor-Písek</w:t>
      </w:r>
      <w:r>
        <w:rPr>
          <w:rFonts w:cs="Arial"/>
          <w:b/>
          <w:i/>
          <w:sz w:val="28"/>
          <w:szCs w:val="28"/>
        </w:rPr>
        <w:t>“</w:t>
      </w:r>
    </w:p>
    <w:p w14:paraId="113FCCFF" w14:textId="77777777" w:rsidR="001B3019" w:rsidRDefault="001B3019" w:rsidP="001B3019">
      <w:pPr>
        <w:tabs>
          <w:tab w:val="center" w:pos="4961"/>
          <w:tab w:val="right" w:pos="9923"/>
        </w:tabs>
        <w:suppressAutoHyphens/>
        <w:spacing w:after="0" w:line="240" w:lineRule="auto"/>
        <w:jc w:val="both"/>
        <w:rPr>
          <w:rFonts w:cs="Arial"/>
          <w:b/>
          <w:sz w:val="20"/>
          <w:szCs w:val="20"/>
        </w:rPr>
      </w:pPr>
    </w:p>
    <w:p w14:paraId="57A80DD4" w14:textId="77777777" w:rsidR="001B3019" w:rsidRPr="00E7031A" w:rsidRDefault="001B3019" w:rsidP="001B3019">
      <w:pPr>
        <w:tabs>
          <w:tab w:val="right" w:pos="-3402"/>
        </w:tabs>
        <w:suppressAutoHyphens/>
        <w:spacing w:after="0" w:line="240" w:lineRule="auto"/>
        <w:rPr>
          <w:rFonts w:cs="Arial"/>
          <w:b/>
          <w:i/>
          <w:sz w:val="28"/>
          <w:szCs w:val="28"/>
        </w:rPr>
      </w:pPr>
      <w:r w:rsidRPr="00B223A9">
        <w:rPr>
          <w:rFonts w:cs="Arial"/>
        </w:rPr>
        <w:t>ISPROFIN/ISPROFOND:</w:t>
      </w:r>
      <w:r w:rsidRPr="00B223A9">
        <w:rPr>
          <w:rFonts w:cs="Arial"/>
        </w:rPr>
        <w:tab/>
      </w:r>
      <w:r w:rsidRPr="00337B7F">
        <w:rPr>
          <w:rFonts w:cs="Arial"/>
        </w:rPr>
        <w:t>327 321 4901/531 352 0031</w:t>
      </w:r>
    </w:p>
    <w:p w14:paraId="747DA323" w14:textId="77777777" w:rsidR="001B3019" w:rsidRDefault="001B3019" w:rsidP="001B3019">
      <w:pPr>
        <w:spacing w:before="240"/>
        <w:jc w:val="both"/>
        <w:rPr>
          <w:rFonts w:cs="Arial"/>
        </w:rPr>
      </w:pPr>
      <w:r w:rsidRPr="00E7031A">
        <w:rPr>
          <w:rFonts w:cs="Arial"/>
        </w:rPr>
        <w:t>Evidenční číslo zakázky:</w:t>
      </w:r>
      <w:r w:rsidRPr="00E7031A">
        <w:rPr>
          <w:rFonts w:cs="Arial"/>
        </w:rPr>
        <w:tab/>
      </w:r>
      <w:r w:rsidRPr="00337B7F">
        <w:rPr>
          <w:rFonts w:cs="Arial"/>
        </w:rPr>
        <w:t>61820433</w:t>
      </w:r>
    </w:p>
    <w:p w14:paraId="79DFDAAE" w14:textId="307430B7" w:rsidR="004850CE" w:rsidRPr="00731071" w:rsidRDefault="004850CE" w:rsidP="001B3019">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1BD53FFC"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5F045EAB"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45B0A1D5" w14:textId="77777777" w:rsidR="004850CE" w:rsidRPr="00731071" w:rsidRDefault="004850CE" w:rsidP="004850CE">
      <w:pPr>
        <w:suppressAutoHyphens/>
        <w:spacing w:after="0"/>
        <w:jc w:val="both"/>
        <w:rPr>
          <w:rFonts w:cs="Arial"/>
        </w:rPr>
      </w:pPr>
      <w:r w:rsidRPr="00731071">
        <w:rPr>
          <w:rFonts w:cs="Arial"/>
        </w:rPr>
        <w:t xml:space="preserve">Správa </w:t>
      </w:r>
      <w:r w:rsidR="00623B77">
        <w:rPr>
          <w:rFonts w:cs="Arial"/>
        </w:rPr>
        <w:t>železnic</w:t>
      </w:r>
      <w:r w:rsidRPr="00731071">
        <w:rPr>
          <w:rFonts w:cs="Arial"/>
        </w:rPr>
        <w:t xml:space="preserve">, státní organizace, </w:t>
      </w:r>
    </w:p>
    <w:p w14:paraId="243D4ECF" w14:textId="77777777" w:rsidR="004850CE" w:rsidRPr="00731071" w:rsidRDefault="004850CE" w:rsidP="004850CE">
      <w:pPr>
        <w:suppressAutoHyphens/>
        <w:spacing w:after="0"/>
        <w:jc w:val="both"/>
        <w:rPr>
          <w:rFonts w:cs="Arial"/>
        </w:rPr>
      </w:pPr>
      <w:r w:rsidRPr="00731071">
        <w:rPr>
          <w:rFonts w:cs="Arial"/>
        </w:rPr>
        <w:t>Praha 1, Nové Město, Dlážděná 1003/7, PSČ 110 00</w:t>
      </w:r>
    </w:p>
    <w:p w14:paraId="5F051A4A" w14:textId="7E4A3823" w:rsidR="004850CE" w:rsidRPr="00731071" w:rsidRDefault="004850CE" w:rsidP="004850CE">
      <w:pPr>
        <w:suppressAutoHyphens/>
        <w:spacing w:after="0"/>
        <w:jc w:val="both"/>
        <w:rPr>
          <w:rFonts w:cs="Arial"/>
        </w:rPr>
      </w:pPr>
      <w:r w:rsidRPr="00731071">
        <w:rPr>
          <w:rFonts w:cs="Arial"/>
        </w:rPr>
        <w:t>IČ</w:t>
      </w:r>
      <w:r w:rsidR="00D153EB">
        <w:rPr>
          <w:rFonts w:cs="Arial"/>
        </w:rPr>
        <w:t>O</w:t>
      </w:r>
      <w:r w:rsidRPr="00731071">
        <w:rPr>
          <w:rFonts w:cs="Arial"/>
        </w:rPr>
        <w:t>: 70 99 42 34, DIČ: CZ70994234</w:t>
      </w:r>
    </w:p>
    <w:p w14:paraId="16CCF44B" w14:textId="1A652555" w:rsidR="00573333" w:rsidRDefault="004850CE" w:rsidP="004850CE">
      <w:pPr>
        <w:suppressAutoHyphens/>
        <w:spacing w:after="0"/>
        <w:jc w:val="both"/>
        <w:rPr>
          <w:rFonts w:cs="Arial"/>
        </w:rPr>
      </w:pPr>
      <w:r w:rsidRPr="00731071">
        <w:rPr>
          <w:rFonts w:cs="Arial"/>
        </w:rPr>
        <w:t>Zápis v OR: MS v Praze,</w:t>
      </w:r>
      <w:r w:rsidR="00573333">
        <w:rPr>
          <w:rFonts w:cs="Arial"/>
        </w:rPr>
        <w:t xml:space="preserve"> </w:t>
      </w:r>
      <w:r w:rsidR="00861EB6">
        <w:rPr>
          <w:rFonts w:cs="Arial"/>
        </w:rPr>
        <w:t>spisová značka A 48384</w:t>
      </w:r>
    </w:p>
    <w:p w14:paraId="4557E8C2" w14:textId="5A0BEE97" w:rsidR="004850CE" w:rsidRDefault="004850CE" w:rsidP="004850CE">
      <w:pPr>
        <w:suppressAutoHyphens/>
        <w:spacing w:after="0"/>
        <w:jc w:val="both"/>
        <w:rPr>
          <w:rFonts w:cs="Arial"/>
        </w:rPr>
      </w:pPr>
      <w:r w:rsidRPr="009E5989">
        <w:rPr>
          <w:rFonts w:cs="Arial"/>
        </w:rPr>
        <w:t xml:space="preserve">zastoupená Ing. </w:t>
      </w:r>
      <w:r>
        <w:rPr>
          <w:rFonts w:cs="Arial"/>
        </w:rPr>
        <w:t xml:space="preserve">Petrem </w:t>
      </w:r>
      <w:proofErr w:type="spellStart"/>
      <w:r>
        <w:rPr>
          <w:rFonts w:cs="Arial"/>
        </w:rPr>
        <w:t>Hofhanzlem</w:t>
      </w:r>
      <w:proofErr w:type="spellEnd"/>
      <w:r w:rsidRPr="009E5989">
        <w:rPr>
          <w:rFonts w:cs="Arial"/>
        </w:rPr>
        <w:t>, ředitelem Stavební správy z</w:t>
      </w:r>
      <w:r w:rsidR="002D35A4">
        <w:rPr>
          <w:rFonts w:cs="Arial"/>
        </w:rPr>
        <w:t>á</w:t>
      </w:r>
      <w:r w:rsidRPr="009E5989">
        <w:rPr>
          <w:rFonts w:cs="Arial"/>
        </w:rPr>
        <w:t>pad</w:t>
      </w:r>
    </w:p>
    <w:p w14:paraId="58893C68" w14:textId="77777777" w:rsidR="004850CE" w:rsidRDefault="004850CE" w:rsidP="004850CE">
      <w:pPr>
        <w:suppressAutoHyphens/>
        <w:spacing w:after="0"/>
        <w:jc w:val="both"/>
        <w:rPr>
          <w:rFonts w:cs="Arial"/>
        </w:rPr>
      </w:pPr>
      <w:r>
        <w:rPr>
          <w:rFonts w:cs="Arial"/>
        </w:rPr>
        <w:t xml:space="preserve">Identifikátor datové schránky: </w:t>
      </w:r>
      <w:proofErr w:type="spellStart"/>
      <w:r>
        <w:rPr>
          <w:rFonts w:cs="Arial"/>
        </w:rPr>
        <w:t>uccchjm</w:t>
      </w:r>
      <w:proofErr w:type="spellEnd"/>
    </w:p>
    <w:p w14:paraId="23DF4B22" w14:textId="77777777" w:rsidR="004850CE" w:rsidRDefault="004850CE" w:rsidP="004850CE">
      <w:pPr>
        <w:suppressAutoHyphens/>
        <w:spacing w:after="0"/>
        <w:jc w:val="both"/>
        <w:rPr>
          <w:rFonts w:cs="Arial"/>
        </w:rPr>
      </w:pPr>
    </w:p>
    <w:p w14:paraId="485219AA" w14:textId="77777777" w:rsidR="004850CE" w:rsidRPr="009646B0" w:rsidRDefault="004850CE" w:rsidP="004850CE">
      <w:pPr>
        <w:suppressAutoHyphens/>
        <w:spacing w:after="0"/>
        <w:jc w:val="both"/>
        <w:rPr>
          <w:rFonts w:cs="Arial"/>
        </w:rPr>
      </w:pPr>
      <w:r w:rsidRPr="009646B0">
        <w:rPr>
          <w:rFonts w:cs="Arial"/>
        </w:rPr>
        <w:t>Korespondenční adresa:</w:t>
      </w:r>
    </w:p>
    <w:p w14:paraId="10AF5F16" w14:textId="77777777"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Správa </w:t>
      </w:r>
      <w:r w:rsidR="00623B77">
        <w:rPr>
          <w:rFonts w:ascii="Arial" w:hAnsi="Arial" w:cs="Arial"/>
          <w:sz w:val="20"/>
        </w:rPr>
        <w:t>železnic</w:t>
      </w:r>
      <w:r w:rsidRPr="009646B0">
        <w:rPr>
          <w:rFonts w:ascii="Arial" w:hAnsi="Arial" w:cs="Arial"/>
          <w:sz w:val="20"/>
        </w:rPr>
        <w:t>, státní organizace</w:t>
      </w:r>
    </w:p>
    <w:p w14:paraId="32DF77AE" w14:textId="77777777"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Stavební správa </w:t>
      </w:r>
      <w:proofErr w:type="spellStart"/>
      <w:r w:rsidRPr="009646B0">
        <w:rPr>
          <w:rFonts w:ascii="Arial" w:hAnsi="Arial" w:cs="Arial"/>
          <w:sz w:val="20"/>
          <w:lang w:val="en-US"/>
        </w:rPr>
        <w:t>západ</w:t>
      </w:r>
      <w:proofErr w:type="spellEnd"/>
    </w:p>
    <w:p w14:paraId="41FF19E4" w14:textId="77777777"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Sokolovská </w:t>
      </w:r>
      <w:r w:rsidR="00A93D5C" w:rsidRPr="009646B0">
        <w:rPr>
          <w:rFonts w:ascii="Arial" w:hAnsi="Arial" w:cs="Arial"/>
          <w:sz w:val="20"/>
        </w:rPr>
        <w:t>1955/</w:t>
      </w:r>
      <w:r w:rsidRPr="009646B0">
        <w:rPr>
          <w:rFonts w:ascii="Arial" w:hAnsi="Arial" w:cs="Arial"/>
          <w:sz w:val="20"/>
        </w:rPr>
        <w:t>278</w:t>
      </w:r>
    </w:p>
    <w:p w14:paraId="729104D6" w14:textId="56EF5B49" w:rsidR="004850CE" w:rsidRDefault="004850CE" w:rsidP="004850CE">
      <w:pPr>
        <w:suppressAutoHyphens/>
        <w:spacing w:after="0"/>
        <w:jc w:val="both"/>
        <w:rPr>
          <w:rFonts w:cs="Arial"/>
        </w:rPr>
      </w:pPr>
      <w:r w:rsidRPr="009646B0">
        <w:rPr>
          <w:rFonts w:cs="Arial"/>
        </w:rPr>
        <w:t>190 00 Praha 9</w:t>
      </w:r>
    </w:p>
    <w:p w14:paraId="378DE473" w14:textId="77777777" w:rsidR="00EE6F20" w:rsidRPr="009646B0" w:rsidRDefault="00EE6F20" w:rsidP="004850CE">
      <w:pPr>
        <w:suppressAutoHyphens/>
        <w:spacing w:after="0"/>
        <w:jc w:val="both"/>
        <w:rPr>
          <w:rFonts w:cs="Arial"/>
        </w:rPr>
      </w:pPr>
    </w:p>
    <w:p w14:paraId="40736ABF" w14:textId="77777777" w:rsidR="004850CE" w:rsidRPr="00842720" w:rsidRDefault="004850CE" w:rsidP="004850CE">
      <w:pPr>
        <w:suppressAutoHyphens/>
        <w:spacing w:before="120" w:after="0"/>
        <w:jc w:val="both"/>
        <w:rPr>
          <w:rFonts w:cs="Arial"/>
        </w:rPr>
      </w:pPr>
      <w:r w:rsidRPr="009646B0">
        <w:rPr>
          <w:rFonts w:cs="Arial"/>
        </w:rPr>
        <w:t>Kontaktní osobou pro zadávací</w:t>
      </w:r>
      <w:r w:rsidRPr="00842720">
        <w:rPr>
          <w:rFonts w:cs="Arial"/>
        </w:rPr>
        <w:t xml:space="preserve"> řízení je:</w:t>
      </w:r>
    </w:p>
    <w:p w14:paraId="26D2F588" w14:textId="5A998997" w:rsidR="00D27EAE" w:rsidRDefault="00E51EBB" w:rsidP="004850CE">
      <w:pPr>
        <w:suppressAutoHyphens/>
        <w:spacing w:after="0"/>
        <w:jc w:val="both"/>
        <w:rPr>
          <w:rStyle w:val="Hypertextovodkaz"/>
        </w:rPr>
      </w:pPr>
      <w:r>
        <w:rPr>
          <w:rFonts w:cs="Arial"/>
        </w:rPr>
        <w:t>Petr Dušek</w:t>
      </w:r>
      <w:r w:rsidR="004850CE">
        <w:rPr>
          <w:rFonts w:cs="Arial"/>
        </w:rPr>
        <w:tab/>
      </w:r>
      <w:r w:rsidR="00046D36">
        <w:rPr>
          <w:rFonts w:cs="Arial"/>
        </w:rPr>
        <w:t xml:space="preserve">mobil: </w:t>
      </w:r>
      <w:r w:rsidR="003C5FDB" w:rsidRPr="003C5FDB">
        <w:rPr>
          <w:rFonts w:cs="Arial"/>
        </w:rPr>
        <w:t>+420</w:t>
      </w:r>
      <w:r>
        <w:rPr>
          <w:rFonts w:cs="Arial"/>
        </w:rPr>
        <w:t> 725 994 040</w:t>
      </w:r>
      <w:r w:rsidR="004850CE">
        <w:rPr>
          <w:rFonts w:cs="Arial"/>
        </w:rPr>
        <w:tab/>
      </w:r>
      <w:r w:rsidR="004850CE" w:rsidRPr="009E5989">
        <w:rPr>
          <w:rFonts w:cs="Arial"/>
        </w:rPr>
        <w:t xml:space="preserve">e-mail: </w:t>
      </w:r>
      <w:hyperlink r:id="rId11" w:history="1">
        <w:r w:rsidRPr="009A7D47">
          <w:rPr>
            <w:rStyle w:val="Hypertextovodkaz"/>
            <w:rFonts w:cs="Arial"/>
          </w:rPr>
          <w:t>dusekp@spravazeleznic</w:t>
        </w:r>
        <w:r w:rsidRPr="009A7D47">
          <w:rPr>
            <w:rStyle w:val="Hypertextovodkaz"/>
          </w:rPr>
          <w:t>.cz</w:t>
        </w:r>
      </w:hyperlink>
    </w:p>
    <w:p w14:paraId="06223B93"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14:paraId="6A542FB8"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3AB7A453"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3227CF02"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3C3D44D0"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1585A52C" w14:textId="77777777" w:rsidR="004850CE" w:rsidRPr="0005782B"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w:t>
      </w:r>
      <w:r w:rsidRPr="00883278">
        <w:rPr>
          <w:rFonts w:cs="Arial"/>
        </w:rPr>
        <w:t xml:space="preserve">bude ze strany zadavatele probíhat prostřednictvím elektronického nástroje E-ZAK (na adrese: </w:t>
      </w:r>
      <w:hyperlink r:id="rId12" w:history="1">
        <w:r w:rsidR="002B7F42" w:rsidRPr="00883278">
          <w:rPr>
            <w:rStyle w:val="Hypertextovodkaz"/>
          </w:rPr>
          <w:t>https://zakazky.sprava</w:t>
        </w:r>
      </w:hyperlink>
      <w:r w:rsidR="002B7F42" w:rsidRPr="00883278">
        <w:rPr>
          <w:rStyle w:val="Hypertextovodkaz"/>
        </w:rPr>
        <w:t>zeleznic</w:t>
      </w:r>
      <w:r w:rsidRPr="00883278">
        <w:rPr>
          <w:rStyle w:val="Hypertextovodkaz"/>
        </w:rPr>
        <w:t>.cz/</w:t>
      </w:r>
      <w:r w:rsidRPr="00883278">
        <w:rPr>
          <w:rFonts w:cs="Arial"/>
        </w:rPr>
        <w:t xml:space="preserve">), který je profilem zadavatele a splňuje podmínky vyhlášky č. </w:t>
      </w:r>
      <w:r w:rsidRPr="0005782B">
        <w:rPr>
          <w:rFonts w:cs="Arial"/>
        </w:rPr>
        <w:t>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31E5902" w14:textId="77777777" w:rsidR="004850CE" w:rsidRPr="0005782B"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05782B">
        <w:rPr>
          <w:rFonts w:cs="Arial"/>
          <w:b/>
          <w:u w:val="single"/>
        </w:rPr>
        <w:t>Předmět zakázky:</w:t>
      </w:r>
    </w:p>
    <w:p w14:paraId="20AD46F9" w14:textId="64FC1120" w:rsidR="00695CFA" w:rsidRDefault="00695CFA" w:rsidP="00695CFA">
      <w:pPr>
        <w:autoSpaceDE w:val="0"/>
        <w:autoSpaceDN w:val="0"/>
        <w:adjustRightInd w:val="0"/>
        <w:spacing w:after="0" w:line="240" w:lineRule="auto"/>
        <w:jc w:val="both"/>
        <w:rPr>
          <w:rFonts w:cs="Arial"/>
        </w:rPr>
      </w:pPr>
      <w:r w:rsidRPr="00695CFA">
        <w:rPr>
          <w:rFonts w:cs="Arial"/>
        </w:rPr>
        <w:t>Předmětem díla je zhotovení Záměru projektu, Dokumentace pro společné povolení</w:t>
      </w:r>
      <w:r>
        <w:rPr>
          <w:rFonts w:cs="Arial"/>
        </w:rPr>
        <w:t xml:space="preserve"> </w:t>
      </w:r>
      <w:r w:rsidRPr="00695CFA">
        <w:rPr>
          <w:rFonts w:cs="Arial"/>
        </w:rPr>
        <w:t xml:space="preserve">a Projektové dokumentace pro provádění stavby </w:t>
      </w:r>
      <w:r>
        <w:rPr>
          <w:rFonts w:cs="Arial"/>
        </w:rPr>
        <w:t xml:space="preserve">„Rekonstrukce mostu v km 21,510 </w:t>
      </w:r>
      <w:r w:rsidRPr="00695CFA">
        <w:rPr>
          <w:rFonts w:cs="Arial"/>
        </w:rPr>
        <w:t>trati Tábor - Písek“.</w:t>
      </w:r>
    </w:p>
    <w:p w14:paraId="3529F754" w14:textId="77777777" w:rsidR="00695CFA" w:rsidRPr="00695CFA" w:rsidRDefault="00695CFA" w:rsidP="00695CFA">
      <w:pPr>
        <w:autoSpaceDE w:val="0"/>
        <w:autoSpaceDN w:val="0"/>
        <w:adjustRightInd w:val="0"/>
        <w:spacing w:after="0" w:line="240" w:lineRule="auto"/>
        <w:jc w:val="both"/>
        <w:rPr>
          <w:rFonts w:cs="Arial"/>
        </w:rPr>
      </w:pPr>
    </w:p>
    <w:p w14:paraId="25A59545" w14:textId="7C95010F" w:rsidR="00E51EBB" w:rsidRPr="00E51EBB" w:rsidRDefault="00695CFA" w:rsidP="00695CFA">
      <w:pPr>
        <w:autoSpaceDE w:val="0"/>
        <w:autoSpaceDN w:val="0"/>
        <w:adjustRightInd w:val="0"/>
        <w:spacing w:after="0" w:line="240" w:lineRule="auto"/>
        <w:jc w:val="both"/>
        <w:rPr>
          <w:rFonts w:cs="Arial"/>
        </w:rPr>
      </w:pPr>
      <w:r w:rsidRPr="00695CFA">
        <w:rPr>
          <w:rFonts w:cs="Arial"/>
        </w:rPr>
        <w:t>Předmětem stavby je rekonstrukce mostu, komplexní rekonstrukce nosné konstru</w:t>
      </w:r>
      <w:r>
        <w:rPr>
          <w:rFonts w:cs="Arial"/>
        </w:rPr>
        <w:t xml:space="preserve">kce kleneb </w:t>
      </w:r>
      <w:r w:rsidRPr="00695CFA">
        <w:rPr>
          <w:rFonts w:cs="Arial"/>
        </w:rPr>
        <w:t>K1 až K10, spodní stavby pilířů a opěr, železničníh</w:t>
      </w:r>
      <w:r>
        <w:rPr>
          <w:rFonts w:cs="Arial"/>
        </w:rPr>
        <w:t xml:space="preserve">o svršku. Na mostě je nefunkční </w:t>
      </w:r>
      <w:r w:rsidRPr="00695CFA">
        <w:rPr>
          <w:rFonts w:cs="Arial"/>
        </w:rPr>
        <w:t>hydroizolace, klenbou silně prosakuje voda a vylouhované</w:t>
      </w:r>
      <w:r>
        <w:rPr>
          <w:rFonts w:cs="Arial"/>
        </w:rPr>
        <w:t xml:space="preserve"> pojivo, tvoří se krápníky a je </w:t>
      </w:r>
      <w:r w:rsidRPr="00695CFA">
        <w:rPr>
          <w:rFonts w:cs="Arial"/>
        </w:rPr>
        <w:t>vypadané spárování zdiva. Most nevyhovuje z hlediska prostorové průchodnost</w:t>
      </w:r>
      <w:r>
        <w:rPr>
          <w:rFonts w:cs="Arial"/>
        </w:rPr>
        <w:t xml:space="preserve">i dle ČSN </w:t>
      </w:r>
      <w:r w:rsidRPr="00695CFA">
        <w:rPr>
          <w:rFonts w:cs="Arial"/>
        </w:rPr>
        <w:t>73 6201 a není dodržen volný schůdný prostor. Má n</w:t>
      </w:r>
      <w:r>
        <w:rPr>
          <w:rFonts w:cs="Arial"/>
        </w:rPr>
        <w:t xml:space="preserve">evyhovující geometrickou polohu koleje na </w:t>
      </w:r>
      <w:r w:rsidRPr="00695CFA">
        <w:rPr>
          <w:rFonts w:cs="Arial"/>
        </w:rPr>
        <w:t>mostě. Kolejové lože je přesypané přes s</w:t>
      </w:r>
      <w:r>
        <w:rPr>
          <w:rFonts w:cs="Arial"/>
        </w:rPr>
        <w:t xml:space="preserve">távající římsy, není dostatečně </w:t>
      </w:r>
      <w:r w:rsidRPr="00695CFA">
        <w:rPr>
          <w:rFonts w:cs="Arial"/>
        </w:rPr>
        <w:t>podbité. Mostní objekt je hodnocen stupněm K3/S2.</w:t>
      </w:r>
    </w:p>
    <w:p w14:paraId="4D7D6C5D" w14:textId="77777777" w:rsidR="004850CE" w:rsidRPr="003A2DE2" w:rsidRDefault="004850CE" w:rsidP="00695CFA">
      <w:pPr>
        <w:suppressAutoHyphens/>
        <w:jc w:val="both"/>
      </w:pPr>
      <w:r w:rsidRPr="003A2DE2">
        <w:t>Bližší specifikace předmětu plnění veřejné zakázky je upravena v dalších částech zadávací dokumentace.</w:t>
      </w:r>
    </w:p>
    <w:p w14:paraId="4926E17F" w14:textId="77777777" w:rsidR="004850CE" w:rsidRPr="009E5989" w:rsidRDefault="004850CE" w:rsidP="00E16DC7">
      <w:pPr>
        <w:numPr>
          <w:ilvl w:val="0"/>
          <w:numId w:val="5"/>
        </w:numPr>
        <w:tabs>
          <w:tab w:val="num" w:pos="360"/>
        </w:tabs>
        <w:suppressAutoHyphens/>
        <w:spacing w:after="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73A59B9A" w14:textId="77777777" w:rsidR="00E16DC7" w:rsidRDefault="00E16DC7" w:rsidP="00E16DC7">
      <w:pPr>
        <w:suppressAutoHyphens/>
        <w:spacing w:after="0"/>
        <w:jc w:val="both"/>
        <w:rPr>
          <w:rFonts w:cs="Arial"/>
        </w:rPr>
      </w:pPr>
    </w:p>
    <w:p w14:paraId="334F5450" w14:textId="4B4C147F" w:rsidR="004850CE" w:rsidRDefault="004850CE" w:rsidP="00E16DC7">
      <w:pPr>
        <w:suppressAutoHyphens/>
        <w:spacing w:after="0"/>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1B3019">
        <w:rPr>
          <w:rFonts w:cs="Arial"/>
          <w:b/>
        </w:rPr>
        <w:t>3 666 0</w:t>
      </w:r>
      <w:r w:rsidR="001F318C">
        <w:rPr>
          <w:rFonts w:cs="Arial"/>
          <w:b/>
        </w:rPr>
        <w:t>00</w:t>
      </w:r>
      <w:r w:rsidRPr="00ED2761">
        <w:rPr>
          <w:rFonts w:cs="Arial"/>
          <w:b/>
        </w:rPr>
        <w:t>,- Kč</w:t>
      </w:r>
      <w:r w:rsidRPr="00ED2761">
        <w:rPr>
          <w:rFonts w:cs="Arial"/>
        </w:rPr>
        <w:t xml:space="preserve"> (bez DPH).</w:t>
      </w:r>
      <w:r w:rsidRPr="009E5989">
        <w:rPr>
          <w:rFonts w:cs="Arial"/>
        </w:rPr>
        <w:t xml:space="preserve">  </w:t>
      </w:r>
    </w:p>
    <w:p w14:paraId="05625429" w14:textId="77777777" w:rsidR="00E16DC7" w:rsidRDefault="00E16DC7" w:rsidP="00E16DC7">
      <w:pPr>
        <w:tabs>
          <w:tab w:val="center" w:pos="4961"/>
          <w:tab w:val="right" w:pos="9923"/>
        </w:tabs>
        <w:suppressAutoHyphens/>
        <w:spacing w:after="0"/>
        <w:jc w:val="both"/>
        <w:rPr>
          <w:rFonts w:cs="Arial"/>
          <w:b/>
        </w:rPr>
      </w:pPr>
    </w:p>
    <w:p w14:paraId="5034ECA1" w14:textId="366BD5D8" w:rsidR="004850CE" w:rsidRPr="00F1567E" w:rsidRDefault="004850CE" w:rsidP="00E16DC7">
      <w:pPr>
        <w:numPr>
          <w:ilvl w:val="0"/>
          <w:numId w:val="5"/>
        </w:numPr>
        <w:tabs>
          <w:tab w:val="num" w:pos="360"/>
        </w:tabs>
        <w:suppressAutoHyphens/>
        <w:spacing w:after="0" w:line="240" w:lineRule="auto"/>
        <w:ind w:left="357" w:hanging="357"/>
        <w:jc w:val="both"/>
        <w:rPr>
          <w:rFonts w:cs="Arial"/>
          <w:b/>
          <w:u w:val="single"/>
        </w:rPr>
      </w:pPr>
      <w:r w:rsidRPr="009E5989">
        <w:rPr>
          <w:rFonts w:cs="Arial"/>
          <w:b/>
          <w:u w:val="single"/>
        </w:rPr>
        <w:t>Zadávací dokumentaci tvoří:</w:t>
      </w:r>
    </w:p>
    <w:p w14:paraId="1966BFD9" w14:textId="77777777" w:rsidR="00E16DC7" w:rsidRDefault="00E16DC7" w:rsidP="00E16DC7">
      <w:pPr>
        <w:suppressAutoHyphens/>
        <w:spacing w:after="0"/>
        <w:jc w:val="both"/>
        <w:rPr>
          <w:rFonts w:ascii="Verdana" w:hAnsi="Verdana" w:cs="Arial"/>
        </w:rPr>
      </w:pPr>
    </w:p>
    <w:p w14:paraId="15DA95C4" w14:textId="77777777" w:rsidR="00DA44D4" w:rsidRPr="00E161B0" w:rsidRDefault="00DA44D4" w:rsidP="00E16DC7">
      <w:pPr>
        <w:suppressAutoHyphens/>
        <w:spacing w:after="0"/>
        <w:jc w:val="both"/>
        <w:rPr>
          <w:rFonts w:ascii="Verdana" w:hAnsi="Verdana" w:cs="Arial"/>
        </w:rPr>
      </w:pPr>
      <w:r w:rsidRPr="00E161B0">
        <w:rPr>
          <w:rFonts w:ascii="Verdana" w:hAnsi="Verdana" w:cs="Arial"/>
        </w:rPr>
        <w:t xml:space="preserve">Zadávací dokumentace je přístupná na profilu </w:t>
      </w:r>
      <w:r w:rsidRPr="00747634">
        <w:rPr>
          <w:rFonts w:ascii="Verdana" w:hAnsi="Verdana" w:cs="Arial"/>
        </w:rPr>
        <w:t xml:space="preserve">zadavatele: </w:t>
      </w:r>
      <w:r w:rsidRPr="00747634">
        <w:rPr>
          <w:rStyle w:val="Hypertextovodkaz"/>
          <w:rFonts w:ascii="Verdana" w:hAnsi="Verdana"/>
        </w:rPr>
        <w:t>https://zakazky.s</w:t>
      </w:r>
      <w:r w:rsidR="002B7F42" w:rsidRPr="00747634">
        <w:rPr>
          <w:rStyle w:val="Hypertextovodkaz"/>
          <w:rFonts w:ascii="Verdana" w:hAnsi="Verdana"/>
        </w:rPr>
        <w:t>pravazeleznic</w:t>
      </w:r>
      <w:r w:rsidRPr="00747634">
        <w:rPr>
          <w:rStyle w:val="Hypertextovodkaz"/>
          <w:rFonts w:ascii="Verdana" w:hAnsi="Verdana"/>
        </w:rPr>
        <w:t>.cz/</w:t>
      </w:r>
      <w:r w:rsidRPr="00747634">
        <w:rPr>
          <w:rFonts w:ascii="Verdana" w:hAnsi="Verdana" w:cs="Arial"/>
        </w:rPr>
        <w:t>.</w:t>
      </w:r>
      <w:r w:rsidRPr="00E161B0">
        <w:rPr>
          <w:rFonts w:ascii="Verdana" w:hAnsi="Verdana" w:cs="Arial"/>
        </w:rPr>
        <w:t xml:space="preserve"> </w:t>
      </w:r>
    </w:p>
    <w:p w14:paraId="7DB040F0" w14:textId="77777777" w:rsidR="00E161B0" w:rsidRDefault="00E161B0" w:rsidP="00E16DC7">
      <w:pPr>
        <w:suppressAutoHyphens/>
        <w:spacing w:after="0"/>
        <w:jc w:val="both"/>
        <w:rPr>
          <w:rFonts w:ascii="Verdana" w:hAnsi="Verdana" w:cs="Arial"/>
        </w:rPr>
      </w:pPr>
    </w:p>
    <w:p w14:paraId="6DB834FD" w14:textId="77777777" w:rsidR="004850CE" w:rsidRPr="00E161B0" w:rsidRDefault="004850CE" w:rsidP="00E16DC7">
      <w:pPr>
        <w:suppressAutoHyphens/>
        <w:spacing w:after="0"/>
        <w:jc w:val="both"/>
        <w:rPr>
          <w:rFonts w:ascii="Verdana" w:hAnsi="Verdana" w:cs="Arial"/>
          <w:u w:val="single"/>
        </w:rPr>
      </w:pPr>
      <w:r w:rsidRPr="00E161B0">
        <w:rPr>
          <w:rFonts w:ascii="Verdana" w:hAnsi="Verdana" w:cs="Arial"/>
        </w:rPr>
        <w:t>Součástí zadávací dokumentace je:</w:t>
      </w:r>
    </w:p>
    <w:p w14:paraId="4ED5CD36" w14:textId="77777777" w:rsidR="004850CE" w:rsidRPr="00E161B0" w:rsidRDefault="004850CE" w:rsidP="00E16DC7">
      <w:pPr>
        <w:numPr>
          <w:ilvl w:val="0"/>
          <w:numId w:val="6"/>
        </w:numPr>
        <w:spacing w:after="0" w:line="240" w:lineRule="auto"/>
        <w:jc w:val="both"/>
        <w:rPr>
          <w:rFonts w:ascii="Verdana" w:hAnsi="Verdana" w:cs="Arial"/>
        </w:rPr>
      </w:pPr>
      <w:r w:rsidRPr="00E161B0">
        <w:rPr>
          <w:rFonts w:ascii="Verdana" w:hAnsi="Verdana" w:cs="Arial"/>
        </w:rPr>
        <w:t xml:space="preserve">Výzva k podání nabídky </w:t>
      </w:r>
    </w:p>
    <w:p w14:paraId="7B2E81D5" w14:textId="00059A8D" w:rsidR="00E161B0" w:rsidRPr="003A2DE2" w:rsidRDefault="004850CE" w:rsidP="00E16DC7">
      <w:pPr>
        <w:numPr>
          <w:ilvl w:val="0"/>
          <w:numId w:val="6"/>
        </w:numPr>
        <w:spacing w:after="0" w:line="240" w:lineRule="auto"/>
        <w:jc w:val="both"/>
        <w:rPr>
          <w:rFonts w:ascii="Verdana" w:hAnsi="Verdana" w:cs="Arial"/>
        </w:rPr>
      </w:pPr>
      <w:r w:rsidRPr="003A2DE2">
        <w:rPr>
          <w:rFonts w:ascii="Verdana" w:hAnsi="Verdana" w:cs="Arial"/>
        </w:rPr>
        <w:t>Přílohy výzvy č. 1, 2, 3, 4</w:t>
      </w:r>
      <w:r w:rsidR="003B419D" w:rsidRPr="003A2DE2">
        <w:rPr>
          <w:rFonts w:ascii="Verdana" w:hAnsi="Verdana" w:cs="Arial"/>
        </w:rPr>
        <w:t xml:space="preserve"> </w:t>
      </w:r>
      <w:r w:rsidR="00573333" w:rsidRPr="003A2DE2">
        <w:rPr>
          <w:rFonts w:ascii="Verdana" w:hAnsi="Verdana" w:cs="Arial"/>
        </w:rPr>
        <w:t>a 5</w:t>
      </w:r>
    </w:p>
    <w:p w14:paraId="4237B3D4" w14:textId="77777777" w:rsidR="004850CE" w:rsidRPr="00E161B0" w:rsidRDefault="004850CE" w:rsidP="00E16DC7">
      <w:pPr>
        <w:numPr>
          <w:ilvl w:val="0"/>
          <w:numId w:val="6"/>
        </w:numPr>
        <w:spacing w:after="0" w:line="240" w:lineRule="auto"/>
        <w:jc w:val="both"/>
        <w:rPr>
          <w:rFonts w:ascii="Verdana" w:hAnsi="Verdana" w:cs="Arial"/>
        </w:rPr>
      </w:pPr>
      <w:r w:rsidRPr="00E161B0">
        <w:rPr>
          <w:rFonts w:ascii="Verdana" w:hAnsi="Verdana" w:cs="Arial"/>
        </w:rPr>
        <w:t>Návrh Smlouvy o dílo vč. příloh</w:t>
      </w:r>
      <w:r w:rsidRPr="00E161B0">
        <w:rPr>
          <w:rFonts w:ascii="Verdana" w:hAnsi="Verdana" w:cs="Arial"/>
        </w:rPr>
        <w:tab/>
        <w:t xml:space="preserve"> </w:t>
      </w:r>
    </w:p>
    <w:p w14:paraId="40B736E4" w14:textId="77777777" w:rsidR="004850CE" w:rsidRPr="00E161B0" w:rsidRDefault="004850CE" w:rsidP="00E16DC7">
      <w:pPr>
        <w:pStyle w:val="TPTitul3"/>
        <w:overflowPunct w:val="0"/>
        <w:autoSpaceDE w:val="0"/>
        <w:autoSpaceDN w:val="0"/>
        <w:adjustRightInd w:val="0"/>
        <w:spacing w:line="240" w:lineRule="auto"/>
        <w:ind w:left="714"/>
        <w:jc w:val="both"/>
        <w:textAlignment w:val="baseline"/>
        <w:rPr>
          <w:rFonts w:ascii="Verdana" w:eastAsia="Batang" w:hAnsi="Verdana"/>
          <w:i/>
          <w:sz w:val="18"/>
          <w:szCs w:val="18"/>
          <w:lang w:eastAsia="cs-CZ"/>
        </w:rPr>
      </w:pPr>
    </w:p>
    <w:p w14:paraId="4FC19A46" w14:textId="14F01D29" w:rsidR="004850CE" w:rsidRDefault="006B110C" w:rsidP="00E161B0">
      <w:pPr>
        <w:spacing w:after="0"/>
        <w:jc w:val="both"/>
        <w:rPr>
          <w:rFonts w:ascii="Verdana" w:hAnsi="Verdana"/>
        </w:rPr>
      </w:pPr>
      <w:r w:rsidRPr="00E161B0">
        <w:rPr>
          <w:rFonts w:ascii="Verdana" w:hAnsi="Verdana"/>
        </w:rPr>
        <w:t xml:space="preserve">Zadavatel umožňuje dodavateli přístup ke všem svým interním předpisům následujícím způsobem: </w:t>
      </w:r>
      <w:hyperlink r:id="rId13" w:history="1">
        <w:r w:rsidRPr="00E161B0">
          <w:rPr>
            <w:rStyle w:val="Hypertextovodkaz"/>
            <w:rFonts w:ascii="Verdana" w:hAnsi="Verdana"/>
          </w:rPr>
          <w:t>http://www.tudc.cz/</w:t>
        </w:r>
      </w:hyperlink>
      <w:r w:rsidRPr="00E161B0">
        <w:rPr>
          <w:rFonts w:ascii="Verdana" w:hAnsi="Verdana"/>
        </w:rPr>
        <w:t xml:space="preserve"> nebo </w:t>
      </w:r>
      <w:hyperlink r:id="rId14" w:history="1">
        <w:r w:rsidR="0061452A" w:rsidRPr="00E161B0">
          <w:rPr>
            <w:rStyle w:val="Hypertextovodkaz"/>
            <w:rFonts w:ascii="Verdana" w:hAnsi="Verdana"/>
          </w:rPr>
          <w:t>https://www.spravazeleznic.cz/</w:t>
        </w:r>
      </w:hyperlink>
      <w:r w:rsidRPr="00E161B0">
        <w:rPr>
          <w:rFonts w:ascii="Verdana" w:hAnsi="Verdana"/>
        </w:rPr>
        <w:t xml:space="preserve"> (v sekci „O </w:t>
      </w:r>
      <w:proofErr w:type="gramStart"/>
      <w:r w:rsidRPr="00E161B0">
        <w:rPr>
          <w:rFonts w:ascii="Verdana" w:hAnsi="Verdana"/>
        </w:rPr>
        <w:t>nás“ –&gt; „Vnitřní</w:t>
      </w:r>
      <w:proofErr w:type="gramEnd"/>
      <w:r w:rsidRPr="00E161B0">
        <w:rPr>
          <w:rFonts w:ascii="Verdana" w:hAnsi="Verdana"/>
        </w:rPr>
        <w:t xml:space="preserve"> předpisy“ odkaz „Dokumenty a předpisy“).</w:t>
      </w:r>
    </w:p>
    <w:p w14:paraId="5A9B7394" w14:textId="77777777" w:rsidR="00AA64BA" w:rsidRPr="00E161B0" w:rsidRDefault="00AA64BA" w:rsidP="00E161B0">
      <w:pPr>
        <w:spacing w:after="0"/>
        <w:jc w:val="both"/>
        <w:rPr>
          <w:rFonts w:ascii="Verdana" w:hAnsi="Verdana" w:cs="Arial"/>
          <w:b/>
          <w:color w:val="0070C0"/>
        </w:rPr>
      </w:pPr>
    </w:p>
    <w:p w14:paraId="51485A47" w14:textId="2C362F81" w:rsidR="004850CE" w:rsidRPr="00E16DC7" w:rsidRDefault="003E58D4" w:rsidP="00E16DC7">
      <w:pPr>
        <w:tabs>
          <w:tab w:val="left" w:pos="426"/>
        </w:tabs>
        <w:suppressAutoHyphens/>
        <w:spacing w:before="240" w:after="120" w:line="240" w:lineRule="auto"/>
        <w:jc w:val="both"/>
        <w:rPr>
          <w:rFonts w:cs="Arial"/>
          <w:b/>
        </w:rPr>
      </w:pPr>
      <w:r>
        <w:rPr>
          <w:rFonts w:cs="Arial"/>
          <w:b/>
        </w:rPr>
        <w:lastRenderedPageBreak/>
        <w:t>7.</w:t>
      </w:r>
      <w:r w:rsidR="00E16DC7" w:rsidRPr="003E58D4">
        <w:rPr>
          <w:rFonts w:cs="Arial"/>
          <w:b/>
        </w:rPr>
        <w:tab/>
      </w:r>
      <w:r w:rsidR="004850CE" w:rsidRPr="003E58D4">
        <w:rPr>
          <w:rFonts w:cs="Arial"/>
          <w:b/>
          <w:u w:val="single"/>
        </w:rPr>
        <w:t>Doba a místo plnění zakázky:</w:t>
      </w:r>
    </w:p>
    <w:p w14:paraId="5FBC3061" w14:textId="75DF1E34" w:rsidR="004850CE" w:rsidRDefault="003E58D4" w:rsidP="001F17A4">
      <w:pPr>
        <w:pStyle w:val="Nadpis1"/>
        <w:tabs>
          <w:tab w:val="left" w:pos="426"/>
          <w:tab w:val="left" w:pos="1843"/>
        </w:tabs>
        <w:spacing w:before="120" w:after="120"/>
        <w:jc w:val="both"/>
        <w:rPr>
          <w:rFonts w:ascii="Arial" w:hAnsi="Arial" w:cs="Arial"/>
          <w:color w:val="auto"/>
          <w:sz w:val="20"/>
        </w:rPr>
      </w:pPr>
      <w:proofErr w:type="gramStart"/>
      <w:r>
        <w:rPr>
          <w:rFonts w:ascii="Arial" w:hAnsi="Arial" w:cs="Arial"/>
          <w:color w:val="auto"/>
          <w:sz w:val="20"/>
        </w:rPr>
        <w:t>7.1</w:t>
      </w:r>
      <w:proofErr w:type="gramEnd"/>
      <w:r>
        <w:rPr>
          <w:rFonts w:ascii="Arial" w:hAnsi="Arial" w:cs="Arial"/>
          <w:color w:val="auto"/>
          <w:sz w:val="20"/>
        </w:rPr>
        <w:t>.</w:t>
      </w:r>
      <w:r>
        <w:rPr>
          <w:rFonts w:ascii="Arial" w:hAnsi="Arial" w:cs="Arial"/>
          <w:color w:val="auto"/>
          <w:sz w:val="20"/>
        </w:rPr>
        <w:tab/>
      </w:r>
      <w:r w:rsidR="004850CE" w:rsidRPr="006C1FF5">
        <w:rPr>
          <w:rFonts w:ascii="Arial" w:hAnsi="Arial" w:cs="Arial"/>
          <w:color w:val="auto"/>
          <w:sz w:val="20"/>
        </w:rPr>
        <w:t>Doba plnění:</w:t>
      </w:r>
      <w:r w:rsidR="00E11C51">
        <w:rPr>
          <w:rFonts w:ascii="Arial" w:hAnsi="Arial" w:cs="Arial"/>
          <w:color w:val="auto"/>
          <w:sz w:val="20"/>
        </w:rPr>
        <w:tab/>
        <w:t>Harmonogram plnění</w:t>
      </w:r>
    </w:p>
    <w:tbl>
      <w:tblPr>
        <w:tblW w:w="4936" w:type="pct"/>
        <w:tblInd w:w="60" w:type="dxa"/>
        <w:tblCellMar>
          <w:left w:w="70" w:type="dxa"/>
          <w:right w:w="70" w:type="dxa"/>
        </w:tblCellMar>
        <w:tblLook w:val="04A0" w:firstRow="1" w:lastRow="0" w:firstColumn="1" w:lastColumn="0" w:noHBand="0" w:noVBand="1"/>
      </w:tblPr>
      <w:tblGrid>
        <w:gridCol w:w="1489"/>
        <w:gridCol w:w="2126"/>
        <w:gridCol w:w="2978"/>
        <w:gridCol w:w="1978"/>
      </w:tblGrid>
      <w:tr w:rsidR="00E11C51" w:rsidRPr="00D734D0" w14:paraId="045164C8" w14:textId="77777777" w:rsidTr="00733B48">
        <w:trPr>
          <w:trHeight w:val="300"/>
        </w:trPr>
        <w:tc>
          <w:tcPr>
            <w:tcW w:w="86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C22521D" w14:textId="77777777" w:rsidR="00E11C51" w:rsidRPr="001D7337" w:rsidRDefault="00E11C51" w:rsidP="00BC151E">
            <w:pPr>
              <w:jc w:val="center"/>
              <w:rPr>
                <w:rFonts w:ascii="Arial" w:hAnsi="Arial" w:cs="Arial"/>
                <w:b/>
                <w:bCs/>
                <w:i/>
                <w:iCs/>
                <w:sz w:val="19"/>
                <w:szCs w:val="19"/>
              </w:rPr>
            </w:pPr>
            <w:r w:rsidRPr="001D7337">
              <w:rPr>
                <w:rFonts w:ascii="Arial" w:hAnsi="Arial" w:cs="Arial"/>
                <w:b/>
                <w:bCs/>
                <w:i/>
                <w:iCs/>
                <w:sz w:val="19"/>
                <w:szCs w:val="19"/>
              </w:rPr>
              <w:t>Etapa</w:t>
            </w:r>
          </w:p>
        </w:tc>
        <w:tc>
          <w:tcPr>
            <w:tcW w:w="1240" w:type="pct"/>
            <w:tcBorders>
              <w:top w:val="single" w:sz="8" w:space="0" w:color="auto"/>
              <w:left w:val="nil"/>
              <w:bottom w:val="nil"/>
              <w:right w:val="single" w:sz="8" w:space="0" w:color="auto"/>
            </w:tcBorders>
            <w:shd w:val="clear" w:color="000000" w:fill="C0C0C0"/>
            <w:hideMark/>
          </w:tcPr>
          <w:p w14:paraId="1BB4D5F0" w14:textId="77777777" w:rsidR="00E11C51" w:rsidRPr="001D7337" w:rsidRDefault="00E11C51" w:rsidP="00BC151E">
            <w:pPr>
              <w:jc w:val="center"/>
              <w:rPr>
                <w:rFonts w:ascii="Arial" w:hAnsi="Arial" w:cs="Arial"/>
                <w:b/>
                <w:bCs/>
                <w:iCs/>
                <w:sz w:val="19"/>
                <w:szCs w:val="19"/>
              </w:rPr>
            </w:pPr>
            <w:r w:rsidRPr="001D7337">
              <w:rPr>
                <w:rFonts w:ascii="Arial" w:hAnsi="Arial" w:cs="Arial"/>
                <w:b/>
                <w:bCs/>
                <w:iCs/>
                <w:sz w:val="19"/>
                <w:szCs w:val="19"/>
              </w:rPr>
              <w:t>Termín plnění</w:t>
            </w:r>
          </w:p>
        </w:tc>
        <w:tc>
          <w:tcPr>
            <w:tcW w:w="173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38022E5" w14:textId="77777777" w:rsidR="00E11C51" w:rsidRPr="001D7337" w:rsidRDefault="00E11C51" w:rsidP="00BC151E">
            <w:pPr>
              <w:jc w:val="center"/>
              <w:rPr>
                <w:rFonts w:ascii="Arial" w:hAnsi="Arial" w:cs="Arial"/>
                <w:b/>
                <w:bCs/>
                <w:i/>
                <w:iCs/>
                <w:sz w:val="19"/>
                <w:szCs w:val="19"/>
              </w:rPr>
            </w:pPr>
            <w:r w:rsidRPr="001D7337">
              <w:rPr>
                <w:rFonts w:ascii="Arial" w:hAnsi="Arial" w:cs="Arial"/>
                <w:b/>
                <w:bCs/>
                <w:i/>
                <w:iCs/>
                <w:sz w:val="19"/>
                <w:szCs w:val="19"/>
              </w:rPr>
              <w:t>Popis činností prováděných v dílčí etapě</w:t>
            </w:r>
          </w:p>
        </w:tc>
        <w:tc>
          <w:tcPr>
            <w:tcW w:w="115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D147175" w14:textId="7D014612" w:rsidR="00E11C51" w:rsidRPr="001D7337" w:rsidRDefault="00E11C51" w:rsidP="00E11C51">
            <w:pPr>
              <w:jc w:val="center"/>
              <w:rPr>
                <w:rFonts w:ascii="Arial" w:hAnsi="Arial" w:cs="Arial"/>
                <w:b/>
                <w:bCs/>
                <w:i/>
                <w:iCs/>
                <w:sz w:val="19"/>
                <w:szCs w:val="19"/>
                <w:u w:val="single"/>
              </w:rPr>
            </w:pPr>
            <w:r w:rsidRPr="001D7337">
              <w:rPr>
                <w:rFonts w:ascii="Arial" w:hAnsi="Arial" w:cs="Arial"/>
                <w:b/>
                <w:bCs/>
                <w:i/>
                <w:iCs/>
                <w:sz w:val="19"/>
                <w:szCs w:val="19"/>
              </w:rPr>
              <w:t>Podmínky dokončení dílčí etapy</w:t>
            </w:r>
          </w:p>
        </w:tc>
      </w:tr>
      <w:tr w:rsidR="00E11C51" w:rsidRPr="00D734D0" w14:paraId="42583978" w14:textId="77777777" w:rsidTr="00733B48">
        <w:trPr>
          <w:trHeight w:val="615"/>
        </w:trPr>
        <w:tc>
          <w:tcPr>
            <w:tcW w:w="869" w:type="pct"/>
            <w:vMerge/>
            <w:tcBorders>
              <w:top w:val="single" w:sz="8" w:space="0" w:color="auto"/>
              <w:left w:val="single" w:sz="8" w:space="0" w:color="auto"/>
              <w:bottom w:val="single" w:sz="8" w:space="0" w:color="000000"/>
              <w:right w:val="single" w:sz="8" w:space="0" w:color="auto"/>
            </w:tcBorders>
            <w:vAlign w:val="center"/>
            <w:hideMark/>
          </w:tcPr>
          <w:p w14:paraId="419406E0" w14:textId="77777777" w:rsidR="00E11C51" w:rsidRPr="00D734D0" w:rsidRDefault="00E11C51" w:rsidP="00BC151E">
            <w:pPr>
              <w:rPr>
                <w:rFonts w:ascii="Arial" w:hAnsi="Arial" w:cs="Arial"/>
                <w:b/>
                <w:bCs/>
                <w:i/>
                <w:iCs/>
                <w:sz w:val="20"/>
                <w:szCs w:val="20"/>
                <w:u w:val="single"/>
              </w:rPr>
            </w:pPr>
          </w:p>
        </w:tc>
        <w:tc>
          <w:tcPr>
            <w:tcW w:w="1240" w:type="pct"/>
            <w:tcBorders>
              <w:top w:val="nil"/>
              <w:left w:val="nil"/>
              <w:bottom w:val="single" w:sz="8" w:space="0" w:color="auto"/>
              <w:right w:val="single" w:sz="8" w:space="0" w:color="auto"/>
            </w:tcBorders>
            <w:shd w:val="clear" w:color="000000" w:fill="C0C0C0"/>
            <w:hideMark/>
          </w:tcPr>
          <w:p w14:paraId="1B05FE84" w14:textId="6F30C83B" w:rsidR="00E11C51" w:rsidRPr="00D734D0" w:rsidRDefault="00E11C51" w:rsidP="00E11C51">
            <w:pPr>
              <w:jc w:val="center"/>
              <w:rPr>
                <w:rFonts w:ascii="Arial" w:hAnsi="Arial" w:cs="Arial"/>
                <w:i/>
                <w:iCs/>
                <w:sz w:val="20"/>
                <w:szCs w:val="20"/>
              </w:rPr>
            </w:pPr>
            <w:r w:rsidRPr="001D7337">
              <w:rPr>
                <w:rFonts w:ascii="Arial" w:hAnsi="Arial" w:cs="Arial"/>
                <w:i/>
                <w:iCs/>
                <w:sz w:val="19"/>
                <w:szCs w:val="19"/>
              </w:rPr>
              <w:t>(nejzazší termín</w:t>
            </w:r>
            <w:r>
              <w:rPr>
                <w:rFonts w:ascii="Arial" w:hAnsi="Arial" w:cs="Arial"/>
                <w:i/>
                <w:iCs/>
                <w:sz w:val="19"/>
                <w:szCs w:val="19"/>
              </w:rPr>
              <w:t xml:space="preserve"> </w:t>
            </w:r>
            <w:r w:rsidRPr="001D7337">
              <w:rPr>
                <w:rFonts w:ascii="Arial" w:hAnsi="Arial" w:cs="Arial"/>
                <w:i/>
                <w:iCs/>
                <w:sz w:val="19"/>
                <w:szCs w:val="19"/>
              </w:rPr>
              <w:t>pro předání</w:t>
            </w:r>
            <w:r>
              <w:rPr>
                <w:rFonts w:ascii="Arial" w:hAnsi="Arial" w:cs="Arial"/>
                <w:i/>
                <w:iCs/>
                <w:sz w:val="19"/>
                <w:szCs w:val="19"/>
              </w:rPr>
              <w:t xml:space="preserve"> </w:t>
            </w:r>
            <w:r w:rsidRPr="001D7337">
              <w:rPr>
                <w:rFonts w:ascii="Arial" w:hAnsi="Arial" w:cs="Arial"/>
                <w:i/>
                <w:iCs/>
                <w:sz w:val="19"/>
                <w:szCs w:val="19"/>
              </w:rPr>
              <w:t>příslušné části díla)</w:t>
            </w:r>
          </w:p>
        </w:tc>
        <w:tc>
          <w:tcPr>
            <w:tcW w:w="1737" w:type="pct"/>
            <w:vMerge/>
            <w:tcBorders>
              <w:top w:val="single" w:sz="8" w:space="0" w:color="auto"/>
              <w:left w:val="single" w:sz="8" w:space="0" w:color="auto"/>
              <w:bottom w:val="single" w:sz="8" w:space="0" w:color="000000"/>
              <w:right w:val="single" w:sz="8" w:space="0" w:color="auto"/>
            </w:tcBorders>
            <w:vAlign w:val="center"/>
            <w:hideMark/>
          </w:tcPr>
          <w:p w14:paraId="5001CFAA" w14:textId="77777777" w:rsidR="00E11C51" w:rsidRPr="00D734D0" w:rsidRDefault="00E11C51" w:rsidP="00BC151E">
            <w:pPr>
              <w:rPr>
                <w:rFonts w:ascii="Arial" w:hAnsi="Arial" w:cs="Arial"/>
                <w:b/>
                <w:bCs/>
                <w:i/>
                <w:iCs/>
                <w:sz w:val="20"/>
                <w:szCs w:val="20"/>
                <w:u w:val="single"/>
              </w:rPr>
            </w:pPr>
          </w:p>
        </w:tc>
        <w:tc>
          <w:tcPr>
            <w:tcW w:w="1154" w:type="pct"/>
            <w:vMerge/>
            <w:tcBorders>
              <w:top w:val="single" w:sz="8" w:space="0" w:color="auto"/>
              <w:left w:val="single" w:sz="8" w:space="0" w:color="auto"/>
              <w:bottom w:val="single" w:sz="8" w:space="0" w:color="000000"/>
              <w:right w:val="single" w:sz="8" w:space="0" w:color="auto"/>
            </w:tcBorders>
            <w:vAlign w:val="center"/>
            <w:hideMark/>
          </w:tcPr>
          <w:p w14:paraId="7088920F" w14:textId="77777777" w:rsidR="00E11C51" w:rsidRPr="00D734D0" w:rsidRDefault="00E11C51" w:rsidP="00BC151E">
            <w:pPr>
              <w:rPr>
                <w:rFonts w:ascii="Arial" w:hAnsi="Arial" w:cs="Arial"/>
                <w:b/>
                <w:bCs/>
                <w:i/>
                <w:iCs/>
                <w:sz w:val="20"/>
                <w:szCs w:val="20"/>
                <w:u w:val="single"/>
              </w:rPr>
            </w:pPr>
          </w:p>
        </w:tc>
      </w:tr>
      <w:tr w:rsidR="00A54982" w:rsidRPr="00D734D0" w14:paraId="28F10B2D" w14:textId="77777777" w:rsidTr="00733B48">
        <w:trPr>
          <w:trHeight w:val="315"/>
        </w:trPr>
        <w:tc>
          <w:tcPr>
            <w:tcW w:w="869" w:type="pct"/>
            <w:tcBorders>
              <w:top w:val="nil"/>
              <w:left w:val="single" w:sz="8" w:space="0" w:color="auto"/>
              <w:bottom w:val="single" w:sz="8" w:space="0" w:color="auto"/>
              <w:right w:val="single" w:sz="8" w:space="0" w:color="auto"/>
            </w:tcBorders>
            <w:shd w:val="clear" w:color="000000" w:fill="FFFFFF"/>
            <w:vAlign w:val="center"/>
            <w:hideMark/>
          </w:tcPr>
          <w:p w14:paraId="46B9337B" w14:textId="4A650C21" w:rsidR="00A54982" w:rsidRPr="00A54982" w:rsidRDefault="00A54982" w:rsidP="00A54982">
            <w:pPr>
              <w:spacing w:after="0"/>
              <w:jc w:val="center"/>
              <w:rPr>
                <w:rFonts w:ascii="Arial" w:hAnsi="Arial" w:cs="Arial"/>
                <w:b/>
                <w:bCs/>
                <w:sz w:val="19"/>
                <w:szCs w:val="19"/>
                <w:highlight w:val="cyan"/>
              </w:rPr>
            </w:pPr>
            <w:r w:rsidRPr="00A54982">
              <w:t>Termín zahájení prací</w:t>
            </w:r>
          </w:p>
        </w:tc>
        <w:tc>
          <w:tcPr>
            <w:tcW w:w="1240" w:type="pct"/>
            <w:tcBorders>
              <w:top w:val="nil"/>
              <w:left w:val="nil"/>
              <w:bottom w:val="single" w:sz="8" w:space="0" w:color="auto"/>
              <w:right w:val="single" w:sz="8" w:space="0" w:color="auto"/>
            </w:tcBorders>
            <w:shd w:val="clear" w:color="000000" w:fill="FFFFFF"/>
            <w:vAlign w:val="center"/>
            <w:hideMark/>
          </w:tcPr>
          <w:p w14:paraId="49F8E1F4" w14:textId="0AE0EE3C" w:rsidR="00A54982" w:rsidRPr="00A54982" w:rsidRDefault="00A54982" w:rsidP="00A54982">
            <w:pPr>
              <w:spacing w:after="0"/>
              <w:jc w:val="center"/>
              <w:rPr>
                <w:rFonts w:ascii="Arial" w:hAnsi="Arial" w:cs="Arial"/>
                <w:b/>
                <w:bCs/>
                <w:sz w:val="19"/>
                <w:szCs w:val="19"/>
                <w:highlight w:val="cyan"/>
              </w:rPr>
            </w:pPr>
            <w:r w:rsidRPr="00A54982">
              <w:t>ihned po nabytí účinnosti Smlouvy</w:t>
            </w:r>
          </w:p>
        </w:tc>
        <w:tc>
          <w:tcPr>
            <w:tcW w:w="1737" w:type="pct"/>
            <w:tcBorders>
              <w:top w:val="nil"/>
              <w:left w:val="nil"/>
              <w:bottom w:val="single" w:sz="8" w:space="0" w:color="auto"/>
              <w:right w:val="single" w:sz="8" w:space="0" w:color="auto"/>
            </w:tcBorders>
            <w:shd w:val="clear" w:color="000000" w:fill="FFFFFF"/>
            <w:vAlign w:val="center"/>
            <w:hideMark/>
          </w:tcPr>
          <w:p w14:paraId="6C013989" w14:textId="58E83F12" w:rsidR="00A54982" w:rsidRPr="00A54982" w:rsidRDefault="00A54982" w:rsidP="00A54982">
            <w:pPr>
              <w:spacing w:after="0"/>
              <w:jc w:val="center"/>
              <w:rPr>
                <w:rFonts w:ascii="Arial" w:hAnsi="Arial" w:cs="Arial"/>
                <w:b/>
                <w:bCs/>
                <w:sz w:val="19"/>
                <w:szCs w:val="19"/>
                <w:highlight w:val="cyan"/>
              </w:rPr>
            </w:pPr>
            <w:r w:rsidRPr="00A54982">
              <w:t>-</w:t>
            </w:r>
          </w:p>
        </w:tc>
        <w:tc>
          <w:tcPr>
            <w:tcW w:w="1154" w:type="pct"/>
            <w:tcBorders>
              <w:top w:val="nil"/>
              <w:left w:val="nil"/>
              <w:bottom w:val="single" w:sz="8" w:space="0" w:color="auto"/>
              <w:right w:val="single" w:sz="8" w:space="0" w:color="auto"/>
            </w:tcBorders>
            <w:shd w:val="clear" w:color="000000" w:fill="FFFFFF"/>
            <w:vAlign w:val="center"/>
            <w:hideMark/>
          </w:tcPr>
          <w:p w14:paraId="06092C31" w14:textId="077F0A38" w:rsidR="00A54982" w:rsidRPr="00A54982" w:rsidRDefault="00A54982" w:rsidP="00A54982">
            <w:pPr>
              <w:spacing w:after="0"/>
              <w:jc w:val="center"/>
              <w:rPr>
                <w:rFonts w:ascii="Arial" w:hAnsi="Arial" w:cs="Arial"/>
                <w:b/>
                <w:bCs/>
                <w:sz w:val="19"/>
                <w:szCs w:val="19"/>
                <w:highlight w:val="cyan"/>
              </w:rPr>
            </w:pPr>
            <w:r w:rsidRPr="00A54982">
              <w:t>-</w:t>
            </w:r>
          </w:p>
        </w:tc>
      </w:tr>
      <w:tr w:rsidR="00A54982" w:rsidRPr="00D734D0" w14:paraId="08413E38" w14:textId="77777777" w:rsidTr="00733B48">
        <w:trPr>
          <w:trHeight w:val="852"/>
        </w:trPr>
        <w:tc>
          <w:tcPr>
            <w:tcW w:w="869" w:type="pct"/>
            <w:tcBorders>
              <w:top w:val="nil"/>
              <w:left w:val="single" w:sz="8" w:space="0" w:color="auto"/>
              <w:bottom w:val="single" w:sz="8" w:space="0" w:color="auto"/>
              <w:right w:val="single" w:sz="8" w:space="0" w:color="auto"/>
            </w:tcBorders>
            <w:shd w:val="clear" w:color="000000" w:fill="FFFFFF"/>
            <w:vAlign w:val="center"/>
          </w:tcPr>
          <w:p w14:paraId="24B930F0" w14:textId="0970808C" w:rsidR="00A54982" w:rsidRPr="004773FE" w:rsidRDefault="004773FE" w:rsidP="004773FE">
            <w:pPr>
              <w:spacing w:after="0"/>
              <w:jc w:val="center"/>
              <w:rPr>
                <w:rFonts w:ascii="Arial" w:hAnsi="Arial" w:cs="Arial"/>
                <w:bCs/>
                <w:sz w:val="19"/>
                <w:szCs w:val="19"/>
                <w:highlight w:val="cyan"/>
              </w:rPr>
            </w:pPr>
            <w:r w:rsidRPr="004773FE">
              <w:rPr>
                <w:rFonts w:cs="Arial"/>
              </w:rPr>
              <w:t>1.</w:t>
            </w:r>
            <w:r>
              <w:rPr>
                <w:rFonts w:cs="Arial"/>
              </w:rPr>
              <w:t xml:space="preserve"> </w:t>
            </w:r>
            <w:r w:rsidR="00A54982" w:rsidRPr="004773FE">
              <w:rPr>
                <w:rFonts w:cs="Arial"/>
              </w:rPr>
              <w:t>Dílčí etapa</w:t>
            </w:r>
          </w:p>
        </w:tc>
        <w:tc>
          <w:tcPr>
            <w:tcW w:w="1240" w:type="pct"/>
            <w:tcBorders>
              <w:top w:val="nil"/>
              <w:left w:val="nil"/>
              <w:bottom w:val="single" w:sz="8" w:space="0" w:color="auto"/>
              <w:right w:val="single" w:sz="8" w:space="0" w:color="auto"/>
            </w:tcBorders>
            <w:shd w:val="clear" w:color="000000" w:fill="FFFFFF"/>
            <w:vAlign w:val="center"/>
          </w:tcPr>
          <w:p w14:paraId="22CF75BC" w14:textId="77777777" w:rsidR="00A54982" w:rsidRPr="00A54982" w:rsidRDefault="00A54982" w:rsidP="00A54982">
            <w:pPr>
              <w:pStyle w:val="TSlneksmlouvy"/>
              <w:spacing w:before="0" w:after="0"/>
              <w:ind w:left="0"/>
              <w:rPr>
                <w:rFonts w:asciiTheme="minorHAnsi" w:eastAsiaTheme="minorHAnsi" w:hAnsiTheme="minorHAnsi" w:cs="Arial"/>
                <w:sz w:val="18"/>
                <w:szCs w:val="18"/>
                <w:u w:val="none"/>
              </w:rPr>
            </w:pPr>
            <w:r w:rsidRPr="00A54982">
              <w:rPr>
                <w:rFonts w:asciiTheme="minorHAnsi" w:hAnsiTheme="minorHAnsi" w:cs="Arial"/>
                <w:sz w:val="18"/>
                <w:szCs w:val="18"/>
                <w:u w:val="none"/>
              </w:rPr>
              <w:t>Do 3 měsíců</w:t>
            </w:r>
          </w:p>
          <w:p w14:paraId="73DF6CF1" w14:textId="0BE46FFD" w:rsidR="00A54982" w:rsidRPr="00A54982" w:rsidRDefault="00A54982" w:rsidP="00A54982">
            <w:pPr>
              <w:spacing w:after="0"/>
              <w:jc w:val="center"/>
              <w:rPr>
                <w:rFonts w:ascii="Arial" w:hAnsi="Arial" w:cs="Arial"/>
                <w:b/>
                <w:bCs/>
                <w:sz w:val="19"/>
                <w:szCs w:val="19"/>
                <w:highlight w:val="cyan"/>
              </w:rPr>
            </w:pPr>
            <w:r w:rsidRPr="00A54982">
              <w:rPr>
                <w:rFonts w:cs="Arial"/>
              </w:rPr>
              <w:t>od nabytí účinnosti Smlouvy</w:t>
            </w:r>
          </w:p>
        </w:tc>
        <w:tc>
          <w:tcPr>
            <w:tcW w:w="1737" w:type="pct"/>
            <w:tcBorders>
              <w:top w:val="nil"/>
              <w:left w:val="nil"/>
              <w:bottom w:val="single" w:sz="8" w:space="0" w:color="auto"/>
              <w:right w:val="single" w:sz="8" w:space="0" w:color="auto"/>
            </w:tcBorders>
            <w:shd w:val="clear" w:color="000000" w:fill="FFFFFF"/>
            <w:vAlign w:val="center"/>
          </w:tcPr>
          <w:p w14:paraId="5D635615" w14:textId="4B26AE24" w:rsidR="00A54982" w:rsidRPr="00A54982" w:rsidRDefault="00A54982" w:rsidP="00A54982">
            <w:pPr>
              <w:spacing w:after="0"/>
              <w:ind w:firstLine="51"/>
              <w:jc w:val="center"/>
              <w:rPr>
                <w:rFonts w:ascii="Arial" w:hAnsi="Arial" w:cs="Arial"/>
                <w:sz w:val="19"/>
                <w:szCs w:val="19"/>
                <w:highlight w:val="cyan"/>
              </w:rPr>
            </w:pPr>
            <w:r w:rsidRPr="00A54982">
              <w:rPr>
                <w:rFonts w:cs="Arial"/>
                <w:bCs/>
              </w:rPr>
              <w:t>Návrh ZP, včetně EH k projednání.</w:t>
            </w:r>
          </w:p>
        </w:tc>
        <w:tc>
          <w:tcPr>
            <w:tcW w:w="1154" w:type="pct"/>
            <w:tcBorders>
              <w:top w:val="nil"/>
              <w:left w:val="nil"/>
              <w:bottom w:val="single" w:sz="8" w:space="0" w:color="auto"/>
              <w:right w:val="single" w:sz="8" w:space="0" w:color="auto"/>
            </w:tcBorders>
            <w:shd w:val="clear" w:color="000000" w:fill="FFFFFF"/>
            <w:vAlign w:val="center"/>
          </w:tcPr>
          <w:p w14:paraId="22A3FD83" w14:textId="0601C242" w:rsidR="00A54982" w:rsidRPr="00A54982" w:rsidRDefault="00A54982" w:rsidP="00A54982">
            <w:pPr>
              <w:spacing w:after="0"/>
              <w:rPr>
                <w:rFonts w:ascii="Arial" w:hAnsi="Arial" w:cs="Arial"/>
                <w:sz w:val="19"/>
                <w:szCs w:val="19"/>
                <w:highlight w:val="cyan"/>
              </w:rPr>
            </w:pPr>
            <w:r w:rsidRPr="00A54982">
              <w:rPr>
                <w:rFonts w:cs="Arial"/>
                <w:bCs/>
              </w:rPr>
              <w:t>Předávací protokol pro Část Díla</w:t>
            </w:r>
          </w:p>
        </w:tc>
      </w:tr>
      <w:tr w:rsidR="00A54982" w:rsidRPr="00D734D0" w14:paraId="2F00850B" w14:textId="77777777" w:rsidTr="00733B48">
        <w:trPr>
          <w:trHeight w:val="1430"/>
        </w:trPr>
        <w:tc>
          <w:tcPr>
            <w:tcW w:w="869" w:type="pct"/>
            <w:tcBorders>
              <w:top w:val="nil"/>
              <w:left w:val="single" w:sz="8" w:space="0" w:color="auto"/>
              <w:bottom w:val="single" w:sz="8" w:space="0" w:color="auto"/>
              <w:right w:val="single" w:sz="8" w:space="0" w:color="auto"/>
            </w:tcBorders>
            <w:shd w:val="clear" w:color="000000" w:fill="FFFFFF"/>
            <w:vAlign w:val="center"/>
          </w:tcPr>
          <w:p w14:paraId="7C1CA900" w14:textId="5E3C285A" w:rsidR="00A54982" w:rsidRPr="00A54982" w:rsidRDefault="00A54982" w:rsidP="00A54982">
            <w:pPr>
              <w:spacing w:after="0"/>
              <w:jc w:val="center"/>
              <w:rPr>
                <w:rFonts w:ascii="Arial" w:hAnsi="Arial" w:cs="Arial"/>
                <w:b/>
                <w:bCs/>
                <w:sz w:val="19"/>
                <w:szCs w:val="19"/>
                <w:highlight w:val="cyan"/>
              </w:rPr>
            </w:pPr>
            <w:r w:rsidRPr="00A54982">
              <w:rPr>
                <w:rFonts w:cs="Arial"/>
              </w:rPr>
              <w:t>2.</w:t>
            </w:r>
            <w:r w:rsidR="004773FE">
              <w:rPr>
                <w:rFonts w:cs="Arial"/>
              </w:rPr>
              <w:t xml:space="preserve"> </w:t>
            </w:r>
            <w:r w:rsidRPr="00A54982">
              <w:rPr>
                <w:rFonts w:cs="Arial"/>
              </w:rPr>
              <w:t>Dílčí etapa</w:t>
            </w:r>
          </w:p>
        </w:tc>
        <w:tc>
          <w:tcPr>
            <w:tcW w:w="1240" w:type="pct"/>
            <w:tcBorders>
              <w:top w:val="nil"/>
              <w:left w:val="nil"/>
              <w:bottom w:val="single" w:sz="8" w:space="0" w:color="auto"/>
              <w:right w:val="single" w:sz="8" w:space="0" w:color="auto"/>
            </w:tcBorders>
            <w:shd w:val="clear" w:color="000000" w:fill="FFFFFF"/>
            <w:vAlign w:val="center"/>
          </w:tcPr>
          <w:p w14:paraId="6BF75709" w14:textId="77777777" w:rsidR="00A54982" w:rsidRPr="00A54982" w:rsidRDefault="00A54982" w:rsidP="00A54982">
            <w:pPr>
              <w:pStyle w:val="TSlneksmlouvy"/>
              <w:spacing w:before="0" w:after="0"/>
              <w:ind w:left="0"/>
              <w:rPr>
                <w:rFonts w:asciiTheme="minorHAnsi" w:eastAsiaTheme="minorHAnsi" w:hAnsiTheme="minorHAnsi" w:cs="Arial"/>
                <w:sz w:val="18"/>
                <w:szCs w:val="18"/>
                <w:u w:val="none"/>
              </w:rPr>
            </w:pPr>
            <w:r w:rsidRPr="00A54982">
              <w:rPr>
                <w:rFonts w:asciiTheme="minorHAnsi" w:hAnsiTheme="minorHAnsi" w:cs="Arial"/>
                <w:sz w:val="18"/>
                <w:szCs w:val="18"/>
                <w:u w:val="none"/>
              </w:rPr>
              <w:t>Do 4 měsíců</w:t>
            </w:r>
          </w:p>
          <w:p w14:paraId="7CB72C5E" w14:textId="0AD2E9E9" w:rsidR="00A54982" w:rsidRPr="00A54982" w:rsidRDefault="00A54982" w:rsidP="00A54982">
            <w:pPr>
              <w:spacing w:after="0"/>
              <w:jc w:val="center"/>
              <w:rPr>
                <w:rFonts w:ascii="Arial" w:hAnsi="Arial" w:cs="Arial"/>
                <w:b/>
                <w:bCs/>
                <w:sz w:val="19"/>
                <w:szCs w:val="19"/>
                <w:highlight w:val="cyan"/>
              </w:rPr>
            </w:pPr>
            <w:r w:rsidRPr="00A54982">
              <w:rPr>
                <w:rFonts w:cs="Arial"/>
              </w:rPr>
              <w:t>od nabytí účinnosti Smlouvy</w:t>
            </w:r>
          </w:p>
        </w:tc>
        <w:tc>
          <w:tcPr>
            <w:tcW w:w="1737" w:type="pct"/>
            <w:tcBorders>
              <w:top w:val="nil"/>
              <w:left w:val="nil"/>
              <w:bottom w:val="single" w:sz="8" w:space="0" w:color="auto"/>
              <w:right w:val="single" w:sz="8" w:space="0" w:color="auto"/>
            </w:tcBorders>
            <w:shd w:val="clear" w:color="000000" w:fill="FFFFFF"/>
            <w:vAlign w:val="center"/>
          </w:tcPr>
          <w:p w14:paraId="1A2E1BDF" w14:textId="1A78420A" w:rsidR="00A54982" w:rsidRPr="00A54982" w:rsidRDefault="00A54982" w:rsidP="00A54982">
            <w:pPr>
              <w:spacing w:after="0"/>
              <w:ind w:firstLine="51"/>
              <w:jc w:val="center"/>
              <w:rPr>
                <w:rFonts w:ascii="Arial" w:hAnsi="Arial" w:cs="Arial"/>
                <w:sz w:val="19"/>
                <w:szCs w:val="19"/>
                <w:highlight w:val="cyan"/>
              </w:rPr>
            </w:pPr>
            <w:r w:rsidRPr="00A54982">
              <w:rPr>
                <w:rFonts w:cs="Arial"/>
              </w:rPr>
              <w:t>Předání kompletního ZP se zapracovanými připomínkami včetně EH k jednání CK MD. Doplnění podkladů, průzkumných a geotechnických prací.</w:t>
            </w:r>
          </w:p>
        </w:tc>
        <w:tc>
          <w:tcPr>
            <w:tcW w:w="1154" w:type="pct"/>
            <w:tcBorders>
              <w:top w:val="nil"/>
              <w:left w:val="nil"/>
              <w:bottom w:val="single" w:sz="8" w:space="0" w:color="auto"/>
              <w:right w:val="single" w:sz="8" w:space="0" w:color="auto"/>
            </w:tcBorders>
            <w:shd w:val="clear" w:color="000000" w:fill="FFFFFF"/>
            <w:vAlign w:val="center"/>
          </w:tcPr>
          <w:p w14:paraId="0FA7AF66" w14:textId="5B938E38" w:rsidR="00A54982" w:rsidRPr="00A54982" w:rsidRDefault="00A54982" w:rsidP="001F17A4">
            <w:pPr>
              <w:pStyle w:val="TSlneksmlouvy"/>
              <w:spacing w:before="0" w:after="0"/>
              <w:ind w:left="0"/>
              <w:rPr>
                <w:rFonts w:cs="Arial"/>
                <w:sz w:val="19"/>
                <w:szCs w:val="19"/>
                <w:highlight w:val="cyan"/>
              </w:rPr>
            </w:pPr>
            <w:r w:rsidRPr="00A54982">
              <w:rPr>
                <w:rFonts w:asciiTheme="minorHAnsi" w:hAnsiTheme="minorHAnsi" w:cs="Arial"/>
                <w:b w:val="0"/>
                <w:bCs/>
                <w:sz w:val="18"/>
                <w:szCs w:val="18"/>
                <w:u w:val="none"/>
              </w:rPr>
              <w:t>Předávací protokol pro Část Díla</w:t>
            </w:r>
          </w:p>
        </w:tc>
      </w:tr>
      <w:tr w:rsidR="00A54982" w:rsidRPr="00D734D0" w14:paraId="7FA2C897" w14:textId="77777777" w:rsidTr="00733B48">
        <w:trPr>
          <w:trHeight w:val="1430"/>
        </w:trPr>
        <w:tc>
          <w:tcPr>
            <w:tcW w:w="869" w:type="pct"/>
            <w:tcBorders>
              <w:top w:val="nil"/>
              <w:left w:val="single" w:sz="8" w:space="0" w:color="auto"/>
              <w:bottom w:val="single" w:sz="8" w:space="0" w:color="auto"/>
              <w:right w:val="single" w:sz="8" w:space="0" w:color="auto"/>
            </w:tcBorders>
            <w:shd w:val="clear" w:color="000000" w:fill="FFFFFF"/>
            <w:vAlign w:val="center"/>
          </w:tcPr>
          <w:p w14:paraId="1732BDF7" w14:textId="5B73AC40" w:rsidR="00A54982" w:rsidRPr="00A54982" w:rsidRDefault="00A54982" w:rsidP="00A54982">
            <w:pPr>
              <w:spacing w:after="0"/>
              <w:jc w:val="center"/>
              <w:rPr>
                <w:rFonts w:ascii="Arial" w:hAnsi="Arial" w:cs="Arial"/>
                <w:b/>
                <w:bCs/>
                <w:sz w:val="19"/>
                <w:szCs w:val="19"/>
                <w:highlight w:val="cyan"/>
              </w:rPr>
            </w:pPr>
            <w:r w:rsidRPr="00A54982">
              <w:rPr>
                <w:rFonts w:cs="Arial"/>
              </w:rPr>
              <w:t>3.</w:t>
            </w:r>
            <w:r w:rsidR="004773FE">
              <w:rPr>
                <w:rFonts w:cs="Arial"/>
              </w:rPr>
              <w:t xml:space="preserve"> </w:t>
            </w:r>
            <w:r w:rsidRPr="00A54982">
              <w:rPr>
                <w:rFonts w:cs="Arial"/>
              </w:rPr>
              <w:t>Dílčí etapa</w:t>
            </w:r>
          </w:p>
        </w:tc>
        <w:tc>
          <w:tcPr>
            <w:tcW w:w="1240" w:type="pct"/>
            <w:tcBorders>
              <w:top w:val="nil"/>
              <w:left w:val="nil"/>
              <w:bottom w:val="single" w:sz="8" w:space="0" w:color="auto"/>
              <w:right w:val="single" w:sz="8" w:space="0" w:color="auto"/>
            </w:tcBorders>
            <w:shd w:val="clear" w:color="000000" w:fill="FFFFFF"/>
            <w:vAlign w:val="center"/>
          </w:tcPr>
          <w:p w14:paraId="12B6D47C" w14:textId="77777777" w:rsidR="00A54982" w:rsidRPr="00A54982" w:rsidRDefault="00A54982" w:rsidP="00A54982">
            <w:pPr>
              <w:pStyle w:val="TSlneksmlouvy"/>
              <w:spacing w:before="0" w:after="0"/>
              <w:ind w:left="0"/>
              <w:rPr>
                <w:rFonts w:asciiTheme="minorHAnsi" w:eastAsiaTheme="minorHAnsi" w:hAnsiTheme="minorHAnsi" w:cs="Arial"/>
                <w:sz w:val="18"/>
                <w:szCs w:val="18"/>
                <w:u w:val="none"/>
              </w:rPr>
            </w:pPr>
            <w:r w:rsidRPr="00A54982">
              <w:rPr>
                <w:rFonts w:asciiTheme="minorHAnsi" w:hAnsiTheme="minorHAnsi" w:cs="Arial"/>
                <w:sz w:val="18"/>
                <w:szCs w:val="18"/>
                <w:u w:val="none"/>
              </w:rPr>
              <w:t>Do 4 měsíců</w:t>
            </w:r>
          </w:p>
          <w:p w14:paraId="48CC1F02" w14:textId="0B0264E1" w:rsidR="00A54982" w:rsidRPr="00A54982" w:rsidRDefault="00A54982" w:rsidP="00A54982">
            <w:pPr>
              <w:spacing w:after="0"/>
              <w:jc w:val="center"/>
              <w:rPr>
                <w:rFonts w:ascii="Arial" w:hAnsi="Arial" w:cs="Arial"/>
                <w:b/>
                <w:bCs/>
                <w:sz w:val="19"/>
                <w:szCs w:val="19"/>
                <w:highlight w:val="cyan"/>
              </w:rPr>
            </w:pPr>
            <w:r w:rsidRPr="00A54982">
              <w:rPr>
                <w:rFonts w:cs="Arial"/>
              </w:rPr>
              <w:t>od schválení ZP CK MD</w:t>
            </w:r>
          </w:p>
        </w:tc>
        <w:tc>
          <w:tcPr>
            <w:tcW w:w="1737" w:type="pct"/>
            <w:tcBorders>
              <w:top w:val="nil"/>
              <w:left w:val="nil"/>
              <w:bottom w:val="single" w:sz="8" w:space="0" w:color="auto"/>
              <w:right w:val="single" w:sz="8" w:space="0" w:color="auto"/>
            </w:tcBorders>
            <w:shd w:val="clear" w:color="000000" w:fill="FFFFFF"/>
            <w:vAlign w:val="center"/>
          </w:tcPr>
          <w:p w14:paraId="73415786" w14:textId="75E4B851" w:rsidR="00A54982" w:rsidRPr="00A54982" w:rsidRDefault="00A54982" w:rsidP="00A54982">
            <w:pPr>
              <w:pStyle w:val="TPText-3neslovan"/>
              <w:tabs>
                <w:tab w:val="num" w:pos="851"/>
              </w:tabs>
              <w:spacing w:before="0"/>
              <w:ind w:left="0"/>
              <w:jc w:val="center"/>
              <w:rPr>
                <w:rFonts w:ascii="Arial" w:hAnsi="Arial"/>
                <w:bCs/>
                <w:sz w:val="19"/>
                <w:szCs w:val="19"/>
                <w:highlight w:val="cyan"/>
              </w:rPr>
            </w:pPr>
            <w:r w:rsidRPr="00A54982">
              <w:rPr>
                <w:rFonts w:asciiTheme="minorHAnsi" w:hAnsiTheme="minorHAnsi"/>
                <w:bCs/>
                <w:sz w:val="18"/>
                <w:szCs w:val="18"/>
              </w:rPr>
              <w:t xml:space="preserve">Návrh technického řešení DUSP+PDPS k připomínkovému řízení včetně zajištění vyjádření stavebního úřadu dle </w:t>
            </w:r>
            <w:proofErr w:type="spellStart"/>
            <w:r w:rsidRPr="00A54982">
              <w:rPr>
                <w:rFonts w:asciiTheme="minorHAnsi" w:hAnsiTheme="minorHAnsi"/>
                <w:bCs/>
                <w:sz w:val="18"/>
                <w:szCs w:val="18"/>
              </w:rPr>
              <w:t>ust</w:t>
            </w:r>
            <w:proofErr w:type="spellEnd"/>
            <w:r w:rsidRPr="00A54982">
              <w:rPr>
                <w:rFonts w:asciiTheme="minorHAnsi" w:hAnsiTheme="minorHAnsi"/>
                <w:bCs/>
                <w:sz w:val="18"/>
                <w:szCs w:val="18"/>
              </w:rPr>
              <w:t>. § 96b stavebního zákona (dříve podle § 15 SZ)</w:t>
            </w:r>
          </w:p>
        </w:tc>
        <w:tc>
          <w:tcPr>
            <w:tcW w:w="1154" w:type="pct"/>
            <w:tcBorders>
              <w:top w:val="nil"/>
              <w:left w:val="nil"/>
              <w:bottom w:val="single" w:sz="8" w:space="0" w:color="auto"/>
              <w:right w:val="single" w:sz="8" w:space="0" w:color="auto"/>
            </w:tcBorders>
            <w:shd w:val="clear" w:color="000000" w:fill="FFFFFF"/>
            <w:vAlign w:val="center"/>
          </w:tcPr>
          <w:p w14:paraId="2CC794C3" w14:textId="7B670E87" w:rsidR="00A54982" w:rsidRPr="00A54982" w:rsidRDefault="00A54982" w:rsidP="001F17A4">
            <w:pPr>
              <w:pStyle w:val="TSlneksmlouvy"/>
              <w:spacing w:before="0" w:after="0"/>
              <w:ind w:left="0"/>
              <w:rPr>
                <w:rFonts w:cs="Arial"/>
                <w:sz w:val="19"/>
                <w:szCs w:val="19"/>
                <w:highlight w:val="cyan"/>
              </w:rPr>
            </w:pPr>
            <w:r w:rsidRPr="00A54982">
              <w:rPr>
                <w:rFonts w:asciiTheme="minorHAnsi" w:hAnsiTheme="minorHAnsi" w:cs="Arial"/>
                <w:b w:val="0"/>
                <w:bCs/>
                <w:sz w:val="18"/>
                <w:szCs w:val="18"/>
                <w:u w:val="none"/>
              </w:rPr>
              <w:t>Předávací protokol pro Část Díla</w:t>
            </w:r>
          </w:p>
        </w:tc>
      </w:tr>
      <w:tr w:rsidR="00A54982" w:rsidRPr="00D734D0" w14:paraId="0888F0A6" w14:textId="77777777" w:rsidTr="00733B48">
        <w:trPr>
          <w:trHeight w:val="1430"/>
        </w:trPr>
        <w:tc>
          <w:tcPr>
            <w:tcW w:w="869" w:type="pct"/>
            <w:tcBorders>
              <w:top w:val="nil"/>
              <w:left w:val="single" w:sz="8" w:space="0" w:color="auto"/>
              <w:bottom w:val="single" w:sz="8" w:space="0" w:color="auto"/>
              <w:right w:val="single" w:sz="8" w:space="0" w:color="auto"/>
            </w:tcBorders>
            <w:shd w:val="clear" w:color="000000" w:fill="FFFFFF"/>
            <w:vAlign w:val="center"/>
          </w:tcPr>
          <w:p w14:paraId="5B49CE32" w14:textId="240AAFF8" w:rsidR="00A54982" w:rsidRPr="00A54982" w:rsidRDefault="00A54982" w:rsidP="00A54982">
            <w:pPr>
              <w:spacing w:after="0"/>
              <w:jc w:val="center"/>
              <w:rPr>
                <w:rFonts w:ascii="Arial" w:hAnsi="Arial" w:cs="Arial"/>
                <w:b/>
                <w:bCs/>
                <w:sz w:val="19"/>
                <w:szCs w:val="19"/>
                <w:highlight w:val="cyan"/>
              </w:rPr>
            </w:pPr>
            <w:r w:rsidRPr="00A54982">
              <w:rPr>
                <w:rFonts w:cs="Arial"/>
              </w:rPr>
              <w:t>4.</w:t>
            </w:r>
            <w:r w:rsidR="004773FE">
              <w:rPr>
                <w:rFonts w:cs="Arial"/>
              </w:rPr>
              <w:t xml:space="preserve"> </w:t>
            </w:r>
            <w:r w:rsidRPr="00A54982">
              <w:rPr>
                <w:rFonts w:cs="Arial"/>
              </w:rPr>
              <w:t>Dílčí etapa</w:t>
            </w:r>
          </w:p>
        </w:tc>
        <w:tc>
          <w:tcPr>
            <w:tcW w:w="1240" w:type="pct"/>
            <w:tcBorders>
              <w:top w:val="nil"/>
              <w:left w:val="nil"/>
              <w:bottom w:val="single" w:sz="8" w:space="0" w:color="auto"/>
              <w:right w:val="single" w:sz="8" w:space="0" w:color="auto"/>
            </w:tcBorders>
            <w:shd w:val="clear" w:color="000000" w:fill="FFFFFF"/>
            <w:vAlign w:val="center"/>
          </w:tcPr>
          <w:p w14:paraId="6EC7F3EF" w14:textId="77777777" w:rsidR="00A54982" w:rsidRPr="00A54982" w:rsidRDefault="00A54982" w:rsidP="00A54982">
            <w:pPr>
              <w:pStyle w:val="TSlneksmlouvy"/>
              <w:spacing w:before="0" w:after="0"/>
              <w:ind w:left="0"/>
              <w:rPr>
                <w:rFonts w:asciiTheme="minorHAnsi" w:eastAsiaTheme="minorHAnsi" w:hAnsiTheme="minorHAnsi" w:cs="Arial"/>
                <w:sz w:val="18"/>
                <w:szCs w:val="18"/>
                <w:u w:val="none"/>
              </w:rPr>
            </w:pPr>
            <w:r w:rsidRPr="00A54982">
              <w:rPr>
                <w:rFonts w:asciiTheme="minorHAnsi" w:hAnsiTheme="minorHAnsi" w:cs="Arial"/>
                <w:sz w:val="18"/>
                <w:szCs w:val="18"/>
                <w:u w:val="none"/>
              </w:rPr>
              <w:t xml:space="preserve">Do </w:t>
            </w:r>
            <w:r w:rsidRPr="00A54982">
              <w:rPr>
                <w:rFonts w:asciiTheme="minorHAnsi" w:hAnsiTheme="minorHAnsi" w:cs="Arial"/>
                <w:sz w:val="18"/>
                <w:szCs w:val="18"/>
                <w:u w:val="none"/>
                <w:lang w:val="cs-CZ"/>
              </w:rPr>
              <w:t>8</w:t>
            </w:r>
            <w:r w:rsidRPr="00A54982">
              <w:rPr>
                <w:rFonts w:asciiTheme="minorHAnsi" w:hAnsiTheme="minorHAnsi" w:cs="Arial"/>
                <w:sz w:val="18"/>
                <w:szCs w:val="18"/>
                <w:u w:val="none"/>
              </w:rPr>
              <w:t xml:space="preserve"> měsíců</w:t>
            </w:r>
          </w:p>
          <w:p w14:paraId="53D43F29" w14:textId="07E60526" w:rsidR="00A54982" w:rsidRPr="00A54982" w:rsidRDefault="00A54982" w:rsidP="00A54982">
            <w:pPr>
              <w:spacing w:after="0"/>
              <w:jc w:val="center"/>
              <w:rPr>
                <w:rFonts w:ascii="Arial" w:hAnsi="Arial" w:cs="Arial"/>
                <w:b/>
                <w:bCs/>
                <w:sz w:val="19"/>
                <w:szCs w:val="19"/>
                <w:highlight w:val="cyan"/>
              </w:rPr>
            </w:pPr>
            <w:r w:rsidRPr="00A54982">
              <w:rPr>
                <w:rFonts w:cs="Arial"/>
              </w:rPr>
              <w:t>od schválení ZP CK MD</w:t>
            </w:r>
          </w:p>
        </w:tc>
        <w:tc>
          <w:tcPr>
            <w:tcW w:w="1737" w:type="pct"/>
            <w:tcBorders>
              <w:top w:val="nil"/>
              <w:left w:val="nil"/>
              <w:bottom w:val="single" w:sz="8" w:space="0" w:color="auto"/>
              <w:right w:val="single" w:sz="8" w:space="0" w:color="auto"/>
            </w:tcBorders>
            <w:shd w:val="clear" w:color="000000" w:fill="FFFFFF"/>
            <w:vAlign w:val="center"/>
          </w:tcPr>
          <w:p w14:paraId="38D503F3" w14:textId="1E6036E2" w:rsidR="00A54982" w:rsidRPr="00A54982" w:rsidRDefault="00A54982" w:rsidP="00A54982">
            <w:pPr>
              <w:spacing w:after="0"/>
              <w:jc w:val="center"/>
              <w:rPr>
                <w:rFonts w:ascii="Arial" w:hAnsi="Arial" w:cs="Arial"/>
                <w:sz w:val="19"/>
                <w:szCs w:val="19"/>
                <w:highlight w:val="cyan"/>
              </w:rPr>
            </w:pPr>
            <w:r w:rsidRPr="00A54982">
              <w:rPr>
                <w:rFonts w:cs="Arial"/>
                <w:bCs/>
              </w:rPr>
              <w:t>Předání DUSP+PDPS se zapracovanými připomínkami včetně dokladové části.</w:t>
            </w:r>
            <w:r w:rsidRPr="00A54982">
              <w:rPr>
                <w:rFonts w:eastAsia="Times New Roman" w:cs="Arial"/>
                <w:bCs/>
                <w:lang w:eastAsia="cs-CZ"/>
              </w:rPr>
              <w:t xml:space="preserve"> </w:t>
            </w:r>
            <w:r w:rsidRPr="00A54982">
              <w:rPr>
                <w:rFonts w:cs="Arial"/>
                <w:bCs/>
              </w:rPr>
              <w:t xml:space="preserve">Podání žádosti o stavební povolení. Kompletní dokladová část. Definitivní soupis prací </w:t>
            </w:r>
          </w:p>
        </w:tc>
        <w:tc>
          <w:tcPr>
            <w:tcW w:w="1154" w:type="pct"/>
            <w:tcBorders>
              <w:top w:val="nil"/>
              <w:left w:val="nil"/>
              <w:bottom w:val="single" w:sz="8" w:space="0" w:color="auto"/>
              <w:right w:val="single" w:sz="8" w:space="0" w:color="auto"/>
            </w:tcBorders>
            <w:shd w:val="clear" w:color="000000" w:fill="FFFFFF"/>
            <w:vAlign w:val="center"/>
          </w:tcPr>
          <w:p w14:paraId="6AC7A81A" w14:textId="537579D8" w:rsidR="00A54982" w:rsidRPr="00A54982" w:rsidRDefault="00A54982" w:rsidP="001F17A4">
            <w:pPr>
              <w:pStyle w:val="TSlneksmlouvy"/>
              <w:spacing w:before="0" w:after="0"/>
              <w:ind w:left="0"/>
              <w:rPr>
                <w:rFonts w:cs="Arial"/>
                <w:sz w:val="19"/>
                <w:szCs w:val="19"/>
                <w:highlight w:val="cyan"/>
              </w:rPr>
            </w:pPr>
            <w:r w:rsidRPr="00A54982">
              <w:rPr>
                <w:rFonts w:asciiTheme="minorHAnsi" w:hAnsiTheme="minorHAnsi" w:cs="Arial"/>
                <w:b w:val="0"/>
                <w:bCs/>
                <w:sz w:val="18"/>
                <w:szCs w:val="18"/>
                <w:u w:val="none"/>
              </w:rPr>
              <w:t>Předávací protokol pro Část Díla</w:t>
            </w:r>
          </w:p>
        </w:tc>
      </w:tr>
      <w:tr w:rsidR="00A54982" w:rsidRPr="00D734D0" w14:paraId="26F5DEA9" w14:textId="77777777" w:rsidTr="00733B48">
        <w:trPr>
          <w:trHeight w:val="579"/>
        </w:trPr>
        <w:tc>
          <w:tcPr>
            <w:tcW w:w="869" w:type="pct"/>
            <w:tcBorders>
              <w:top w:val="nil"/>
              <w:left w:val="single" w:sz="8" w:space="0" w:color="auto"/>
              <w:bottom w:val="single" w:sz="8" w:space="0" w:color="auto"/>
              <w:right w:val="single" w:sz="8" w:space="0" w:color="auto"/>
            </w:tcBorders>
            <w:shd w:val="clear" w:color="000000" w:fill="FFFFFF"/>
            <w:vAlign w:val="center"/>
          </w:tcPr>
          <w:p w14:paraId="68A81DB4" w14:textId="51A72C3F" w:rsidR="00A54982" w:rsidRPr="00A54982" w:rsidRDefault="00A54982" w:rsidP="00A54982">
            <w:pPr>
              <w:spacing w:after="0"/>
              <w:jc w:val="center"/>
              <w:rPr>
                <w:rFonts w:ascii="Arial" w:hAnsi="Arial" w:cs="Arial"/>
                <w:b/>
                <w:bCs/>
                <w:sz w:val="19"/>
                <w:szCs w:val="19"/>
                <w:highlight w:val="cyan"/>
              </w:rPr>
            </w:pPr>
            <w:r w:rsidRPr="00A54982">
              <w:rPr>
                <w:rFonts w:cs="Arial"/>
              </w:rPr>
              <w:t>5.</w:t>
            </w:r>
            <w:r w:rsidR="004773FE">
              <w:rPr>
                <w:rFonts w:cs="Arial"/>
              </w:rPr>
              <w:t xml:space="preserve"> </w:t>
            </w:r>
            <w:r w:rsidRPr="00A54982">
              <w:rPr>
                <w:rFonts w:cs="Arial"/>
              </w:rPr>
              <w:t>Dílčí etapa</w:t>
            </w:r>
          </w:p>
        </w:tc>
        <w:tc>
          <w:tcPr>
            <w:tcW w:w="1240" w:type="pct"/>
            <w:tcBorders>
              <w:top w:val="nil"/>
              <w:left w:val="nil"/>
              <w:bottom w:val="single" w:sz="8" w:space="0" w:color="auto"/>
              <w:right w:val="single" w:sz="8" w:space="0" w:color="auto"/>
            </w:tcBorders>
            <w:shd w:val="clear" w:color="000000" w:fill="FFFFFF"/>
            <w:vAlign w:val="center"/>
          </w:tcPr>
          <w:p w14:paraId="02B396CF" w14:textId="77777777" w:rsidR="00A54982" w:rsidRPr="00A54982" w:rsidRDefault="00A54982" w:rsidP="00A54982">
            <w:pPr>
              <w:pStyle w:val="TSlneksmlouvy"/>
              <w:spacing w:before="0" w:after="0"/>
              <w:ind w:left="0"/>
              <w:rPr>
                <w:rFonts w:asciiTheme="minorHAnsi" w:eastAsiaTheme="minorHAnsi" w:hAnsiTheme="minorHAnsi" w:cs="Arial"/>
                <w:sz w:val="18"/>
                <w:szCs w:val="18"/>
                <w:u w:val="none"/>
                <w:lang w:val="cs-CZ"/>
              </w:rPr>
            </w:pPr>
            <w:r w:rsidRPr="00A54982">
              <w:rPr>
                <w:rFonts w:asciiTheme="minorHAnsi" w:hAnsiTheme="minorHAnsi" w:cs="Arial"/>
                <w:sz w:val="18"/>
                <w:szCs w:val="18"/>
                <w:u w:val="none"/>
              </w:rPr>
              <w:t>Do 1</w:t>
            </w:r>
            <w:r w:rsidRPr="00A54982">
              <w:rPr>
                <w:rFonts w:asciiTheme="minorHAnsi" w:hAnsiTheme="minorHAnsi" w:cs="Arial"/>
                <w:sz w:val="18"/>
                <w:szCs w:val="18"/>
                <w:u w:val="none"/>
                <w:lang w:val="cs-CZ"/>
              </w:rPr>
              <w:t xml:space="preserve"> měsíce</w:t>
            </w:r>
          </w:p>
          <w:p w14:paraId="53EA142F" w14:textId="3EAD26B7" w:rsidR="00A54982" w:rsidRPr="00A54982" w:rsidRDefault="00A54982" w:rsidP="00A54982">
            <w:pPr>
              <w:spacing w:after="0"/>
              <w:jc w:val="center"/>
              <w:rPr>
                <w:rFonts w:ascii="Arial" w:hAnsi="Arial" w:cs="Arial"/>
                <w:b/>
                <w:bCs/>
                <w:sz w:val="19"/>
                <w:szCs w:val="19"/>
                <w:highlight w:val="cyan"/>
              </w:rPr>
            </w:pPr>
            <w:r w:rsidRPr="00A54982">
              <w:rPr>
                <w:rFonts w:cs="Arial"/>
                <w:bCs/>
              </w:rPr>
              <w:t>po nabytí právní moci stavebního povolení</w:t>
            </w:r>
          </w:p>
        </w:tc>
        <w:tc>
          <w:tcPr>
            <w:tcW w:w="1737" w:type="pct"/>
            <w:tcBorders>
              <w:top w:val="nil"/>
              <w:left w:val="nil"/>
              <w:bottom w:val="single" w:sz="8" w:space="0" w:color="auto"/>
              <w:right w:val="single" w:sz="8" w:space="0" w:color="auto"/>
            </w:tcBorders>
            <w:shd w:val="clear" w:color="000000" w:fill="FFFFFF"/>
            <w:vAlign w:val="center"/>
          </w:tcPr>
          <w:p w14:paraId="56152B4F" w14:textId="58AF2FFF" w:rsidR="00A54982" w:rsidRPr="00A54982" w:rsidRDefault="00A54982" w:rsidP="00A54982">
            <w:pPr>
              <w:pStyle w:val="TSlneksmlouvy"/>
              <w:spacing w:before="0" w:after="0"/>
              <w:ind w:left="0"/>
              <w:rPr>
                <w:rFonts w:cs="Arial"/>
                <w:b w:val="0"/>
                <w:sz w:val="19"/>
                <w:szCs w:val="19"/>
                <w:highlight w:val="cyan"/>
                <w:u w:val="none"/>
                <w:lang w:val="cs-CZ"/>
              </w:rPr>
            </w:pPr>
            <w:r w:rsidRPr="00A54982">
              <w:rPr>
                <w:rFonts w:asciiTheme="minorHAnsi" w:hAnsiTheme="minorHAnsi" w:cs="Arial"/>
                <w:b w:val="0"/>
                <w:bCs/>
                <w:sz w:val="18"/>
                <w:szCs w:val="18"/>
                <w:u w:val="none"/>
              </w:rPr>
              <w:t>Definitivní předání D</w:t>
            </w:r>
            <w:r w:rsidRPr="00A54982">
              <w:rPr>
                <w:rFonts w:asciiTheme="minorHAnsi" w:hAnsiTheme="minorHAnsi" w:cs="Arial"/>
                <w:b w:val="0"/>
                <w:bCs/>
                <w:sz w:val="18"/>
                <w:szCs w:val="18"/>
                <w:u w:val="none"/>
                <w:lang w:val="cs-CZ"/>
              </w:rPr>
              <w:t>U</w:t>
            </w:r>
            <w:r w:rsidRPr="00A54982">
              <w:rPr>
                <w:rFonts w:asciiTheme="minorHAnsi" w:hAnsiTheme="minorHAnsi" w:cs="Arial"/>
                <w:b w:val="0"/>
                <w:bCs/>
                <w:sz w:val="18"/>
                <w:szCs w:val="18"/>
                <w:u w:val="none"/>
              </w:rPr>
              <w:t>SP</w:t>
            </w:r>
            <w:r w:rsidRPr="00A54982">
              <w:rPr>
                <w:rFonts w:asciiTheme="minorHAnsi" w:hAnsiTheme="minorHAnsi" w:cs="Arial"/>
                <w:b w:val="0"/>
                <w:bCs/>
                <w:sz w:val="18"/>
                <w:szCs w:val="18"/>
                <w:u w:val="none"/>
                <w:lang w:val="cs-CZ"/>
              </w:rPr>
              <w:t>+PDPS</w:t>
            </w:r>
            <w:r w:rsidRPr="00A54982">
              <w:rPr>
                <w:rFonts w:asciiTheme="minorHAnsi" w:hAnsiTheme="minorHAnsi" w:cs="Arial"/>
                <w:b w:val="0"/>
                <w:bCs/>
                <w:sz w:val="18"/>
                <w:szCs w:val="18"/>
                <w:u w:val="none"/>
              </w:rPr>
              <w:t xml:space="preserve"> s kompletní dokladovou částí</w:t>
            </w:r>
          </w:p>
        </w:tc>
        <w:tc>
          <w:tcPr>
            <w:tcW w:w="1154" w:type="pct"/>
            <w:tcBorders>
              <w:top w:val="nil"/>
              <w:left w:val="nil"/>
              <w:bottom w:val="single" w:sz="8" w:space="0" w:color="auto"/>
              <w:right w:val="single" w:sz="8" w:space="0" w:color="auto"/>
            </w:tcBorders>
            <w:shd w:val="clear" w:color="000000" w:fill="FFFFFF"/>
            <w:vAlign w:val="center"/>
          </w:tcPr>
          <w:p w14:paraId="1B7B57C7" w14:textId="77777777" w:rsidR="00A54982" w:rsidRPr="00A54982" w:rsidRDefault="00A54982" w:rsidP="00A54982">
            <w:pPr>
              <w:spacing w:after="0"/>
              <w:jc w:val="center"/>
              <w:rPr>
                <w:rFonts w:cs="Arial"/>
              </w:rPr>
            </w:pPr>
            <w:r w:rsidRPr="00A54982">
              <w:rPr>
                <w:rFonts w:cs="Arial"/>
              </w:rPr>
              <w:t>Stavební povolení v právní moci, předané Objednateli.</w:t>
            </w:r>
          </w:p>
          <w:p w14:paraId="6D09AB19" w14:textId="0231D580" w:rsidR="00A54982" w:rsidRPr="00A54982" w:rsidRDefault="00A54982" w:rsidP="001F17A4">
            <w:pPr>
              <w:pStyle w:val="TSlneksmlouvy"/>
              <w:spacing w:before="0" w:after="0"/>
              <w:ind w:left="0"/>
              <w:rPr>
                <w:rFonts w:cs="Arial"/>
                <w:sz w:val="19"/>
                <w:szCs w:val="19"/>
                <w:highlight w:val="cyan"/>
              </w:rPr>
            </w:pPr>
            <w:r w:rsidRPr="00A54982">
              <w:rPr>
                <w:rFonts w:asciiTheme="minorHAnsi" w:hAnsiTheme="minorHAnsi" w:cs="Arial"/>
                <w:b w:val="0"/>
                <w:bCs/>
                <w:sz w:val="18"/>
                <w:szCs w:val="18"/>
                <w:u w:val="none"/>
              </w:rPr>
              <w:t>Předávací protokol pro Část Díla</w:t>
            </w:r>
          </w:p>
        </w:tc>
      </w:tr>
      <w:tr w:rsidR="00A54982" w:rsidRPr="00D734D0" w14:paraId="38825103" w14:textId="77777777" w:rsidTr="00733B48">
        <w:trPr>
          <w:trHeight w:val="862"/>
        </w:trPr>
        <w:tc>
          <w:tcPr>
            <w:tcW w:w="869" w:type="pct"/>
            <w:tcBorders>
              <w:top w:val="nil"/>
              <w:left w:val="single" w:sz="8" w:space="0" w:color="auto"/>
              <w:bottom w:val="single" w:sz="8" w:space="0" w:color="auto"/>
              <w:right w:val="single" w:sz="8" w:space="0" w:color="auto"/>
            </w:tcBorders>
            <w:shd w:val="clear" w:color="000000" w:fill="FFFFFF"/>
            <w:vAlign w:val="center"/>
          </w:tcPr>
          <w:p w14:paraId="5ED30AA4" w14:textId="3AE599AC" w:rsidR="00A54982" w:rsidRPr="004773FE" w:rsidRDefault="004773FE" w:rsidP="004773FE">
            <w:pPr>
              <w:spacing w:after="0"/>
              <w:jc w:val="center"/>
              <w:rPr>
                <w:rFonts w:ascii="Arial" w:hAnsi="Arial" w:cs="Arial"/>
                <w:b/>
                <w:bCs/>
                <w:sz w:val="19"/>
                <w:szCs w:val="19"/>
                <w:highlight w:val="cyan"/>
              </w:rPr>
            </w:pPr>
            <w:r w:rsidRPr="004773FE">
              <w:rPr>
                <w:rFonts w:cs="Arial"/>
              </w:rPr>
              <w:t>6.</w:t>
            </w:r>
            <w:r>
              <w:rPr>
                <w:rFonts w:cs="Arial"/>
              </w:rPr>
              <w:t xml:space="preserve"> </w:t>
            </w:r>
            <w:r w:rsidR="00A54982" w:rsidRPr="004773FE">
              <w:rPr>
                <w:rFonts w:cs="Arial"/>
              </w:rPr>
              <w:t>Dílčí etapa</w:t>
            </w:r>
          </w:p>
        </w:tc>
        <w:tc>
          <w:tcPr>
            <w:tcW w:w="1240" w:type="pct"/>
            <w:tcBorders>
              <w:top w:val="nil"/>
              <w:left w:val="nil"/>
              <w:bottom w:val="single" w:sz="8" w:space="0" w:color="auto"/>
              <w:right w:val="single" w:sz="8" w:space="0" w:color="auto"/>
            </w:tcBorders>
            <w:shd w:val="clear" w:color="000000" w:fill="FFFFFF"/>
            <w:vAlign w:val="center"/>
          </w:tcPr>
          <w:p w14:paraId="48D85BB5" w14:textId="77777777" w:rsidR="00A54982" w:rsidRPr="00A54982" w:rsidRDefault="00A54982" w:rsidP="00A54982">
            <w:pPr>
              <w:pStyle w:val="TSlneksmlouvy"/>
              <w:spacing w:before="0" w:after="0"/>
              <w:ind w:left="0"/>
              <w:rPr>
                <w:rFonts w:asciiTheme="minorHAnsi" w:eastAsiaTheme="minorHAnsi" w:hAnsiTheme="minorHAnsi" w:cs="Arial"/>
                <w:sz w:val="18"/>
                <w:szCs w:val="18"/>
                <w:u w:val="none"/>
              </w:rPr>
            </w:pPr>
            <w:r w:rsidRPr="00A54982">
              <w:rPr>
                <w:rFonts w:asciiTheme="minorHAnsi" w:hAnsiTheme="minorHAnsi" w:cs="Arial"/>
                <w:sz w:val="18"/>
                <w:szCs w:val="18"/>
                <w:u w:val="none"/>
              </w:rPr>
              <w:t>Předpoklad 24 měsíců</w:t>
            </w:r>
          </w:p>
          <w:p w14:paraId="42425C24" w14:textId="2C3C4D9E" w:rsidR="00A54982" w:rsidRPr="00A54982" w:rsidRDefault="00A54982" w:rsidP="00E51EBB">
            <w:pPr>
              <w:spacing w:after="0"/>
              <w:jc w:val="center"/>
              <w:rPr>
                <w:rFonts w:ascii="Arial" w:hAnsi="Arial" w:cs="Arial"/>
                <w:b/>
                <w:bCs/>
                <w:sz w:val="19"/>
                <w:szCs w:val="19"/>
                <w:highlight w:val="cyan"/>
              </w:rPr>
            </w:pPr>
            <w:r w:rsidRPr="00A54982">
              <w:rPr>
                <w:rFonts w:cs="Arial"/>
                <w:bCs/>
              </w:rPr>
              <w:t xml:space="preserve">(předpoklad </w:t>
            </w:r>
            <w:r w:rsidR="00E51EBB">
              <w:rPr>
                <w:rFonts w:cs="Arial"/>
                <w:bCs/>
              </w:rPr>
              <w:t>ukončení</w:t>
            </w:r>
            <w:r w:rsidRPr="00A54982">
              <w:rPr>
                <w:rFonts w:cs="Arial"/>
                <w:bCs/>
              </w:rPr>
              <w:t xml:space="preserve"> </w:t>
            </w:r>
            <w:r w:rsidR="00E51EBB">
              <w:rPr>
                <w:rFonts w:cs="Arial"/>
                <w:bCs/>
              </w:rPr>
              <w:t>12</w:t>
            </w:r>
            <w:r w:rsidRPr="00A54982">
              <w:rPr>
                <w:rFonts w:cs="Arial"/>
                <w:bCs/>
              </w:rPr>
              <w:t>/2022)</w:t>
            </w:r>
          </w:p>
        </w:tc>
        <w:tc>
          <w:tcPr>
            <w:tcW w:w="1737" w:type="pct"/>
            <w:tcBorders>
              <w:top w:val="nil"/>
              <w:left w:val="nil"/>
              <w:bottom w:val="single" w:sz="8" w:space="0" w:color="auto"/>
              <w:right w:val="single" w:sz="8" w:space="0" w:color="auto"/>
            </w:tcBorders>
            <w:shd w:val="clear" w:color="000000" w:fill="FFFFFF"/>
            <w:vAlign w:val="center"/>
          </w:tcPr>
          <w:p w14:paraId="06D5A91F" w14:textId="44AE0EBA" w:rsidR="00A54982" w:rsidRPr="00A54982" w:rsidRDefault="00A54982" w:rsidP="00A54982">
            <w:pPr>
              <w:pStyle w:val="TSlneksmlouvy"/>
              <w:spacing w:before="0" w:after="0"/>
              <w:ind w:left="0"/>
              <w:rPr>
                <w:rFonts w:cs="Arial"/>
                <w:b w:val="0"/>
                <w:sz w:val="19"/>
                <w:szCs w:val="19"/>
                <w:highlight w:val="cyan"/>
                <w:u w:val="none"/>
                <w:lang w:val="cs-CZ"/>
              </w:rPr>
            </w:pPr>
            <w:r w:rsidRPr="00A54982">
              <w:rPr>
                <w:rFonts w:asciiTheme="minorHAnsi" w:hAnsiTheme="minorHAnsi" w:cs="Arial"/>
                <w:b w:val="0"/>
                <w:bCs/>
                <w:sz w:val="18"/>
                <w:szCs w:val="18"/>
                <w:u w:val="none"/>
              </w:rPr>
              <w:t>Autorský dozor projektanta po dobu realizace stavby. Zhotovitel se zavazuje provádět autorský dozor ode dne zahájení realizace stavby do ukončení realizace stavby</w:t>
            </w:r>
          </w:p>
        </w:tc>
        <w:tc>
          <w:tcPr>
            <w:tcW w:w="1154" w:type="pct"/>
            <w:tcBorders>
              <w:top w:val="nil"/>
              <w:left w:val="nil"/>
              <w:bottom w:val="single" w:sz="8" w:space="0" w:color="auto"/>
              <w:right w:val="single" w:sz="8" w:space="0" w:color="auto"/>
            </w:tcBorders>
            <w:shd w:val="clear" w:color="000000" w:fill="FFFFFF"/>
            <w:vAlign w:val="center"/>
          </w:tcPr>
          <w:p w14:paraId="64A47212" w14:textId="77777777" w:rsidR="00A54982" w:rsidRPr="00A54982" w:rsidRDefault="00A54982" w:rsidP="00A54982">
            <w:pPr>
              <w:pStyle w:val="TSlneksmlouvy"/>
              <w:spacing w:before="0" w:after="0"/>
              <w:ind w:left="0"/>
              <w:rPr>
                <w:rFonts w:asciiTheme="minorHAnsi" w:eastAsiaTheme="minorHAnsi" w:hAnsiTheme="minorHAnsi" w:cs="Arial"/>
                <w:b w:val="0"/>
                <w:sz w:val="18"/>
                <w:szCs w:val="18"/>
                <w:u w:val="none"/>
              </w:rPr>
            </w:pPr>
            <w:r w:rsidRPr="00A54982">
              <w:rPr>
                <w:rFonts w:asciiTheme="minorHAnsi" w:hAnsiTheme="minorHAnsi" w:cs="Arial"/>
                <w:b w:val="0"/>
                <w:bCs/>
                <w:sz w:val="18"/>
                <w:szCs w:val="18"/>
                <w:u w:val="none"/>
              </w:rPr>
              <w:t>Výkaz poskytnutých služeb (1 x za čtvrtletí) - stručný popis výkonů a specifikace výkonu autorského dozoru projektanta</w:t>
            </w:r>
          </w:p>
          <w:p w14:paraId="4DC5CE25" w14:textId="6477D7F3" w:rsidR="00A54982" w:rsidRPr="00A54982" w:rsidRDefault="00A54982" w:rsidP="00A54982">
            <w:pPr>
              <w:spacing w:after="0"/>
              <w:rPr>
                <w:rFonts w:ascii="Arial" w:hAnsi="Arial" w:cs="Arial"/>
                <w:sz w:val="19"/>
                <w:szCs w:val="19"/>
                <w:highlight w:val="cyan"/>
              </w:rPr>
            </w:pPr>
          </w:p>
        </w:tc>
      </w:tr>
    </w:tbl>
    <w:p w14:paraId="589097F5" w14:textId="77777777" w:rsidR="001F17A4" w:rsidRDefault="001F17A4" w:rsidP="004850CE">
      <w:pPr>
        <w:suppressAutoHyphens/>
        <w:spacing w:before="240"/>
        <w:ind w:left="284" w:hanging="284"/>
        <w:jc w:val="both"/>
        <w:rPr>
          <w:rFonts w:cs="Arial"/>
          <w:b/>
          <w:bCs/>
        </w:rPr>
      </w:pPr>
    </w:p>
    <w:p w14:paraId="4E566F2E" w14:textId="06F74EA4" w:rsidR="004850CE" w:rsidRPr="007B2E4E" w:rsidRDefault="004850CE" w:rsidP="004850CE">
      <w:pPr>
        <w:suppressAutoHyphens/>
        <w:spacing w:before="240"/>
        <w:ind w:left="284" w:hanging="284"/>
        <w:jc w:val="both"/>
        <w:rPr>
          <w:rFonts w:cs="Arial"/>
          <w:b/>
          <w:bCs/>
        </w:rPr>
      </w:pPr>
      <w:proofErr w:type="gramStart"/>
      <w:r w:rsidRPr="007B2E4E">
        <w:rPr>
          <w:rFonts w:cs="Arial"/>
          <w:b/>
          <w:bCs/>
        </w:rPr>
        <w:t>7.2</w:t>
      </w:r>
      <w:proofErr w:type="gramEnd"/>
      <w:r w:rsidRPr="007B2E4E">
        <w:rPr>
          <w:rFonts w:cs="Arial"/>
          <w:b/>
          <w:bCs/>
        </w:rPr>
        <w:t>.</w:t>
      </w:r>
      <w:r w:rsidR="001F17A4">
        <w:tab/>
      </w:r>
      <w:r w:rsidRPr="007B2E4E">
        <w:rPr>
          <w:rFonts w:cs="Arial"/>
          <w:b/>
          <w:bCs/>
        </w:rPr>
        <w:t xml:space="preserve">Místo plnění: </w:t>
      </w:r>
    </w:p>
    <w:p w14:paraId="64F40F26" w14:textId="77777777"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14:paraId="01F62409" w14:textId="77777777" w:rsidR="004850CE" w:rsidRDefault="004850CE" w:rsidP="004850CE">
      <w:pPr>
        <w:spacing w:after="0"/>
        <w:jc w:val="both"/>
        <w:rPr>
          <w:rFonts w:cs="Arial"/>
        </w:rPr>
      </w:pPr>
    </w:p>
    <w:p w14:paraId="5AD13114" w14:textId="77777777" w:rsidR="004850CE" w:rsidRDefault="004850CE" w:rsidP="004850CE">
      <w:pPr>
        <w:jc w:val="both"/>
        <w:rPr>
          <w:rFonts w:cs="Arial"/>
        </w:rPr>
      </w:pPr>
      <w:r w:rsidRPr="000B5E93">
        <w:rPr>
          <w:rFonts w:cs="Arial"/>
        </w:rPr>
        <w:lastRenderedPageBreak/>
        <w:t>Součástí autorského dozoru projektanta jsou i jednání na jiných místech, týkajících se realizace stavby a vyžádané objednatelem nebo vyžádané práce, které zhotovitel provede na svém pracovišti.</w:t>
      </w:r>
    </w:p>
    <w:p w14:paraId="2654B4DF"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1AAB8902"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41B3DBD5" w14:textId="5F9AA0C6" w:rsidR="004850CE" w:rsidRDefault="004850CE" w:rsidP="004850CE">
      <w:pPr>
        <w:spacing w:before="120"/>
        <w:jc w:val="both"/>
        <w:rPr>
          <w:rFonts w:cs="Arial"/>
        </w:rPr>
      </w:pPr>
      <w:r>
        <w:rPr>
          <w:rFonts w:cs="Arial"/>
        </w:rPr>
        <w:t>Splněním kvalifikace se rozumí, že účastník doloží následující doklady, jimiž svou kvalifikaci prokáže:</w:t>
      </w:r>
    </w:p>
    <w:p w14:paraId="2C054682"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616EB1AE"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EA352D9"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AE4B9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B96A3F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3D1D18D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204ECF57"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0A751147" w14:textId="77777777" w:rsidR="00E16DC7" w:rsidRDefault="004850CE" w:rsidP="00E16DC7">
      <w:pPr>
        <w:suppressAutoHyphens/>
        <w:spacing w:before="240" w:after="0"/>
        <w:jc w:val="both"/>
        <w:rPr>
          <w:rFonts w:cs="Arial"/>
          <w:b/>
          <w:i/>
        </w:rPr>
      </w:pPr>
      <w:r w:rsidRPr="003B6042">
        <w:rPr>
          <w:rFonts w:cs="Arial"/>
          <w:b/>
          <w:i/>
        </w:rPr>
        <w:t xml:space="preserve">Čestné prohlášení, podepsané osobou oprávněnou jednat za účastníka, musí prokazovat splnění požadovaného kritéria způsobilosti nejpozději v době 3 měsíců přede dnem zahájení zadávacího řízení.  </w:t>
      </w:r>
    </w:p>
    <w:p w14:paraId="2826CE77" w14:textId="5C7E6B09" w:rsidR="004850CE" w:rsidRPr="00F66ACE" w:rsidRDefault="00F66ACE" w:rsidP="00F66ACE">
      <w:pPr>
        <w:tabs>
          <w:tab w:val="left" w:pos="426"/>
        </w:tabs>
        <w:spacing w:before="240"/>
        <w:jc w:val="both"/>
        <w:rPr>
          <w:rFonts w:cs="Arial"/>
          <w:b/>
        </w:rPr>
      </w:pPr>
      <w:r w:rsidRPr="00F66ACE">
        <w:rPr>
          <w:rFonts w:cs="Arial"/>
          <w:b/>
        </w:rPr>
        <w:t>8.2.</w:t>
      </w:r>
      <w:r w:rsidR="004850CE" w:rsidRPr="00F66ACE">
        <w:rPr>
          <w:rFonts w:cs="Arial"/>
          <w:b/>
        </w:rPr>
        <w:t xml:space="preserve"> Profesní způsobilost:</w:t>
      </w:r>
    </w:p>
    <w:p w14:paraId="73CB6AD7" w14:textId="77777777" w:rsidR="004850CE" w:rsidRPr="00997172" w:rsidRDefault="004850CE" w:rsidP="00E16DC7">
      <w:pPr>
        <w:numPr>
          <w:ilvl w:val="0"/>
          <w:numId w:val="12"/>
        </w:numPr>
        <w:spacing w:after="0" w:line="240" w:lineRule="auto"/>
        <w:ind w:left="425"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5DCEC279" w14:textId="77777777"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60078C46"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1C9D3DFC" w14:textId="77777777"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75FBD3E" w14:textId="77777777" w:rsidR="004850CE" w:rsidRDefault="004850CE" w:rsidP="004850CE">
      <w:pPr>
        <w:suppressAutoHyphens/>
        <w:spacing w:after="0"/>
        <w:ind w:firstLine="567"/>
        <w:jc w:val="both"/>
        <w:rPr>
          <w:rFonts w:cs="Arial"/>
          <w:b/>
          <w:i/>
        </w:rPr>
      </w:pPr>
      <w:r>
        <w:rPr>
          <w:rFonts w:cs="Arial"/>
          <w:b/>
          <w:i/>
        </w:rPr>
        <w:lastRenderedPageBreak/>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0EEBE56B" w14:textId="77777777" w:rsidR="004850CE" w:rsidRPr="00394186" w:rsidRDefault="00BD70A0" w:rsidP="004850CE">
      <w:pPr>
        <w:suppressAutoHyphens/>
        <w:spacing w:after="0"/>
        <w:ind w:firstLine="567"/>
        <w:jc w:val="both"/>
        <w:rPr>
          <w:rFonts w:cs="Arial"/>
          <w:b/>
          <w:i/>
        </w:rPr>
      </w:pPr>
      <w:r>
        <w:rPr>
          <w:rFonts w:cs="Arial"/>
          <w:b/>
          <w:i/>
        </w:rPr>
        <w:t>- výkon zeměměřických činností</w:t>
      </w:r>
      <w:r w:rsidR="004850CE" w:rsidRPr="00AD4613">
        <w:rPr>
          <w:rFonts w:cs="Arial"/>
          <w:b/>
          <w:i/>
        </w:rPr>
        <w:t>.</w:t>
      </w:r>
    </w:p>
    <w:p w14:paraId="0ACCF0F2"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6D88D2F8" w14:textId="0112E4D4" w:rsidR="00E11C51" w:rsidRDefault="004850CE" w:rsidP="00040BC1">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 xml:space="preserve">autorizaci dle výše citovaného </w:t>
      </w:r>
      <w:r w:rsidRPr="00E161B0">
        <w:rPr>
          <w:rFonts w:cs="Arial"/>
          <w:b/>
          <w:i/>
        </w:rPr>
        <w:t>zákona podle § 5 odst. 3 písm.:</w:t>
      </w:r>
    </w:p>
    <w:p w14:paraId="068B26BC" w14:textId="5A136773" w:rsidR="00A000DF" w:rsidRDefault="00A000DF" w:rsidP="0056428C">
      <w:pPr>
        <w:suppressAutoHyphens/>
        <w:spacing w:before="60" w:after="0"/>
        <w:ind w:left="425"/>
        <w:jc w:val="both"/>
        <w:rPr>
          <w:rFonts w:cs="Arial"/>
          <w:b/>
          <w:i/>
        </w:rPr>
      </w:pPr>
      <w:r>
        <w:rPr>
          <w:rFonts w:cs="Arial"/>
          <w:b/>
          <w:i/>
        </w:rPr>
        <w:t>b</w:t>
      </w:r>
      <w:r w:rsidR="00157C38">
        <w:rPr>
          <w:rFonts w:cs="Arial"/>
          <w:b/>
          <w:i/>
        </w:rPr>
        <w:t>)</w:t>
      </w:r>
      <w:r>
        <w:rPr>
          <w:rFonts w:cs="Arial"/>
          <w:b/>
          <w:i/>
        </w:rPr>
        <w:t xml:space="preserve"> dopravní stavby,</w:t>
      </w:r>
    </w:p>
    <w:p w14:paraId="67CB32C7" w14:textId="1C819D08" w:rsidR="00160546" w:rsidRPr="005563B6" w:rsidRDefault="00A000DF" w:rsidP="0056428C">
      <w:pPr>
        <w:suppressAutoHyphens/>
        <w:spacing w:before="60" w:after="0"/>
        <w:ind w:left="425"/>
        <w:jc w:val="both"/>
        <w:rPr>
          <w:rFonts w:cs="Arial"/>
          <w:b/>
          <w:i/>
        </w:rPr>
      </w:pPr>
      <w:r>
        <w:rPr>
          <w:rFonts w:cs="Arial"/>
          <w:b/>
          <w:i/>
        </w:rPr>
        <w:t xml:space="preserve">d) </w:t>
      </w:r>
      <w:r w:rsidR="00157C38">
        <w:rPr>
          <w:rFonts w:cs="Arial"/>
          <w:b/>
          <w:i/>
        </w:rPr>
        <w:t>mosty a inženýrské konstrukce.</w:t>
      </w:r>
    </w:p>
    <w:p w14:paraId="52EC24F1" w14:textId="77777777" w:rsidR="004850CE" w:rsidRPr="005563B6" w:rsidRDefault="004850CE" w:rsidP="004850CE">
      <w:pPr>
        <w:suppressAutoHyphens/>
        <w:spacing w:before="60" w:after="0"/>
        <w:ind w:left="426"/>
        <w:jc w:val="both"/>
        <w:rPr>
          <w:rFonts w:cs="Arial"/>
          <w:b/>
          <w:i/>
        </w:rPr>
      </w:pPr>
      <w:r w:rsidRPr="005563B6">
        <w:rPr>
          <w:rFonts w:cs="Arial"/>
          <w:b/>
          <w:i/>
        </w:rPr>
        <w:t xml:space="preserve">                            </w:t>
      </w:r>
    </w:p>
    <w:p w14:paraId="485201CC" w14:textId="77777777" w:rsidR="004850CE" w:rsidRPr="00756201" w:rsidRDefault="004850CE" w:rsidP="004850CE">
      <w:pPr>
        <w:numPr>
          <w:ilvl w:val="0"/>
          <w:numId w:val="12"/>
        </w:numPr>
        <w:spacing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0D1BDD8F"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Pr>
          <w:rFonts w:cs="Arial"/>
          <w:i/>
        </w:rPr>
        <w:t xml:space="preserve">úřední oprávnění pro ověřování výsledků zeměměřických činnosti v rozsahu dle §13 odst. 1 písm. a) a c) zákona č. 200/1994 Sb., </w:t>
      </w:r>
      <w:r w:rsidRPr="00F50A30">
        <w:rPr>
          <w:rFonts w:cs="Arial"/>
          <w:i/>
        </w:rPr>
        <w:t>o zeměměřictví a o změně a doplnění některých zákonů souvisejících s jeho zavedení</w:t>
      </w:r>
      <w:r>
        <w:rPr>
          <w:rFonts w:cs="Arial"/>
          <w:i/>
        </w:rPr>
        <w:t>m, ve znění pozdějších předpisů;</w:t>
      </w:r>
    </w:p>
    <w:p w14:paraId="010F6064"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00848807" w14:textId="77777777" w:rsidR="00E82EA2" w:rsidRPr="00803C3A" w:rsidRDefault="00E82EA2" w:rsidP="00FD5448">
      <w:pPr>
        <w:tabs>
          <w:tab w:val="left" w:pos="426"/>
        </w:tabs>
        <w:spacing w:before="240"/>
        <w:jc w:val="both"/>
        <w:rPr>
          <w:rFonts w:cs="Arial"/>
          <w:b/>
        </w:rPr>
      </w:pPr>
      <w:r w:rsidRPr="00803C3A">
        <w:rPr>
          <w:rFonts w:cs="Arial"/>
          <w:b/>
        </w:rPr>
        <w:t>8.3. Technická kvalifikace:</w:t>
      </w:r>
    </w:p>
    <w:p w14:paraId="77631D73" w14:textId="0DDAE514" w:rsidR="00E82EA2" w:rsidRPr="00E82EA2" w:rsidRDefault="00E82EA2" w:rsidP="00E82EA2">
      <w:pPr>
        <w:tabs>
          <w:tab w:val="left" w:pos="426"/>
        </w:tabs>
        <w:spacing w:before="120"/>
        <w:jc w:val="both"/>
        <w:rPr>
          <w:rFonts w:cs="Arial"/>
        </w:rPr>
      </w:pPr>
      <w:r w:rsidRPr="00E82EA2">
        <w:rPr>
          <w:rFonts w:cs="Arial"/>
        </w:rPr>
        <w:t xml:space="preserve">Účastník zadávacího řízení je povinen prokázat své zkušenosti se zakázkami, které svým charakterem a objemem odpovídají profesnímu obsahu této veřejné zakázky za poslední </w:t>
      </w:r>
      <w:r w:rsidR="00671492">
        <w:rPr>
          <w:rFonts w:cs="Arial"/>
        </w:rPr>
        <w:t>8</w:t>
      </w:r>
      <w:r w:rsidRPr="00E82EA2">
        <w:rPr>
          <w:rFonts w:cs="Arial"/>
        </w:rPr>
        <w:t xml:space="preserve"> let před zahájením zadávacího řízení.</w:t>
      </w:r>
    </w:p>
    <w:p w14:paraId="17BB4531" w14:textId="303EE444" w:rsidR="003D7BF3" w:rsidRDefault="003D7BF3" w:rsidP="003D7BF3">
      <w:pPr>
        <w:spacing w:before="120"/>
        <w:jc w:val="both"/>
        <w:rPr>
          <w:b/>
          <w:bCs/>
        </w:rPr>
      </w:pPr>
      <w:r>
        <w:t xml:space="preserve">Účastník předloží seznam významných ukončených služeb stejného nebo obdobného charakteru poskytnutých dodavatelem v posledních </w:t>
      </w:r>
      <w:r w:rsidR="00C65197">
        <w:rPr>
          <w:b/>
          <w:u w:val="single"/>
        </w:rPr>
        <w:t>8</w:t>
      </w:r>
      <w:r w:rsidRPr="004C130D">
        <w:rPr>
          <w:b/>
          <w:u w:val="single"/>
        </w:rPr>
        <w:t xml:space="preserve"> letech</w:t>
      </w:r>
      <w:r>
        <w:t xml:space="preserve"> před zahájením zadávacího řízení. Za služby obdobného charakteru se pokládají projektové práce spočívající ve zhotovení projektové dokumentace ve </w:t>
      </w:r>
      <w:r w:rsidRPr="001B3019">
        <w:t>stupni</w:t>
      </w:r>
      <w:r w:rsidR="00974D2D" w:rsidRPr="001B3019">
        <w:t xml:space="preserve"> dokumentace pro územní rozhodnutí </w:t>
      </w:r>
      <w:r w:rsidR="00974D2D" w:rsidRPr="001B3019">
        <w:rPr>
          <w:b/>
        </w:rPr>
        <w:t xml:space="preserve">(DÚR) </w:t>
      </w:r>
      <w:r w:rsidR="00974D2D" w:rsidRPr="001B3019">
        <w:t>nebo</w:t>
      </w:r>
      <w:r>
        <w:t xml:space="preserve"> projektové dokumentace pro stavební povolení </w:t>
      </w:r>
      <w:r w:rsidRPr="004C130D">
        <w:rPr>
          <w:b/>
        </w:rPr>
        <w:t>(DSP)</w:t>
      </w:r>
      <w:r>
        <w:t xml:space="preserve"> nebo ve společném stupni projektové dokumentace pro stavební povolení a projektové dokumentace pro provádění stavby </w:t>
      </w:r>
      <w:r w:rsidRPr="004C130D">
        <w:rPr>
          <w:b/>
        </w:rPr>
        <w:t>(DSP+PDPS)</w:t>
      </w:r>
      <w:r>
        <w:t xml:space="preserve"> nebo ve stupni projektové dokumentace pro společné povolení </w:t>
      </w:r>
      <w:r w:rsidRPr="004C130D">
        <w:rPr>
          <w:b/>
        </w:rPr>
        <w:t>(DUSP)</w:t>
      </w:r>
      <w:r>
        <w:t xml:space="preserve"> nebo ve společném stupni projektové dokumentace pro společné povolení a projektové </w:t>
      </w:r>
      <w:r w:rsidRPr="001F61CB">
        <w:t xml:space="preserve">dokumentace pro provádění stavby </w:t>
      </w:r>
      <w:r w:rsidRPr="001F61CB">
        <w:rPr>
          <w:b/>
        </w:rPr>
        <w:t>(DUSP+PDPS)</w:t>
      </w:r>
      <w:r w:rsidRPr="001F61CB">
        <w:t xml:space="preserve">, pro stavby železničních drah ve smyslu § 5 a §3 odst. 1 zákona č.266/1994 Sb., o drahách, ve znění pozdějších předpisů, jejichž předmětem bylo </w:t>
      </w:r>
      <w:r w:rsidR="001B3019" w:rsidRPr="00024BDB">
        <w:rPr>
          <w:b/>
          <w:bCs/>
        </w:rPr>
        <w:t xml:space="preserve">zpracování projektové dokumentace pro </w:t>
      </w:r>
      <w:r w:rsidR="001B3019" w:rsidRPr="00024BDB">
        <w:rPr>
          <w:b/>
        </w:rPr>
        <w:t xml:space="preserve">rekonstrukce železničního kamenného </w:t>
      </w:r>
      <w:proofErr w:type="spellStart"/>
      <w:r w:rsidR="001B3019" w:rsidRPr="00024BDB">
        <w:rPr>
          <w:b/>
        </w:rPr>
        <w:t>víceklenbového</w:t>
      </w:r>
      <w:proofErr w:type="spellEnd"/>
      <w:r w:rsidR="001B3019" w:rsidRPr="00024BDB">
        <w:rPr>
          <w:b/>
        </w:rPr>
        <w:t xml:space="preserve"> mostu o světlosti jednoho pole nejméně </w:t>
      </w:r>
      <w:r w:rsidR="00677432">
        <w:rPr>
          <w:b/>
        </w:rPr>
        <w:t>10</w:t>
      </w:r>
      <w:r w:rsidR="001B3019" w:rsidRPr="00024BDB">
        <w:rPr>
          <w:b/>
        </w:rPr>
        <w:t xml:space="preserve"> m.</w:t>
      </w:r>
    </w:p>
    <w:p w14:paraId="065A1A68" w14:textId="3BCC0F0E" w:rsidR="003D7BF3" w:rsidRDefault="003D7BF3" w:rsidP="003D7BF3">
      <w:pPr>
        <w:spacing w:before="120"/>
        <w:jc w:val="both"/>
        <w:rPr>
          <w:sz w:val="22"/>
          <w:szCs w:val="22"/>
        </w:rPr>
      </w:pPr>
      <w:r>
        <w:t xml:space="preserve">Účastník musí informacemi uvedenými v předloženém seznamu významných služeb prokázat, že v uvedeném období poskytl alespoň </w:t>
      </w:r>
      <w:r w:rsidR="001922A1" w:rsidRPr="001922A1">
        <w:rPr>
          <w:b/>
          <w:bCs/>
          <w:u w:val="single"/>
        </w:rPr>
        <w:t>1</w:t>
      </w:r>
      <w:r w:rsidRPr="001922A1">
        <w:rPr>
          <w:b/>
          <w:bCs/>
          <w:u w:val="single"/>
        </w:rPr>
        <w:t xml:space="preserve"> služb</w:t>
      </w:r>
      <w:r w:rsidR="001922A1" w:rsidRPr="001922A1">
        <w:rPr>
          <w:b/>
          <w:bCs/>
          <w:u w:val="single"/>
        </w:rPr>
        <w:t>u</w:t>
      </w:r>
      <w:r w:rsidRPr="001922A1">
        <w:rPr>
          <w:b/>
          <w:bCs/>
          <w:u w:val="single"/>
        </w:rPr>
        <w:t xml:space="preserve"> obdobného charakteru</w:t>
      </w:r>
      <w:r w:rsidRPr="001922A1">
        <w:rPr>
          <w:u w:val="single"/>
        </w:rPr>
        <w:t xml:space="preserve"> </w:t>
      </w:r>
      <w:r w:rsidRPr="001922A1">
        <w:rPr>
          <w:b/>
          <w:u w:val="single"/>
        </w:rPr>
        <w:t xml:space="preserve">za posledních </w:t>
      </w:r>
      <w:r w:rsidR="00C65197" w:rsidRPr="001922A1">
        <w:rPr>
          <w:b/>
          <w:u w:val="single"/>
        </w:rPr>
        <w:t>8</w:t>
      </w:r>
      <w:r w:rsidRPr="001922A1">
        <w:rPr>
          <w:b/>
          <w:u w:val="single"/>
        </w:rPr>
        <w:t xml:space="preserve"> let</w:t>
      </w:r>
      <w:r>
        <w:t xml:space="preserve"> před zahájením zadávacího řízení,</w:t>
      </w:r>
      <w:r w:rsidR="001922A1">
        <w:t xml:space="preserve"> která</w:t>
      </w:r>
      <w:r>
        <w:t xml:space="preserve"> </w:t>
      </w:r>
      <w:r w:rsidR="001922A1">
        <w:t>musí dosahovat</w:t>
      </w:r>
      <w:r>
        <w:t xml:space="preserve"> minimální </w:t>
      </w:r>
      <w:r w:rsidRPr="009E2C2B">
        <w:t xml:space="preserve">hodnoty </w:t>
      </w:r>
      <w:r w:rsidR="001B3019">
        <w:rPr>
          <w:b/>
          <w:bCs/>
          <w:u w:val="single"/>
        </w:rPr>
        <w:t>1 5</w:t>
      </w:r>
      <w:r w:rsidRPr="004C130D">
        <w:rPr>
          <w:b/>
          <w:bCs/>
          <w:u w:val="single"/>
        </w:rPr>
        <w:t>00</w:t>
      </w:r>
      <w:r w:rsidR="001F17A4">
        <w:rPr>
          <w:b/>
          <w:bCs/>
          <w:u w:val="single"/>
        </w:rPr>
        <w:t> </w:t>
      </w:r>
      <w:r w:rsidRPr="004C130D">
        <w:rPr>
          <w:b/>
          <w:bCs/>
          <w:u w:val="single"/>
        </w:rPr>
        <w:t>000,- Kč bez DPH</w:t>
      </w:r>
      <w:r w:rsidR="001922A1">
        <w:t>.</w:t>
      </w:r>
    </w:p>
    <w:p w14:paraId="0B354B11" w14:textId="77777777" w:rsidR="00E82EA2" w:rsidRPr="00E82EA2" w:rsidRDefault="00E82EA2" w:rsidP="00E82EA2">
      <w:pPr>
        <w:tabs>
          <w:tab w:val="left" w:pos="426"/>
        </w:tabs>
        <w:spacing w:before="120"/>
        <w:jc w:val="both"/>
        <w:rPr>
          <w:rFonts w:cs="Arial"/>
        </w:rPr>
      </w:pPr>
      <w:r w:rsidRPr="00E82EA2">
        <w:rPr>
          <w:rFonts w:cs="Arial"/>
        </w:rPr>
        <w:t>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168D7BF5" w14:textId="5D9A1E43" w:rsidR="00E82EA2" w:rsidRDefault="00E82EA2" w:rsidP="00E82EA2">
      <w:pPr>
        <w:tabs>
          <w:tab w:val="left" w:pos="426"/>
        </w:tabs>
        <w:spacing w:before="120"/>
        <w:jc w:val="both"/>
        <w:rPr>
          <w:rFonts w:cs="Arial"/>
        </w:rPr>
      </w:pPr>
      <w:r w:rsidRPr="00E82EA2">
        <w:rPr>
          <w:rFonts w:cs="Arial"/>
        </w:rPr>
        <w:t xml:space="preserve">Doba </w:t>
      </w:r>
      <w:r w:rsidR="00051151">
        <w:rPr>
          <w:rFonts w:cs="Arial"/>
        </w:rPr>
        <w:t>8</w:t>
      </w:r>
      <w:r w:rsidRPr="00E82EA2">
        <w:rPr>
          <w:rFonts w:cs="Arial"/>
        </w:rPr>
        <w:t xml:space="preserve"> let se považuje za splněnou, pokud byly služby v průběhu této doby dokončeny.</w:t>
      </w:r>
    </w:p>
    <w:p w14:paraId="71A64AF0" w14:textId="27F3AEDD" w:rsidR="00DB1C57" w:rsidRDefault="00DB1C57" w:rsidP="00E82EA2">
      <w:pPr>
        <w:tabs>
          <w:tab w:val="left" w:pos="426"/>
        </w:tabs>
        <w:spacing w:before="120"/>
        <w:jc w:val="both"/>
        <w:rPr>
          <w:rFonts w:cs="Arial"/>
        </w:rPr>
      </w:pPr>
    </w:p>
    <w:p w14:paraId="4A882163" w14:textId="77777777" w:rsidR="001922A1" w:rsidRDefault="001922A1" w:rsidP="00E82EA2">
      <w:pPr>
        <w:tabs>
          <w:tab w:val="left" w:pos="426"/>
        </w:tabs>
        <w:spacing w:before="120"/>
        <w:jc w:val="both"/>
        <w:rPr>
          <w:rFonts w:cs="Arial"/>
        </w:rPr>
      </w:pPr>
    </w:p>
    <w:p w14:paraId="12048362" w14:textId="77777777" w:rsidR="00DB1C57" w:rsidRDefault="00DB1C57" w:rsidP="00E82EA2">
      <w:pPr>
        <w:tabs>
          <w:tab w:val="left" w:pos="426"/>
        </w:tabs>
        <w:spacing w:before="120"/>
        <w:jc w:val="both"/>
        <w:rPr>
          <w:rFonts w:cs="Arial"/>
        </w:rPr>
      </w:pPr>
    </w:p>
    <w:p w14:paraId="4CD922FF" w14:textId="1AC81BB1" w:rsidR="004850CE" w:rsidRPr="001B3019" w:rsidRDefault="004850CE" w:rsidP="004850CE">
      <w:pPr>
        <w:spacing w:before="240"/>
        <w:jc w:val="both"/>
        <w:rPr>
          <w:b/>
        </w:rPr>
      </w:pPr>
      <w:r w:rsidRPr="001B3019">
        <w:rPr>
          <w:b/>
        </w:rPr>
        <w:t>8.</w:t>
      </w:r>
      <w:r w:rsidR="00974D2D" w:rsidRPr="001B3019">
        <w:rPr>
          <w:b/>
        </w:rPr>
        <w:t>4</w:t>
      </w:r>
      <w:r w:rsidRPr="001B3019">
        <w:rPr>
          <w:b/>
        </w:rPr>
        <w:t>. Prokázání kvalifikace prostřednictvím jiných osob</w:t>
      </w:r>
    </w:p>
    <w:p w14:paraId="412064EE" w14:textId="77777777" w:rsidR="004850CE" w:rsidRPr="001B3019" w:rsidRDefault="004850CE" w:rsidP="004850CE">
      <w:pPr>
        <w:spacing w:before="240"/>
        <w:jc w:val="both"/>
        <w:rPr>
          <w:rFonts w:cs="Arial"/>
          <w:iCs/>
        </w:rPr>
      </w:pPr>
      <w:r w:rsidRPr="001B3019">
        <w:rPr>
          <w:rFonts w:cs="Arial"/>
          <w:iCs/>
        </w:rPr>
        <w:t xml:space="preserve">Pokud není dodavatel schopen prokázat splnění určité části kvalifikace požadované zadavatelem v plném rozsahu, je oprávněn prokázat splnění profesní způsobilosti (s výjimkou </w:t>
      </w:r>
      <w:r w:rsidRPr="001B3019">
        <w:rPr>
          <w:rFonts w:cs="Arial"/>
        </w:rPr>
        <w:t>výpisu z obchodního rejstříku nebo jiné obdobné evidence, pokud jiný právní předpis zápis do takové evidence vyžaduje</w:t>
      </w:r>
      <w:r w:rsidRPr="001B3019">
        <w:rPr>
          <w:rFonts w:cs="Arial"/>
          <w:iCs/>
        </w:rPr>
        <w:t xml:space="preserve">) a technickou </w:t>
      </w:r>
      <w:r w:rsidR="002B7F42" w:rsidRPr="001B3019">
        <w:rPr>
          <w:rFonts w:cs="Arial"/>
          <w:iCs/>
        </w:rPr>
        <w:t xml:space="preserve">kvalifikaci </w:t>
      </w:r>
      <w:r w:rsidRPr="001B3019">
        <w:rPr>
          <w:rFonts w:cs="Arial"/>
          <w:iCs/>
        </w:rPr>
        <w:t>prostřednictvím jiných osob. V takovém případě je dodavatel povinen zadavateli předložit:</w:t>
      </w:r>
    </w:p>
    <w:p w14:paraId="12CCE591" w14:textId="77777777" w:rsidR="004850CE" w:rsidRPr="001B3019" w:rsidRDefault="004850CE" w:rsidP="00F846A9">
      <w:pPr>
        <w:numPr>
          <w:ilvl w:val="0"/>
          <w:numId w:val="7"/>
        </w:numPr>
        <w:tabs>
          <w:tab w:val="clear" w:pos="794"/>
          <w:tab w:val="num" w:pos="426"/>
        </w:tabs>
        <w:spacing w:after="0" w:line="240" w:lineRule="auto"/>
        <w:ind w:left="426" w:hanging="426"/>
        <w:jc w:val="both"/>
        <w:rPr>
          <w:rFonts w:cs="Arial"/>
          <w:iCs/>
        </w:rPr>
      </w:pPr>
      <w:r w:rsidRPr="001B3019">
        <w:rPr>
          <w:rFonts w:cs="Arial"/>
          <w:iCs/>
        </w:rPr>
        <w:t xml:space="preserve">doklady prokazující splnění profesní způsobilosti </w:t>
      </w:r>
      <w:r w:rsidRPr="001B3019">
        <w:rPr>
          <w:rFonts w:cs="Arial"/>
        </w:rPr>
        <w:t>ve v</w:t>
      </w:r>
      <w:r w:rsidR="00F846A9" w:rsidRPr="001B3019">
        <w:rPr>
          <w:rFonts w:cs="Arial"/>
        </w:rPr>
        <w:t xml:space="preserve">ztahu k České republice – výpis </w:t>
      </w:r>
      <w:r w:rsidRPr="001B3019">
        <w:rPr>
          <w:rFonts w:cs="Arial"/>
        </w:rPr>
        <w:t>z obchodního rejstříku nebo jiné obdobné evidence, pokud jiný právní předpis zápis do takové evidence vyžaduje -  jiné osoby</w:t>
      </w:r>
      <w:r w:rsidRPr="001B3019">
        <w:rPr>
          <w:rFonts w:cs="Arial"/>
          <w:iCs/>
        </w:rPr>
        <w:t>,</w:t>
      </w:r>
    </w:p>
    <w:p w14:paraId="598F9CC1" w14:textId="77777777" w:rsidR="004850CE" w:rsidRPr="001B3019" w:rsidRDefault="004850CE" w:rsidP="00F846A9">
      <w:pPr>
        <w:numPr>
          <w:ilvl w:val="0"/>
          <w:numId w:val="7"/>
        </w:numPr>
        <w:tabs>
          <w:tab w:val="clear" w:pos="794"/>
          <w:tab w:val="num" w:pos="426"/>
        </w:tabs>
        <w:spacing w:after="0" w:line="240" w:lineRule="auto"/>
        <w:ind w:hanging="794"/>
        <w:jc w:val="both"/>
        <w:rPr>
          <w:rFonts w:cs="Arial"/>
          <w:iCs/>
        </w:rPr>
      </w:pPr>
      <w:r w:rsidRPr="001B3019">
        <w:rPr>
          <w:rFonts w:cs="Arial"/>
          <w:iCs/>
        </w:rPr>
        <w:t>doklady prokazující splnění chybějící části kvalifikace prostřednictvím jiné osoby,</w:t>
      </w:r>
    </w:p>
    <w:p w14:paraId="757D70FA" w14:textId="77777777" w:rsidR="00F846A9" w:rsidRPr="001B3019" w:rsidRDefault="004850CE" w:rsidP="00F846A9">
      <w:pPr>
        <w:numPr>
          <w:ilvl w:val="0"/>
          <w:numId w:val="7"/>
        </w:numPr>
        <w:tabs>
          <w:tab w:val="clear" w:pos="794"/>
          <w:tab w:val="num" w:pos="426"/>
        </w:tabs>
        <w:spacing w:after="0" w:line="240" w:lineRule="auto"/>
        <w:ind w:hanging="794"/>
        <w:jc w:val="both"/>
        <w:rPr>
          <w:rFonts w:cs="Arial"/>
          <w:iCs/>
        </w:rPr>
      </w:pPr>
      <w:r w:rsidRPr="001B3019">
        <w:rPr>
          <w:rFonts w:cs="Arial"/>
          <w:iCs/>
        </w:rPr>
        <w:t>doklady o splnění základní způsobilosti jinou osobou – čestné prohlášení,</w:t>
      </w:r>
    </w:p>
    <w:p w14:paraId="686410FE" w14:textId="77777777" w:rsidR="004850CE" w:rsidRPr="001B3019" w:rsidRDefault="004850CE" w:rsidP="00F846A9">
      <w:pPr>
        <w:numPr>
          <w:ilvl w:val="0"/>
          <w:numId w:val="7"/>
        </w:numPr>
        <w:tabs>
          <w:tab w:val="clear" w:pos="794"/>
          <w:tab w:val="num" w:pos="-2977"/>
        </w:tabs>
        <w:spacing w:after="0" w:line="240" w:lineRule="auto"/>
        <w:ind w:left="426" w:hanging="426"/>
        <w:jc w:val="both"/>
        <w:rPr>
          <w:rFonts w:cs="Arial"/>
          <w:iCs/>
        </w:rPr>
      </w:pPr>
      <w:r w:rsidRPr="001B301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1B3019">
        <w:rPr>
          <w:rFonts w:cs="Arial"/>
        </w:rPr>
        <w:t xml:space="preserve"> </w:t>
      </w:r>
    </w:p>
    <w:p w14:paraId="61ECC8F2" w14:textId="286A52AC" w:rsidR="004850CE" w:rsidRPr="001B3019" w:rsidRDefault="004850CE" w:rsidP="004850CE">
      <w:pPr>
        <w:spacing w:before="120"/>
        <w:jc w:val="both"/>
        <w:rPr>
          <w:rFonts w:cs="Arial"/>
        </w:rPr>
      </w:pPr>
      <w:r w:rsidRPr="001B3019">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1B3019">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1B3019">
        <w:rPr>
          <w:rFonts w:cs="Arial"/>
          <w:lang w:eastAsia="cs-CZ"/>
        </w:rPr>
        <w:t>obsahovat závazek, že jiná osoba bude vykonávat stavební práce či služby, ke kterým se prokazované kritérium kvalifikace vztahuje.</w:t>
      </w:r>
    </w:p>
    <w:p w14:paraId="3532FCFF" w14:textId="24275499" w:rsidR="004850CE" w:rsidRPr="002C690A" w:rsidRDefault="004850CE" w:rsidP="004850CE">
      <w:pPr>
        <w:spacing w:before="240"/>
        <w:jc w:val="both"/>
      </w:pPr>
      <w:r w:rsidRPr="001B3019">
        <w:rPr>
          <w:rFonts w:cs="Arial"/>
          <w:b/>
        </w:rPr>
        <w:t>8.</w:t>
      </w:r>
      <w:r w:rsidR="00974D2D" w:rsidRPr="001B3019">
        <w:rPr>
          <w:rFonts w:cs="Arial"/>
          <w:b/>
        </w:rPr>
        <w:t>5</w:t>
      </w:r>
      <w:r w:rsidRPr="001B3019">
        <w:rPr>
          <w:rFonts w:cs="Arial"/>
          <w:b/>
        </w:rPr>
        <w:t>.</w:t>
      </w:r>
      <w:r w:rsidRPr="002C690A">
        <w:rPr>
          <w:rFonts w:cs="Arial"/>
          <w:b/>
        </w:rPr>
        <w:t xml:space="preserve"> </w:t>
      </w:r>
      <w:r>
        <w:rPr>
          <w:rFonts w:cs="Arial"/>
          <w:b/>
        </w:rPr>
        <w:t>Obecně k prokazování splnění kvalifikace</w:t>
      </w:r>
      <w:r w:rsidRPr="002C690A">
        <w:rPr>
          <w:rFonts w:cs="Arial"/>
          <w:b/>
        </w:rPr>
        <w:t>:</w:t>
      </w:r>
    </w:p>
    <w:p w14:paraId="00208E52"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7C007E6E"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39FF4D54"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1246720D" w14:textId="77777777"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33920ABB"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04B26FA5"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 xml:space="preserve">Doklady, kterými zahraniční osoba prokazuje splnění kvalifikace, musí být předloženy v původním jazyce a též v překladu do českého jazyka, pokud mezinárodní smlouva, kterou je Česká republika vázána, nestanoví jinak. To platí i v případě, prokazuje-li </w:t>
      </w:r>
      <w:r w:rsidRPr="007A5261">
        <w:rPr>
          <w:rFonts w:cs="Arial"/>
          <w:bCs/>
        </w:rPr>
        <w:lastRenderedPageBreak/>
        <w:t>splnění kvalifikace doklady v jiném než českém jazyce dodavatel se sídlem, místem podnikání nebo místem trvalého pobytu na území České republiky. Povinnost připojit k dokladům překlad do českého jazyka se nevztahuje na doklady ve slovenském jazyce</w:t>
      </w:r>
      <w:r>
        <w:rPr>
          <w:rFonts w:cs="Arial"/>
          <w:bCs/>
        </w:rPr>
        <w:t xml:space="preserve"> </w:t>
      </w:r>
      <w:r w:rsidRPr="0069732B">
        <w:rPr>
          <w:rFonts w:cs="Arial"/>
        </w:rPr>
        <w:t>a na doklad o vzdělání v latinském jazyce</w:t>
      </w:r>
      <w:r w:rsidRPr="0069732B">
        <w:rPr>
          <w:rFonts w:cs="Arial"/>
          <w:bCs/>
        </w:rPr>
        <w:t xml:space="preserve">. </w:t>
      </w:r>
      <w:r w:rsidRPr="007A5261">
        <w:rPr>
          <w:rFonts w:cs="Arial"/>
          <w:bCs/>
        </w:rPr>
        <w:t>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4C71B9E6" w14:textId="77777777"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14:paraId="41F585CB" w14:textId="77777777"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031AA367" w14:textId="77777777" w:rsidR="004850CE" w:rsidRDefault="004850CE" w:rsidP="004850CE">
      <w:pPr>
        <w:numPr>
          <w:ilvl w:val="0"/>
          <w:numId w:val="14"/>
        </w:numPr>
        <w:spacing w:before="60" w:after="0" w:line="240" w:lineRule="auto"/>
        <w:ind w:left="366"/>
        <w:jc w:val="both"/>
        <w:rPr>
          <w:rFonts w:cs="Arial"/>
        </w:rPr>
      </w:pPr>
      <w:r>
        <w:rPr>
          <w:rFonts w:cs="Arial"/>
        </w:rPr>
        <w:t>i</w:t>
      </w:r>
      <w:r w:rsidRPr="007C6B31">
        <w:rPr>
          <w:rFonts w:cs="Arial"/>
        </w:rPr>
        <w:t>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2FFB540D" w14:textId="77777777" w:rsidR="009D32E0" w:rsidRPr="00BE2796" w:rsidRDefault="009D32E0" w:rsidP="004850CE">
      <w:pPr>
        <w:numPr>
          <w:ilvl w:val="0"/>
          <w:numId w:val="14"/>
        </w:numPr>
        <w:spacing w:before="60" w:after="0" w:line="240" w:lineRule="auto"/>
        <w:ind w:left="366"/>
        <w:jc w:val="both"/>
        <w:rPr>
          <w:rFonts w:ascii="Verdana" w:hAnsi="Verdana" w:cs="Arial"/>
        </w:rPr>
      </w:pPr>
      <w:r w:rsidRPr="009D32E0">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4F30636" w14:textId="77777777" w:rsidR="004850CE" w:rsidRPr="008A62BD" w:rsidRDefault="004850CE" w:rsidP="0060771F">
      <w:pPr>
        <w:suppressAutoHyphens/>
        <w:spacing w:before="240"/>
        <w:ind w:left="710" w:hanging="710"/>
        <w:jc w:val="both"/>
        <w:rPr>
          <w:rFonts w:cs="Arial"/>
          <w:b/>
          <w:bCs/>
          <w:u w:val="single"/>
        </w:rPr>
      </w:pPr>
      <w:r w:rsidRPr="008A62BD">
        <w:rPr>
          <w:rFonts w:cs="Arial"/>
          <w:b/>
          <w:bCs/>
        </w:rPr>
        <w:t xml:space="preserve">9.  </w:t>
      </w:r>
      <w:r w:rsidRPr="008A62BD">
        <w:rPr>
          <w:rFonts w:cs="Arial"/>
          <w:b/>
          <w:bCs/>
          <w:u w:val="single"/>
        </w:rPr>
        <w:t>Obchodní a platební podmínky:</w:t>
      </w:r>
    </w:p>
    <w:p w14:paraId="7A41ED8D" w14:textId="77777777" w:rsidR="004850CE" w:rsidRPr="008A62BD" w:rsidRDefault="004850CE" w:rsidP="004850CE">
      <w:pPr>
        <w:suppressAutoHyphens/>
        <w:spacing w:before="240"/>
        <w:ind w:left="142" w:hanging="142"/>
        <w:jc w:val="both"/>
        <w:rPr>
          <w:rFonts w:cs="Arial"/>
          <w:b/>
          <w:bCs/>
        </w:rPr>
      </w:pPr>
      <w:r w:rsidRPr="008A62BD">
        <w:rPr>
          <w:rFonts w:cs="Arial"/>
          <w:b/>
          <w:bCs/>
        </w:rPr>
        <w:t>9.1.  Obchodní podmínky:</w:t>
      </w:r>
    </w:p>
    <w:p w14:paraId="4E43334E" w14:textId="7C280AE4" w:rsidR="004850CE" w:rsidRDefault="004850CE" w:rsidP="004850CE">
      <w:pPr>
        <w:suppressAutoHyphens/>
        <w:spacing w:before="120"/>
        <w:jc w:val="both"/>
        <w:rPr>
          <w:rFonts w:cs="Arial"/>
        </w:rPr>
      </w:pPr>
      <w:r w:rsidRPr="008A62BD">
        <w:rPr>
          <w:rFonts w:cs="Arial"/>
        </w:rPr>
        <w:t>Obchodní podmínky jsou upraveny v návrhu Smlouvy o dílo, který tvoří součást zadávací dokumentace, a je přílohou této výzvy.</w:t>
      </w:r>
    </w:p>
    <w:p w14:paraId="2736B80D" w14:textId="3C8BE013" w:rsidR="00AA64BA" w:rsidRDefault="00AA64BA" w:rsidP="004850CE">
      <w:pPr>
        <w:suppressAutoHyphens/>
        <w:spacing w:before="120"/>
        <w:jc w:val="both"/>
        <w:rPr>
          <w:rFonts w:cs="Arial"/>
        </w:rPr>
      </w:pPr>
    </w:p>
    <w:p w14:paraId="5D200999" w14:textId="77777777" w:rsidR="00AA64BA" w:rsidRPr="008A62BD" w:rsidRDefault="00AA64BA" w:rsidP="004850CE">
      <w:pPr>
        <w:suppressAutoHyphens/>
        <w:spacing w:before="120"/>
        <w:jc w:val="both"/>
        <w:rPr>
          <w:rFonts w:cs="Arial"/>
        </w:rPr>
      </w:pPr>
    </w:p>
    <w:p w14:paraId="0314258F" w14:textId="77777777" w:rsidR="004850CE" w:rsidRDefault="004850CE" w:rsidP="004850CE">
      <w:pPr>
        <w:suppressAutoHyphens/>
        <w:spacing w:before="240"/>
        <w:jc w:val="both"/>
        <w:rPr>
          <w:rFonts w:cs="Arial"/>
          <w:b/>
          <w:bCs/>
        </w:rPr>
      </w:pPr>
      <w:r>
        <w:rPr>
          <w:rFonts w:cs="Arial"/>
          <w:b/>
        </w:rPr>
        <w:lastRenderedPageBreak/>
        <w:t>9</w:t>
      </w:r>
      <w:r w:rsidRPr="00442EBB">
        <w:rPr>
          <w:rFonts w:cs="Arial"/>
          <w:b/>
        </w:rPr>
        <w:t>.2</w:t>
      </w:r>
      <w:r w:rsidRPr="00BE6DFC">
        <w:rPr>
          <w:rFonts w:cs="Arial"/>
          <w:b/>
        </w:rPr>
        <w:t>.</w:t>
      </w:r>
      <w:r>
        <w:rPr>
          <w:rFonts w:cs="Arial"/>
        </w:rPr>
        <w:t xml:space="preserve"> </w:t>
      </w:r>
      <w:r w:rsidRPr="009E5989">
        <w:rPr>
          <w:rFonts w:cs="Arial"/>
          <w:b/>
          <w:bCs/>
        </w:rPr>
        <w:t>Platební podmínky:</w:t>
      </w:r>
    </w:p>
    <w:p w14:paraId="36F199D8" w14:textId="77777777"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14:paraId="6DA7C477" w14:textId="77777777"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14:paraId="582907A2" w14:textId="77777777" w:rsidR="00914BC5" w:rsidRDefault="00914BC5" w:rsidP="00914BC5">
      <w:pPr>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3916BC2D" w14:textId="77777777" w:rsidR="004850CE" w:rsidRPr="008F0073" w:rsidRDefault="00914BC5" w:rsidP="00914BC5">
      <w:pPr>
        <w:suppressAutoHyphens/>
        <w:spacing w:before="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14:paraId="383DDA86" w14:textId="77777777"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14:paraId="37F507CB" w14:textId="77777777"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73C3C661" w14:textId="77777777" w:rsidR="004850CE" w:rsidRPr="009E5989" w:rsidRDefault="004850CE" w:rsidP="0031735C">
      <w:pPr>
        <w:suppressAutoHyphens/>
        <w:spacing w:before="100" w:beforeAutospacing="1" w:after="0"/>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389E6349"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2F53BEAA"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w:t>
      </w:r>
      <w:r w:rsidRPr="00E161B0">
        <w:rPr>
          <w:rFonts w:cs="Arial"/>
        </w:rPr>
        <w:t xml:space="preserve">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5" w:history="1">
        <w:r w:rsidR="002B7F42" w:rsidRPr="00E161B0">
          <w:rPr>
            <w:rStyle w:val="Hypertextovodkaz"/>
            <w:rFonts w:cs="Arial"/>
          </w:rPr>
          <w:t>https://zakazky.spravazeleznic.cz/</w:t>
        </w:r>
      </w:hyperlink>
      <w:r w:rsidRPr="00E161B0">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E161B0">
        <w:rPr>
          <w:rFonts w:cs="Arial"/>
        </w:rPr>
        <w:t>skenu</w:t>
      </w:r>
      <w:proofErr w:type="spellEnd"/>
      <w:r w:rsidRPr="00E161B0">
        <w:rPr>
          <w:rFonts w:cs="Arial"/>
        </w:rPr>
        <w:t xml:space="preserve"> předmětného dokumentu s viditelným označením dodavatele (např. razítkem), podpisem a datem podpisu, nebo opatřené platným uznávaným elektronickým podpisem. Oprávnění k podpisu je třeb</w:t>
      </w:r>
      <w:r>
        <w:rPr>
          <w:rFonts w:cs="Arial"/>
        </w:rPr>
        <w:t xml:space="preserve">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3AC63CC0"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6215660B"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EF30F8">
        <w:rPr>
          <w:rFonts w:ascii="Verdana" w:hAnsi="Verdana" w:cs="Arial"/>
        </w:rPr>
        <w:t xml:space="preserve">zakázky. Dodavatel není oprávněn činit jakékoliv změny či doplnění návrhu smlouvy o dílo, vyjma </w:t>
      </w:r>
      <w:r w:rsidRPr="0083386F">
        <w:rPr>
          <w:rFonts w:ascii="Verdana" w:hAnsi="Verdana" w:cs="Arial"/>
        </w:rPr>
        <w:t>údajů, u nichž vyplývá z obsahu povinnost jejich doplnění. Návrh smlouvy nemusí být dodavatelem v nabídce podepsán.</w:t>
      </w:r>
    </w:p>
    <w:p w14:paraId="69F89B18"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0162E587" w14:textId="77777777" w:rsidR="004850CE" w:rsidRPr="00E161B0"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w:t>
      </w:r>
      <w:r w:rsidRPr="00E161B0">
        <w:rPr>
          <w:rFonts w:ascii="Verdana" w:hAnsi="Verdana"/>
          <w:sz w:val="18"/>
          <w:szCs w:val="18"/>
        </w:rPr>
        <w:t>příloha č. 1 Výzvy),</w:t>
      </w:r>
    </w:p>
    <w:p w14:paraId="4A0C1E8B"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v případě podání společné nabídky Údaje o společnosti (sdružení) účastníků podávajících nabídku společně (příloha č. 2 Výzvy),</w:t>
      </w:r>
    </w:p>
    <w:p w14:paraId="4DFCA4AC"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Plná moc nebo pověření, je-li tohoto dokumentu potřeba,</w:t>
      </w:r>
    </w:p>
    <w:p w14:paraId="7046282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Smlouva o společnosti (sdružení) resp. jiná obdobná listina,</w:t>
      </w:r>
      <w:r w:rsidR="00750725" w:rsidRPr="00E161B0">
        <w:rPr>
          <w:rFonts w:ascii="Verdana" w:hAnsi="Verdana"/>
          <w:sz w:val="18"/>
          <w:szCs w:val="18"/>
        </w:rPr>
        <w:t xml:space="preserve"> je-li tohoto dokumentu potřeba,</w:t>
      </w:r>
    </w:p>
    <w:p w14:paraId="4E807AC6"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lastRenderedPageBreak/>
        <w:t>Doklady k prokázání základní způsobilosti,</w:t>
      </w:r>
    </w:p>
    <w:p w14:paraId="31F2E6C1"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profesní způsobilosti,</w:t>
      </w:r>
    </w:p>
    <w:p w14:paraId="4E8B585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technické kvalifikace (příloha č. 3 Výzvy),</w:t>
      </w:r>
    </w:p>
    <w:p w14:paraId="52CA21AE" w14:textId="129F906A" w:rsidR="004850CE"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Seznam jiných osob, jejichž prostřednictvím prokazuje dodavatel určitou část kvalifikace a doklady vztahující se k těmto jiným osobám (příloha č. 4 Výzvy),</w:t>
      </w:r>
    </w:p>
    <w:p w14:paraId="0E73FA98" w14:textId="345934DF" w:rsidR="00573333" w:rsidRPr="00573333" w:rsidRDefault="00573333" w:rsidP="00573333">
      <w:pPr>
        <w:pStyle w:val="Seznam"/>
        <w:numPr>
          <w:ilvl w:val="0"/>
          <w:numId w:val="9"/>
        </w:numPr>
        <w:jc w:val="both"/>
        <w:rPr>
          <w:rFonts w:ascii="Verdana" w:hAnsi="Verdana"/>
          <w:sz w:val="18"/>
          <w:szCs w:val="18"/>
        </w:rPr>
      </w:pPr>
      <w:r w:rsidRPr="00352F90">
        <w:rPr>
          <w:rFonts w:ascii="Verdana" w:hAnsi="Verdana"/>
          <w:sz w:val="18"/>
          <w:szCs w:val="18"/>
        </w:rPr>
        <w:t>Seznam osob prokazující profesní a odbornou způsobilost, technickou kvalifikaci (příloha č. 5 Výzvy),</w:t>
      </w:r>
    </w:p>
    <w:p w14:paraId="4525CC38" w14:textId="1B8CAFA5" w:rsidR="00820548" w:rsidRPr="00C65197" w:rsidRDefault="004850CE" w:rsidP="00C65197">
      <w:pPr>
        <w:pStyle w:val="Seznam"/>
        <w:numPr>
          <w:ilvl w:val="0"/>
          <w:numId w:val="9"/>
        </w:numPr>
        <w:jc w:val="both"/>
        <w:rPr>
          <w:rFonts w:ascii="Verdana" w:hAnsi="Verdana"/>
          <w:sz w:val="18"/>
          <w:szCs w:val="18"/>
        </w:rPr>
      </w:pPr>
      <w:r w:rsidRPr="0083386F">
        <w:rPr>
          <w:rFonts w:ascii="Verdana" w:hAnsi="Verdana"/>
          <w:sz w:val="18"/>
          <w:szCs w:val="18"/>
        </w:rPr>
        <w:t>Návrh Smlouvy o dílo.</w:t>
      </w:r>
    </w:p>
    <w:p w14:paraId="1D2EFB55" w14:textId="77777777" w:rsidR="004850CE" w:rsidRPr="00463D82" w:rsidRDefault="004850CE" w:rsidP="004850CE">
      <w:pPr>
        <w:pStyle w:val="Seznam"/>
        <w:suppressAutoHyphens/>
        <w:spacing w:before="240" w:after="120"/>
        <w:ind w:left="0" w:firstLine="0"/>
        <w:jc w:val="both"/>
        <w:rPr>
          <w:b/>
          <w:bCs/>
        </w:rPr>
      </w:pPr>
      <w:r>
        <w:rPr>
          <w:b/>
          <w:bCs/>
        </w:rPr>
        <w:t>10</w:t>
      </w:r>
      <w:r w:rsidRPr="00463D82">
        <w:rPr>
          <w:b/>
          <w:bCs/>
        </w:rPr>
        <w:t>.2.  Požadavky na zpracování nabídkové ceny:</w:t>
      </w:r>
    </w:p>
    <w:p w14:paraId="2E6CA7AC" w14:textId="77777777" w:rsidR="004850CE" w:rsidRPr="009E5989" w:rsidRDefault="004850CE" w:rsidP="004850CE">
      <w:pPr>
        <w:suppressAutoHyphens/>
        <w:jc w:val="both"/>
        <w:rPr>
          <w:rFonts w:cs="Arial"/>
        </w:rPr>
      </w:pPr>
      <w:r w:rsidRPr="009E5989">
        <w:rPr>
          <w:rFonts w:cs="Arial"/>
        </w:rPr>
        <w:t>Nabídková cena za služby musí být stanovena za celý rozsah předmětu plnění.</w:t>
      </w:r>
    </w:p>
    <w:p w14:paraId="19694961" w14:textId="77777777" w:rsidR="004850CE" w:rsidRPr="00B44625" w:rsidRDefault="004850CE" w:rsidP="004850CE">
      <w:pPr>
        <w:suppressAutoHyphens/>
        <w:spacing w:before="120"/>
        <w:jc w:val="both"/>
        <w:rPr>
          <w:rFonts w:cs="Arial"/>
        </w:rPr>
      </w:pPr>
      <w:r w:rsidRPr="005C6235">
        <w:rPr>
          <w:rFonts w:cs="Arial"/>
        </w:rPr>
        <w:t xml:space="preserve">Nabídkovou cenu účastník zpracuje v korunách českých a uvede cenu celkem bez DPH, DPH a 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14:paraId="7730C42F" w14:textId="77777777" w:rsidR="004850CE" w:rsidRPr="00B44625" w:rsidRDefault="004850CE" w:rsidP="004850CE">
      <w:pPr>
        <w:pStyle w:val="Zkladntext"/>
        <w:suppressAutoHyphens/>
        <w:spacing w:before="120"/>
        <w:jc w:val="both"/>
        <w:rPr>
          <w:rFonts w:ascii="Arial" w:hAnsi="Arial" w:cs="Arial"/>
          <w:sz w:val="20"/>
        </w:rPr>
      </w:pPr>
      <w:r w:rsidRPr="00B44625">
        <w:rPr>
          <w:rFonts w:ascii="Arial" w:hAnsi="Arial" w:cs="Arial"/>
          <w:sz w:val="20"/>
        </w:rPr>
        <w:t xml:space="preserve">Nabídková cena bude zahrnovat veškeré požadované činnosti související </w:t>
      </w:r>
      <w:r>
        <w:rPr>
          <w:rFonts w:ascii="Arial" w:hAnsi="Arial" w:cs="Arial"/>
          <w:sz w:val="20"/>
        </w:rPr>
        <w:t>s předmětem díla.</w:t>
      </w:r>
    </w:p>
    <w:p w14:paraId="24E336E3" w14:textId="77777777" w:rsidR="004850CE" w:rsidRPr="009E5989" w:rsidRDefault="004850CE" w:rsidP="004773FE">
      <w:pPr>
        <w:suppressAutoHyphens/>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14:paraId="3BBD6706"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w:t>
      </w:r>
      <w:r w:rsidRPr="00E161B0">
        <w:rPr>
          <w:rFonts w:cs="Arial"/>
        </w:rPr>
        <w:t xml:space="preserve">elektronické podobě na veřejnou zakázku je uveden v uživatelské příručce elektronického nástroje E-ZAK pro účastníky, která je k dispozici na elektronické adrese </w:t>
      </w:r>
      <w:hyperlink r:id="rId16" w:history="1">
        <w:r w:rsidR="002B7F42" w:rsidRPr="00E161B0">
          <w:rPr>
            <w:rStyle w:val="Hypertextovodkaz"/>
            <w:rFonts w:cs="Arial"/>
          </w:rPr>
          <w:t>https://zakazky.spravazeleznic.cz/manual.html</w:t>
        </w:r>
      </w:hyperlink>
      <w:r w:rsidRPr="00E161B0">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E161B0">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6C2632BC" w14:textId="77777777" w:rsidR="004850CE" w:rsidRDefault="004850CE" w:rsidP="00715D1B">
      <w:pPr>
        <w:suppressAutoHyphens/>
        <w:spacing w:after="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D9E9F9C" w14:textId="77777777" w:rsidR="004850CE" w:rsidRPr="009E5989" w:rsidRDefault="004850CE" w:rsidP="00715D1B">
      <w:pPr>
        <w:suppressAutoHyphens/>
        <w:spacing w:after="12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14:paraId="495E1F74" w14:textId="5E4CBEA6" w:rsidR="004850CE" w:rsidRPr="009A25B4" w:rsidRDefault="004850CE" w:rsidP="00715D1B">
      <w:pPr>
        <w:suppressAutoHyphens/>
        <w:spacing w:after="0"/>
        <w:jc w:val="both"/>
        <w:rPr>
          <w:rFonts w:cs="Arial"/>
          <w:b/>
        </w:rPr>
      </w:pPr>
      <w:r w:rsidRPr="009E5989">
        <w:rPr>
          <w:rFonts w:cs="Arial"/>
        </w:rPr>
        <w:t xml:space="preserve">Nabídku lze podat v termínu </w:t>
      </w:r>
      <w:r w:rsidRPr="004773FE">
        <w:rPr>
          <w:rFonts w:cs="Arial"/>
        </w:rPr>
        <w:t xml:space="preserve">nejpozději do </w:t>
      </w:r>
      <w:r w:rsidR="00F51567" w:rsidRPr="004773FE">
        <w:rPr>
          <w:rFonts w:cs="Arial"/>
          <w:b/>
        </w:rPr>
        <w:t>1</w:t>
      </w:r>
      <w:r w:rsidR="001B3019">
        <w:rPr>
          <w:rFonts w:cs="Arial"/>
          <w:b/>
        </w:rPr>
        <w:t>8</w:t>
      </w:r>
      <w:r w:rsidRPr="004773FE">
        <w:rPr>
          <w:rFonts w:cs="Arial"/>
          <w:b/>
        </w:rPr>
        <w:t>.</w:t>
      </w:r>
      <w:r w:rsidR="003C17E6" w:rsidRPr="004773FE">
        <w:rPr>
          <w:rFonts w:cs="Arial"/>
          <w:b/>
        </w:rPr>
        <w:t xml:space="preserve"> </w:t>
      </w:r>
      <w:r w:rsidR="00ED23CE" w:rsidRPr="004773FE">
        <w:rPr>
          <w:rFonts w:cs="Arial"/>
          <w:b/>
        </w:rPr>
        <w:t>12</w:t>
      </w:r>
      <w:r w:rsidRPr="004773FE">
        <w:rPr>
          <w:rFonts w:cs="Arial"/>
          <w:b/>
        </w:rPr>
        <w:t>.</w:t>
      </w:r>
      <w:r w:rsidR="003C17E6" w:rsidRPr="004773FE">
        <w:rPr>
          <w:rFonts w:cs="Arial"/>
          <w:b/>
        </w:rPr>
        <w:t xml:space="preserve"> </w:t>
      </w:r>
      <w:r w:rsidRPr="004773FE">
        <w:rPr>
          <w:rFonts w:cs="Arial"/>
          <w:b/>
        </w:rPr>
        <w:t>20</w:t>
      </w:r>
      <w:r w:rsidR="002E7523" w:rsidRPr="004773FE">
        <w:rPr>
          <w:rFonts w:cs="Arial"/>
          <w:b/>
        </w:rPr>
        <w:t>20</w:t>
      </w:r>
      <w:r w:rsidR="00ED23CE" w:rsidRPr="004773FE">
        <w:rPr>
          <w:rFonts w:cs="Arial"/>
          <w:b/>
        </w:rPr>
        <w:t xml:space="preserve"> do 09</w:t>
      </w:r>
      <w:r w:rsidRPr="004773FE">
        <w:rPr>
          <w:rFonts w:cs="Arial"/>
          <w:b/>
        </w:rPr>
        <w:t>:00 hod.</w:t>
      </w:r>
      <w:r w:rsidRPr="0054403C">
        <w:rPr>
          <w:rFonts w:cs="Arial"/>
          <w:b/>
        </w:rPr>
        <w:t xml:space="preserve"> </w:t>
      </w:r>
      <w:r w:rsidRPr="0054403C">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 </w:t>
      </w:r>
    </w:p>
    <w:p w14:paraId="2B20B034" w14:textId="77777777" w:rsidR="00715D1B" w:rsidRDefault="00715D1B" w:rsidP="00715D1B">
      <w:pPr>
        <w:suppressAutoHyphens/>
        <w:spacing w:after="0"/>
        <w:ind w:left="425" w:hanging="425"/>
        <w:jc w:val="both"/>
        <w:rPr>
          <w:rFonts w:cs="Arial"/>
          <w:b/>
          <w:bCs/>
        </w:rPr>
      </w:pPr>
    </w:p>
    <w:p w14:paraId="20147304" w14:textId="77777777" w:rsidR="004850CE" w:rsidRPr="009E5989" w:rsidRDefault="004850CE" w:rsidP="00715D1B">
      <w:pPr>
        <w:suppressAutoHyphens/>
        <w:spacing w:after="12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4B8D15CD" w14:textId="77777777" w:rsidR="004850CE" w:rsidRPr="00261508" w:rsidRDefault="004850CE" w:rsidP="00715D1B">
      <w:pPr>
        <w:spacing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7052373F" w14:textId="1AEA35F2" w:rsidR="00820548" w:rsidRPr="009020AC" w:rsidRDefault="004850CE" w:rsidP="009020AC">
      <w:pPr>
        <w:suppressAutoHyphens/>
        <w:spacing w:after="120"/>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w:t>
      </w:r>
      <w:r w:rsidRPr="009020AC">
        <w:rPr>
          <w:rFonts w:cs="Arial"/>
        </w:rPr>
        <w:t xml:space="preserve">vyloučení účastníka informování na profilu zadavatele: </w:t>
      </w:r>
      <w:hyperlink r:id="rId17" w:history="1">
        <w:r w:rsidR="002B7F42" w:rsidRPr="009020AC">
          <w:rPr>
            <w:rStyle w:val="Hypertextovodkaz"/>
            <w:rFonts w:cs="Arial"/>
            <w:b/>
            <w:bCs/>
            <w:lang w:eastAsia="cs-CZ"/>
          </w:rPr>
          <w:t>https://zakazky.spravazeleznic.cz/</w:t>
        </w:r>
      </w:hyperlink>
      <w:r w:rsidRPr="009020AC">
        <w:rPr>
          <w:rFonts w:eastAsia="Times New Roman" w:cs="Arial"/>
          <w:b/>
          <w:bCs/>
          <w:lang w:eastAsia="cs-CZ"/>
        </w:rPr>
        <w:t xml:space="preserve">. </w:t>
      </w:r>
      <w:r w:rsidRPr="009020AC">
        <w:rPr>
          <w:rFonts w:eastAsia="Times New Roman" w:cs="Arial"/>
          <w:bCs/>
          <w:lang w:eastAsia="cs-CZ"/>
        </w:rPr>
        <w:t>Za doručené všem</w:t>
      </w:r>
      <w:r w:rsidR="008509B0" w:rsidRPr="009020AC">
        <w:rPr>
          <w:rFonts w:eastAsia="Times New Roman" w:cs="Arial"/>
          <w:bCs/>
          <w:lang w:eastAsia="cs-CZ"/>
        </w:rPr>
        <w:t xml:space="preserve"> dotčeným zájemcům a</w:t>
      </w:r>
      <w:r w:rsidRPr="009020AC">
        <w:rPr>
          <w:rFonts w:eastAsia="Times New Roman" w:cs="Arial"/>
          <w:bCs/>
          <w:lang w:eastAsia="cs-CZ"/>
        </w:rPr>
        <w:t xml:space="preserve"> účastníkům se považuje okamžik uveřejnění.</w:t>
      </w:r>
    </w:p>
    <w:p w14:paraId="1FEC8E27" w14:textId="77777777" w:rsidR="00DB1C57" w:rsidRPr="009020AC" w:rsidRDefault="00DB1C57" w:rsidP="00DB1C57">
      <w:pPr>
        <w:suppressAutoHyphens/>
        <w:spacing w:before="100" w:beforeAutospacing="1"/>
        <w:ind w:left="426" w:hanging="426"/>
        <w:jc w:val="both"/>
        <w:rPr>
          <w:rFonts w:cs="Arial"/>
          <w:b/>
          <w:bCs/>
          <w:u w:val="single"/>
        </w:rPr>
      </w:pPr>
      <w:r w:rsidRPr="009020AC">
        <w:rPr>
          <w:rFonts w:cs="Arial"/>
          <w:b/>
          <w:bCs/>
        </w:rPr>
        <w:t>14.</w:t>
      </w:r>
      <w:r w:rsidRPr="009020AC">
        <w:rPr>
          <w:rFonts w:cs="Arial"/>
          <w:b/>
          <w:bCs/>
        </w:rPr>
        <w:tab/>
      </w:r>
      <w:r w:rsidRPr="009020AC">
        <w:rPr>
          <w:rFonts w:cs="Arial"/>
          <w:b/>
          <w:bCs/>
          <w:u w:val="single"/>
        </w:rPr>
        <w:t>Způsob hodnocení nabídek:</w:t>
      </w:r>
    </w:p>
    <w:p w14:paraId="51162CF5" w14:textId="77777777" w:rsidR="00DB1C57" w:rsidRPr="009020AC" w:rsidRDefault="00DB1C57" w:rsidP="00DB1C57">
      <w:pPr>
        <w:numPr>
          <w:ilvl w:val="1"/>
          <w:numId w:val="0"/>
        </w:numPr>
        <w:spacing w:after="0"/>
        <w:jc w:val="both"/>
      </w:pPr>
      <w:r w:rsidRPr="009020AC">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AC79515" w14:textId="77777777" w:rsidR="00DB1C57" w:rsidRPr="00DB1C57" w:rsidRDefault="00DB1C57" w:rsidP="00DB1C57">
      <w:pPr>
        <w:spacing w:after="0"/>
        <w:jc w:val="both"/>
        <w:rPr>
          <w:highlight w:val="yellow"/>
        </w:rPr>
      </w:pPr>
    </w:p>
    <w:tbl>
      <w:tblPr>
        <w:tblStyle w:val="Mkatabulky1"/>
        <w:tblW w:w="8868" w:type="dxa"/>
        <w:tblBorders>
          <w:top w:val="single" w:sz="2" w:space="0" w:color="auto"/>
        </w:tblBorders>
        <w:tblLayout w:type="fixed"/>
        <w:tblLook w:val="04E0" w:firstRow="1" w:lastRow="1" w:firstColumn="1" w:lastColumn="0" w:noHBand="0" w:noVBand="1"/>
      </w:tblPr>
      <w:tblGrid>
        <w:gridCol w:w="4757"/>
        <w:gridCol w:w="4111"/>
      </w:tblGrid>
      <w:tr w:rsidR="00DB1C57" w:rsidRPr="00DB1C57" w14:paraId="22EE3220" w14:textId="77777777" w:rsidTr="00966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AF3DEA" w14:textId="77777777" w:rsidR="00DB1C57" w:rsidRPr="009020AC" w:rsidRDefault="00DB1C57" w:rsidP="009660E9">
            <w:pPr>
              <w:spacing w:after="120" w:line="264" w:lineRule="auto"/>
              <w:rPr>
                <w:b/>
                <w:sz w:val="16"/>
                <w:szCs w:val="16"/>
              </w:rPr>
            </w:pPr>
            <w:r w:rsidRPr="009020AC">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E71A71" w14:textId="77777777" w:rsidR="00DB1C57" w:rsidRPr="009020AC" w:rsidRDefault="00DB1C57" w:rsidP="009660E9">
            <w:pPr>
              <w:spacing w:after="240" w:line="264" w:lineRule="auto"/>
              <w:jc w:val="center"/>
              <w:cnfStyle w:val="100000000000" w:firstRow="1" w:lastRow="0" w:firstColumn="0" w:lastColumn="0" w:oddVBand="0" w:evenVBand="0" w:oddHBand="0" w:evenHBand="0" w:firstRowFirstColumn="0" w:firstRowLastColumn="0" w:lastRowFirstColumn="0" w:lastRowLastColumn="0"/>
              <w:rPr>
                <w:b/>
                <w:sz w:val="16"/>
                <w:szCs w:val="16"/>
              </w:rPr>
            </w:pPr>
            <w:r w:rsidRPr="009020AC">
              <w:rPr>
                <w:b/>
                <w:sz w:val="16"/>
                <w:szCs w:val="16"/>
              </w:rPr>
              <w:t>Váha kritéria v celkovém hodnocení</w:t>
            </w:r>
          </w:p>
        </w:tc>
      </w:tr>
      <w:tr w:rsidR="00DB1C57" w:rsidRPr="00DB1C57" w14:paraId="5AE1DA54" w14:textId="77777777" w:rsidTr="009660E9">
        <w:tc>
          <w:tcPr>
            <w:cnfStyle w:val="001000000000" w:firstRow="0" w:lastRow="0" w:firstColumn="1" w:lastColumn="0" w:oddVBand="0" w:evenVBand="0" w:oddHBand="0" w:evenHBand="0" w:firstRowFirstColumn="0" w:firstRowLastColumn="0" w:lastRowFirstColumn="0" w:lastRowLastColumn="0"/>
            <w:tcW w:w="4757" w:type="dxa"/>
          </w:tcPr>
          <w:p w14:paraId="2705BDA2" w14:textId="77777777" w:rsidR="00DB1C57" w:rsidRPr="009020AC" w:rsidRDefault="00DB1C57" w:rsidP="009660E9">
            <w:pPr>
              <w:spacing w:after="240" w:line="264" w:lineRule="auto"/>
              <w:rPr>
                <w:sz w:val="16"/>
                <w:szCs w:val="16"/>
              </w:rPr>
            </w:pPr>
            <w:r w:rsidRPr="009020AC">
              <w:rPr>
                <w:sz w:val="16"/>
                <w:szCs w:val="16"/>
              </w:rPr>
              <w:t>Nabídková cena</w:t>
            </w:r>
          </w:p>
        </w:tc>
        <w:tc>
          <w:tcPr>
            <w:tcW w:w="4111" w:type="dxa"/>
            <w:tcBorders>
              <w:bottom w:val="single" w:sz="2" w:space="0" w:color="auto"/>
            </w:tcBorders>
          </w:tcPr>
          <w:p w14:paraId="2248B8AF" w14:textId="77777777" w:rsidR="00DB1C57" w:rsidRPr="009020AC" w:rsidRDefault="00DB1C57" w:rsidP="009660E9">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9020AC">
              <w:rPr>
                <w:sz w:val="16"/>
                <w:szCs w:val="16"/>
              </w:rPr>
              <w:t>40 %</w:t>
            </w:r>
          </w:p>
        </w:tc>
      </w:tr>
      <w:tr w:rsidR="00DB1C57" w:rsidRPr="00DB1C57" w14:paraId="2CE83671" w14:textId="77777777" w:rsidTr="009660E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81B0AB" w14:textId="61E19D37" w:rsidR="00DB1C57" w:rsidRPr="009020AC" w:rsidRDefault="00C65197" w:rsidP="00C65197">
            <w:pPr>
              <w:spacing w:after="240" w:line="264" w:lineRule="auto"/>
              <w:rPr>
                <w:sz w:val="16"/>
                <w:szCs w:val="16"/>
              </w:rPr>
            </w:pPr>
            <w:r>
              <w:rPr>
                <w:b w:val="0"/>
                <w:sz w:val="16"/>
                <w:szCs w:val="16"/>
              </w:rPr>
              <w:t>Z</w:t>
            </w:r>
            <w:r w:rsidR="00DB1C57" w:rsidRPr="009020AC">
              <w:rPr>
                <w:b w:val="0"/>
                <w:sz w:val="16"/>
                <w:szCs w:val="16"/>
              </w:rPr>
              <w:t xml:space="preserve">kušenosti </w:t>
            </w:r>
            <w:r>
              <w:rPr>
                <w:b w:val="0"/>
                <w:sz w:val="16"/>
                <w:szCs w:val="16"/>
              </w:rPr>
              <w:t>se zakázkami obdobného charakteru</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B635607" w14:textId="77777777" w:rsidR="00DB1C57" w:rsidRPr="009020AC" w:rsidRDefault="00DB1C57" w:rsidP="009660E9">
            <w:pPr>
              <w:spacing w:after="240" w:line="264" w:lineRule="auto"/>
              <w:jc w:val="center"/>
              <w:cnfStyle w:val="010000000000" w:firstRow="0" w:lastRow="1" w:firstColumn="0" w:lastColumn="0" w:oddVBand="0" w:evenVBand="0" w:oddHBand="0" w:evenHBand="0" w:firstRowFirstColumn="0" w:firstRowLastColumn="0" w:lastRowFirstColumn="0" w:lastRowLastColumn="0"/>
              <w:rPr>
                <w:sz w:val="16"/>
                <w:szCs w:val="16"/>
              </w:rPr>
            </w:pPr>
            <w:r w:rsidRPr="009020AC">
              <w:rPr>
                <w:b w:val="0"/>
                <w:sz w:val="16"/>
                <w:szCs w:val="16"/>
              </w:rPr>
              <w:t>60 %</w:t>
            </w:r>
          </w:p>
        </w:tc>
      </w:tr>
    </w:tbl>
    <w:p w14:paraId="637D561B" w14:textId="77777777" w:rsidR="00DB1C57" w:rsidRPr="009020AC" w:rsidRDefault="00DB1C57" w:rsidP="00DB1C57">
      <w:pPr>
        <w:pStyle w:val="Text1-1"/>
        <w:numPr>
          <w:ilvl w:val="0"/>
          <w:numId w:val="0"/>
        </w:numPr>
        <w:spacing w:before="240"/>
      </w:pPr>
      <w:r w:rsidRPr="009020AC">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A5D2778" w14:textId="77777777" w:rsidR="00DB1C57" w:rsidRPr="009020AC" w:rsidRDefault="00DB1C57" w:rsidP="00DB1C57">
      <w:pPr>
        <w:tabs>
          <w:tab w:val="left" w:pos="-3402"/>
        </w:tabs>
        <w:spacing w:before="240" w:after="0"/>
        <w:ind w:left="425" w:hanging="425"/>
        <w:jc w:val="both"/>
        <w:rPr>
          <w:rFonts w:eastAsia="Batang" w:cs="Arial"/>
          <w:b/>
        </w:rPr>
      </w:pPr>
      <w:r w:rsidRPr="009020AC">
        <w:rPr>
          <w:rFonts w:eastAsia="Batang" w:cs="Arial"/>
          <w:b/>
        </w:rPr>
        <w:t>14.1 Nabídková cena</w:t>
      </w:r>
    </w:p>
    <w:p w14:paraId="42C00262" w14:textId="552E9C0D" w:rsidR="00DB1C57" w:rsidRPr="009020AC" w:rsidRDefault="00DB1C57" w:rsidP="00DB1C57">
      <w:pPr>
        <w:spacing w:before="240" w:after="120"/>
        <w:jc w:val="both"/>
      </w:pPr>
      <w:r w:rsidRPr="00AE4BFD">
        <w:t xml:space="preserve">Nejprve bude hodnoceno dílčí hodnotící kritérium Nabídková cena. Bude hodnocena celková nabídková cena v číselné hodnotě bez DPH uvedená účastníkem zadávacího řízení ve smyslu této </w:t>
      </w:r>
      <w:r w:rsidR="00AE4BFD" w:rsidRPr="00AE4BFD">
        <w:t>Výzvy v čl. 5.1</w:t>
      </w:r>
      <w:r w:rsidRPr="00AE4BFD">
        <w:t xml:space="preserve"> závazného vzoru smlouvy jako cena Díla bez DPH, která</w:t>
      </w:r>
      <w:r w:rsidRPr="009020AC">
        <w:t xml:space="preserve"> představuje součet celkové ceny za zpracování DUSP a 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B2830A2" w14:textId="77777777" w:rsidR="00DB1C57" w:rsidRPr="009020AC" w:rsidRDefault="00DB1C57" w:rsidP="00DB1C57">
      <w:pPr>
        <w:spacing w:after="0" w:line="240" w:lineRule="auto"/>
        <w:jc w:val="center"/>
      </w:pPr>
    </w:p>
    <w:p w14:paraId="2FDE982F" w14:textId="77777777" w:rsidR="00DB1C57" w:rsidRPr="009020AC" w:rsidRDefault="00DB1C57" w:rsidP="00DB1C57">
      <w:pPr>
        <w:spacing w:after="0" w:line="240" w:lineRule="auto"/>
        <w:jc w:val="center"/>
      </w:pPr>
      <w:r w:rsidRPr="009020AC">
        <w:t>výše nejnižší nabídkové ceny ze všech nabídek x 100</w:t>
      </w:r>
    </w:p>
    <w:p w14:paraId="09811B0B" w14:textId="77777777" w:rsidR="00DB1C57" w:rsidRPr="009020AC" w:rsidRDefault="00DB1C57" w:rsidP="00DB1C57">
      <w:pPr>
        <w:spacing w:after="0" w:line="240" w:lineRule="auto"/>
        <w:jc w:val="center"/>
        <w:rPr>
          <w:u w:val="single"/>
        </w:rPr>
      </w:pPr>
      <w:r w:rsidRPr="009020AC">
        <w:rPr>
          <w:u w:val="single"/>
        </w:rPr>
        <w:t>__________________________________________</w:t>
      </w:r>
    </w:p>
    <w:p w14:paraId="38F731EA" w14:textId="77777777" w:rsidR="00DB1C57" w:rsidRPr="009020AC" w:rsidRDefault="00DB1C57" w:rsidP="00DB1C57">
      <w:pPr>
        <w:spacing w:after="0" w:line="240" w:lineRule="auto"/>
        <w:jc w:val="center"/>
      </w:pPr>
    </w:p>
    <w:p w14:paraId="7E42AB55" w14:textId="77777777" w:rsidR="00DB1C57" w:rsidRPr="009020AC" w:rsidRDefault="00DB1C57" w:rsidP="00DB1C57">
      <w:pPr>
        <w:spacing w:after="0" w:line="240" w:lineRule="auto"/>
        <w:jc w:val="center"/>
      </w:pPr>
      <w:r w:rsidRPr="009020AC">
        <w:t>výše nabídkové ceny hodnocené nabídky</w:t>
      </w:r>
    </w:p>
    <w:p w14:paraId="5EB3C71A" w14:textId="77777777" w:rsidR="00DB1C57" w:rsidRPr="0060541E" w:rsidRDefault="00DB1C57" w:rsidP="00DB1C57">
      <w:pPr>
        <w:spacing w:before="240" w:after="120"/>
        <w:jc w:val="both"/>
      </w:pPr>
      <w:r w:rsidRPr="0060541E">
        <w:t xml:space="preserve">Takto získaný počet bodů bude vynásoben koeficientem 0,40 (tj. váhou dílčího hodnotícího kritéria Nabídková cena) a následně matematicky zaokrouhlen na dvě desetinná místa. </w:t>
      </w:r>
    </w:p>
    <w:p w14:paraId="31EA0797" w14:textId="3DB46C72" w:rsidR="00DB1C57" w:rsidRPr="0060541E" w:rsidRDefault="00DB1C57" w:rsidP="00DB1C57">
      <w:pPr>
        <w:tabs>
          <w:tab w:val="left" w:pos="-3402"/>
        </w:tabs>
        <w:spacing w:before="240" w:after="0"/>
        <w:ind w:hanging="425"/>
        <w:jc w:val="both"/>
        <w:rPr>
          <w:rFonts w:eastAsia="Batang" w:cs="Arial"/>
          <w:b/>
        </w:rPr>
      </w:pPr>
      <w:r w:rsidRPr="0060541E">
        <w:rPr>
          <w:rFonts w:eastAsia="Batang" w:cs="Arial"/>
          <w:b/>
        </w:rPr>
        <w:t xml:space="preserve">       14.2 </w:t>
      </w:r>
      <w:r w:rsidR="00C65197" w:rsidRPr="00C65197">
        <w:rPr>
          <w:rFonts w:eastAsia="Batang" w:cs="Arial"/>
          <w:b/>
        </w:rPr>
        <w:t>Zkušenosti se zakázkami obdobného charakteru</w:t>
      </w:r>
    </w:p>
    <w:p w14:paraId="7A31E8D8" w14:textId="4C05ECFD" w:rsidR="00DB1C57" w:rsidRPr="009020AC" w:rsidRDefault="00DB1C57" w:rsidP="00DB1C57">
      <w:pPr>
        <w:tabs>
          <w:tab w:val="left" w:pos="-3402"/>
        </w:tabs>
        <w:spacing w:before="240" w:after="0"/>
        <w:jc w:val="both"/>
        <w:rPr>
          <w:rFonts w:eastAsia="Batang" w:cs="Arial"/>
        </w:rPr>
      </w:pPr>
      <w:r w:rsidRPr="0060541E">
        <w:rPr>
          <w:rFonts w:eastAsia="Batang" w:cs="Arial"/>
        </w:rPr>
        <w:t xml:space="preserve">Předmětem hodnocení nabídek v rámci dílčího hodnotícího kritéria </w:t>
      </w:r>
      <w:r w:rsidR="00C65197" w:rsidRPr="00C65197">
        <w:rPr>
          <w:rFonts w:eastAsia="Batang" w:cs="Arial"/>
        </w:rPr>
        <w:t>Zkušenosti se zakázkami obdobného charakteru</w:t>
      </w:r>
      <w:r w:rsidRPr="0060541E">
        <w:rPr>
          <w:rFonts w:eastAsia="Batang" w:cs="Arial"/>
        </w:rPr>
        <w:t xml:space="preserve"> dodavatele bude míra splnění parametrů uvedených</w:t>
      </w:r>
      <w:r w:rsidRPr="009020AC">
        <w:rPr>
          <w:rFonts w:eastAsia="Batang" w:cs="Arial"/>
        </w:rPr>
        <w:t xml:space="preserve"> v tabulce níže v tomto článku a to parametrů nad rámec minimální úrovně kvalifikace stanovené v čl. 8.</w:t>
      </w:r>
      <w:r w:rsidR="00974D2D">
        <w:rPr>
          <w:rFonts w:eastAsia="Batang" w:cs="Arial"/>
        </w:rPr>
        <w:t>3</w:t>
      </w:r>
      <w:r w:rsidRPr="009020AC">
        <w:rPr>
          <w:rFonts w:eastAsia="Batang" w:cs="Arial"/>
        </w:rPr>
        <w:t xml:space="preserve"> této Výzvy.</w:t>
      </w:r>
    </w:p>
    <w:p w14:paraId="67BEA120" w14:textId="0438AF03" w:rsidR="00DB1C57" w:rsidRPr="006F2AEE" w:rsidRDefault="00DB1C57" w:rsidP="00DB1C57">
      <w:pPr>
        <w:tabs>
          <w:tab w:val="left" w:pos="-3402"/>
        </w:tabs>
        <w:spacing w:before="240" w:after="0"/>
        <w:jc w:val="both"/>
        <w:rPr>
          <w:rFonts w:eastAsia="Batang" w:cs="Arial"/>
        </w:rPr>
      </w:pPr>
      <w:r w:rsidRPr="005F7F66">
        <w:rPr>
          <w:rFonts w:eastAsia="Batang" w:cs="Arial"/>
        </w:rPr>
        <w:t>Hodnocení v rámci tohoto dílčího hodnotícího kritéria bude provedeno na zákl</w:t>
      </w:r>
      <w:r w:rsidR="00861B35" w:rsidRPr="005F7F66">
        <w:rPr>
          <w:rFonts w:eastAsia="Batang" w:cs="Arial"/>
        </w:rPr>
        <w:t xml:space="preserve">adě posouzení údajů </w:t>
      </w:r>
      <w:r w:rsidRPr="005F7F66">
        <w:rPr>
          <w:rFonts w:eastAsia="Batang" w:cs="Arial"/>
        </w:rPr>
        <w:t xml:space="preserve">předložených v nabídce ve formě obsažené v Příloze č. </w:t>
      </w:r>
      <w:r w:rsidR="00861B35" w:rsidRPr="005F7F66">
        <w:rPr>
          <w:rFonts w:eastAsia="Batang" w:cs="Arial"/>
        </w:rPr>
        <w:t>3</w:t>
      </w:r>
      <w:r w:rsidRPr="005F7F66">
        <w:rPr>
          <w:rFonts w:eastAsia="Batang" w:cs="Arial"/>
        </w:rPr>
        <w:t xml:space="preserve"> této Výzvy. </w:t>
      </w:r>
      <w:r w:rsidRPr="005F7F66">
        <w:rPr>
          <w:rFonts w:eastAsia="Batang" w:cs="Arial"/>
          <w:b/>
        </w:rPr>
        <w:t>Zadavatel bude hodnotit výhradně ty parametry, které budou v</w:t>
      </w:r>
      <w:r w:rsidR="00861B35" w:rsidRPr="005F7F66">
        <w:rPr>
          <w:rFonts w:eastAsia="Batang" w:cs="Arial"/>
          <w:b/>
        </w:rPr>
        <w:t> seznamu významných služeb</w:t>
      </w:r>
      <w:r w:rsidRPr="005F7F66">
        <w:rPr>
          <w:rFonts w:eastAsia="Batang" w:cs="Arial"/>
          <w:b/>
        </w:rPr>
        <w:t xml:space="preserve"> uvedeny jako údaje uvedené za účelem hodnocení nad rámec požadované kvalifikace.</w:t>
      </w:r>
      <w:r w:rsidRPr="005F7F66">
        <w:rPr>
          <w:rFonts w:eastAsia="Batang" w:cs="Arial"/>
        </w:rPr>
        <w:t xml:space="preserve"> Zadavatel přidělí každé nabídce počet bo</w:t>
      </w:r>
      <w:r w:rsidR="00C65197" w:rsidRPr="005F7F66">
        <w:rPr>
          <w:rFonts w:eastAsia="Batang" w:cs="Arial"/>
        </w:rPr>
        <w:t>dů v závislosti na zkušenostech se zakázkami obdobného charakteru</w:t>
      </w:r>
      <w:r w:rsidRPr="005F7F66">
        <w:rPr>
          <w:rFonts w:eastAsia="Batang" w:cs="Arial"/>
        </w:rPr>
        <w:t xml:space="preserve">. </w:t>
      </w:r>
      <w:r w:rsidR="00C65197" w:rsidRPr="005F7F66">
        <w:rPr>
          <w:rFonts w:eastAsia="Batang" w:cs="Arial"/>
        </w:rPr>
        <w:t>Jednotlivé stavby</w:t>
      </w:r>
      <w:r w:rsidRPr="005F7F66">
        <w:rPr>
          <w:rFonts w:eastAsia="Batang" w:cs="Arial"/>
        </w:rPr>
        <w:t xml:space="preserve"> dodavatele </w:t>
      </w:r>
      <w:r w:rsidR="00C65197" w:rsidRPr="005F7F66">
        <w:rPr>
          <w:rFonts w:eastAsia="Batang" w:cs="Arial"/>
        </w:rPr>
        <w:t xml:space="preserve">určené </w:t>
      </w:r>
      <w:r w:rsidRPr="005F7F66">
        <w:rPr>
          <w:rFonts w:eastAsia="Batang" w:cs="Arial"/>
        </w:rPr>
        <w:t>k hodnocení budou v rámci tohoto hodnotícího kritéria získávat body dle následující tabulky:</w:t>
      </w:r>
    </w:p>
    <w:p w14:paraId="17382FCE" w14:textId="77777777" w:rsidR="00DB1C57" w:rsidRPr="00DB1C57" w:rsidRDefault="00DB1C57" w:rsidP="00DB1C57">
      <w:pPr>
        <w:tabs>
          <w:tab w:val="left" w:pos="-3402"/>
        </w:tabs>
        <w:spacing w:before="240" w:after="0"/>
        <w:jc w:val="both"/>
        <w:rPr>
          <w:rFonts w:eastAsia="Batang" w:cs="Arial"/>
          <w:highlight w:val="yellow"/>
        </w:rPr>
      </w:pPr>
    </w:p>
    <w:tbl>
      <w:tblPr>
        <w:tblW w:w="9782" w:type="dxa"/>
        <w:tblInd w:w="-856" w:type="dxa"/>
        <w:tblLayout w:type="fixed"/>
        <w:tblCellMar>
          <w:left w:w="70" w:type="dxa"/>
          <w:right w:w="70" w:type="dxa"/>
        </w:tblCellMar>
        <w:tblLook w:val="04A0" w:firstRow="1" w:lastRow="0" w:firstColumn="1" w:lastColumn="0" w:noHBand="0" w:noVBand="1"/>
      </w:tblPr>
      <w:tblGrid>
        <w:gridCol w:w="1843"/>
        <w:gridCol w:w="3969"/>
        <w:gridCol w:w="1559"/>
        <w:gridCol w:w="1418"/>
        <w:gridCol w:w="993"/>
      </w:tblGrid>
      <w:tr w:rsidR="00FE232E" w:rsidRPr="00DB1C57" w14:paraId="251C250E" w14:textId="77777777" w:rsidTr="00861B35">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8EA9E1" w14:textId="77777777" w:rsidR="00FE232E" w:rsidRPr="006F2AEE" w:rsidRDefault="00FE232E" w:rsidP="009660E9">
            <w:pPr>
              <w:rPr>
                <w:rFonts w:cs="Arial"/>
                <w:b/>
                <w:bCs/>
              </w:rPr>
            </w:pPr>
          </w:p>
          <w:p w14:paraId="391817D9" w14:textId="5BC73480" w:rsidR="00FE232E" w:rsidRPr="006F2AEE" w:rsidRDefault="00FE232E" w:rsidP="009660E9">
            <w:pPr>
              <w:rPr>
                <w:rFonts w:cs="Arial"/>
                <w:b/>
                <w:bCs/>
              </w:rPr>
            </w:pPr>
            <w:r>
              <w:rPr>
                <w:rFonts w:cs="Arial"/>
                <w:b/>
                <w:bCs/>
              </w:rPr>
              <w:t>Název zakázky</w:t>
            </w:r>
          </w:p>
        </w:tc>
        <w:tc>
          <w:tcPr>
            <w:tcW w:w="3969" w:type="dxa"/>
            <w:tcBorders>
              <w:top w:val="single" w:sz="4" w:space="0" w:color="auto"/>
              <w:left w:val="nil"/>
              <w:bottom w:val="single" w:sz="4" w:space="0" w:color="auto"/>
              <w:right w:val="single" w:sz="4" w:space="0" w:color="auto"/>
            </w:tcBorders>
            <w:shd w:val="clear" w:color="auto" w:fill="auto"/>
            <w:hideMark/>
          </w:tcPr>
          <w:p w14:paraId="6C57A404" w14:textId="77777777" w:rsidR="00FE232E" w:rsidRPr="006F2AEE" w:rsidRDefault="00FE232E" w:rsidP="009660E9">
            <w:pPr>
              <w:rPr>
                <w:rFonts w:cs="Arial"/>
                <w:b/>
                <w:bCs/>
              </w:rPr>
            </w:pPr>
          </w:p>
          <w:p w14:paraId="793C1287" w14:textId="77777777" w:rsidR="00FE232E" w:rsidRPr="006F2AEE" w:rsidRDefault="00FE232E" w:rsidP="009660E9">
            <w:pPr>
              <w:rPr>
                <w:rFonts w:cs="Arial"/>
                <w:b/>
                <w:bCs/>
              </w:rPr>
            </w:pPr>
            <w:r w:rsidRPr="006F2AEE">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09FC699" w14:textId="77777777" w:rsidR="00FE232E" w:rsidRPr="006F2AEE" w:rsidRDefault="00FE232E" w:rsidP="009660E9">
            <w:pPr>
              <w:rPr>
                <w:rFonts w:cs="Arial"/>
                <w:b/>
                <w:bCs/>
              </w:rPr>
            </w:pPr>
          </w:p>
          <w:p w14:paraId="5C92914E" w14:textId="0CD7F7E7" w:rsidR="00FE232E" w:rsidRPr="006F2AEE" w:rsidRDefault="00861B35" w:rsidP="009660E9">
            <w:pPr>
              <w:rPr>
                <w:rFonts w:cs="Arial"/>
                <w:b/>
                <w:bCs/>
              </w:rPr>
            </w:pPr>
            <w:r>
              <w:rPr>
                <w:rFonts w:cs="Arial"/>
                <w:b/>
                <w:bCs/>
              </w:rPr>
              <w:t>Termín ukončení zakázky</w:t>
            </w:r>
            <w:r w:rsidR="00FE232E" w:rsidRPr="006F2AEE">
              <w:rPr>
                <w:rFonts w:cs="Arial"/>
                <w:b/>
                <w:bCs/>
              </w:rPr>
              <w:t xml:space="preserve"> </w:t>
            </w:r>
          </w:p>
        </w:tc>
        <w:tc>
          <w:tcPr>
            <w:tcW w:w="1418" w:type="dxa"/>
            <w:tcBorders>
              <w:top w:val="single" w:sz="4" w:space="0" w:color="auto"/>
              <w:left w:val="nil"/>
              <w:bottom w:val="single" w:sz="4" w:space="0" w:color="auto"/>
              <w:right w:val="single" w:sz="4" w:space="0" w:color="auto"/>
            </w:tcBorders>
          </w:tcPr>
          <w:p w14:paraId="15044800" w14:textId="77777777" w:rsidR="00FE232E" w:rsidRDefault="00FE232E" w:rsidP="009660E9">
            <w:pPr>
              <w:rPr>
                <w:rFonts w:cs="Arial"/>
                <w:b/>
                <w:bCs/>
              </w:rPr>
            </w:pPr>
          </w:p>
          <w:p w14:paraId="3FBF4805" w14:textId="65E1C2B1" w:rsidR="00FE232E" w:rsidRPr="006F2AEE" w:rsidRDefault="00861B35" w:rsidP="009660E9">
            <w:pPr>
              <w:rPr>
                <w:rFonts w:cs="Arial"/>
                <w:b/>
                <w:bCs/>
              </w:rPr>
            </w:pPr>
            <w:r>
              <w:rPr>
                <w:rFonts w:cs="Arial"/>
                <w:b/>
                <w:bCs/>
              </w:rPr>
              <w:t>Počet bodů</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7DDD403D" w14:textId="372273BF" w:rsidR="00FE232E" w:rsidRPr="006F2AEE" w:rsidRDefault="00FE232E" w:rsidP="009660E9">
            <w:pPr>
              <w:rPr>
                <w:rFonts w:cs="Arial"/>
                <w:b/>
                <w:bCs/>
              </w:rPr>
            </w:pPr>
          </w:p>
          <w:p w14:paraId="2BF65B5F" w14:textId="77777777" w:rsidR="00FE232E" w:rsidRPr="006F2AEE" w:rsidRDefault="00FE232E" w:rsidP="009660E9">
            <w:pPr>
              <w:rPr>
                <w:rFonts w:cs="Arial"/>
                <w:bCs/>
              </w:rPr>
            </w:pPr>
            <w:r w:rsidRPr="006F2AEE">
              <w:rPr>
                <w:rFonts w:cs="Arial"/>
                <w:b/>
                <w:bCs/>
              </w:rPr>
              <w:t>Maximální bodové ohodnocení</w:t>
            </w:r>
            <w:r w:rsidRPr="006F2AEE">
              <w:rPr>
                <w:rFonts w:cs="Arial"/>
                <w:bCs/>
              </w:rPr>
              <w:t xml:space="preserve"> </w:t>
            </w:r>
          </w:p>
        </w:tc>
      </w:tr>
      <w:tr w:rsidR="00FE232E" w:rsidRPr="00DB1C57" w14:paraId="7F6B95B2" w14:textId="77777777" w:rsidTr="00861B35">
        <w:trPr>
          <w:trHeight w:val="2911"/>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3C63FE2" w14:textId="704FAEED" w:rsidR="00FE232E" w:rsidRPr="00DB1C57" w:rsidRDefault="00FE232E" w:rsidP="009660E9">
            <w:pPr>
              <w:jc w:val="both"/>
              <w:rPr>
                <w:rFonts w:cs="Arial"/>
                <w:bCs/>
                <w:highlight w:val="yellow"/>
              </w:rPr>
            </w:pPr>
            <w:r>
              <w:rPr>
                <w:rFonts w:cs="Arial"/>
                <w:bCs/>
              </w:rPr>
              <w:lastRenderedPageBreak/>
              <w:t>Název stavby</w:t>
            </w:r>
          </w:p>
        </w:tc>
        <w:tc>
          <w:tcPr>
            <w:tcW w:w="3969" w:type="dxa"/>
            <w:tcBorders>
              <w:top w:val="single" w:sz="4" w:space="0" w:color="auto"/>
              <w:left w:val="nil"/>
              <w:bottom w:val="single" w:sz="4" w:space="0" w:color="auto"/>
              <w:right w:val="single" w:sz="4" w:space="0" w:color="auto"/>
            </w:tcBorders>
            <w:shd w:val="clear" w:color="auto" w:fill="auto"/>
          </w:tcPr>
          <w:p w14:paraId="502530DD" w14:textId="7D247686" w:rsidR="00FE232E" w:rsidRPr="00B139C3" w:rsidRDefault="00FE232E" w:rsidP="001922A1">
            <w:pPr>
              <w:spacing w:before="120"/>
              <w:jc w:val="both"/>
              <w:rPr>
                <w:b/>
                <w:bCs/>
              </w:rPr>
            </w:pPr>
            <w:bookmarkStart w:id="0" w:name="_GoBack"/>
            <w:r>
              <w:t xml:space="preserve">Účastník předloží </w:t>
            </w:r>
            <w:r w:rsidR="00051151">
              <w:t>zakázky</w:t>
            </w:r>
            <w:r>
              <w:t xml:space="preserve"> stejného nebo obdobného charakteru poskytnutých dodavatelem v posledních </w:t>
            </w:r>
            <w:r>
              <w:rPr>
                <w:b/>
                <w:u w:val="single"/>
              </w:rPr>
              <w:t>8</w:t>
            </w:r>
            <w:r w:rsidRPr="004C130D">
              <w:rPr>
                <w:b/>
                <w:u w:val="single"/>
              </w:rPr>
              <w:t xml:space="preserve"> letech</w:t>
            </w:r>
            <w:r>
              <w:t xml:space="preserve"> před zahájením zadávacího řízení. Za služby obdobného charakteru se pokládají projektové práce spočívající ve zhotovení projektové dokumentace ve stupni projektové dokumentace pro územní rozhodnutí </w:t>
            </w:r>
            <w:r w:rsidRPr="00B139C3">
              <w:rPr>
                <w:b/>
              </w:rPr>
              <w:t>(DÚR)</w:t>
            </w:r>
            <w:r>
              <w:t xml:space="preserve"> nebo projektové dokumentace pro stavební povolení </w:t>
            </w:r>
            <w:r w:rsidRPr="004C130D">
              <w:rPr>
                <w:b/>
              </w:rPr>
              <w:t>(DSP)</w:t>
            </w:r>
            <w:r>
              <w:t xml:space="preserve"> nebo ve společném stupni projektové dokumentace pro stavební povolení a projektové dokumentace pro provádění stavby </w:t>
            </w:r>
            <w:r w:rsidRPr="004C130D">
              <w:rPr>
                <w:b/>
              </w:rPr>
              <w:t>(DSP+PDPS)</w:t>
            </w:r>
            <w:r>
              <w:t xml:space="preserve"> nebo ve stupni projektové dokumentace pro společné povolení </w:t>
            </w:r>
            <w:r w:rsidRPr="004C130D">
              <w:rPr>
                <w:b/>
              </w:rPr>
              <w:t>(DUSP)</w:t>
            </w:r>
            <w:r>
              <w:t xml:space="preserve"> nebo ve společném stupni projektové dokumentace pro společné povolení a projektové </w:t>
            </w:r>
            <w:r w:rsidRPr="001F61CB">
              <w:t xml:space="preserve">dokumentace pro provádění stavby </w:t>
            </w:r>
            <w:r w:rsidRPr="001F61CB">
              <w:rPr>
                <w:b/>
              </w:rPr>
              <w:t>(DUSP+PDPS)</w:t>
            </w:r>
            <w:r w:rsidRPr="001F61CB">
              <w:t xml:space="preserve">, pro stavby železničních drah ve smyslu § 5 a §3 odst. 1 zákona č.266/1994 Sb., o drahách, ve znění pozdějších předpisů, jejichž předmětem bylo </w:t>
            </w:r>
            <w:r w:rsidR="001B3019" w:rsidRPr="00733B48">
              <w:rPr>
                <w:b/>
                <w:bCs/>
                <w:u w:val="single"/>
              </w:rPr>
              <w:t xml:space="preserve">zpracování projektové dokumentace pro rekonstrukce železničního kamenného </w:t>
            </w:r>
            <w:proofErr w:type="spellStart"/>
            <w:r w:rsidR="001B3019" w:rsidRPr="00733B48">
              <w:rPr>
                <w:b/>
                <w:bCs/>
                <w:u w:val="single"/>
              </w:rPr>
              <w:t>víceklenbového</w:t>
            </w:r>
            <w:proofErr w:type="spellEnd"/>
            <w:r w:rsidR="001B3019" w:rsidRPr="00733B48">
              <w:rPr>
                <w:b/>
                <w:bCs/>
                <w:u w:val="single"/>
              </w:rPr>
              <w:t xml:space="preserve"> mostu o světlosti jednoho pole nejméně </w:t>
            </w:r>
            <w:r w:rsidR="00430A31" w:rsidRPr="00733B48">
              <w:rPr>
                <w:b/>
                <w:bCs/>
                <w:u w:val="single"/>
              </w:rPr>
              <w:t>10</w:t>
            </w:r>
            <w:r w:rsidR="003301A1">
              <w:rPr>
                <w:b/>
                <w:bCs/>
                <w:u w:val="single"/>
              </w:rPr>
              <w:t xml:space="preserve"> m</w:t>
            </w:r>
            <w:r w:rsidRPr="00733B48">
              <w:rPr>
                <w:u w:val="single"/>
              </w:rPr>
              <w:t xml:space="preserve">, </w:t>
            </w:r>
            <w:r>
              <w:t xml:space="preserve">celková hodnota služby musí dosahovat minimální </w:t>
            </w:r>
            <w:r w:rsidR="001B3019">
              <w:t xml:space="preserve">hodnoty </w:t>
            </w:r>
            <w:r w:rsidR="001B3019">
              <w:rPr>
                <w:b/>
                <w:bCs/>
                <w:u w:val="single"/>
              </w:rPr>
              <w:t>1 5</w:t>
            </w:r>
            <w:r w:rsidR="001922A1">
              <w:rPr>
                <w:b/>
                <w:bCs/>
                <w:u w:val="single"/>
              </w:rPr>
              <w:t>0</w:t>
            </w:r>
            <w:r w:rsidRPr="004C130D">
              <w:rPr>
                <w:b/>
                <w:bCs/>
                <w:u w:val="single"/>
              </w:rPr>
              <w:t>0</w:t>
            </w:r>
            <w:r>
              <w:rPr>
                <w:b/>
                <w:bCs/>
                <w:u w:val="single"/>
              </w:rPr>
              <w:t> </w:t>
            </w:r>
            <w:r w:rsidRPr="004C130D">
              <w:rPr>
                <w:b/>
                <w:bCs/>
                <w:u w:val="single"/>
              </w:rPr>
              <w:t>000,- Kč bez DPH</w:t>
            </w:r>
            <w:r>
              <w:t>.</w:t>
            </w:r>
          </w:p>
          <w:bookmarkEnd w:id="0"/>
          <w:p w14:paraId="278DAAFA" w14:textId="2B98DF00" w:rsidR="00FE232E" w:rsidRPr="00DB1C57" w:rsidRDefault="00FE232E" w:rsidP="0060541E">
            <w:pPr>
              <w:jc w:val="both"/>
              <w:rPr>
                <w:rFonts w:cs="Arial"/>
                <w:bCs/>
                <w:color w:val="00B0F0"/>
                <w:highlight w:val="yellow"/>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00E5058D" w14:textId="3BE5A299" w:rsidR="00FE232E" w:rsidRPr="00DB1C57" w:rsidRDefault="00FE232E" w:rsidP="00861B35">
            <w:pPr>
              <w:rPr>
                <w:rFonts w:cs="Arial"/>
                <w:bCs/>
                <w:highlight w:val="yellow"/>
              </w:rPr>
            </w:pPr>
            <w:r w:rsidRPr="006F2AEE">
              <w:rPr>
                <w:rFonts w:cs="Arial"/>
                <w:bCs/>
              </w:rPr>
              <w:t xml:space="preserve"> </w:t>
            </w:r>
          </w:p>
        </w:tc>
        <w:tc>
          <w:tcPr>
            <w:tcW w:w="1418" w:type="dxa"/>
            <w:tcBorders>
              <w:top w:val="single" w:sz="4" w:space="0" w:color="auto"/>
              <w:left w:val="nil"/>
              <w:bottom w:val="single" w:sz="4" w:space="0" w:color="auto"/>
              <w:right w:val="single" w:sz="4" w:space="0" w:color="auto"/>
            </w:tcBorders>
          </w:tcPr>
          <w:p w14:paraId="22FDBD26" w14:textId="77777777" w:rsidR="00861B35" w:rsidRDefault="00861B35" w:rsidP="009660E9">
            <w:pPr>
              <w:rPr>
                <w:rFonts w:cs="Arial"/>
                <w:bCs/>
              </w:rPr>
            </w:pPr>
          </w:p>
          <w:p w14:paraId="21ED0C92" w14:textId="77777777" w:rsidR="00861B35" w:rsidRDefault="00861B35" w:rsidP="009660E9">
            <w:pPr>
              <w:rPr>
                <w:rFonts w:cs="Arial"/>
                <w:bCs/>
              </w:rPr>
            </w:pPr>
          </w:p>
          <w:p w14:paraId="19DD9CAF" w14:textId="77777777" w:rsidR="00861B35" w:rsidRDefault="00861B35" w:rsidP="009660E9">
            <w:pPr>
              <w:rPr>
                <w:rFonts w:cs="Arial"/>
                <w:bCs/>
              </w:rPr>
            </w:pPr>
          </w:p>
          <w:p w14:paraId="17C739C1" w14:textId="77777777" w:rsidR="00861B35" w:rsidRDefault="00861B35" w:rsidP="009660E9">
            <w:pPr>
              <w:rPr>
                <w:rFonts w:cs="Arial"/>
                <w:bCs/>
              </w:rPr>
            </w:pPr>
          </w:p>
          <w:p w14:paraId="1E8AB8ED" w14:textId="77777777" w:rsidR="00861B35" w:rsidRDefault="00861B35" w:rsidP="009660E9">
            <w:pPr>
              <w:rPr>
                <w:rFonts w:cs="Arial"/>
                <w:bCs/>
              </w:rPr>
            </w:pPr>
          </w:p>
          <w:p w14:paraId="725C67C0" w14:textId="77777777" w:rsidR="00861B35" w:rsidRDefault="00861B35" w:rsidP="009660E9">
            <w:pPr>
              <w:rPr>
                <w:rFonts w:cs="Arial"/>
                <w:bCs/>
              </w:rPr>
            </w:pPr>
          </w:p>
          <w:p w14:paraId="09D6DC71" w14:textId="77777777" w:rsidR="00861B35" w:rsidRDefault="00861B35" w:rsidP="009660E9">
            <w:pPr>
              <w:rPr>
                <w:rFonts w:cs="Arial"/>
                <w:bCs/>
              </w:rPr>
            </w:pPr>
          </w:p>
          <w:p w14:paraId="6F49D10A" w14:textId="0AABB772" w:rsidR="00FE232E" w:rsidRPr="00443FD9" w:rsidRDefault="00861B35" w:rsidP="009660E9">
            <w:pPr>
              <w:rPr>
                <w:rFonts w:cs="Arial"/>
                <w:bCs/>
              </w:rPr>
            </w:pPr>
            <w:r>
              <w:rPr>
                <w:rFonts w:cs="Arial"/>
                <w:bCs/>
              </w:rPr>
              <w:t>1 bod</w:t>
            </w:r>
            <w:r w:rsidRPr="006F2AEE">
              <w:rPr>
                <w:rFonts w:cs="Arial"/>
                <w:bCs/>
              </w:rPr>
              <w:t xml:space="preserve"> za každou zakázku</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12A5B2" w14:textId="283AB54B" w:rsidR="00FE232E" w:rsidRPr="00DB1C57" w:rsidRDefault="00FE232E" w:rsidP="009660E9">
            <w:pPr>
              <w:rPr>
                <w:rFonts w:cs="Arial"/>
                <w:bCs/>
                <w:highlight w:val="yellow"/>
              </w:rPr>
            </w:pPr>
            <w:r w:rsidRPr="00443FD9">
              <w:rPr>
                <w:rFonts w:cs="Arial"/>
                <w:bCs/>
              </w:rPr>
              <w:t>5</w:t>
            </w:r>
          </w:p>
        </w:tc>
      </w:tr>
    </w:tbl>
    <w:p w14:paraId="3A1818E4" w14:textId="77777777" w:rsidR="00443FD9" w:rsidRPr="005F7F66" w:rsidRDefault="00443FD9" w:rsidP="00DB1C57">
      <w:pPr>
        <w:spacing w:after="120"/>
        <w:jc w:val="both"/>
      </w:pPr>
    </w:p>
    <w:p w14:paraId="6D318134" w14:textId="6C3C7741" w:rsidR="00861B35" w:rsidRPr="005F7F66" w:rsidRDefault="00051151" w:rsidP="00DB1C57">
      <w:pPr>
        <w:spacing w:after="120"/>
        <w:jc w:val="both"/>
      </w:pPr>
      <w:r w:rsidRPr="005F7F66">
        <w:t>Z</w:t>
      </w:r>
      <w:r w:rsidR="00861B35" w:rsidRPr="005F7F66">
        <w:t>adavatel uvádí, že v případě předložení více stupňů projektové dokumentace</w:t>
      </w:r>
      <w:r w:rsidR="004F06B5" w:rsidRPr="005F7F66">
        <w:t xml:space="preserve"> (DÚR, DUSP apod.) k</w:t>
      </w:r>
      <w:r w:rsidR="00861B35" w:rsidRPr="005F7F66">
        <w:t xml:space="preserve"> jedné konkrétní stavb</w:t>
      </w:r>
      <w:r w:rsidR="004F06B5" w:rsidRPr="005F7F66">
        <w:t>ě</w:t>
      </w:r>
      <w:r w:rsidR="00861B35" w:rsidRPr="005F7F66">
        <w:t xml:space="preserve"> bude </w:t>
      </w:r>
      <w:r w:rsidR="004F06B5" w:rsidRPr="005F7F66">
        <w:t xml:space="preserve">komise </w:t>
      </w:r>
      <w:r w:rsidR="005F7F66" w:rsidRPr="005F7F66">
        <w:t>hodnotit</w:t>
      </w:r>
      <w:r w:rsidR="00861B35" w:rsidRPr="005F7F66">
        <w:t xml:space="preserve"> pouze nejvyšší stupeň</w:t>
      </w:r>
      <w:r w:rsidR="004F06B5" w:rsidRPr="005F7F66">
        <w:t xml:space="preserve"> této</w:t>
      </w:r>
      <w:r w:rsidR="00861B35" w:rsidRPr="005F7F66">
        <w:t xml:space="preserve"> projektové dokumentace.  </w:t>
      </w:r>
    </w:p>
    <w:p w14:paraId="333AEC96" w14:textId="3E9686BC" w:rsidR="006969A0" w:rsidRPr="005F7F66" w:rsidRDefault="006969A0" w:rsidP="00DB1C57">
      <w:pPr>
        <w:spacing w:after="120"/>
        <w:jc w:val="both"/>
      </w:pPr>
      <w:r w:rsidRPr="005F7F66">
        <w:t xml:space="preserve">Pro odstranění pochybností zadavatel upřesňuje, že referenční zakázky doložené pro prokázání kvalifikace nebudou hodnoceny. </w:t>
      </w:r>
    </w:p>
    <w:p w14:paraId="724A29EE" w14:textId="77149F55" w:rsidR="00443FD9" w:rsidRDefault="00DB1C57" w:rsidP="00DB1C57">
      <w:pPr>
        <w:spacing w:after="120"/>
        <w:jc w:val="both"/>
      </w:pPr>
      <w:r w:rsidRPr="005F7F66">
        <w:t>Doba 8 let (u referenčních zakázek) se považuje za splněnou</w:t>
      </w:r>
      <w:r w:rsidRPr="00443FD9">
        <w:t xml:space="preserve">, pokud byla referenční zakázka v průběhu této doby dokončena a postačuje, aby požadované minimální hodnoty referenční zakázky byly dosaženy za celou dobu jejího poskytování, nikoliv pouze v průběhu posledních 8 let před zahájením zadávacího řízení.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443FD9">
        <w:rPr>
          <w:rFonts w:cs="Arial"/>
          <w:bCs/>
        </w:rPr>
        <w:t xml:space="preserve">dokumentace pro </w:t>
      </w:r>
      <w:r w:rsidR="00443FD9" w:rsidRPr="00443FD9">
        <w:rPr>
          <w:rFonts w:cs="Arial"/>
          <w:bCs/>
        </w:rPr>
        <w:t>mosty a inženýrské konstrukce</w:t>
      </w:r>
      <w:r w:rsidRPr="00443FD9">
        <w:rPr>
          <w:rFonts w:cs="Arial"/>
          <w:bCs/>
        </w:rPr>
        <w:t xml:space="preserve"> v příslušném stupni</w:t>
      </w:r>
      <w:r w:rsidRPr="00443FD9">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w:t>
      </w:r>
    </w:p>
    <w:p w14:paraId="0EEADF09" w14:textId="588E94E6" w:rsidR="00DB1C57" w:rsidRPr="00443FD9" w:rsidRDefault="00DB1C57" w:rsidP="00DB1C57">
      <w:pPr>
        <w:spacing w:after="120"/>
        <w:jc w:val="both"/>
      </w:pPr>
      <w:r w:rsidRPr="00443FD9">
        <w:t xml:space="preserve">Obdobným způsobem je nutno naplnit i parametr ceny dané referované činnosti, </w:t>
      </w:r>
      <w:proofErr w:type="gramStart"/>
      <w:r w:rsidRPr="00443FD9">
        <w:t>tzn. že</w:t>
      </w:r>
      <w:proofErr w:type="gramEnd"/>
      <w:r w:rsidRPr="00443FD9">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w:t>
      </w:r>
      <w:r w:rsidR="00443FD9" w:rsidRPr="00443FD9">
        <w:lastRenderedPageBreak/>
        <w:t>seznamu</w:t>
      </w:r>
      <w:r w:rsidRPr="00443FD9">
        <w:t xml:space="preserve"> musí konkrétně vyplývat, jaká byla cena té části plnění, které obsahově odpovídá zadavatelem stanovené minimální úrovni hodnocené </w:t>
      </w:r>
      <w:r w:rsidR="00443FD9" w:rsidRPr="00443FD9">
        <w:t>stavby</w:t>
      </w:r>
      <w:r w:rsidRPr="00443FD9">
        <w:t xml:space="preserve">, a v jakém časovém období byly tyto konkrétní části plnění dokončeny. Pro odstranění pochybností zadavatel upřesňuje, že pro potřeby doložení referenčních zakázek za účelem hodnocení se zakázka na projektové práce ve stupni </w:t>
      </w:r>
      <w:r w:rsidR="00443FD9" w:rsidRPr="00443FD9">
        <w:t xml:space="preserve">DUR nebo DSP nebo DUSP nebo </w:t>
      </w:r>
      <w:r w:rsidRPr="00443FD9">
        <w:rPr>
          <w:rFonts w:cs="Arial"/>
          <w:bCs/>
        </w:rPr>
        <w:t xml:space="preserve">DSP+PDPS nebo </w:t>
      </w:r>
      <w:r w:rsidRPr="00443FD9">
        <w:rPr>
          <w:rFonts w:cs="Calibri"/>
        </w:rPr>
        <w:t>DUSP+PDPS</w:t>
      </w:r>
      <w:r w:rsidRPr="00443FD9">
        <w:rPr>
          <w:rFonts w:cs="Arial"/>
          <w:bCs/>
        </w:rPr>
        <w:t xml:space="preserve"> </w:t>
      </w:r>
      <w:r w:rsidRPr="00443FD9">
        <w:t xml:space="preserve">považuje za dokončenou předáním kompletní </w:t>
      </w:r>
      <w:r w:rsidR="00443FD9" w:rsidRPr="00443FD9">
        <w:t xml:space="preserve">DUR nebo DSP nebo DUSP nebo </w:t>
      </w:r>
      <w:r w:rsidR="00443FD9" w:rsidRPr="00443FD9">
        <w:rPr>
          <w:rFonts w:cs="Arial"/>
          <w:bCs/>
        </w:rPr>
        <w:t xml:space="preserve">DSP+PDPS nebo </w:t>
      </w:r>
      <w:r w:rsidR="00443FD9" w:rsidRPr="00443FD9">
        <w:rPr>
          <w:rFonts w:cs="Calibri"/>
        </w:rPr>
        <w:t>DUSP+PDPS</w:t>
      </w:r>
      <w:r w:rsidRPr="00443FD9">
        <w:t>, příp. jejich kompletní aktualizace, objednateli po zapracování všech připomínek objednatele, a to bez případného podání žádosti o stavební povolení nebo společné povolení, je-li součástí plnění zakázky.</w:t>
      </w:r>
    </w:p>
    <w:p w14:paraId="637B04F4" w14:textId="5904A30B" w:rsidR="00DB1C57" w:rsidRPr="00443FD9" w:rsidRDefault="00DB1C57" w:rsidP="00DB1C57">
      <w:pPr>
        <w:spacing w:after="120"/>
        <w:jc w:val="both"/>
      </w:pPr>
      <w:r w:rsidRPr="00443FD9">
        <w:t xml:space="preserve">Zadavatel pro účely hodnocení </w:t>
      </w:r>
      <w:r w:rsidR="00443FD9" w:rsidRPr="00443FD9">
        <w:t>staveb</w:t>
      </w:r>
      <w:r w:rsidRPr="00443FD9">
        <w:t xml:space="preserve"> uzná zahraniční reference obdobných charakteristik, které budou srovnatelné z hlediska jejich věcného rozsahu a doby realizace s bodovanými kritérii.</w:t>
      </w:r>
    </w:p>
    <w:p w14:paraId="6008E8F5" w14:textId="77777777" w:rsidR="00DB1C57" w:rsidRPr="00443FD9" w:rsidRDefault="00DB1C57" w:rsidP="00DB1C57">
      <w:pPr>
        <w:spacing w:after="120"/>
        <w:jc w:val="both"/>
      </w:pPr>
      <w:r w:rsidRPr="00443FD9">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0DDF684" w14:textId="77777777" w:rsidR="00DB1C57" w:rsidRPr="00443FD9" w:rsidRDefault="00DB1C57" w:rsidP="00DB1C57">
      <w:pPr>
        <w:spacing w:after="120"/>
        <w:jc w:val="both"/>
        <w:rPr>
          <w:b/>
        </w:rPr>
      </w:pPr>
      <w:r w:rsidRPr="00443FD9">
        <w:rPr>
          <w:b/>
        </w:rPr>
        <w:t>Výpočet hodnocení dílčího hodnotícího kritéria:</w:t>
      </w:r>
    </w:p>
    <w:p w14:paraId="6E46F4ED" w14:textId="654BB682" w:rsidR="00DB1C57" w:rsidRPr="00D856ED" w:rsidRDefault="00DB1C57" w:rsidP="00DB1C57">
      <w:pPr>
        <w:spacing w:after="120"/>
        <w:jc w:val="both"/>
      </w:pPr>
      <w:r w:rsidRPr="00443FD9">
        <w:t xml:space="preserve">Přidělování bodů v rámci dílčího hodnotícího kritéria </w:t>
      </w:r>
      <w:r w:rsidR="00443FD9" w:rsidRPr="00443FD9">
        <w:rPr>
          <w:rFonts w:eastAsia="Batang" w:cs="Arial"/>
        </w:rPr>
        <w:t>Zkušenosti se zakázkami obdobného charakteru</w:t>
      </w:r>
      <w:r w:rsidR="00D856ED">
        <w:t xml:space="preserve"> </w:t>
      </w:r>
      <w:r w:rsidRPr="00443FD9">
        <w:t xml:space="preserve">dodavatele bude probíhat tak, že zadavatel přidělí body dle výše uvedené tabulky. Počet bodů </w:t>
      </w:r>
      <w:r w:rsidR="00443FD9" w:rsidRPr="00443FD9">
        <w:rPr>
          <w:rFonts w:eastAsia="Batang" w:cs="Arial"/>
        </w:rPr>
        <w:t>u zakázek obdobného charakteru dodavatele</w:t>
      </w:r>
      <w:r w:rsidRPr="00443FD9">
        <w:t xml:space="preserve"> bude dán součtem bodů jednotlivých </w:t>
      </w:r>
      <w:r w:rsidR="00443FD9" w:rsidRPr="00443FD9">
        <w:t>referenčních staveb</w:t>
      </w:r>
      <w:r w:rsidRPr="00443FD9">
        <w:t xml:space="preserve">. </w:t>
      </w:r>
      <w:r w:rsidRPr="00D856ED">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14.2 této Výzvy. Výpočet odpovídá následujícímu vzorci:</w:t>
      </w:r>
    </w:p>
    <w:p w14:paraId="332F132C" w14:textId="77777777" w:rsidR="00DB1C57" w:rsidRPr="00D856ED" w:rsidRDefault="00DB1C57" w:rsidP="00DB1C57">
      <w:pPr>
        <w:spacing w:after="0"/>
        <w:jc w:val="center"/>
      </w:pPr>
      <w:r w:rsidRPr="00D856ED">
        <w:t>bodové hodnocení hodnocené nabídky x 100</w:t>
      </w:r>
    </w:p>
    <w:p w14:paraId="2FFF4831" w14:textId="77777777" w:rsidR="00DB1C57" w:rsidRPr="00D856ED" w:rsidRDefault="00DB1C57" w:rsidP="00DB1C57">
      <w:pPr>
        <w:spacing w:after="120"/>
        <w:jc w:val="center"/>
      </w:pPr>
      <w:r w:rsidRPr="00D856ED">
        <w:t>__________________________________</w:t>
      </w:r>
    </w:p>
    <w:p w14:paraId="6F814508" w14:textId="77777777" w:rsidR="00DB1C57" w:rsidRPr="00D856ED" w:rsidRDefault="00DB1C57" w:rsidP="00DB1C57">
      <w:pPr>
        <w:spacing w:after="120"/>
        <w:jc w:val="center"/>
      </w:pPr>
      <w:r w:rsidRPr="00D856ED">
        <w:t>bodové hodnocení nejlepší nabídky</w:t>
      </w:r>
    </w:p>
    <w:p w14:paraId="4D423DD0" w14:textId="202212B9" w:rsidR="00DB1C57" w:rsidRPr="00D856ED" w:rsidRDefault="00DB1C57" w:rsidP="00DB1C57">
      <w:pPr>
        <w:spacing w:after="120"/>
        <w:jc w:val="both"/>
      </w:pPr>
      <w:r w:rsidRPr="00D856ED">
        <w:t xml:space="preserve">Takto získaný počet bodů bude vynásoben koeficientem 0,60 (tj. váhou dílčího hodnotícího kritéria Kvalifikace a </w:t>
      </w:r>
      <w:r w:rsidR="00861B35" w:rsidRPr="00C65197">
        <w:rPr>
          <w:rFonts w:eastAsia="Batang" w:cs="Arial"/>
        </w:rPr>
        <w:t>Zkušenosti se zakázkami obdobného charakteru</w:t>
      </w:r>
      <w:r w:rsidR="00861B35">
        <w:rPr>
          <w:rFonts w:eastAsia="Batang" w:cs="Arial"/>
        </w:rPr>
        <w:t xml:space="preserve"> dodavatele</w:t>
      </w:r>
      <w:r w:rsidRPr="00D856ED">
        <w:t>) a následně matematicky zaokrouhlen na dvě desetinná místa.</w:t>
      </w:r>
    </w:p>
    <w:p w14:paraId="014A42C9" w14:textId="77777777" w:rsidR="00DB1C57" w:rsidRPr="00D856ED" w:rsidRDefault="00DB1C57" w:rsidP="00DB1C57">
      <w:pPr>
        <w:numPr>
          <w:ilvl w:val="1"/>
          <w:numId w:val="0"/>
        </w:numPr>
        <w:tabs>
          <w:tab w:val="num" w:pos="1304"/>
        </w:tabs>
        <w:spacing w:after="120"/>
        <w:jc w:val="both"/>
        <w:rPr>
          <w:b/>
        </w:rPr>
      </w:pPr>
      <w:r w:rsidRPr="00D856ED">
        <w:rPr>
          <w:b/>
        </w:rPr>
        <w:t>14. 3 Celkové hodnocení</w:t>
      </w:r>
    </w:p>
    <w:p w14:paraId="18F0D3EA" w14:textId="77777777" w:rsidR="00DB1C57" w:rsidRPr="0010123D" w:rsidRDefault="00DB1C57" w:rsidP="00DB1C57">
      <w:pPr>
        <w:spacing w:after="120"/>
        <w:jc w:val="both"/>
      </w:pPr>
      <w:r w:rsidRPr="00D856ED">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Pokud dvě či více nabídek dosáhnou stejné bodové hodnoty představující celkové hodnocení nabídky, pak nejvýhodnější nabídkou bude ta, která obsahuje nejnižší nabídkovou cenu.</w:t>
      </w:r>
    </w:p>
    <w:p w14:paraId="6835149C" w14:textId="2B717F4B" w:rsidR="00820548" w:rsidRPr="007B1D48" w:rsidRDefault="00820548" w:rsidP="00715D1B">
      <w:pPr>
        <w:suppressAutoHyphens/>
        <w:spacing w:after="0"/>
        <w:jc w:val="both"/>
        <w:rPr>
          <w:rFonts w:cs="Arial"/>
          <w:bCs/>
        </w:rPr>
      </w:pPr>
    </w:p>
    <w:p w14:paraId="21111E29" w14:textId="77777777" w:rsidR="004850CE" w:rsidRPr="00754313" w:rsidRDefault="004850CE" w:rsidP="00715D1B">
      <w:pPr>
        <w:tabs>
          <w:tab w:val="left" w:pos="-3402"/>
        </w:tabs>
        <w:spacing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8BED706" w14:textId="77777777" w:rsidR="004850CE" w:rsidRDefault="004850CE" w:rsidP="004850CE">
      <w:pPr>
        <w:spacing w:after="0"/>
        <w:ind w:left="284"/>
        <w:jc w:val="both"/>
        <w:rPr>
          <w:rFonts w:cs="Arial"/>
          <w:highlight w:val="yellow"/>
        </w:rPr>
      </w:pPr>
    </w:p>
    <w:p w14:paraId="3C4BC9A3" w14:textId="5C569216" w:rsidR="004850CE" w:rsidRPr="00861B35" w:rsidRDefault="004850CE" w:rsidP="004850CE">
      <w:pPr>
        <w:tabs>
          <w:tab w:val="left" w:pos="-1701"/>
        </w:tabs>
        <w:spacing w:after="0"/>
        <w:jc w:val="both"/>
        <w:rPr>
          <w:rFonts w:cs="Arial"/>
        </w:rPr>
      </w:pPr>
      <w:r w:rsidRPr="007B1D48">
        <w:rPr>
          <w:rFonts w:cs="Arial"/>
        </w:rPr>
        <w:t xml:space="preserve">Účastník je oprávněn podávat žádosti o vysvětlení zadávací dokumentace prostřednictvím </w:t>
      </w:r>
      <w:r w:rsidRPr="00861B35">
        <w:rPr>
          <w:rFonts w:cs="Arial"/>
        </w:rPr>
        <w:t>elektronického nástroje E-ZAK</w:t>
      </w:r>
      <w:r w:rsidR="001D0BC4" w:rsidRPr="00861B35">
        <w:rPr>
          <w:rFonts w:cs="Arial"/>
        </w:rPr>
        <w:t xml:space="preserve"> na adrese: https://zakazky.spravazelenic</w:t>
      </w:r>
      <w:r w:rsidRPr="00861B35">
        <w:rPr>
          <w:rFonts w:cs="Arial"/>
        </w:rPr>
        <w:t xml:space="preserve">.cz/,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w:t>
      </w:r>
      <w:hyperlink r:id="rId18" w:history="1">
        <w:r w:rsidR="001D0BC4" w:rsidRPr="00861B35">
          <w:rPr>
            <w:rStyle w:val="Hypertextovodkaz"/>
            <w:rFonts w:cs="Arial"/>
          </w:rPr>
          <w:t>https://zakazky.spravazeleznic.cz/</w:t>
        </w:r>
      </w:hyperlink>
      <w:r w:rsidRPr="00861B35">
        <w:rPr>
          <w:rFonts w:cs="Arial"/>
        </w:rPr>
        <w:t xml:space="preserve">. Písemná žádost musí být zadavateli doručena </w:t>
      </w:r>
      <w:r w:rsidRPr="00861B35">
        <w:rPr>
          <w:rFonts w:cs="Arial"/>
          <w:b/>
          <w:bCs/>
        </w:rPr>
        <w:t xml:space="preserve">nejpozději </w:t>
      </w:r>
      <w:r w:rsidR="00BA0194" w:rsidRPr="00861B35">
        <w:rPr>
          <w:rFonts w:cs="Arial"/>
          <w:b/>
          <w:bCs/>
        </w:rPr>
        <w:t>4</w:t>
      </w:r>
      <w:r w:rsidRPr="00861B35">
        <w:rPr>
          <w:rFonts w:cs="Arial"/>
          <w:b/>
          <w:bCs/>
        </w:rPr>
        <w:t xml:space="preserve"> pracovní</w:t>
      </w:r>
      <w:r w:rsidR="002B7F42" w:rsidRPr="00861B35">
        <w:rPr>
          <w:rFonts w:cs="Arial"/>
          <w:b/>
          <w:bCs/>
        </w:rPr>
        <w:t>ch</w:t>
      </w:r>
      <w:r w:rsidRPr="00861B35">
        <w:rPr>
          <w:rFonts w:cs="Arial"/>
          <w:b/>
          <w:bCs/>
        </w:rPr>
        <w:t xml:space="preserve"> dn</w:t>
      </w:r>
      <w:r w:rsidR="002B7F42" w:rsidRPr="00861B35">
        <w:rPr>
          <w:rFonts w:cs="Arial"/>
          <w:b/>
          <w:bCs/>
        </w:rPr>
        <w:t>í</w:t>
      </w:r>
      <w:r w:rsidRPr="00861B35">
        <w:rPr>
          <w:rFonts w:cs="Arial"/>
          <w:b/>
          <w:bCs/>
        </w:rPr>
        <w:t xml:space="preserve"> </w:t>
      </w:r>
      <w:r w:rsidRPr="00861B35">
        <w:rPr>
          <w:rFonts w:cs="Arial"/>
        </w:rPr>
        <w:t>před uplynutím lhůty pro podání nabídek. Vysvětlení zadávací dokumentace může zadavatel poskytnout i bez předchozí žádosti.</w:t>
      </w:r>
    </w:p>
    <w:p w14:paraId="42833E7E" w14:textId="1847669B" w:rsidR="004850CE" w:rsidRPr="00673EB9" w:rsidRDefault="004850CE" w:rsidP="004850CE">
      <w:pPr>
        <w:tabs>
          <w:tab w:val="left" w:pos="-1701"/>
        </w:tabs>
        <w:spacing w:before="120" w:after="0"/>
        <w:jc w:val="both"/>
        <w:rPr>
          <w:rFonts w:cs="Arial"/>
        </w:rPr>
      </w:pPr>
      <w:r w:rsidRPr="00861B35">
        <w:rPr>
          <w:rFonts w:cs="Arial"/>
        </w:rPr>
        <w:t xml:space="preserve">Zadavatel poskytne vysvětlení zadávací dokumentace </w:t>
      </w:r>
      <w:r w:rsidRPr="00861B35">
        <w:rPr>
          <w:rFonts w:cs="Arial"/>
          <w:b/>
          <w:bCs/>
        </w:rPr>
        <w:t xml:space="preserve">nejpozději do </w:t>
      </w:r>
      <w:r w:rsidR="00BA0194" w:rsidRPr="00861B35">
        <w:rPr>
          <w:rFonts w:cs="Arial"/>
          <w:b/>
          <w:bCs/>
        </w:rPr>
        <w:t>2</w:t>
      </w:r>
      <w:r w:rsidRPr="00861B35">
        <w:rPr>
          <w:rFonts w:cs="Arial"/>
          <w:b/>
          <w:bCs/>
        </w:rPr>
        <w:t xml:space="preserve"> pracovních dnů po doručení žádosti </w:t>
      </w:r>
      <w:r w:rsidRPr="00861B35">
        <w:rPr>
          <w:rFonts w:cs="Arial"/>
          <w:bCs/>
        </w:rPr>
        <w:t>podle předchozího odstavce</w:t>
      </w:r>
      <w:r w:rsidRPr="00861B35">
        <w:rPr>
          <w:rFonts w:cs="Arial"/>
          <w:b/>
          <w:bCs/>
        </w:rPr>
        <w:t xml:space="preserve">. </w:t>
      </w:r>
      <w:r w:rsidRPr="00861B35">
        <w:rPr>
          <w:rFonts w:cs="Arial"/>
        </w:rPr>
        <w:t>Pokud zadavatel na žádost o vysvětlení, která</w:t>
      </w:r>
      <w:r w:rsidRPr="00673EB9">
        <w:rPr>
          <w:rFonts w:cs="Arial"/>
        </w:rPr>
        <w:t xml:space="preserve"> není doručena včas, vysvětlení poskytne, nemusí dodržet lhůtu uvedenou v předchozí větě.</w:t>
      </w:r>
    </w:p>
    <w:p w14:paraId="40013E2B" w14:textId="340FA819" w:rsidR="00334734" w:rsidRPr="008C13D2" w:rsidRDefault="00334734" w:rsidP="00334734">
      <w:pPr>
        <w:spacing w:before="120"/>
        <w:jc w:val="both"/>
        <w:rPr>
          <w:rFonts w:cs="Arial"/>
        </w:rPr>
      </w:pPr>
      <w:r w:rsidRPr="008C13D2">
        <w:rPr>
          <w:rFonts w:cs="Arial"/>
          <w:bCs/>
        </w:rPr>
        <w:lastRenderedPageBreak/>
        <w:t>Vysvětlení zadávací dokumentace, včetně přesného znění žádosti, zadavatel uveřejní stejným způsobem, jakým uveřejnil výzvu k podání nabídek, tedy na profilu zadavatele:</w:t>
      </w:r>
      <w:r w:rsidRPr="008C13D2">
        <w:rPr>
          <w:rFonts w:cs="Arial"/>
        </w:rPr>
        <w:t xml:space="preserve"> </w:t>
      </w:r>
      <w:hyperlink r:id="rId19" w:history="1">
        <w:r w:rsidR="001D0BC4" w:rsidRPr="00E36EFB">
          <w:rPr>
            <w:rStyle w:val="Hypertextovodkaz"/>
            <w:rFonts w:cs="Arial"/>
            <w:b/>
          </w:rPr>
          <w:t>https://zakazky.spravazeleznic.cz/</w:t>
        </w:r>
      </w:hyperlink>
      <w:r w:rsidRPr="008C13D2">
        <w:rPr>
          <w:rFonts w:cs="Arial"/>
        </w:rPr>
        <w:t>. Vysvětlení je považováno za doručené okamžikem uveřejnění.</w:t>
      </w:r>
    </w:p>
    <w:p w14:paraId="0ABABBA9" w14:textId="77777777"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38BDF32C"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6A26C256" w14:textId="77777777"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6BFA57E6" w14:textId="77777777"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7E0AF9A7" w14:textId="77777777"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0618797A" w14:textId="77777777"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73F8EFE5" w14:textId="77777777"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30181556"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6F74282"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76BF4CE4"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23F5B49A"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241E2F78"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w:t>
      </w:r>
      <w:r w:rsidRPr="00F730EA">
        <w:rPr>
          <w:rFonts w:cs="Arial"/>
        </w:rPr>
        <w:lastRenderedPageBreak/>
        <w:t>V případě, že tak účastník neučiní, bude zadavatel postupovat, jako by na smlouvu nedopadala výjimka uvedená v ustanovení § 3 odst. 2 písm. h) nebo l) ZRS a zadavatel neodpovídá za škodu nebo jakoukoliv jinou újmu tímto postupem vzniklou.</w:t>
      </w:r>
    </w:p>
    <w:p w14:paraId="350FD8EC"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C01B6C4" w14:textId="77777777" w:rsidR="004850CE" w:rsidRDefault="004850CE" w:rsidP="004850CE">
      <w:pPr>
        <w:overflowPunct w:val="0"/>
        <w:autoSpaceDE w:val="0"/>
        <w:autoSpaceDN w:val="0"/>
        <w:adjustRightInd w:val="0"/>
        <w:textAlignment w:val="baseline"/>
        <w:rPr>
          <w:rFonts w:cs="Arial"/>
        </w:rPr>
      </w:pPr>
    </w:p>
    <w:p w14:paraId="28CD5FA9"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69DBA3CB" w14:textId="77777777" w:rsidR="004850CE" w:rsidRDefault="004850CE" w:rsidP="004850CE">
      <w:pPr>
        <w:spacing w:before="120"/>
        <w:rPr>
          <w:rFonts w:eastAsia="Batang" w:cs="Arial"/>
        </w:rPr>
      </w:pPr>
    </w:p>
    <w:p w14:paraId="2A2794F0" w14:textId="77777777" w:rsidR="004850CE" w:rsidRDefault="004850CE" w:rsidP="004850CE">
      <w:pPr>
        <w:spacing w:before="120"/>
        <w:rPr>
          <w:rFonts w:eastAsia="Batang" w:cs="Arial"/>
        </w:rPr>
      </w:pPr>
    </w:p>
    <w:p w14:paraId="4B898E22" w14:textId="77777777" w:rsidR="004850CE" w:rsidRDefault="004850CE" w:rsidP="004850CE">
      <w:pPr>
        <w:spacing w:before="120"/>
        <w:rPr>
          <w:rFonts w:eastAsia="Batang" w:cs="Arial"/>
        </w:rPr>
      </w:pPr>
    </w:p>
    <w:p w14:paraId="771E8B1C" w14:textId="372483BF" w:rsidR="004850CE" w:rsidRPr="00820548" w:rsidRDefault="004850CE" w:rsidP="004850CE">
      <w:pPr>
        <w:suppressAutoHyphens/>
        <w:spacing w:after="0"/>
        <w:rPr>
          <w:rFonts w:cs="Arial"/>
          <w:b/>
          <w:i/>
        </w:rPr>
      </w:pPr>
      <w:r w:rsidRPr="00595C88">
        <w:rPr>
          <w:rFonts w:cs="Arial"/>
          <w:b/>
        </w:rPr>
        <w:t xml:space="preserve">Ing. </w:t>
      </w:r>
      <w:r>
        <w:rPr>
          <w:rFonts w:cs="Arial"/>
          <w:b/>
        </w:rPr>
        <w:t>Petr Hofhanzl</w:t>
      </w:r>
      <w:r w:rsidR="00820548">
        <w:rPr>
          <w:rFonts w:cs="Arial"/>
          <w:b/>
        </w:rPr>
        <w:t xml:space="preserve"> </w:t>
      </w:r>
      <w:r w:rsidR="00820548" w:rsidRPr="00820548">
        <w:rPr>
          <w:rFonts w:cs="Arial"/>
        </w:rPr>
        <w:t>(elektronicky</w:t>
      </w:r>
      <w:r w:rsidR="00C02BE7">
        <w:rPr>
          <w:rFonts w:cs="Arial"/>
        </w:rPr>
        <w:t xml:space="preserve"> </w:t>
      </w:r>
      <w:r w:rsidR="00C02BE7" w:rsidRPr="00820548">
        <w:rPr>
          <w:rFonts w:cs="Arial"/>
        </w:rPr>
        <w:t>podepsáno</w:t>
      </w:r>
      <w:r w:rsidR="00820548" w:rsidRPr="00820548">
        <w:rPr>
          <w:rFonts w:cs="Arial"/>
        </w:rPr>
        <w:t>)</w:t>
      </w:r>
    </w:p>
    <w:p w14:paraId="69CBAC6D" w14:textId="394E29D4"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sectPr w:rsidR="00D21061"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4B003" w14:textId="77777777" w:rsidR="00343571" w:rsidRDefault="00343571" w:rsidP="00962258">
      <w:pPr>
        <w:spacing w:after="0" w:line="240" w:lineRule="auto"/>
      </w:pPr>
      <w:r>
        <w:separator/>
      </w:r>
    </w:p>
  </w:endnote>
  <w:endnote w:type="continuationSeparator" w:id="0">
    <w:p w14:paraId="6AE2CFC7" w14:textId="77777777" w:rsidR="00343571" w:rsidRDefault="003435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1FD13946" w14:textId="77777777" w:rsidTr="00D831A3">
      <w:tc>
        <w:tcPr>
          <w:tcW w:w="1361" w:type="dxa"/>
          <w:tcMar>
            <w:left w:w="0" w:type="dxa"/>
            <w:right w:w="0" w:type="dxa"/>
          </w:tcMar>
          <w:vAlign w:val="bottom"/>
        </w:tcPr>
        <w:p w14:paraId="57B1E473" w14:textId="5C34C687" w:rsidR="0020292A" w:rsidRPr="00B8518B" w:rsidRDefault="002029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1A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01A1">
            <w:rPr>
              <w:rStyle w:val="slostrnky"/>
              <w:noProof/>
            </w:rPr>
            <w:t>14</w:t>
          </w:r>
          <w:r w:rsidRPr="00B8518B">
            <w:rPr>
              <w:rStyle w:val="slostrnky"/>
            </w:rPr>
            <w:fldChar w:fldCharType="end"/>
          </w:r>
        </w:p>
      </w:tc>
      <w:tc>
        <w:tcPr>
          <w:tcW w:w="3458" w:type="dxa"/>
          <w:shd w:val="clear" w:color="auto" w:fill="auto"/>
          <w:tcMar>
            <w:left w:w="0" w:type="dxa"/>
            <w:right w:w="0" w:type="dxa"/>
          </w:tcMar>
        </w:tcPr>
        <w:p w14:paraId="5E95EEA3" w14:textId="77777777" w:rsidR="0020292A" w:rsidRDefault="0020292A" w:rsidP="00B8518B">
          <w:pPr>
            <w:pStyle w:val="Zpat"/>
          </w:pPr>
        </w:p>
      </w:tc>
      <w:tc>
        <w:tcPr>
          <w:tcW w:w="2835" w:type="dxa"/>
          <w:shd w:val="clear" w:color="auto" w:fill="auto"/>
          <w:tcMar>
            <w:left w:w="0" w:type="dxa"/>
            <w:right w:w="0" w:type="dxa"/>
          </w:tcMar>
        </w:tcPr>
        <w:p w14:paraId="38F0BB68" w14:textId="77777777" w:rsidR="0020292A" w:rsidRDefault="0020292A" w:rsidP="00B8518B">
          <w:pPr>
            <w:pStyle w:val="Zpat"/>
          </w:pPr>
        </w:p>
      </w:tc>
      <w:tc>
        <w:tcPr>
          <w:tcW w:w="2921" w:type="dxa"/>
        </w:tcPr>
        <w:p w14:paraId="0652569B" w14:textId="77777777" w:rsidR="0020292A" w:rsidRDefault="0020292A" w:rsidP="00D831A3">
          <w:pPr>
            <w:pStyle w:val="Zpat"/>
          </w:pPr>
        </w:p>
      </w:tc>
    </w:tr>
  </w:tbl>
  <w:p w14:paraId="388EF86A" w14:textId="77777777" w:rsidR="0020292A" w:rsidRPr="00B8518B" w:rsidRDefault="0020292A"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59A4C2E" wp14:editId="5B69415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9ECBA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FFDD058" wp14:editId="772EC35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23DE0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0DA19781" w14:textId="77777777" w:rsidTr="00F1715C">
      <w:tc>
        <w:tcPr>
          <w:tcW w:w="1361" w:type="dxa"/>
          <w:tcMar>
            <w:left w:w="0" w:type="dxa"/>
            <w:right w:w="0" w:type="dxa"/>
          </w:tcMar>
          <w:vAlign w:val="bottom"/>
        </w:tcPr>
        <w:p w14:paraId="20B2333C" w14:textId="44116BD3" w:rsidR="0020292A" w:rsidRPr="00B8518B" w:rsidRDefault="002029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1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01A1">
            <w:rPr>
              <w:rStyle w:val="slostrnky"/>
              <w:noProof/>
            </w:rPr>
            <w:t>14</w:t>
          </w:r>
          <w:r w:rsidRPr="00B8518B">
            <w:rPr>
              <w:rStyle w:val="slostrnky"/>
            </w:rPr>
            <w:fldChar w:fldCharType="end"/>
          </w:r>
        </w:p>
      </w:tc>
      <w:tc>
        <w:tcPr>
          <w:tcW w:w="3458" w:type="dxa"/>
          <w:shd w:val="clear" w:color="auto" w:fill="auto"/>
          <w:tcMar>
            <w:left w:w="0" w:type="dxa"/>
            <w:right w:w="0" w:type="dxa"/>
          </w:tcMar>
        </w:tcPr>
        <w:p w14:paraId="6F643FEA" w14:textId="77777777" w:rsidR="0020292A" w:rsidRDefault="0020292A" w:rsidP="00460660">
          <w:pPr>
            <w:pStyle w:val="Zpat"/>
          </w:pPr>
          <w:r>
            <w:t>Správa železnic, státní organizace</w:t>
          </w:r>
        </w:p>
        <w:p w14:paraId="73F4D9E8" w14:textId="77777777" w:rsidR="0020292A" w:rsidRDefault="0020292A"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3589AAF" w14:textId="77777777" w:rsidR="0020292A" w:rsidRDefault="0020292A" w:rsidP="00460660">
          <w:pPr>
            <w:pStyle w:val="Zpat"/>
          </w:pPr>
          <w:r>
            <w:t>Sídlo: Dlážděná 1003/7, 110 00 Praha 1</w:t>
          </w:r>
        </w:p>
        <w:p w14:paraId="4932F9B9" w14:textId="20BCAEF1" w:rsidR="0020292A" w:rsidRDefault="0020292A" w:rsidP="00460660">
          <w:pPr>
            <w:pStyle w:val="Zpat"/>
          </w:pPr>
          <w:r>
            <w:t>IČ</w:t>
          </w:r>
          <w:r w:rsidR="00752929">
            <w:t>O</w:t>
          </w:r>
          <w:r>
            <w:t>: 709 94 234 DIČ: CZ 709 94 234</w:t>
          </w:r>
        </w:p>
        <w:p w14:paraId="43A3195B" w14:textId="77777777" w:rsidR="0020292A" w:rsidRDefault="0020292A" w:rsidP="00460660">
          <w:pPr>
            <w:pStyle w:val="Zpat"/>
          </w:pPr>
          <w:r>
            <w:t>spravazeleznic.cz</w:t>
          </w:r>
        </w:p>
      </w:tc>
      <w:tc>
        <w:tcPr>
          <w:tcW w:w="2921" w:type="dxa"/>
        </w:tcPr>
        <w:p w14:paraId="63108828" w14:textId="77777777" w:rsidR="0020292A" w:rsidRPr="00486AA0" w:rsidRDefault="0020292A" w:rsidP="00486AA0">
          <w:pPr>
            <w:rPr>
              <w:rFonts w:ascii="Verdana" w:hAnsi="Verdana"/>
              <w:b/>
              <w:sz w:val="12"/>
              <w:szCs w:val="12"/>
            </w:rPr>
          </w:pPr>
          <w:r w:rsidRPr="00486AA0">
            <w:rPr>
              <w:rFonts w:ascii="Verdana" w:hAnsi="Verdana"/>
              <w:b/>
              <w:sz w:val="12"/>
              <w:szCs w:val="12"/>
            </w:rPr>
            <w:t>Stavební správa západ</w:t>
          </w:r>
        </w:p>
        <w:p w14:paraId="0C44470B" w14:textId="77777777" w:rsidR="0020292A" w:rsidRPr="00486AA0" w:rsidRDefault="0020292A" w:rsidP="00486AA0">
          <w:pPr>
            <w:rPr>
              <w:rFonts w:ascii="Verdana" w:hAnsi="Verdana"/>
              <w:b/>
              <w:sz w:val="12"/>
              <w:szCs w:val="12"/>
            </w:rPr>
          </w:pPr>
          <w:r w:rsidRPr="00486AA0">
            <w:rPr>
              <w:rFonts w:ascii="Verdana" w:hAnsi="Verdana"/>
              <w:b/>
              <w:sz w:val="12"/>
              <w:szCs w:val="12"/>
            </w:rPr>
            <w:t>Sokolovská 1955/278</w:t>
          </w:r>
        </w:p>
        <w:p w14:paraId="326622AD" w14:textId="77777777" w:rsidR="0020292A" w:rsidRPr="00486AA0" w:rsidRDefault="0020292A" w:rsidP="00486AA0">
          <w:pPr>
            <w:rPr>
              <w:rFonts w:ascii="Verdana" w:hAnsi="Verdana"/>
              <w:b/>
              <w:sz w:val="12"/>
              <w:szCs w:val="12"/>
            </w:rPr>
          </w:pPr>
          <w:r w:rsidRPr="00486AA0">
            <w:rPr>
              <w:rFonts w:ascii="Verdana" w:hAnsi="Verdana"/>
              <w:b/>
              <w:sz w:val="12"/>
              <w:szCs w:val="12"/>
            </w:rPr>
            <w:t>190 00 Praha 9</w:t>
          </w:r>
        </w:p>
        <w:p w14:paraId="134D0ABC" w14:textId="77777777" w:rsidR="0020292A" w:rsidRDefault="0020292A" w:rsidP="00B45E9E">
          <w:pPr>
            <w:pStyle w:val="Zpat"/>
          </w:pPr>
        </w:p>
      </w:tc>
    </w:tr>
  </w:tbl>
  <w:p w14:paraId="0B3DF51A" w14:textId="77777777" w:rsidR="0020292A" w:rsidRPr="00B8518B" w:rsidRDefault="0020292A"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20F53C" wp14:editId="3F6CC7D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E1DA42"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4B3BD3DB" wp14:editId="513B545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24626D"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2F093A0" w14:textId="77777777" w:rsidR="0020292A" w:rsidRPr="00460660" w:rsidRDefault="002029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F15F" w14:textId="77777777" w:rsidR="00343571" w:rsidRDefault="00343571" w:rsidP="00962258">
      <w:pPr>
        <w:spacing w:after="0" w:line="240" w:lineRule="auto"/>
      </w:pPr>
      <w:r>
        <w:separator/>
      </w:r>
    </w:p>
  </w:footnote>
  <w:footnote w:type="continuationSeparator" w:id="0">
    <w:p w14:paraId="5CB96442" w14:textId="77777777" w:rsidR="00343571" w:rsidRDefault="003435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F1D1F" w14:textId="77777777" w:rsidR="0020292A" w:rsidRDefault="0020292A" w:rsidP="009C4223">
    <w:pPr>
      <w:pStyle w:val="Zhlav"/>
      <w:pBdr>
        <w:bottom w:val="single" w:sz="6" w:space="1" w:color="auto"/>
      </w:pBdr>
      <w:jc w:val="right"/>
      <w:rPr>
        <w:rFonts w:cs="Arial"/>
        <w:i/>
        <w:sz w:val="16"/>
        <w:szCs w:val="16"/>
      </w:rPr>
    </w:pPr>
    <w:r>
      <w:rPr>
        <w:rFonts w:cs="Arial"/>
        <w:i/>
        <w:sz w:val="16"/>
        <w:szCs w:val="16"/>
      </w:rPr>
      <w:t>Výzva k podání nabídky</w:t>
    </w:r>
  </w:p>
  <w:p w14:paraId="13CD1B4A" w14:textId="41A5565F" w:rsidR="0020292A" w:rsidRPr="00E51EBB" w:rsidRDefault="001B3019" w:rsidP="00E51EBB">
    <w:pPr>
      <w:pStyle w:val="Zhlav"/>
      <w:pBdr>
        <w:bottom w:val="single" w:sz="6" w:space="1" w:color="auto"/>
      </w:pBdr>
      <w:jc w:val="right"/>
      <w:rPr>
        <w:rFonts w:cs="Arial"/>
        <w:i/>
        <w:sz w:val="16"/>
        <w:szCs w:val="16"/>
      </w:rPr>
    </w:pPr>
    <w:r w:rsidRPr="001B3019">
      <w:rPr>
        <w:rFonts w:cs="Arial"/>
        <w:i/>
        <w:sz w:val="16"/>
        <w:szCs w:val="16"/>
      </w:rPr>
      <w:t>„Rekonstrukce mostu v km 21,510 trati Tábor-Písek“</w:t>
    </w:r>
    <w:r>
      <w:rPr>
        <w:rFonts w:cs="Arial"/>
        <w:i/>
        <w:sz w:val="16"/>
        <w:szCs w:val="16"/>
      </w:rPr>
      <w:t xml:space="preserve"> </w:t>
    </w:r>
    <w:r w:rsidR="0020292A" w:rsidRPr="00861EB6">
      <w:rPr>
        <w:rFonts w:cs="Arial"/>
        <w:i/>
        <w:sz w:val="16"/>
        <w:szCs w:val="16"/>
      </w:rPr>
      <w:t xml:space="preserve">– </w:t>
    </w:r>
    <w:r w:rsidR="00C66B6A">
      <w:rPr>
        <w:rFonts w:cs="Arial"/>
        <w:i/>
        <w:sz w:val="16"/>
        <w:szCs w:val="16"/>
      </w:rPr>
      <w:t>ZP+</w:t>
    </w:r>
    <w:r w:rsidR="00C66B6A" w:rsidRPr="00B6379D">
      <w:rPr>
        <w:rFonts w:cs="Arial"/>
        <w:i/>
        <w:sz w:val="16"/>
        <w:szCs w:val="16"/>
      </w:rPr>
      <w:t>DUSP+</w:t>
    </w:r>
    <w:r w:rsidR="0020292A" w:rsidRPr="00B6379D">
      <w:rPr>
        <w:rFonts w:cs="Arial"/>
        <w:i/>
        <w:sz w:val="16"/>
        <w:szCs w:val="16"/>
      </w:rPr>
      <w:t>PDPS</w:t>
    </w:r>
    <w:r w:rsidR="00C66B6A" w:rsidRPr="00B6379D">
      <w:rPr>
        <w:rFonts w:cs="Arial"/>
        <w:i/>
        <w:sz w:val="16"/>
        <w:szCs w:val="16"/>
      </w:rPr>
      <w:t>+</w:t>
    </w:r>
    <w:r w:rsidR="00EE6F20" w:rsidRPr="00B6379D">
      <w:rPr>
        <w:rFonts w:cs="Arial"/>
        <w:i/>
        <w:sz w:val="16"/>
        <w:szCs w:val="16"/>
      </w:rPr>
      <w:t>A</w:t>
    </w:r>
    <w:r w:rsidR="0020292A" w:rsidRPr="00B6379D">
      <w:rPr>
        <w:rFonts w:cs="Arial"/>
        <w:i/>
        <w:sz w:val="16"/>
        <w:szCs w:val="16"/>
      </w:rPr>
      <w:t>D</w:t>
    </w:r>
  </w:p>
  <w:p w14:paraId="3E9C9503" w14:textId="77777777" w:rsidR="0020292A" w:rsidRPr="00D6163D" w:rsidRDefault="0020292A"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292A" w14:paraId="30D7BAAE" w14:textId="77777777" w:rsidTr="00F1715C">
      <w:trPr>
        <w:trHeight w:hRule="exact" w:val="936"/>
      </w:trPr>
      <w:tc>
        <w:tcPr>
          <w:tcW w:w="1361" w:type="dxa"/>
          <w:tcMar>
            <w:left w:w="0" w:type="dxa"/>
            <w:right w:w="0" w:type="dxa"/>
          </w:tcMar>
        </w:tcPr>
        <w:p w14:paraId="33CB8306" w14:textId="77777777" w:rsidR="0020292A" w:rsidRPr="00B8518B" w:rsidRDefault="0020292A"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5807E44C" wp14:editId="41CE2AC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50F57"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16E5B38" w14:textId="77777777" w:rsidR="0020292A" w:rsidRDefault="0020292A" w:rsidP="00FC6389">
          <w:pPr>
            <w:pStyle w:val="Zpat"/>
          </w:pPr>
        </w:p>
      </w:tc>
      <w:tc>
        <w:tcPr>
          <w:tcW w:w="5698" w:type="dxa"/>
          <w:shd w:val="clear" w:color="auto" w:fill="auto"/>
          <w:tcMar>
            <w:left w:w="0" w:type="dxa"/>
            <w:right w:w="0" w:type="dxa"/>
          </w:tcMar>
        </w:tcPr>
        <w:p w14:paraId="21AE2540" w14:textId="77777777" w:rsidR="0020292A" w:rsidRPr="00D6163D" w:rsidRDefault="0020292A" w:rsidP="00FC6389">
          <w:pPr>
            <w:pStyle w:val="Druhdokumentu"/>
          </w:pPr>
        </w:p>
      </w:tc>
    </w:tr>
    <w:tr w:rsidR="0020292A" w14:paraId="3470A062" w14:textId="77777777" w:rsidTr="00F64786">
      <w:trPr>
        <w:trHeight w:hRule="exact" w:val="452"/>
      </w:trPr>
      <w:tc>
        <w:tcPr>
          <w:tcW w:w="1361" w:type="dxa"/>
          <w:tcMar>
            <w:left w:w="0" w:type="dxa"/>
            <w:right w:w="0" w:type="dxa"/>
          </w:tcMar>
        </w:tcPr>
        <w:p w14:paraId="5F21620D" w14:textId="77777777" w:rsidR="0020292A" w:rsidRPr="00B8518B" w:rsidRDefault="0020292A" w:rsidP="00FC6389">
          <w:pPr>
            <w:pStyle w:val="Zpat"/>
            <w:rPr>
              <w:rStyle w:val="slostrnky"/>
            </w:rPr>
          </w:pPr>
        </w:p>
      </w:tc>
      <w:tc>
        <w:tcPr>
          <w:tcW w:w="3458" w:type="dxa"/>
          <w:shd w:val="clear" w:color="auto" w:fill="auto"/>
          <w:tcMar>
            <w:left w:w="0" w:type="dxa"/>
            <w:right w:w="0" w:type="dxa"/>
          </w:tcMar>
        </w:tcPr>
        <w:p w14:paraId="1EBB7972" w14:textId="77777777" w:rsidR="0020292A" w:rsidRDefault="0020292A" w:rsidP="00FC6389">
          <w:pPr>
            <w:pStyle w:val="Zpat"/>
          </w:pPr>
        </w:p>
      </w:tc>
      <w:tc>
        <w:tcPr>
          <w:tcW w:w="5698" w:type="dxa"/>
          <w:shd w:val="clear" w:color="auto" w:fill="auto"/>
          <w:tcMar>
            <w:left w:w="0" w:type="dxa"/>
            <w:right w:w="0" w:type="dxa"/>
          </w:tcMar>
        </w:tcPr>
        <w:p w14:paraId="192ED366" w14:textId="77777777" w:rsidR="0020292A" w:rsidRDefault="0020292A" w:rsidP="00FC6389">
          <w:pPr>
            <w:pStyle w:val="Druhdokumentu"/>
            <w:rPr>
              <w:noProof/>
            </w:rPr>
          </w:pPr>
        </w:p>
      </w:tc>
    </w:tr>
  </w:tbl>
  <w:p w14:paraId="5FC5AF82" w14:textId="77777777" w:rsidR="0020292A" w:rsidRPr="00D6163D" w:rsidRDefault="0020292A"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D4BCEBD" wp14:editId="0046F63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DA600"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noProof/>
        <w:lang w:eastAsia="cs-CZ"/>
      </w:rPr>
      <w:drawing>
        <wp:anchor distT="0" distB="0" distL="114300" distR="114300" simplePos="0" relativeHeight="251657728" behindDoc="0" locked="1" layoutInCell="1" allowOverlap="1" wp14:anchorId="3D604F62" wp14:editId="32D22D4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EAFB3F" w14:textId="77777777" w:rsidR="0020292A" w:rsidRPr="00460660" w:rsidRDefault="002029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BF55ED5"/>
    <w:multiLevelType w:val="hybridMultilevel"/>
    <w:tmpl w:val="BFA80996"/>
    <w:lvl w:ilvl="0" w:tplc="F76EBE44">
      <w:start w:val="1"/>
      <w:numFmt w:val="decimal"/>
      <w:lvlText w:val="%1."/>
      <w:lvlJc w:val="left"/>
      <w:pPr>
        <w:ind w:left="720" w:hanging="360"/>
      </w:pPr>
      <w:rPr>
        <w:rFonts w:asciiTheme="minorHAnsi" w:hAnsi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0" w15:restartNumberingAfterBreak="0">
    <w:nsid w:val="7FF775FD"/>
    <w:multiLevelType w:val="hybridMultilevel"/>
    <w:tmpl w:val="0464E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18"/>
  </w:num>
  <w:num w:numId="5">
    <w:abstractNumId w:val="17"/>
  </w:num>
  <w:num w:numId="6">
    <w:abstractNumId w:val="1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16"/>
  </w:num>
  <w:num w:numId="12">
    <w:abstractNumId w:val="8"/>
  </w:num>
  <w:num w:numId="13">
    <w:abstractNumId w:val="19"/>
  </w:num>
  <w:num w:numId="14">
    <w:abstractNumId w:val="6"/>
  </w:num>
  <w:num w:numId="15">
    <w:abstractNumId w:val="11"/>
  </w:num>
  <w:num w:numId="16">
    <w:abstractNumId w:val="20"/>
  </w:num>
  <w:num w:numId="17">
    <w:abstractNumId w:val="12"/>
  </w:num>
  <w:num w:numId="18">
    <w:abstractNumId w:val="4"/>
  </w:num>
  <w:num w:numId="19">
    <w:abstractNumId w:val="14"/>
  </w:num>
  <w:num w:numId="20">
    <w:abstractNumId w:val="10"/>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0E19"/>
    <w:rsid w:val="00010B0F"/>
    <w:rsid w:val="00014649"/>
    <w:rsid w:val="00014DBD"/>
    <w:rsid w:val="00016CDE"/>
    <w:rsid w:val="00031CED"/>
    <w:rsid w:val="00033432"/>
    <w:rsid w:val="00040BC1"/>
    <w:rsid w:val="00046D36"/>
    <w:rsid w:val="00051151"/>
    <w:rsid w:val="00055996"/>
    <w:rsid w:val="0005782B"/>
    <w:rsid w:val="00072C1E"/>
    <w:rsid w:val="000813F0"/>
    <w:rsid w:val="00081D1F"/>
    <w:rsid w:val="000839B0"/>
    <w:rsid w:val="00092F35"/>
    <w:rsid w:val="00096584"/>
    <w:rsid w:val="000A0574"/>
    <w:rsid w:val="000A2469"/>
    <w:rsid w:val="000B7907"/>
    <w:rsid w:val="000D0CC3"/>
    <w:rsid w:val="000D14C4"/>
    <w:rsid w:val="000D73F7"/>
    <w:rsid w:val="000E6904"/>
    <w:rsid w:val="00107683"/>
    <w:rsid w:val="001140A4"/>
    <w:rsid w:val="00114472"/>
    <w:rsid w:val="0012164B"/>
    <w:rsid w:val="00121B74"/>
    <w:rsid w:val="00140D0E"/>
    <w:rsid w:val="00142451"/>
    <w:rsid w:val="0014609F"/>
    <w:rsid w:val="00157C38"/>
    <w:rsid w:val="00160546"/>
    <w:rsid w:val="00160D1C"/>
    <w:rsid w:val="00161330"/>
    <w:rsid w:val="00165B52"/>
    <w:rsid w:val="00170EC5"/>
    <w:rsid w:val="00173331"/>
    <w:rsid w:val="001747C1"/>
    <w:rsid w:val="00183D20"/>
    <w:rsid w:val="0018596A"/>
    <w:rsid w:val="00187EE4"/>
    <w:rsid w:val="001922A1"/>
    <w:rsid w:val="001A56A1"/>
    <w:rsid w:val="001A78DF"/>
    <w:rsid w:val="001B3019"/>
    <w:rsid w:val="001B30B9"/>
    <w:rsid w:val="001B7A5F"/>
    <w:rsid w:val="001C7308"/>
    <w:rsid w:val="001D0BC4"/>
    <w:rsid w:val="001E0FB3"/>
    <w:rsid w:val="001E6699"/>
    <w:rsid w:val="001F17A4"/>
    <w:rsid w:val="001F318C"/>
    <w:rsid w:val="001F61CB"/>
    <w:rsid w:val="0020292A"/>
    <w:rsid w:val="00207DF5"/>
    <w:rsid w:val="002120CC"/>
    <w:rsid w:val="00215C0F"/>
    <w:rsid w:val="00225311"/>
    <w:rsid w:val="0023362E"/>
    <w:rsid w:val="00234A98"/>
    <w:rsid w:val="002371D8"/>
    <w:rsid w:val="00243677"/>
    <w:rsid w:val="00245839"/>
    <w:rsid w:val="002522D7"/>
    <w:rsid w:val="002543C6"/>
    <w:rsid w:val="00260755"/>
    <w:rsid w:val="0026785D"/>
    <w:rsid w:val="002705F2"/>
    <w:rsid w:val="00271CBF"/>
    <w:rsid w:val="00277FA2"/>
    <w:rsid w:val="00282FED"/>
    <w:rsid w:val="00292C99"/>
    <w:rsid w:val="00293D1D"/>
    <w:rsid w:val="002A6FE2"/>
    <w:rsid w:val="002A714F"/>
    <w:rsid w:val="002B2995"/>
    <w:rsid w:val="002B410D"/>
    <w:rsid w:val="002B7F42"/>
    <w:rsid w:val="002C31BF"/>
    <w:rsid w:val="002D2B7F"/>
    <w:rsid w:val="002D35A4"/>
    <w:rsid w:val="002D3C8C"/>
    <w:rsid w:val="002E0720"/>
    <w:rsid w:val="002E0CD7"/>
    <w:rsid w:val="002E2352"/>
    <w:rsid w:val="002E4E86"/>
    <w:rsid w:val="002E7523"/>
    <w:rsid w:val="0031735C"/>
    <w:rsid w:val="00326A11"/>
    <w:rsid w:val="003301A1"/>
    <w:rsid w:val="00334734"/>
    <w:rsid w:val="00342215"/>
    <w:rsid w:val="00343571"/>
    <w:rsid w:val="003462E2"/>
    <w:rsid w:val="00355EE6"/>
    <w:rsid w:val="00357BC6"/>
    <w:rsid w:val="00364032"/>
    <w:rsid w:val="003716B7"/>
    <w:rsid w:val="00372E47"/>
    <w:rsid w:val="00383069"/>
    <w:rsid w:val="0039118B"/>
    <w:rsid w:val="003922A2"/>
    <w:rsid w:val="00392E55"/>
    <w:rsid w:val="003956C6"/>
    <w:rsid w:val="003A2DE2"/>
    <w:rsid w:val="003A450C"/>
    <w:rsid w:val="003A6C4A"/>
    <w:rsid w:val="003A6EC4"/>
    <w:rsid w:val="003A7190"/>
    <w:rsid w:val="003B0467"/>
    <w:rsid w:val="003B06C4"/>
    <w:rsid w:val="003B3FC1"/>
    <w:rsid w:val="003B419D"/>
    <w:rsid w:val="003B6042"/>
    <w:rsid w:val="003C17E6"/>
    <w:rsid w:val="003C3C80"/>
    <w:rsid w:val="003C5FDB"/>
    <w:rsid w:val="003D3FF6"/>
    <w:rsid w:val="003D7BF3"/>
    <w:rsid w:val="003E299F"/>
    <w:rsid w:val="003E58D4"/>
    <w:rsid w:val="003F261E"/>
    <w:rsid w:val="003F3925"/>
    <w:rsid w:val="003F3B51"/>
    <w:rsid w:val="00404266"/>
    <w:rsid w:val="00412384"/>
    <w:rsid w:val="004134B9"/>
    <w:rsid w:val="00415995"/>
    <w:rsid w:val="004163D4"/>
    <w:rsid w:val="00423A3E"/>
    <w:rsid w:val="00426F21"/>
    <w:rsid w:val="00430A31"/>
    <w:rsid w:val="00440A8F"/>
    <w:rsid w:val="00443FD9"/>
    <w:rsid w:val="004504FC"/>
    <w:rsid w:val="00450F07"/>
    <w:rsid w:val="00452B6E"/>
    <w:rsid w:val="00453CD3"/>
    <w:rsid w:val="00455BC7"/>
    <w:rsid w:val="00457B1D"/>
    <w:rsid w:val="00460660"/>
    <w:rsid w:val="00460CCB"/>
    <w:rsid w:val="00462607"/>
    <w:rsid w:val="0047146A"/>
    <w:rsid w:val="00477370"/>
    <w:rsid w:val="004773FE"/>
    <w:rsid w:val="004850CE"/>
    <w:rsid w:val="00486107"/>
    <w:rsid w:val="004868F0"/>
    <w:rsid w:val="00486AA0"/>
    <w:rsid w:val="00490E99"/>
    <w:rsid w:val="00491827"/>
    <w:rsid w:val="00494253"/>
    <w:rsid w:val="004A3573"/>
    <w:rsid w:val="004A554D"/>
    <w:rsid w:val="004B09BA"/>
    <w:rsid w:val="004B2CF3"/>
    <w:rsid w:val="004B4ADB"/>
    <w:rsid w:val="004C130D"/>
    <w:rsid w:val="004C38FF"/>
    <w:rsid w:val="004C4399"/>
    <w:rsid w:val="004C69ED"/>
    <w:rsid w:val="004C787C"/>
    <w:rsid w:val="004D17E9"/>
    <w:rsid w:val="004D1B58"/>
    <w:rsid w:val="004D1E5E"/>
    <w:rsid w:val="004D3932"/>
    <w:rsid w:val="004D6DDD"/>
    <w:rsid w:val="004E1B8A"/>
    <w:rsid w:val="004E2F77"/>
    <w:rsid w:val="004E5890"/>
    <w:rsid w:val="004E5B11"/>
    <w:rsid w:val="004F06B5"/>
    <w:rsid w:val="004F4B2A"/>
    <w:rsid w:val="004F4B9B"/>
    <w:rsid w:val="004F5F13"/>
    <w:rsid w:val="0050783E"/>
    <w:rsid w:val="005117F1"/>
    <w:rsid w:val="00511AB9"/>
    <w:rsid w:val="00520F08"/>
    <w:rsid w:val="005235AC"/>
    <w:rsid w:val="00523EA7"/>
    <w:rsid w:val="0052575A"/>
    <w:rsid w:val="0054403C"/>
    <w:rsid w:val="005457C0"/>
    <w:rsid w:val="00553375"/>
    <w:rsid w:val="00562D1A"/>
    <w:rsid w:val="0056428C"/>
    <w:rsid w:val="005658A6"/>
    <w:rsid w:val="005663D5"/>
    <w:rsid w:val="00573333"/>
    <w:rsid w:val="005736B7"/>
    <w:rsid w:val="00574905"/>
    <w:rsid w:val="00575E5A"/>
    <w:rsid w:val="005858BB"/>
    <w:rsid w:val="005964FC"/>
    <w:rsid w:val="00596C7E"/>
    <w:rsid w:val="005A64E9"/>
    <w:rsid w:val="005A68E5"/>
    <w:rsid w:val="005B1F48"/>
    <w:rsid w:val="005B3322"/>
    <w:rsid w:val="005B6572"/>
    <w:rsid w:val="005C2296"/>
    <w:rsid w:val="005C4C1E"/>
    <w:rsid w:val="005D08B4"/>
    <w:rsid w:val="005D146C"/>
    <w:rsid w:val="005D2493"/>
    <w:rsid w:val="005E4449"/>
    <w:rsid w:val="005F7F66"/>
    <w:rsid w:val="00603B5A"/>
    <w:rsid w:val="00604156"/>
    <w:rsid w:val="0060541E"/>
    <w:rsid w:val="0060771F"/>
    <w:rsid w:val="0061068E"/>
    <w:rsid w:val="0061452A"/>
    <w:rsid w:val="00620BEC"/>
    <w:rsid w:val="00622B3E"/>
    <w:rsid w:val="00623B77"/>
    <w:rsid w:val="00631249"/>
    <w:rsid w:val="0063441B"/>
    <w:rsid w:val="0063786B"/>
    <w:rsid w:val="00642ABD"/>
    <w:rsid w:val="00644B68"/>
    <w:rsid w:val="00647B71"/>
    <w:rsid w:val="00660AD3"/>
    <w:rsid w:val="006650D5"/>
    <w:rsid w:val="00671492"/>
    <w:rsid w:val="00676183"/>
    <w:rsid w:val="00677432"/>
    <w:rsid w:val="00677BA5"/>
    <w:rsid w:val="00680365"/>
    <w:rsid w:val="00680FF0"/>
    <w:rsid w:val="00687226"/>
    <w:rsid w:val="00695CFA"/>
    <w:rsid w:val="006969A0"/>
    <w:rsid w:val="0069732B"/>
    <w:rsid w:val="0069770C"/>
    <w:rsid w:val="006A019E"/>
    <w:rsid w:val="006A5570"/>
    <w:rsid w:val="006A689C"/>
    <w:rsid w:val="006B110C"/>
    <w:rsid w:val="006B3D79"/>
    <w:rsid w:val="006C1FF5"/>
    <w:rsid w:val="006C36A7"/>
    <w:rsid w:val="006D6EE0"/>
    <w:rsid w:val="006E0131"/>
    <w:rsid w:val="006E0578"/>
    <w:rsid w:val="006E281D"/>
    <w:rsid w:val="006E314D"/>
    <w:rsid w:val="006E7A31"/>
    <w:rsid w:val="006F2AEE"/>
    <w:rsid w:val="006F41DB"/>
    <w:rsid w:val="006F7259"/>
    <w:rsid w:val="00706AF9"/>
    <w:rsid w:val="00710723"/>
    <w:rsid w:val="00715D1B"/>
    <w:rsid w:val="0072362B"/>
    <w:rsid w:val="00723ED1"/>
    <w:rsid w:val="0073093F"/>
    <w:rsid w:val="00733B48"/>
    <w:rsid w:val="0074050B"/>
    <w:rsid w:val="007414B1"/>
    <w:rsid w:val="00743525"/>
    <w:rsid w:val="00747634"/>
    <w:rsid w:val="00750725"/>
    <w:rsid w:val="00752929"/>
    <w:rsid w:val="007573F0"/>
    <w:rsid w:val="00761E56"/>
    <w:rsid w:val="0076286B"/>
    <w:rsid w:val="007644A5"/>
    <w:rsid w:val="00764595"/>
    <w:rsid w:val="00765FF9"/>
    <w:rsid w:val="00766813"/>
    <w:rsid w:val="00766846"/>
    <w:rsid w:val="007709C0"/>
    <w:rsid w:val="0077322A"/>
    <w:rsid w:val="00775421"/>
    <w:rsid w:val="0077673A"/>
    <w:rsid w:val="007846E1"/>
    <w:rsid w:val="0078488D"/>
    <w:rsid w:val="00791154"/>
    <w:rsid w:val="007939E2"/>
    <w:rsid w:val="00793B05"/>
    <w:rsid w:val="00794BC4"/>
    <w:rsid w:val="007A16BC"/>
    <w:rsid w:val="007A2E90"/>
    <w:rsid w:val="007A3D4F"/>
    <w:rsid w:val="007B27D0"/>
    <w:rsid w:val="007B2942"/>
    <w:rsid w:val="007B2E4E"/>
    <w:rsid w:val="007B570C"/>
    <w:rsid w:val="007C3CEB"/>
    <w:rsid w:val="007C7A67"/>
    <w:rsid w:val="007E4A6E"/>
    <w:rsid w:val="007F019A"/>
    <w:rsid w:val="007F56A7"/>
    <w:rsid w:val="0080194F"/>
    <w:rsid w:val="00803C3A"/>
    <w:rsid w:val="008055C3"/>
    <w:rsid w:val="00807DD0"/>
    <w:rsid w:val="00810C94"/>
    <w:rsid w:val="00813F11"/>
    <w:rsid w:val="00816761"/>
    <w:rsid w:val="00820548"/>
    <w:rsid w:val="0082283E"/>
    <w:rsid w:val="00830AB9"/>
    <w:rsid w:val="00830BAF"/>
    <w:rsid w:val="0083386F"/>
    <w:rsid w:val="00833ACB"/>
    <w:rsid w:val="00835E5E"/>
    <w:rsid w:val="008465B3"/>
    <w:rsid w:val="00847D1F"/>
    <w:rsid w:val="008509B0"/>
    <w:rsid w:val="00850F71"/>
    <w:rsid w:val="00853791"/>
    <w:rsid w:val="00857B2B"/>
    <w:rsid w:val="00861A13"/>
    <w:rsid w:val="00861B35"/>
    <w:rsid w:val="00861EB6"/>
    <w:rsid w:val="00863C98"/>
    <w:rsid w:val="00864DC6"/>
    <w:rsid w:val="00865E96"/>
    <w:rsid w:val="00870FB2"/>
    <w:rsid w:val="008727C3"/>
    <w:rsid w:val="00883278"/>
    <w:rsid w:val="0088588D"/>
    <w:rsid w:val="0088689E"/>
    <w:rsid w:val="00887F6D"/>
    <w:rsid w:val="0089048B"/>
    <w:rsid w:val="008A3568"/>
    <w:rsid w:val="008A4201"/>
    <w:rsid w:val="008A4C58"/>
    <w:rsid w:val="008A5255"/>
    <w:rsid w:val="008A62BD"/>
    <w:rsid w:val="008A652D"/>
    <w:rsid w:val="008B3C3F"/>
    <w:rsid w:val="008D03B9"/>
    <w:rsid w:val="008D1AE5"/>
    <w:rsid w:val="008E14DE"/>
    <w:rsid w:val="008F18D6"/>
    <w:rsid w:val="008F23DD"/>
    <w:rsid w:val="008F4DA0"/>
    <w:rsid w:val="00900C40"/>
    <w:rsid w:val="00901651"/>
    <w:rsid w:val="009020AC"/>
    <w:rsid w:val="00904780"/>
    <w:rsid w:val="00910E37"/>
    <w:rsid w:val="00914BC5"/>
    <w:rsid w:val="00917031"/>
    <w:rsid w:val="00922385"/>
    <w:rsid w:val="009223DF"/>
    <w:rsid w:val="00922B82"/>
    <w:rsid w:val="00936075"/>
    <w:rsid w:val="00936091"/>
    <w:rsid w:val="00940D8A"/>
    <w:rsid w:val="0094510B"/>
    <w:rsid w:val="00946A1A"/>
    <w:rsid w:val="00947436"/>
    <w:rsid w:val="00962258"/>
    <w:rsid w:val="0096307A"/>
    <w:rsid w:val="0096405B"/>
    <w:rsid w:val="00964390"/>
    <w:rsid w:val="009678B7"/>
    <w:rsid w:val="009703F2"/>
    <w:rsid w:val="00974D2D"/>
    <w:rsid w:val="00982411"/>
    <w:rsid w:val="009845A6"/>
    <w:rsid w:val="009906D8"/>
    <w:rsid w:val="00992D9C"/>
    <w:rsid w:val="00996CB8"/>
    <w:rsid w:val="009977C3"/>
    <w:rsid w:val="0099785A"/>
    <w:rsid w:val="009A2A52"/>
    <w:rsid w:val="009B2E97"/>
    <w:rsid w:val="009B4F10"/>
    <w:rsid w:val="009B72CC"/>
    <w:rsid w:val="009C4223"/>
    <w:rsid w:val="009D32E0"/>
    <w:rsid w:val="009E07F4"/>
    <w:rsid w:val="009E0ED6"/>
    <w:rsid w:val="009E2C2B"/>
    <w:rsid w:val="009F0895"/>
    <w:rsid w:val="009F392E"/>
    <w:rsid w:val="00A000DF"/>
    <w:rsid w:val="00A00E99"/>
    <w:rsid w:val="00A0698E"/>
    <w:rsid w:val="00A13FB5"/>
    <w:rsid w:val="00A16911"/>
    <w:rsid w:val="00A17FAC"/>
    <w:rsid w:val="00A27258"/>
    <w:rsid w:val="00A27E32"/>
    <w:rsid w:val="00A33579"/>
    <w:rsid w:val="00A344F8"/>
    <w:rsid w:val="00A406DA"/>
    <w:rsid w:val="00A437B0"/>
    <w:rsid w:val="00A44328"/>
    <w:rsid w:val="00A44461"/>
    <w:rsid w:val="00A54663"/>
    <w:rsid w:val="00A54982"/>
    <w:rsid w:val="00A57317"/>
    <w:rsid w:val="00A6034D"/>
    <w:rsid w:val="00A6177B"/>
    <w:rsid w:val="00A65225"/>
    <w:rsid w:val="00A66136"/>
    <w:rsid w:val="00A7061E"/>
    <w:rsid w:val="00A7477E"/>
    <w:rsid w:val="00A8188C"/>
    <w:rsid w:val="00A82121"/>
    <w:rsid w:val="00A87E66"/>
    <w:rsid w:val="00A93D5C"/>
    <w:rsid w:val="00A95239"/>
    <w:rsid w:val="00A95B4C"/>
    <w:rsid w:val="00AA4CBB"/>
    <w:rsid w:val="00AA64BA"/>
    <w:rsid w:val="00AA65FA"/>
    <w:rsid w:val="00AA72AC"/>
    <w:rsid w:val="00AA7351"/>
    <w:rsid w:val="00AB4332"/>
    <w:rsid w:val="00AB4786"/>
    <w:rsid w:val="00AB4E1F"/>
    <w:rsid w:val="00AD056F"/>
    <w:rsid w:val="00AD2091"/>
    <w:rsid w:val="00AD6731"/>
    <w:rsid w:val="00AE2163"/>
    <w:rsid w:val="00AE3022"/>
    <w:rsid w:val="00AE4BFD"/>
    <w:rsid w:val="00AF0ABB"/>
    <w:rsid w:val="00AF5407"/>
    <w:rsid w:val="00B0090E"/>
    <w:rsid w:val="00B04EA0"/>
    <w:rsid w:val="00B0540A"/>
    <w:rsid w:val="00B06D3A"/>
    <w:rsid w:val="00B1397A"/>
    <w:rsid w:val="00B139C3"/>
    <w:rsid w:val="00B13FD9"/>
    <w:rsid w:val="00B15D0D"/>
    <w:rsid w:val="00B20046"/>
    <w:rsid w:val="00B2076D"/>
    <w:rsid w:val="00B223A9"/>
    <w:rsid w:val="00B268E6"/>
    <w:rsid w:val="00B33CDD"/>
    <w:rsid w:val="00B36319"/>
    <w:rsid w:val="00B405C6"/>
    <w:rsid w:val="00B41F2C"/>
    <w:rsid w:val="00B45E9E"/>
    <w:rsid w:val="00B5056A"/>
    <w:rsid w:val="00B51157"/>
    <w:rsid w:val="00B624BE"/>
    <w:rsid w:val="00B6379D"/>
    <w:rsid w:val="00B664C0"/>
    <w:rsid w:val="00B73952"/>
    <w:rsid w:val="00B75EE1"/>
    <w:rsid w:val="00B77481"/>
    <w:rsid w:val="00B8518B"/>
    <w:rsid w:val="00B87FEC"/>
    <w:rsid w:val="00B972F5"/>
    <w:rsid w:val="00BA0194"/>
    <w:rsid w:val="00BB2EBA"/>
    <w:rsid w:val="00BB3740"/>
    <w:rsid w:val="00BC042D"/>
    <w:rsid w:val="00BC2082"/>
    <w:rsid w:val="00BC2DF5"/>
    <w:rsid w:val="00BD3930"/>
    <w:rsid w:val="00BD518A"/>
    <w:rsid w:val="00BD70A0"/>
    <w:rsid w:val="00BD7E91"/>
    <w:rsid w:val="00BE1316"/>
    <w:rsid w:val="00BE2796"/>
    <w:rsid w:val="00BE3FD5"/>
    <w:rsid w:val="00BF374D"/>
    <w:rsid w:val="00BF44CE"/>
    <w:rsid w:val="00C02BE7"/>
    <w:rsid w:val="00C02D0A"/>
    <w:rsid w:val="00C03A6E"/>
    <w:rsid w:val="00C12C72"/>
    <w:rsid w:val="00C26774"/>
    <w:rsid w:val="00C30B8F"/>
    <w:rsid w:val="00C40D77"/>
    <w:rsid w:val="00C42961"/>
    <w:rsid w:val="00C44F6A"/>
    <w:rsid w:val="00C47270"/>
    <w:rsid w:val="00C5664C"/>
    <w:rsid w:val="00C57BCF"/>
    <w:rsid w:val="00C6340C"/>
    <w:rsid w:val="00C65197"/>
    <w:rsid w:val="00C66B6A"/>
    <w:rsid w:val="00C72D43"/>
    <w:rsid w:val="00C75426"/>
    <w:rsid w:val="00C76762"/>
    <w:rsid w:val="00CA2F8F"/>
    <w:rsid w:val="00CA4513"/>
    <w:rsid w:val="00CA5AA7"/>
    <w:rsid w:val="00CB54D1"/>
    <w:rsid w:val="00CB5D5F"/>
    <w:rsid w:val="00CC4381"/>
    <w:rsid w:val="00CD1FC4"/>
    <w:rsid w:val="00CD616E"/>
    <w:rsid w:val="00CD66D6"/>
    <w:rsid w:val="00CE371D"/>
    <w:rsid w:val="00CF0B21"/>
    <w:rsid w:val="00D061C9"/>
    <w:rsid w:val="00D105B8"/>
    <w:rsid w:val="00D1252F"/>
    <w:rsid w:val="00D153EB"/>
    <w:rsid w:val="00D21061"/>
    <w:rsid w:val="00D27EAE"/>
    <w:rsid w:val="00D30286"/>
    <w:rsid w:val="00D30F9E"/>
    <w:rsid w:val="00D316A7"/>
    <w:rsid w:val="00D4108E"/>
    <w:rsid w:val="00D42431"/>
    <w:rsid w:val="00D51BED"/>
    <w:rsid w:val="00D55458"/>
    <w:rsid w:val="00D6163D"/>
    <w:rsid w:val="00D8270A"/>
    <w:rsid w:val="00D831A3"/>
    <w:rsid w:val="00D856ED"/>
    <w:rsid w:val="00D86E94"/>
    <w:rsid w:val="00DA1D37"/>
    <w:rsid w:val="00DA2C9A"/>
    <w:rsid w:val="00DA31B2"/>
    <w:rsid w:val="00DA44D4"/>
    <w:rsid w:val="00DA6FFE"/>
    <w:rsid w:val="00DA7518"/>
    <w:rsid w:val="00DB1C57"/>
    <w:rsid w:val="00DC3110"/>
    <w:rsid w:val="00DC5A6B"/>
    <w:rsid w:val="00DD46F3"/>
    <w:rsid w:val="00DD58A6"/>
    <w:rsid w:val="00DD5DE9"/>
    <w:rsid w:val="00DD615C"/>
    <w:rsid w:val="00DE05A2"/>
    <w:rsid w:val="00DE552A"/>
    <w:rsid w:val="00DE56F2"/>
    <w:rsid w:val="00DE6A2E"/>
    <w:rsid w:val="00DF0C72"/>
    <w:rsid w:val="00DF116D"/>
    <w:rsid w:val="00DF506E"/>
    <w:rsid w:val="00DF56F6"/>
    <w:rsid w:val="00DF5EBF"/>
    <w:rsid w:val="00DF6729"/>
    <w:rsid w:val="00E0587E"/>
    <w:rsid w:val="00E10644"/>
    <w:rsid w:val="00E11C51"/>
    <w:rsid w:val="00E140DE"/>
    <w:rsid w:val="00E161B0"/>
    <w:rsid w:val="00E16DC7"/>
    <w:rsid w:val="00E27C36"/>
    <w:rsid w:val="00E319AD"/>
    <w:rsid w:val="00E32E39"/>
    <w:rsid w:val="00E35ED9"/>
    <w:rsid w:val="00E4711F"/>
    <w:rsid w:val="00E51EBB"/>
    <w:rsid w:val="00E60559"/>
    <w:rsid w:val="00E7031A"/>
    <w:rsid w:val="00E824F1"/>
    <w:rsid w:val="00E82EA2"/>
    <w:rsid w:val="00E94440"/>
    <w:rsid w:val="00E957D5"/>
    <w:rsid w:val="00EA38F0"/>
    <w:rsid w:val="00EB104F"/>
    <w:rsid w:val="00EB33BE"/>
    <w:rsid w:val="00EC2E57"/>
    <w:rsid w:val="00EC3F84"/>
    <w:rsid w:val="00EC726F"/>
    <w:rsid w:val="00ED14BD"/>
    <w:rsid w:val="00ED23CE"/>
    <w:rsid w:val="00EE0A22"/>
    <w:rsid w:val="00EE29D3"/>
    <w:rsid w:val="00EE47FC"/>
    <w:rsid w:val="00EE5146"/>
    <w:rsid w:val="00EE6F20"/>
    <w:rsid w:val="00EF01F0"/>
    <w:rsid w:val="00EF2DD9"/>
    <w:rsid w:val="00EF30F8"/>
    <w:rsid w:val="00EF3B65"/>
    <w:rsid w:val="00EF5200"/>
    <w:rsid w:val="00F121CB"/>
    <w:rsid w:val="00F12DEC"/>
    <w:rsid w:val="00F17073"/>
    <w:rsid w:val="00F1715C"/>
    <w:rsid w:val="00F21C3B"/>
    <w:rsid w:val="00F310F8"/>
    <w:rsid w:val="00F35939"/>
    <w:rsid w:val="00F3740A"/>
    <w:rsid w:val="00F419F9"/>
    <w:rsid w:val="00F42837"/>
    <w:rsid w:val="00F45607"/>
    <w:rsid w:val="00F51567"/>
    <w:rsid w:val="00F53599"/>
    <w:rsid w:val="00F549F8"/>
    <w:rsid w:val="00F56F6D"/>
    <w:rsid w:val="00F64786"/>
    <w:rsid w:val="00F659EB"/>
    <w:rsid w:val="00F66ACE"/>
    <w:rsid w:val="00F73033"/>
    <w:rsid w:val="00F7752B"/>
    <w:rsid w:val="00F81516"/>
    <w:rsid w:val="00F846A9"/>
    <w:rsid w:val="00F862D6"/>
    <w:rsid w:val="00F86BA6"/>
    <w:rsid w:val="00F86E10"/>
    <w:rsid w:val="00F87A01"/>
    <w:rsid w:val="00F9227D"/>
    <w:rsid w:val="00F9231A"/>
    <w:rsid w:val="00FA4A38"/>
    <w:rsid w:val="00FA59C0"/>
    <w:rsid w:val="00FA62B6"/>
    <w:rsid w:val="00FC37F8"/>
    <w:rsid w:val="00FC6389"/>
    <w:rsid w:val="00FD038D"/>
    <w:rsid w:val="00FD0C3D"/>
    <w:rsid w:val="00FD11E3"/>
    <w:rsid w:val="00FD3AEA"/>
    <w:rsid w:val="00FD5448"/>
    <w:rsid w:val="00FE232E"/>
    <w:rsid w:val="00FE322B"/>
    <w:rsid w:val="00FE375B"/>
    <w:rsid w:val="00FE4C70"/>
    <w:rsid w:val="00FF25C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3D126"/>
  <w14:defaultImageDpi w14:val="32767"/>
  <w15:docId w15:val="{FB21CFBE-CE27-4EE3-B3CC-9913082B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styleId="Odkaznakoment">
    <w:name w:val="annotation reference"/>
    <w:basedOn w:val="Standardnpsmoodstavce"/>
    <w:uiPriority w:val="99"/>
    <w:semiHidden/>
    <w:unhideWhenUsed/>
    <w:rsid w:val="00092F35"/>
    <w:rPr>
      <w:sz w:val="16"/>
      <w:szCs w:val="16"/>
    </w:rPr>
  </w:style>
  <w:style w:type="paragraph" w:styleId="Textkomente">
    <w:name w:val="annotation text"/>
    <w:basedOn w:val="Normln"/>
    <w:link w:val="TextkomenteChar"/>
    <w:uiPriority w:val="99"/>
    <w:semiHidden/>
    <w:unhideWhenUsed/>
    <w:rsid w:val="00092F35"/>
    <w:pPr>
      <w:spacing w:line="240" w:lineRule="auto"/>
    </w:pPr>
    <w:rPr>
      <w:sz w:val="20"/>
      <w:szCs w:val="20"/>
    </w:rPr>
  </w:style>
  <w:style w:type="character" w:customStyle="1" w:styleId="TextkomenteChar">
    <w:name w:val="Text komentáře Char"/>
    <w:basedOn w:val="Standardnpsmoodstavce"/>
    <w:link w:val="Textkomente"/>
    <w:uiPriority w:val="99"/>
    <w:semiHidden/>
    <w:rsid w:val="00092F35"/>
    <w:rPr>
      <w:sz w:val="20"/>
      <w:szCs w:val="20"/>
    </w:rPr>
  </w:style>
  <w:style w:type="paragraph" w:styleId="Pedmtkomente">
    <w:name w:val="annotation subject"/>
    <w:basedOn w:val="Textkomente"/>
    <w:next w:val="Textkomente"/>
    <w:link w:val="PedmtkomenteChar"/>
    <w:uiPriority w:val="99"/>
    <w:semiHidden/>
    <w:unhideWhenUsed/>
    <w:rsid w:val="00092F35"/>
    <w:rPr>
      <w:b/>
      <w:bCs/>
    </w:rPr>
  </w:style>
  <w:style w:type="character" w:customStyle="1" w:styleId="PedmtkomenteChar">
    <w:name w:val="Předmět komentáře Char"/>
    <w:basedOn w:val="TextkomenteChar"/>
    <w:link w:val="Pedmtkomente"/>
    <w:uiPriority w:val="99"/>
    <w:semiHidden/>
    <w:rsid w:val="00092F35"/>
    <w:rPr>
      <w:b/>
      <w:bCs/>
      <w:sz w:val="20"/>
      <w:szCs w:val="20"/>
    </w:rPr>
  </w:style>
  <w:style w:type="paragraph" w:customStyle="1" w:styleId="Default">
    <w:name w:val="Default"/>
    <w:rsid w:val="005D146C"/>
    <w:pPr>
      <w:autoSpaceDE w:val="0"/>
      <w:autoSpaceDN w:val="0"/>
      <w:adjustRightInd w:val="0"/>
      <w:spacing w:after="0" w:line="240" w:lineRule="auto"/>
    </w:pPr>
    <w:rPr>
      <w:rFonts w:ascii="Verdana" w:hAnsi="Verdana" w:cs="Verdana"/>
      <w:color w:val="000000"/>
      <w:sz w:val="24"/>
      <w:szCs w:val="24"/>
    </w:rPr>
  </w:style>
  <w:style w:type="paragraph" w:customStyle="1" w:styleId="Odrka1-1">
    <w:name w:val="_Odrážka_1-1_•"/>
    <w:basedOn w:val="Normln"/>
    <w:qFormat/>
    <w:rsid w:val="00DB1C57"/>
    <w:pPr>
      <w:numPr>
        <w:numId w:val="20"/>
      </w:numPr>
      <w:spacing w:after="120"/>
      <w:jc w:val="both"/>
    </w:pPr>
  </w:style>
  <w:style w:type="paragraph" w:customStyle="1" w:styleId="Odrka1-2-">
    <w:name w:val="_Odrážka_1-2_-"/>
    <w:basedOn w:val="Odrka1-1"/>
    <w:qFormat/>
    <w:rsid w:val="00DB1C57"/>
    <w:pPr>
      <w:numPr>
        <w:ilvl w:val="1"/>
      </w:numPr>
      <w:spacing w:after="60"/>
    </w:pPr>
  </w:style>
  <w:style w:type="paragraph" w:customStyle="1" w:styleId="Odrka1-3">
    <w:name w:val="_Odrážka_1-3_·"/>
    <w:basedOn w:val="Odrka1-2-"/>
    <w:qFormat/>
    <w:rsid w:val="00DB1C57"/>
    <w:pPr>
      <w:numPr>
        <w:ilvl w:val="2"/>
      </w:numPr>
    </w:pPr>
  </w:style>
  <w:style w:type="paragraph" w:customStyle="1" w:styleId="Odstavec1-1a">
    <w:name w:val="_Odstavec_1-1_a)"/>
    <w:basedOn w:val="Normln"/>
    <w:qFormat/>
    <w:rsid w:val="00DB1C57"/>
    <w:pPr>
      <w:spacing w:after="120"/>
      <w:jc w:val="both"/>
    </w:pPr>
  </w:style>
  <w:style w:type="paragraph" w:customStyle="1" w:styleId="Odstavec1-2i">
    <w:name w:val="_Odstavec_1-2_(i)"/>
    <w:basedOn w:val="Normln"/>
    <w:qFormat/>
    <w:rsid w:val="00DB1C57"/>
    <w:pPr>
      <w:numPr>
        <w:ilvl w:val="1"/>
        <w:numId w:val="19"/>
      </w:numPr>
      <w:spacing w:after="60"/>
      <w:jc w:val="both"/>
    </w:pPr>
  </w:style>
  <w:style w:type="paragraph" w:customStyle="1" w:styleId="Odstavec1-31">
    <w:name w:val="_Odstavec_1-3_1)"/>
    <w:qFormat/>
    <w:rsid w:val="00DB1C57"/>
    <w:pPr>
      <w:numPr>
        <w:ilvl w:val="2"/>
        <w:numId w:val="19"/>
      </w:numPr>
      <w:spacing w:after="60"/>
      <w:jc w:val="both"/>
    </w:pPr>
  </w:style>
  <w:style w:type="table" w:customStyle="1" w:styleId="Mkatabulky1">
    <w:name w:val="Mřížka tabulky1"/>
    <w:basedOn w:val="Normlntabulka"/>
    <w:next w:val="Mkatabulky"/>
    <w:uiPriority w:val="39"/>
    <w:rsid w:val="00DB1C5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qFormat/>
    <w:rsid w:val="00DB1C57"/>
    <w:pPr>
      <w:numPr>
        <w:ilvl w:val="2"/>
      </w:numPr>
      <w:tabs>
        <w:tab w:val="clear" w:pos="1474"/>
        <w:tab w:val="num" w:pos="360"/>
        <w:tab w:val="num" w:pos="2340"/>
      </w:tabs>
      <w:ind w:left="2340" w:hanging="360"/>
    </w:pPr>
  </w:style>
  <w:style w:type="paragraph" w:customStyle="1" w:styleId="Text1-1">
    <w:name w:val="_Text_1-1"/>
    <w:basedOn w:val="Normln"/>
    <w:link w:val="Text1-1Char"/>
    <w:rsid w:val="00DB1C57"/>
    <w:pPr>
      <w:numPr>
        <w:ilvl w:val="1"/>
        <w:numId w:val="22"/>
      </w:numPr>
      <w:spacing w:after="120"/>
      <w:jc w:val="both"/>
    </w:pPr>
  </w:style>
  <w:style w:type="paragraph" w:customStyle="1" w:styleId="Nadpis1-1">
    <w:name w:val="_Nadpis_1-1"/>
    <w:basedOn w:val="Odstavecseseznamem"/>
    <w:next w:val="Text1-1"/>
    <w:qFormat/>
    <w:rsid w:val="00DB1C57"/>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B1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08903">
      <w:bodyDiv w:val="1"/>
      <w:marLeft w:val="0"/>
      <w:marRight w:val="0"/>
      <w:marTop w:val="0"/>
      <w:marBottom w:val="0"/>
      <w:divBdr>
        <w:top w:val="none" w:sz="0" w:space="0" w:color="auto"/>
        <w:left w:val="none" w:sz="0" w:space="0" w:color="auto"/>
        <w:bottom w:val="none" w:sz="0" w:space="0" w:color="auto"/>
        <w:right w:val="none" w:sz="0" w:space="0" w:color="auto"/>
      </w:divBdr>
    </w:div>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657534500">
      <w:bodyDiv w:val="1"/>
      <w:marLeft w:val="0"/>
      <w:marRight w:val="0"/>
      <w:marTop w:val="0"/>
      <w:marBottom w:val="0"/>
      <w:divBdr>
        <w:top w:val="none" w:sz="0" w:space="0" w:color="auto"/>
        <w:left w:val="none" w:sz="0" w:space="0" w:color="auto"/>
        <w:bottom w:val="none" w:sz="0" w:space="0" w:color="auto"/>
        <w:right w:val="none" w:sz="0" w:space="0" w:color="auto"/>
      </w:divBdr>
    </w:div>
    <w:div w:id="938221645">
      <w:bodyDiv w:val="1"/>
      <w:marLeft w:val="0"/>
      <w:marRight w:val="0"/>
      <w:marTop w:val="0"/>
      <w:marBottom w:val="0"/>
      <w:divBdr>
        <w:top w:val="none" w:sz="0" w:space="0" w:color="auto"/>
        <w:left w:val="none" w:sz="0" w:space="0" w:color="auto"/>
        <w:bottom w:val="none" w:sz="0" w:space="0" w:color="auto"/>
        <w:right w:val="none" w:sz="0" w:space="0" w:color="auto"/>
      </w:divBdr>
    </w:div>
    <w:div w:id="1036928738">
      <w:bodyDiv w:val="1"/>
      <w:marLeft w:val="0"/>
      <w:marRight w:val="0"/>
      <w:marTop w:val="0"/>
      <w:marBottom w:val="0"/>
      <w:divBdr>
        <w:top w:val="none" w:sz="0" w:space="0" w:color="auto"/>
        <w:left w:val="none" w:sz="0" w:space="0" w:color="auto"/>
        <w:bottom w:val="none" w:sz="0" w:space="0" w:color="auto"/>
        <w:right w:val="none" w:sz="0" w:space="0" w:color="auto"/>
      </w:divBdr>
    </w:div>
    <w:div w:id="1398819154">
      <w:bodyDiv w:val="1"/>
      <w:marLeft w:val="0"/>
      <w:marRight w:val="0"/>
      <w:marTop w:val="0"/>
      <w:marBottom w:val="0"/>
      <w:divBdr>
        <w:top w:val="none" w:sz="0" w:space="0" w:color="auto"/>
        <w:left w:val="none" w:sz="0" w:space="0" w:color="auto"/>
        <w:bottom w:val="none" w:sz="0" w:space="0" w:color="auto"/>
        <w:right w:val="none" w:sz="0" w:space="0" w:color="auto"/>
      </w:divBdr>
    </w:div>
    <w:div w:id="199363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sekp@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F5B4A43-F8E4-45DF-908D-7A3E5F55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224</TotalTime>
  <Pages>14</Pages>
  <Words>6384</Words>
  <Characters>37668</Characters>
  <Application>Microsoft Office Word</Application>
  <DocSecurity>0</DocSecurity>
  <Lines>313</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Dušek Petr</cp:lastModifiedBy>
  <cp:revision>22</cp:revision>
  <cp:lastPrinted>2020-12-08T07:12:00Z</cp:lastPrinted>
  <dcterms:created xsi:type="dcterms:W3CDTF">2020-12-04T11:39:00Z</dcterms:created>
  <dcterms:modified xsi:type="dcterms:W3CDTF">2020-12-08T18:45:00Z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