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F3" w:rsidRDefault="001E02F3" w:rsidP="006C627C">
      <w:pPr>
        <w:pStyle w:val="Nadpis1"/>
      </w:pPr>
      <w:bookmarkStart w:id="0" w:name="_GoBack"/>
      <w:bookmarkEnd w:id="0"/>
      <w:r>
        <w:t>Zadávací dokumentac</w:t>
      </w:r>
      <w:r w:rsidR="007B51FB">
        <w:t>e</w:t>
      </w:r>
      <w:r>
        <w:t xml:space="preserve"> k veřejné zakázce:</w:t>
      </w:r>
    </w:p>
    <w:p w:rsidR="005C7EC4" w:rsidRPr="005C7EC4" w:rsidRDefault="005C7EC4" w:rsidP="005C7EC4"/>
    <w:p w:rsidR="00065A54" w:rsidRDefault="001E02F3" w:rsidP="00065A54">
      <w:pPr>
        <w:pStyle w:val="Titul2"/>
        <w:spacing w:after="0"/>
        <w:rPr>
          <w:rFonts w:asciiTheme="majorHAnsi" w:hAnsiTheme="majorHAnsi" w:cs="Calibri"/>
          <w:color w:val="FF5200" w:themeColor="accent2"/>
          <w:sz w:val="36"/>
          <w:szCs w:val="36"/>
        </w:rPr>
      </w:pPr>
      <w:r w:rsidRPr="00065A54">
        <w:rPr>
          <w:rFonts w:asciiTheme="majorHAnsi" w:hAnsiTheme="majorHAnsi" w:cs="Calibri"/>
          <w:color w:val="FF5200" w:themeColor="accent2"/>
          <w:sz w:val="36"/>
          <w:szCs w:val="36"/>
        </w:rPr>
        <w:t>„</w:t>
      </w:r>
      <w:r w:rsidR="00C50B33" w:rsidRPr="00065A54">
        <w:rPr>
          <w:rFonts w:asciiTheme="majorHAnsi" w:hAnsiTheme="majorHAnsi" w:cs="Calibri"/>
          <w:color w:val="FF5200" w:themeColor="accent2"/>
          <w:sz w:val="36"/>
          <w:szCs w:val="36"/>
        </w:rPr>
        <w:t>RS 1 VRT Prosenice</w:t>
      </w:r>
      <w:r w:rsidR="00C424BA" w:rsidRPr="00065A54">
        <w:rPr>
          <w:rFonts w:asciiTheme="majorHAnsi" w:hAnsiTheme="majorHAnsi" w:cs="Calibri"/>
          <w:color w:val="FF5200" w:themeColor="accent2"/>
          <w:sz w:val="36"/>
          <w:szCs w:val="36"/>
        </w:rPr>
        <w:t xml:space="preserve"> – Ostrava-</w:t>
      </w:r>
      <w:r w:rsidR="00C50B33" w:rsidRPr="00065A54">
        <w:rPr>
          <w:rFonts w:asciiTheme="majorHAnsi" w:hAnsiTheme="majorHAnsi" w:cs="Calibri"/>
          <w:color w:val="FF5200" w:themeColor="accent2"/>
          <w:sz w:val="36"/>
          <w:szCs w:val="36"/>
        </w:rPr>
        <w:t>Svinov</w:t>
      </w:r>
      <w:r w:rsidR="005C7EC4" w:rsidRPr="00065A54">
        <w:rPr>
          <w:rFonts w:asciiTheme="majorHAnsi" w:hAnsiTheme="majorHAnsi" w:cs="Calibri"/>
          <w:color w:val="FF5200" w:themeColor="accent2"/>
          <w:sz w:val="36"/>
          <w:szCs w:val="36"/>
        </w:rPr>
        <w:t>,</w:t>
      </w:r>
      <w:r w:rsidR="00065A54" w:rsidRPr="00065A54">
        <w:rPr>
          <w:rFonts w:asciiTheme="majorHAnsi" w:hAnsiTheme="majorHAnsi" w:cs="Calibri"/>
          <w:color w:val="FF5200" w:themeColor="accent2"/>
          <w:sz w:val="36"/>
          <w:szCs w:val="36"/>
        </w:rPr>
        <w:t xml:space="preserve"> </w:t>
      </w:r>
      <w:r w:rsidR="00925053" w:rsidRPr="00065A54">
        <w:rPr>
          <w:rFonts w:asciiTheme="majorHAnsi" w:hAnsiTheme="majorHAnsi" w:cs="Calibri"/>
          <w:color w:val="FF5200" w:themeColor="accent2"/>
          <w:sz w:val="36"/>
          <w:szCs w:val="36"/>
        </w:rPr>
        <w:t>I</w:t>
      </w:r>
      <w:r w:rsidR="00065A54" w:rsidRPr="00065A54">
        <w:rPr>
          <w:rFonts w:asciiTheme="majorHAnsi" w:hAnsiTheme="majorHAnsi" w:cs="Calibri"/>
          <w:color w:val="FF5200" w:themeColor="accent2"/>
          <w:sz w:val="36"/>
          <w:szCs w:val="36"/>
        </w:rPr>
        <w:t>I</w:t>
      </w:r>
      <w:r w:rsidR="00925053" w:rsidRPr="00065A54">
        <w:rPr>
          <w:rFonts w:asciiTheme="majorHAnsi" w:hAnsiTheme="majorHAnsi" w:cs="Calibri"/>
          <w:color w:val="FF5200" w:themeColor="accent2"/>
          <w:sz w:val="36"/>
          <w:szCs w:val="36"/>
        </w:rPr>
        <w:t>.</w:t>
      </w:r>
      <w:r w:rsidR="00065A54" w:rsidRPr="00065A54">
        <w:rPr>
          <w:rFonts w:asciiTheme="majorHAnsi" w:hAnsiTheme="majorHAnsi" w:cs="Calibri"/>
          <w:color w:val="FF5200" w:themeColor="accent2"/>
          <w:sz w:val="36"/>
          <w:szCs w:val="36"/>
        </w:rPr>
        <w:t> </w:t>
      </w:r>
      <w:r w:rsidR="00925053" w:rsidRPr="00065A54">
        <w:rPr>
          <w:rFonts w:asciiTheme="majorHAnsi" w:hAnsiTheme="majorHAnsi" w:cs="Calibri"/>
          <w:color w:val="FF5200" w:themeColor="accent2"/>
          <w:sz w:val="36"/>
          <w:szCs w:val="36"/>
        </w:rPr>
        <w:t>část</w:t>
      </w:r>
      <w:r w:rsidR="00065A54" w:rsidRPr="00065A54">
        <w:rPr>
          <w:rFonts w:asciiTheme="majorHAnsi" w:hAnsiTheme="majorHAnsi" w:cs="Calibri"/>
          <w:color w:val="FF5200" w:themeColor="accent2"/>
          <w:sz w:val="36"/>
          <w:szCs w:val="36"/>
        </w:rPr>
        <w:t>,</w:t>
      </w:r>
      <w:r w:rsidR="00925053" w:rsidRPr="00065A54">
        <w:rPr>
          <w:rFonts w:asciiTheme="majorHAnsi" w:hAnsiTheme="majorHAnsi" w:cs="Calibri"/>
          <w:color w:val="FF5200" w:themeColor="accent2"/>
          <w:sz w:val="36"/>
          <w:szCs w:val="36"/>
        </w:rPr>
        <w:t xml:space="preserve"> </w:t>
      </w:r>
      <w:r w:rsidR="00065A54" w:rsidRPr="00065A54">
        <w:rPr>
          <w:rFonts w:asciiTheme="majorHAnsi" w:hAnsiTheme="majorHAnsi" w:cs="Calibri"/>
          <w:color w:val="FF5200" w:themeColor="accent2"/>
          <w:sz w:val="36"/>
          <w:szCs w:val="36"/>
        </w:rPr>
        <w:t>H</w:t>
      </w:r>
      <w:r w:rsidR="00925053" w:rsidRPr="00065A54">
        <w:rPr>
          <w:rFonts w:asciiTheme="majorHAnsi" w:hAnsiTheme="majorHAnsi" w:cs="Calibri"/>
          <w:color w:val="FF5200" w:themeColor="accent2"/>
          <w:sz w:val="36"/>
          <w:szCs w:val="36"/>
        </w:rPr>
        <w:t>ranice na Moravě</w:t>
      </w:r>
      <w:r w:rsidR="00065A54" w:rsidRPr="00065A54">
        <w:rPr>
          <w:rFonts w:asciiTheme="majorHAnsi" w:hAnsiTheme="majorHAnsi" w:cs="Calibri"/>
          <w:color w:val="FF5200" w:themeColor="accent2"/>
          <w:sz w:val="36"/>
          <w:szCs w:val="36"/>
        </w:rPr>
        <w:t xml:space="preserve"> – Ostrava-Svinov</w:t>
      </w:r>
      <w:r w:rsidR="003D744A" w:rsidRPr="00065A54">
        <w:rPr>
          <w:rFonts w:asciiTheme="majorHAnsi" w:hAnsiTheme="majorHAnsi" w:cs="Calibri"/>
          <w:color w:val="FF5200" w:themeColor="accent2"/>
          <w:sz w:val="36"/>
          <w:szCs w:val="36"/>
        </w:rPr>
        <w:t>“</w:t>
      </w:r>
      <w:r w:rsidR="00065A54">
        <w:rPr>
          <w:rFonts w:asciiTheme="majorHAnsi" w:hAnsiTheme="majorHAnsi" w:cs="Calibri"/>
          <w:color w:val="FF5200" w:themeColor="accent2"/>
          <w:sz w:val="36"/>
          <w:szCs w:val="36"/>
        </w:rPr>
        <w:t>;</w:t>
      </w:r>
    </w:p>
    <w:p w:rsidR="00C50B33" w:rsidRPr="00065A54" w:rsidRDefault="00C50B33" w:rsidP="00065A54">
      <w:pPr>
        <w:pStyle w:val="Titul2"/>
        <w:ind w:right="-86"/>
        <w:rPr>
          <w:rFonts w:asciiTheme="majorHAnsi" w:hAnsiTheme="majorHAnsi" w:cs="Calibri"/>
          <w:color w:val="FF5200" w:themeColor="accent2"/>
          <w:sz w:val="36"/>
          <w:szCs w:val="36"/>
        </w:rPr>
      </w:pPr>
      <w:r w:rsidRPr="00065A54">
        <w:rPr>
          <w:rFonts w:asciiTheme="majorHAnsi" w:hAnsiTheme="majorHAnsi" w:cs="Calibri"/>
          <w:color w:val="FF5200" w:themeColor="accent2"/>
          <w:sz w:val="36"/>
          <w:szCs w:val="36"/>
        </w:rPr>
        <w:t>Zpracování</w:t>
      </w:r>
      <w:r w:rsidR="00065A54">
        <w:rPr>
          <w:rFonts w:asciiTheme="majorHAnsi" w:hAnsiTheme="majorHAnsi" w:cs="Calibri"/>
          <w:color w:val="FF5200" w:themeColor="accent2"/>
          <w:sz w:val="36"/>
          <w:szCs w:val="36"/>
        </w:rPr>
        <w:t xml:space="preserve"> dokumentace pro </w:t>
      </w:r>
      <w:r w:rsidR="00925053" w:rsidRPr="00065A54">
        <w:rPr>
          <w:rFonts w:asciiTheme="majorHAnsi" w:hAnsiTheme="majorHAnsi" w:cs="Calibri"/>
          <w:color w:val="FF5200" w:themeColor="accent2"/>
          <w:sz w:val="36"/>
          <w:szCs w:val="36"/>
        </w:rPr>
        <w:t>územní</w:t>
      </w:r>
      <w:r w:rsidR="00065A54">
        <w:rPr>
          <w:rFonts w:asciiTheme="majorHAnsi" w:hAnsiTheme="majorHAnsi" w:cs="Calibri"/>
          <w:color w:val="FF5200" w:themeColor="accent2"/>
          <w:sz w:val="36"/>
          <w:szCs w:val="36"/>
        </w:rPr>
        <w:t> </w:t>
      </w:r>
      <w:r w:rsidR="00925053" w:rsidRPr="00065A54">
        <w:rPr>
          <w:rFonts w:asciiTheme="majorHAnsi" w:hAnsiTheme="majorHAnsi" w:cs="Calibri"/>
          <w:color w:val="FF5200" w:themeColor="accent2"/>
          <w:sz w:val="36"/>
          <w:szCs w:val="36"/>
        </w:rPr>
        <w:t>řízení</w:t>
      </w:r>
    </w:p>
    <w:p w:rsidR="001E02F3" w:rsidRPr="00EF10B6" w:rsidRDefault="001E02F3" w:rsidP="006C627C">
      <w:pPr>
        <w:pStyle w:val="Nadpis1"/>
      </w:pPr>
    </w:p>
    <w:p w:rsidR="00F17C0F" w:rsidRPr="00194466" w:rsidRDefault="00F17C0F" w:rsidP="00F17C0F">
      <w:pPr>
        <w:pStyle w:val="Nadpis2"/>
      </w:pPr>
      <w:r w:rsidRPr="00194466">
        <w:t>spis</w:t>
      </w:r>
      <w:r w:rsidR="001E02F3" w:rsidRPr="00194466">
        <w:t xml:space="preserve"> </w:t>
      </w:r>
      <w:r w:rsidRPr="00194466">
        <w:t xml:space="preserve">č. j. </w:t>
      </w:r>
      <w:r w:rsidR="00B719A6" w:rsidRPr="00B719A6">
        <w:t>S77316/2020-SŽ-GŘ-PVRT</w:t>
      </w:r>
    </w:p>
    <w:p w:rsidR="00F17C0F" w:rsidRPr="00194466" w:rsidRDefault="006253B0" w:rsidP="00F17C0F">
      <w:pPr>
        <w:pStyle w:val="Nadpis2"/>
        <w:spacing w:before="0"/>
      </w:pPr>
      <w:r w:rsidRPr="00B719A6">
        <w:t xml:space="preserve">zadávací dokumentace č. j. </w:t>
      </w:r>
      <w:r w:rsidR="00B719A6" w:rsidRPr="00B719A6">
        <w:t>77315</w:t>
      </w:r>
      <w:r w:rsidRPr="00B719A6">
        <w:t>/2020-SŽ-GŘ-PVRT</w:t>
      </w:r>
    </w:p>
    <w:p w:rsidR="006C627C" w:rsidRPr="005C7EC4" w:rsidRDefault="006C627C" w:rsidP="006C627C">
      <w:pPr>
        <w:pStyle w:val="Nadpis2"/>
        <w:rPr>
          <w:color w:val="auto"/>
        </w:rPr>
      </w:pPr>
    </w:p>
    <w:p w:rsidR="001E02F3" w:rsidRPr="00194466" w:rsidRDefault="006C627C" w:rsidP="006C627C">
      <w:pPr>
        <w:pStyle w:val="Nadpis2"/>
        <w:rPr>
          <w:sz w:val="32"/>
        </w:rPr>
      </w:pPr>
      <w:r w:rsidRPr="00194466">
        <w:rPr>
          <w:sz w:val="32"/>
        </w:rPr>
        <w:t>OBSAH</w:t>
      </w:r>
      <w:r w:rsidR="001E02F3" w:rsidRPr="00194466">
        <w:rPr>
          <w:sz w:val="32"/>
        </w:rPr>
        <w:t>:</w:t>
      </w:r>
    </w:p>
    <w:p w:rsidR="001E02F3" w:rsidRPr="00EF10B6" w:rsidRDefault="001E02F3" w:rsidP="006C2343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C05B92">
      <w:pPr>
        <w:pStyle w:val="Titul2"/>
        <w:ind w:left="1276" w:hanging="1276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1</w:t>
      </w:r>
      <w:r w:rsidR="00C05B92">
        <w:rPr>
          <w:rFonts w:asciiTheme="majorHAnsi" w:hAnsiTheme="majorHAnsi" w:cs="Calibri"/>
        </w:rPr>
        <w:t>:</w:t>
      </w:r>
      <w:r w:rsidR="00C05B92">
        <w:rPr>
          <w:rFonts w:asciiTheme="majorHAnsi" w:hAnsiTheme="majorHAnsi" w:cs="Calibri"/>
        </w:rPr>
        <w:tab/>
        <w:t xml:space="preserve">POŽADAVKY A PODMÍNKY </w:t>
      </w:r>
      <w:r>
        <w:rPr>
          <w:rFonts w:asciiTheme="majorHAnsi" w:hAnsiTheme="majorHAnsi" w:cs="Calibri"/>
        </w:rPr>
        <w:t>PRO </w:t>
      </w:r>
      <w:r w:rsidRPr="006C627C">
        <w:rPr>
          <w:rFonts w:asciiTheme="majorHAnsi" w:hAnsiTheme="majorHAnsi" w:cs="Calibri"/>
        </w:rPr>
        <w:t>ZPRACOVÁNÍ NABÍDKY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Neobsazeno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Pokyny pro dodavatele</w:t>
      </w:r>
      <w:r>
        <w:rPr>
          <w:rFonts w:asciiTheme="majorHAnsi" w:hAnsiTheme="majorHAnsi" w:cs="Calibri"/>
        </w:rPr>
        <w:t xml:space="preserve"> včetně Příloh</w:t>
      </w:r>
    </w:p>
    <w:p w:rsidR="006C627C" w:rsidRDefault="006C627C" w:rsidP="006C627C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SMLOUVA O DÍLO</w:t>
      </w:r>
      <w:r>
        <w:rPr>
          <w:rFonts w:asciiTheme="majorHAnsi" w:hAnsiTheme="majorHAnsi" w:cs="Calibri"/>
        </w:rPr>
        <w:t xml:space="preserve"> (Návrh)</w:t>
      </w:r>
    </w:p>
    <w:p w:rsidR="00AD0C7B" w:rsidRPr="00EF10B6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 xml:space="preserve">Smlouva o dílo včetně </w:t>
      </w:r>
      <w:r>
        <w:rPr>
          <w:rFonts w:asciiTheme="majorHAnsi" w:hAnsiTheme="majorHAnsi" w:cs="Calibri"/>
        </w:rPr>
        <w:t>P</w:t>
      </w:r>
      <w:r w:rsidRPr="006C627C">
        <w:rPr>
          <w:rFonts w:asciiTheme="majorHAnsi" w:hAnsiTheme="majorHAnsi" w:cs="Calibri"/>
        </w:rPr>
        <w:t>říloh</w:t>
      </w:r>
    </w:p>
    <w:sectPr w:rsidR="00AD0C7B" w:rsidRPr="00EF10B6" w:rsidSect="00065A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3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82" w:rsidRDefault="002F3A82" w:rsidP="00962258">
      <w:pPr>
        <w:spacing w:after="0" w:line="240" w:lineRule="auto"/>
      </w:pPr>
      <w:r>
        <w:separator/>
      </w:r>
    </w:p>
  </w:endnote>
  <w:endnote w:type="continuationSeparator" w:id="0">
    <w:p w:rsidR="002F3A82" w:rsidRDefault="002F3A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1FB" w:rsidRDefault="007B51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BB3AF6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B3AF6" w:rsidRPr="00B8518B" w:rsidRDefault="00BB3AF6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02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028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8505" w:type="dxa"/>
        </w:tcPr>
        <w:p w:rsidR="00BB3AF6" w:rsidRDefault="00BB3AF6" w:rsidP="00EB46E5">
          <w:pPr>
            <w:pStyle w:val="Zpat0"/>
          </w:pPr>
          <w:r w:rsidRPr="00A544CB">
            <w:t>„</w:t>
          </w:r>
          <w:r w:rsidRPr="00594ECA">
            <w:t>RS 1 VRT Praha-Běchovice – Poříčany</w:t>
          </w:r>
          <w:r w:rsidRPr="00A544CB">
            <w:t>“</w:t>
          </w:r>
          <w:r>
            <w:t xml:space="preserve">, </w:t>
          </w:r>
          <w:r w:rsidRPr="00594ECA">
            <w:t>Zpracování dokumentace pro územní řízení – vysokorychlostní trať Praha-Běchovice – Poříčany</w:t>
          </w:r>
          <w:r>
            <w:t xml:space="preserve"> </w:t>
          </w:r>
        </w:p>
        <w:p w:rsidR="00BB3AF6" w:rsidRDefault="00BB3AF6" w:rsidP="00EB46E5">
          <w:pPr>
            <w:pStyle w:val="Zpat0"/>
          </w:pPr>
          <w:r>
            <w:t xml:space="preserve">Díl 1 – </w:t>
          </w:r>
          <w:r w:rsidRPr="0035531B">
            <w:rPr>
              <w:caps/>
            </w:rPr>
            <w:t>Požadavky</w:t>
          </w:r>
          <w:r>
            <w:rPr>
              <w:caps/>
            </w:rPr>
            <w:t xml:space="preserve"> a </w:t>
          </w:r>
          <w:r w:rsidRPr="0035531B">
            <w:rPr>
              <w:caps/>
            </w:rPr>
            <w:t>podmínky pro zpracování nabídky</w:t>
          </w:r>
        </w:p>
        <w:p w:rsidR="00BB3AF6" w:rsidRDefault="00BB3AF6" w:rsidP="00392730">
          <w:pPr>
            <w:pStyle w:val="Zpat0"/>
          </w:pPr>
          <w:r>
            <w:t xml:space="preserve">Část 2 – </w:t>
          </w:r>
          <w:r w:rsidRPr="0035531B">
            <w:rPr>
              <w:caps/>
            </w:rPr>
            <w:t>Pokyny pro dodavatele</w:t>
          </w:r>
        </w:p>
        <w:p w:rsidR="00BB3AF6" w:rsidRDefault="00BB3AF6" w:rsidP="00392730">
          <w:pPr>
            <w:pStyle w:val="Zpat0"/>
          </w:pPr>
        </w:p>
      </w:tc>
    </w:tr>
  </w:tbl>
  <w:p w:rsidR="00BB3AF6" w:rsidRPr="00B8518B" w:rsidRDefault="00BB3AF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F6" w:rsidRDefault="00BB3AF6" w:rsidP="00191AB6">
    <w:pPr>
      <w:pStyle w:val="Zpat"/>
      <w:jc w:val="center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Pr="00B8518B" w:rsidRDefault="00BB3AF6" w:rsidP="00460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82" w:rsidRDefault="002F3A82" w:rsidP="00962258">
      <w:pPr>
        <w:spacing w:after="0" w:line="240" w:lineRule="auto"/>
      </w:pPr>
      <w:r>
        <w:separator/>
      </w:r>
    </w:p>
  </w:footnote>
  <w:footnote w:type="continuationSeparator" w:id="0">
    <w:p w:rsidR="002F3A82" w:rsidRDefault="002F3A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1FB" w:rsidRDefault="007B51F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B3AF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B3AF6" w:rsidRPr="00B8518B" w:rsidRDefault="00BB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Default="00BB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Pr="00D6163D" w:rsidRDefault="00BB3AF6" w:rsidP="00D6163D">
          <w:pPr>
            <w:pStyle w:val="Druhdokumentu"/>
          </w:pPr>
        </w:p>
      </w:tc>
    </w:tr>
  </w:tbl>
  <w:p w:rsidR="00BB3AF6" w:rsidRPr="00D6163D" w:rsidRDefault="00BB3AF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7B51FB" w:rsidP="00FC6389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0" locked="1" layoutInCell="1" allowOverlap="1" wp14:anchorId="45C68ED2" wp14:editId="6D61E2F5">
                <wp:simplePos x="0" y="0"/>
                <wp:positionH relativeFrom="column">
                  <wp:posOffset>-3081655</wp:posOffset>
                </wp:positionH>
                <wp:positionV relativeFrom="page">
                  <wp:posOffset>-10160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BB3AF6" w:rsidP="00FC6389">
          <w:pPr>
            <w:pStyle w:val="Druhdokumentu"/>
          </w:pPr>
        </w:p>
      </w:tc>
    </w:tr>
  </w:tbl>
  <w:p w:rsidR="00BB3AF6" w:rsidRPr="00D6163D" w:rsidRDefault="00BB3AF6" w:rsidP="00FC6389">
    <w:pPr>
      <w:pStyle w:val="Zhlav"/>
      <w:rPr>
        <w:sz w:val="8"/>
        <w:szCs w:val="8"/>
      </w:rPr>
    </w:pPr>
  </w:p>
  <w:p w:rsidR="00BB3AF6" w:rsidRPr="00460660" w:rsidRDefault="00BB3AF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94C"/>
    <w:multiLevelType w:val="hybridMultilevel"/>
    <w:tmpl w:val="0F0EE452"/>
    <w:lvl w:ilvl="0" w:tplc="04050011">
      <w:start w:val="1"/>
      <w:numFmt w:val="decimal"/>
      <w:lvlText w:val="%1)"/>
      <w:lvlJc w:val="left"/>
      <w:pPr>
        <w:ind w:left="25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">
    <w:nsid w:val="00957C1B"/>
    <w:multiLevelType w:val="hybridMultilevel"/>
    <w:tmpl w:val="D4B8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7743B"/>
    <w:multiLevelType w:val="hybridMultilevel"/>
    <w:tmpl w:val="7A4C1CF4"/>
    <w:lvl w:ilvl="0" w:tplc="FEB280A2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2A11375"/>
    <w:multiLevelType w:val="multilevel"/>
    <w:tmpl w:val="A860008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="Calibri" w:hint="default"/>
        <w:b w:val="0"/>
        <w:strike w:val="0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0B28363B"/>
    <w:multiLevelType w:val="hybridMultilevel"/>
    <w:tmpl w:val="DF2C3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54FFC"/>
    <w:multiLevelType w:val="hybridMultilevel"/>
    <w:tmpl w:val="E67600D0"/>
    <w:lvl w:ilvl="0" w:tplc="CA4447BE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9714492E">
      <w:start w:val="1"/>
      <w:numFmt w:val="lowerLetter"/>
      <w:lvlText w:val="%2)"/>
      <w:lvlJc w:val="left"/>
      <w:pPr>
        <w:ind w:left="2768" w:hanging="6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>
    <w:nsid w:val="16FB61DB"/>
    <w:multiLevelType w:val="hybridMultilevel"/>
    <w:tmpl w:val="CFFA273C"/>
    <w:lvl w:ilvl="0" w:tplc="AA005AEA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9">
    <w:nsid w:val="17A832F0"/>
    <w:multiLevelType w:val="hybridMultilevel"/>
    <w:tmpl w:val="DCA435C2"/>
    <w:lvl w:ilvl="0" w:tplc="CEFE8F22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A7FD8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200C2F91"/>
    <w:multiLevelType w:val="hybridMultilevel"/>
    <w:tmpl w:val="644658E6"/>
    <w:lvl w:ilvl="0" w:tplc="FCC23754">
      <w:start w:val="1"/>
      <w:numFmt w:val="lowerLetter"/>
      <w:lvlText w:val="%1)"/>
      <w:lvlJc w:val="left"/>
      <w:pPr>
        <w:ind w:left="28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3">
    <w:nsid w:val="297F2BD2"/>
    <w:multiLevelType w:val="hybridMultilevel"/>
    <w:tmpl w:val="9A7C1350"/>
    <w:lvl w:ilvl="0" w:tplc="CEFE8F22">
      <w:numFmt w:val="bullet"/>
      <w:lvlText w:val="-"/>
      <w:lvlJc w:val="left"/>
      <w:pPr>
        <w:ind w:left="3203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1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5">
    <w:nsid w:val="2C2D03F8"/>
    <w:multiLevelType w:val="hybridMultilevel"/>
    <w:tmpl w:val="DB3AE4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005B0"/>
    <w:multiLevelType w:val="hybridMultilevel"/>
    <w:tmpl w:val="7070E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A51E6F"/>
    <w:multiLevelType w:val="hybridMultilevel"/>
    <w:tmpl w:val="5D48EB5E"/>
    <w:lvl w:ilvl="0" w:tplc="24C0430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67BA6"/>
    <w:multiLevelType w:val="hybridMultilevel"/>
    <w:tmpl w:val="21227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4D5879"/>
    <w:multiLevelType w:val="hybridMultilevel"/>
    <w:tmpl w:val="B0B6D0B2"/>
    <w:lvl w:ilvl="0" w:tplc="EFA8B47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6C5362"/>
    <w:multiLevelType w:val="hybridMultilevel"/>
    <w:tmpl w:val="9D704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7032E"/>
    <w:multiLevelType w:val="hybridMultilevel"/>
    <w:tmpl w:val="786661C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3374B10"/>
    <w:multiLevelType w:val="hybridMultilevel"/>
    <w:tmpl w:val="86A27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3B53FB"/>
    <w:multiLevelType w:val="hybridMultilevel"/>
    <w:tmpl w:val="252099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582A54"/>
    <w:multiLevelType w:val="hybridMultilevel"/>
    <w:tmpl w:val="2B6AD2CA"/>
    <w:lvl w:ilvl="0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9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A326897"/>
    <w:multiLevelType w:val="hybridMultilevel"/>
    <w:tmpl w:val="19509C54"/>
    <w:lvl w:ilvl="0" w:tplc="C69616C0">
      <w:numFmt w:val="bullet"/>
      <w:lvlText w:val="-"/>
      <w:lvlJc w:val="left"/>
      <w:pPr>
        <w:ind w:left="1069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5C770B26"/>
    <w:multiLevelType w:val="hybridMultilevel"/>
    <w:tmpl w:val="24AE9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33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868FC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35">
    <w:nsid w:val="74070991"/>
    <w:multiLevelType w:val="multilevel"/>
    <w:tmpl w:val="CABE99FC"/>
    <w:numStyleLink w:val="ListNumbermultilevel"/>
  </w:abstractNum>
  <w:abstractNum w:abstractNumId="36">
    <w:nsid w:val="778C7A64"/>
    <w:multiLevelType w:val="hybridMultilevel"/>
    <w:tmpl w:val="4BFC915A"/>
    <w:lvl w:ilvl="0" w:tplc="8326A87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855BF8"/>
    <w:multiLevelType w:val="hybridMultilevel"/>
    <w:tmpl w:val="9F82B238"/>
    <w:lvl w:ilvl="0" w:tplc="DF3CB19E">
      <w:start w:val="4"/>
      <w:numFmt w:val="bullet"/>
      <w:lvlText w:val="-"/>
      <w:lvlJc w:val="left"/>
      <w:pPr>
        <w:ind w:left="1097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8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5"/>
  </w:num>
  <w:num w:numId="4">
    <w:abstractNumId w:val="7"/>
  </w:num>
  <w:num w:numId="5">
    <w:abstractNumId w:val="3"/>
  </w:num>
  <w:num w:numId="6">
    <w:abstractNumId w:val="14"/>
  </w:num>
  <w:num w:numId="7">
    <w:abstractNumId w:val="29"/>
  </w:num>
  <w:num w:numId="8">
    <w:abstractNumId w:val="18"/>
  </w:num>
  <w:num w:numId="9">
    <w:abstractNumId w:val="38"/>
  </w:num>
  <w:num w:numId="10">
    <w:abstractNumId w:val="33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2"/>
  </w:num>
  <w:num w:numId="15">
    <w:abstractNumId w:val="15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6"/>
  </w:num>
  <w:num w:numId="21">
    <w:abstractNumId w:val="17"/>
  </w:num>
  <w:num w:numId="22">
    <w:abstractNumId w:val="34"/>
  </w:num>
  <w:num w:numId="23">
    <w:abstractNumId w:val="13"/>
  </w:num>
  <w:num w:numId="24">
    <w:abstractNumId w:val="20"/>
  </w:num>
  <w:num w:numId="25">
    <w:abstractNumId w:val="27"/>
  </w:num>
  <w:num w:numId="26">
    <w:abstractNumId w:val="2"/>
  </w:num>
  <w:num w:numId="27">
    <w:abstractNumId w:val="9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0"/>
  </w:num>
  <w:num w:numId="31">
    <w:abstractNumId w:val="31"/>
  </w:num>
  <w:num w:numId="32">
    <w:abstractNumId w:val="30"/>
  </w:num>
  <w:num w:numId="33">
    <w:abstractNumId w:val="23"/>
  </w:num>
  <w:num w:numId="34">
    <w:abstractNumId w:val="1"/>
  </w:num>
  <w:num w:numId="35">
    <w:abstractNumId w:val="25"/>
  </w:num>
  <w:num w:numId="36">
    <w:abstractNumId w:val="16"/>
  </w:num>
  <w:num w:numId="37">
    <w:abstractNumId w:val="5"/>
  </w:num>
  <w:num w:numId="38">
    <w:abstractNumId w:val="19"/>
  </w:num>
  <w:num w:numId="39">
    <w:abstractNumId w:val="22"/>
  </w:num>
  <w:num w:numId="40">
    <w:abstractNumId w:val="36"/>
  </w:num>
  <w:num w:numId="41">
    <w:abstractNumId w:val="28"/>
  </w:num>
  <w:num w:numId="42">
    <w:abstractNumId w:val="37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tošovská Hana, Ing.">
    <w15:presenceInfo w15:providerId="AD" w15:userId="S-1-5-21-3656830906-3839017365-80349702-194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86"/>
    <w:rsid w:val="00000AF4"/>
    <w:rsid w:val="00005948"/>
    <w:rsid w:val="000174E8"/>
    <w:rsid w:val="00017F3C"/>
    <w:rsid w:val="00020AF4"/>
    <w:rsid w:val="00025EFB"/>
    <w:rsid w:val="0002621B"/>
    <w:rsid w:val="000332C9"/>
    <w:rsid w:val="000338E9"/>
    <w:rsid w:val="00037F9B"/>
    <w:rsid w:val="00041EC8"/>
    <w:rsid w:val="00042457"/>
    <w:rsid w:val="000441CE"/>
    <w:rsid w:val="00044BC6"/>
    <w:rsid w:val="00045A18"/>
    <w:rsid w:val="000466BC"/>
    <w:rsid w:val="00053666"/>
    <w:rsid w:val="00053C8A"/>
    <w:rsid w:val="0006499F"/>
    <w:rsid w:val="0006588D"/>
    <w:rsid w:val="00065A54"/>
    <w:rsid w:val="000666C2"/>
    <w:rsid w:val="00067A5E"/>
    <w:rsid w:val="00067EE3"/>
    <w:rsid w:val="000719BB"/>
    <w:rsid w:val="00072A65"/>
    <w:rsid w:val="00072C1E"/>
    <w:rsid w:val="000749E5"/>
    <w:rsid w:val="0007753C"/>
    <w:rsid w:val="000839DD"/>
    <w:rsid w:val="00085FF1"/>
    <w:rsid w:val="00087825"/>
    <w:rsid w:val="00092B0B"/>
    <w:rsid w:val="00092CC9"/>
    <w:rsid w:val="0009608C"/>
    <w:rsid w:val="000A27CB"/>
    <w:rsid w:val="000A5827"/>
    <w:rsid w:val="000B1785"/>
    <w:rsid w:val="000B2E62"/>
    <w:rsid w:val="000B4EB8"/>
    <w:rsid w:val="000C41F2"/>
    <w:rsid w:val="000C4246"/>
    <w:rsid w:val="000D22C4"/>
    <w:rsid w:val="000D27D1"/>
    <w:rsid w:val="000D5E72"/>
    <w:rsid w:val="000E1A7F"/>
    <w:rsid w:val="000E48A0"/>
    <w:rsid w:val="000F30CA"/>
    <w:rsid w:val="00103AAF"/>
    <w:rsid w:val="00103F99"/>
    <w:rsid w:val="00106A0E"/>
    <w:rsid w:val="00110CD4"/>
    <w:rsid w:val="00112864"/>
    <w:rsid w:val="001141E1"/>
    <w:rsid w:val="00114472"/>
    <w:rsid w:val="00114988"/>
    <w:rsid w:val="00115069"/>
    <w:rsid w:val="001150F2"/>
    <w:rsid w:val="00115EF9"/>
    <w:rsid w:val="00126973"/>
    <w:rsid w:val="00134334"/>
    <w:rsid w:val="00146BCB"/>
    <w:rsid w:val="00152117"/>
    <w:rsid w:val="001656A2"/>
    <w:rsid w:val="00170EC5"/>
    <w:rsid w:val="001728E7"/>
    <w:rsid w:val="001747C1"/>
    <w:rsid w:val="00177D6B"/>
    <w:rsid w:val="00180F4C"/>
    <w:rsid w:val="001831BA"/>
    <w:rsid w:val="00191AB6"/>
    <w:rsid w:val="00191F90"/>
    <w:rsid w:val="0019234D"/>
    <w:rsid w:val="00193D8F"/>
    <w:rsid w:val="00194466"/>
    <w:rsid w:val="001950C2"/>
    <w:rsid w:val="001A2615"/>
    <w:rsid w:val="001B14DC"/>
    <w:rsid w:val="001B23A1"/>
    <w:rsid w:val="001B4E74"/>
    <w:rsid w:val="001B59AC"/>
    <w:rsid w:val="001B5F40"/>
    <w:rsid w:val="001C0885"/>
    <w:rsid w:val="001C323A"/>
    <w:rsid w:val="001C56EE"/>
    <w:rsid w:val="001C645F"/>
    <w:rsid w:val="001D0E03"/>
    <w:rsid w:val="001D6E71"/>
    <w:rsid w:val="001E02F3"/>
    <w:rsid w:val="001E483E"/>
    <w:rsid w:val="001E4BBF"/>
    <w:rsid w:val="001E651D"/>
    <w:rsid w:val="001E678E"/>
    <w:rsid w:val="001F21A6"/>
    <w:rsid w:val="002071BB"/>
    <w:rsid w:val="00207DF5"/>
    <w:rsid w:val="00207E47"/>
    <w:rsid w:val="00210AB8"/>
    <w:rsid w:val="00212BDB"/>
    <w:rsid w:val="00215A5F"/>
    <w:rsid w:val="002168D3"/>
    <w:rsid w:val="00220CD3"/>
    <w:rsid w:val="00233A53"/>
    <w:rsid w:val="00240B81"/>
    <w:rsid w:val="00241147"/>
    <w:rsid w:val="00247D01"/>
    <w:rsid w:val="0025030F"/>
    <w:rsid w:val="0025430F"/>
    <w:rsid w:val="00261A5B"/>
    <w:rsid w:val="00262E5B"/>
    <w:rsid w:val="0026385B"/>
    <w:rsid w:val="002663A3"/>
    <w:rsid w:val="00276AFE"/>
    <w:rsid w:val="002924B8"/>
    <w:rsid w:val="002977E0"/>
    <w:rsid w:val="00297D14"/>
    <w:rsid w:val="002A3B57"/>
    <w:rsid w:val="002A4DB0"/>
    <w:rsid w:val="002B02ED"/>
    <w:rsid w:val="002B7730"/>
    <w:rsid w:val="002C04EE"/>
    <w:rsid w:val="002C0B7A"/>
    <w:rsid w:val="002C2625"/>
    <w:rsid w:val="002C31BF"/>
    <w:rsid w:val="002C5F8A"/>
    <w:rsid w:val="002C63A3"/>
    <w:rsid w:val="002C655E"/>
    <w:rsid w:val="002D5F95"/>
    <w:rsid w:val="002D7FD6"/>
    <w:rsid w:val="002E0CD7"/>
    <w:rsid w:val="002E0CFB"/>
    <w:rsid w:val="002E5C7B"/>
    <w:rsid w:val="002F3A82"/>
    <w:rsid w:val="002F4333"/>
    <w:rsid w:val="002F5BF7"/>
    <w:rsid w:val="00307641"/>
    <w:rsid w:val="00311F11"/>
    <w:rsid w:val="003128DD"/>
    <w:rsid w:val="003147FA"/>
    <w:rsid w:val="00317790"/>
    <w:rsid w:val="00317B70"/>
    <w:rsid w:val="00327047"/>
    <w:rsid w:val="00327EEF"/>
    <w:rsid w:val="00330870"/>
    <w:rsid w:val="0033239F"/>
    <w:rsid w:val="00333C1C"/>
    <w:rsid w:val="00334406"/>
    <w:rsid w:val="0034274B"/>
    <w:rsid w:val="0034719F"/>
    <w:rsid w:val="00350A35"/>
    <w:rsid w:val="003536CF"/>
    <w:rsid w:val="0035410B"/>
    <w:rsid w:val="0035531B"/>
    <w:rsid w:val="00355D2A"/>
    <w:rsid w:val="00355D36"/>
    <w:rsid w:val="003571D8"/>
    <w:rsid w:val="00357BC6"/>
    <w:rsid w:val="0036028E"/>
    <w:rsid w:val="00361422"/>
    <w:rsid w:val="0036288F"/>
    <w:rsid w:val="0036645E"/>
    <w:rsid w:val="0036714F"/>
    <w:rsid w:val="003717A3"/>
    <w:rsid w:val="003717F6"/>
    <w:rsid w:val="0037545D"/>
    <w:rsid w:val="00380003"/>
    <w:rsid w:val="00381E0B"/>
    <w:rsid w:val="0038596B"/>
    <w:rsid w:val="00386915"/>
    <w:rsid w:val="00386FF1"/>
    <w:rsid w:val="00392730"/>
    <w:rsid w:val="00392EB6"/>
    <w:rsid w:val="00394D03"/>
    <w:rsid w:val="003956C6"/>
    <w:rsid w:val="003A015F"/>
    <w:rsid w:val="003A2C23"/>
    <w:rsid w:val="003A4513"/>
    <w:rsid w:val="003A4CF5"/>
    <w:rsid w:val="003A52AD"/>
    <w:rsid w:val="003A6C17"/>
    <w:rsid w:val="003B32E9"/>
    <w:rsid w:val="003B7BD2"/>
    <w:rsid w:val="003B7DF9"/>
    <w:rsid w:val="003C33F2"/>
    <w:rsid w:val="003C3731"/>
    <w:rsid w:val="003C6B90"/>
    <w:rsid w:val="003D0CE5"/>
    <w:rsid w:val="003D275E"/>
    <w:rsid w:val="003D744A"/>
    <w:rsid w:val="003D756E"/>
    <w:rsid w:val="003E132C"/>
    <w:rsid w:val="003E3CE3"/>
    <w:rsid w:val="003E420D"/>
    <w:rsid w:val="003E4C13"/>
    <w:rsid w:val="003E79F5"/>
    <w:rsid w:val="00400F3A"/>
    <w:rsid w:val="00401F4B"/>
    <w:rsid w:val="00404BA2"/>
    <w:rsid w:val="004078F3"/>
    <w:rsid w:val="004119B2"/>
    <w:rsid w:val="0042061D"/>
    <w:rsid w:val="00427794"/>
    <w:rsid w:val="00447204"/>
    <w:rsid w:val="00447510"/>
    <w:rsid w:val="00450F07"/>
    <w:rsid w:val="00452F69"/>
    <w:rsid w:val="00453CD3"/>
    <w:rsid w:val="00454553"/>
    <w:rsid w:val="00454716"/>
    <w:rsid w:val="00454BB9"/>
    <w:rsid w:val="00455CFC"/>
    <w:rsid w:val="00460660"/>
    <w:rsid w:val="00464BA9"/>
    <w:rsid w:val="00465D46"/>
    <w:rsid w:val="00465FDD"/>
    <w:rsid w:val="00466187"/>
    <w:rsid w:val="00470647"/>
    <w:rsid w:val="00470F3B"/>
    <w:rsid w:val="00474F4D"/>
    <w:rsid w:val="00483969"/>
    <w:rsid w:val="00486107"/>
    <w:rsid w:val="004862FD"/>
    <w:rsid w:val="00491827"/>
    <w:rsid w:val="0049267E"/>
    <w:rsid w:val="004A3F9D"/>
    <w:rsid w:val="004B34E9"/>
    <w:rsid w:val="004B3E25"/>
    <w:rsid w:val="004C1EA9"/>
    <w:rsid w:val="004C4399"/>
    <w:rsid w:val="004C787C"/>
    <w:rsid w:val="004D0EE9"/>
    <w:rsid w:val="004D20A6"/>
    <w:rsid w:val="004D5285"/>
    <w:rsid w:val="004E0931"/>
    <w:rsid w:val="004E693A"/>
    <w:rsid w:val="004E7A1F"/>
    <w:rsid w:val="004F1D17"/>
    <w:rsid w:val="004F1F1D"/>
    <w:rsid w:val="004F4597"/>
    <w:rsid w:val="004F4B9B"/>
    <w:rsid w:val="00501B32"/>
    <w:rsid w:val="00502840"/>
    <w:rsid w:val="0050461B"/>
    <w:rsid w:val="0050666E"/>
    <w:rsid w:val="00507442"/>
    <w:rsid w:val="00511AB9"/>
    <w:rsid w:val="00514FC7"/>
    <w:rsid w:val="005210B3"/>
    <w:rsid w:val="00521EA0"/>
    <w:rsid w:val="00523096"/>
    <w:rsid w:val="00523BB5"/>
    <w:rsid w:val="00523EA7"/>
    <w:rsid w:val="00525953"/>
    <w:rsid w:val="00534E5E"/>
    <w:rsid w:val="005406EB"/>
    <w:rsid w:val="00540B70"/>
    <w:rsid w:val="00540C01"/>
    <w:rsid w:val="00542199"/>
    <w:rsid w:val="005434A6"/>
    <w:rsid w:val="00543F07"/>
    <w:rsid w:val="00546DC7"/>
    <w:rsid w:val="00553375"/>
    <w:rsid w:val="00554A51"/>
    <w:rsid w:val="0055506A"/>
    <w:rsid w:val="00555884"/>
    <w:rsid w:val="0055743E"/>
    <w:rsid w:val="00561A0E"/>
    <w:rsid w:val="005648CA"/>
    <w:rsid w:val="00564BCA"/>
    <w:rsid w:val="00564DDD"/>
    <w:rsid w:val="00572B6C"/>
    <w:rsid w:val="00572F04"/>
    <w:rsid w:val="005736B7"/>
    <w:rsid w:val="00575E5A"/>
    <w:rsid w:val="00577A3C"/>
    <w:rsid w:val="00580245"/>
    <w:rsid w:val="00582E56"/>
    <w:rsid w:val="00594013"/>
    <w:rsid w:val="00594ECA"/>
    <w:rsid w:val="005961A6"/>
    <w:rsid w:val="00597617"/>
    <w:rsid w:val="005A1F44"/>
    <w:rsid w:val="005A3D2F"/>
    <w:rsid w:val="005A47B0"/>
    <w:rsid w:val="005B2A65"/>
    <w:rsid w:val="005B350F"/>
    <w:rsid w:val="005B36A5"/>
    <w:rsid w:val="005C7EC4"/>
    <w:rsid w:val="005D35F3"/>
    <w:rsid w:val="005D3C39"/>
    <w:rsid w:val="005D7F8B"/>
    <w:rsid w:val="005E6218"/>
    <w:rsid w:val="005F4F12"/>
    <w:rsid w:val="0060115D"/>
    <w:rsid w:val="00601A8C"/>
    <w:rsid w:val="0061068E"/>
    <w:rsid w:val="006115D3"/>
    <w:rsid w:val="0062045C"/>
    <w:rsid w:val="006240A5"/>
    <w:rsid w:val="006253B0"/>
    <w:rsid w:val="006258BB"/>
    <w:rsid w:val="00625B38"/>
    <w:rsid w:val="00630985"/>
    <w:rsid w:val="00631EAA"/>
    <w:rsid w:val="006354AE"/>
    <w:rsid w:val="006405A7"/>
    <w:rsid w:val="00640B30"/>
    <w:rsid w:val="00642847"/>
    <w:rsid w:val="00652E11"/>
    <w:rsid w:val="00652EFD"/>
    <w:rsid w:val="00654B20"/>
    <w:rsid w:val="0065514A"/>
    <w:rsid w:val="00655976"/>
    <w:rsid w:val="0065610E"/>
    <w:rsid w:val="00660AD3"/>
    <w:rsid w:val="006637A2"/>
    <w:rsid w:val="00674099"/>
    <w:rsid w:val="006776B6"/>
    <w:rsid w:val="00681E1A"/>
    <w:rsid w:val="00692735"/>
    <w:rsid w:val="00693150"/>
    <w:rsid w:val="00697CF2"/>
    <w:rsid w:val="006A1204"/>
    <w:rsid w:val="006A540D"/>
    <w:rsid w:val="006A5570"/>
    <w:rsid w:val="006A689C"/>
    <w:rsid w:val="006A6A2E"/>
    <w:rsid w:val="006B0B03"/>
    <w:rsid w:val="006B3D79"/>
    <w:rsid w:val="006B44FF"/>
    <w:rsid w:val="006B6DFA"/>
    <w:rsid w:val="006B6FE4"/>
    <w:rsid w:val="006C21E8"/>
    <w:rsid w:val="006C2343"/>
    <w:rsid w:val="006C26B4"/>
    <w:rsid w:val="006C442A"/>
    <w:rsid w:val="006C4639"/>
    <w:rsid w:val="006C4B0D"/>
    <w:rsid w:val="006C627C"/>
    <w:rsid w:val="006E0578"/>
    <w:rsid w:val="006E3073"/>
    <w:rsid w:val="006E314D"/>
    <w:rsid w:val="006F439C"/>
    <w:rsid w:val="006F5F31"/>
    <w:rsid w:val="006F6B09"/>
    <w:rsid w:val="00700FEB"/>
    <w:rsid w:val="0070255F"/>
    <w:rsid w:val="007038DC"/>
    <w:rsid w:val="00706F4C"/>
    <w:rsid w:val="0070752A"/>
    <w:rsid w:val="0070768C"/>
    <w:rsid w:val="00710723"/>
    <w:rsid w:val="007134F3"/>
    <w:rsid w:val="00716376"/>
    <w:rsid w:val="00723ED1"/>
    <w:rsid w:val="00732FCD"/>
    <w:rsid w:val="0073461B"/>
    <w:rsid w:val="007356BD"/>
    <w:rsid w:val="00740AF5"/>
    <w:rsid w:val="007432D2"/>
    <w:rsid w:val="00743525"/>
    <w:rsid w:val="00744F6A"/>
    <w:rsid w:val="00745555"/>
    <w:rsid w:val="007502DF"/>
    <w:rsid w:val="00751BD6"/>
    <w:rsid w:val="0075322C"/>
    <w:rsid w:val="007532B0"/>
    <w:rsid w:val="007541A2"/>
    <w:rsid w:val="00755818"/>
    <w:rsid w:val="0076286B"/>
    <w:rsid w:val="00766846"/>
    <w:rsid w:val="0076790E"/>
    <w:rsid w:val="0077382B"/>
    <w:rsid w:val="00773DC0"/>
    <w:rsid w:val="0077548D"/>
    <w:rsid w:val="0077673A"/>
    <w:rsid w:val="00781D4D"/>
    <w:rsid w:val="007846E1"/>
    <w:rsid w:val="007847D6"/>
    <w:rsid w:val="007851EE"/>
    <w:rsid w:val="00796DC1"/>
    <w:rsid w:val="007A2107"/>
    <w:rsid w:val="007A3FBF"/>
    <w:rsid w:val="007A5172"/>
    <w:rsid w:val="007A67A0"/>
    <w:rsid w:val="007B159E"/>
    <w:rsid w:val="007B51FB"/>
    <w:rsid w:val="007B570C"/>
    <w:rsid w:val="007C794D"/>
    <w:rsid w:val="007D3F29"/>
    <w:rsid w:val="007D4594"/>
    <w:rsid w:val="007D5589"/>
    <w:rsid w:val="007D5A8D"/>
    <w:rsid w:val="007D7871"/>
    <w:rsid w:val="007E2234"/>
    <w:rsid w:val="007E4A6E"/>
    <w:rsid w:val="007E6155"/>
    <w:rsid w:val="007F3581"/>
    <w:rsid w:val="007F4F8F"/>
    <w:rsid w:val="007F56A7"/>
    <w:rsid w:val="0080012C"/>
    <w:rsid w:val="00800851"/>
    <w:rsid w:val="00803601"/>
    <w:rsid w:val="00804D39"/>
    <w:rsid w:val="00806B7B"/>
    <w:rsid w:val="00807DD0"/>
    <w:rsid w:val="0081316D"/>
    <w:rsid w:val="00815C1B"/>
    <w:rsid w:val="00821D01"/>
    <w:rsid w:val="00822B88"/>
    <w:rsid w:val="008267E0"/>
    <w:rsid w:val="00826B7B"/>
    <w:rsid w:val="00827D81"/>
    <w:rsid w:val="00830CCD"/>
    <w:rsid w:val="00831DE9"/>
    <w:rsid w:val="00833899"/>
    <w:rsid w:val="00845C50"/>
    <w:rsid w:val="00846789"/>
    <w:rsid w:val="00847F94"/>
    <w:rsid w:val="00851A1C"/>
    <w:rsid w:val="00851FD2"/>
    <w:rsid w:val="008571A2"/>
    <w:rsid w:val="00872044"/>
    <w:rsid w:val="0087262B"/>
    <w:rsid w:val="00872E7C"/>
    <w:rsid w:val="00876379"/>
    <w:rsid w:val="00876D73"/>
    <w:rsid w:val="00877B41"/>
    <w:rsid w:val="00882752"/>
    <w:rsid w:val="00885282"/>
    <w:rsid w:val="00887F36"/>
    <w:rsid w:val="008A3568"/>
    <w:rsid w:val="008A4DA6"/>
    <w:rsid w:val="008B0CA5"/>
    <w:rsid w:val="008B1242"/>
    <w:rsid w:val="008B1FC0"/>
    <w:rsid w:val="008B2021"/>
    <w:rsid w:val="008B2787"/>
    <w:rsid w:val="008B3244"/>
    <w:rsid w:val="008B4CEC"/>
    <w:rsid w:val="008B7DF1"/>
    <w:rsid w:val="008C0335"/>
    <w:rsid w:val="008C33D7"/>
    <w:rsid w:val="008C50F3"/>
    <w:rsid w:val="008C65BC"/>
    <w:rsid w:val="008C7EFE"/>
    <w:rsid w:val="008D03B9"/>
    <w:rsid w:val="008D30C7"/>
    <w:rsid w:val="008D3E80"/>
    <w:rsid w:val="008D552B"/>
    <w:rsid w:val="008E1138"/>
    <w:rsid w:val="008E1746"/>
    <w:rsid w:val="008E686F"/>
    <w:rsid w:val="008E7671"/>
    <w:rsid w:val="008F18D6"/>
    <w:rsid w:val="008F2C9B"/>
    <w:rsid w:val="008F797B"/>
    <w:rsid w:val="00904780"/>
    <w:rsid w:val="0090635B"/>
    <w:rsid w:val="009128FD"/>
    <w:rsid w:val="00920DEB"/>
    <w:rsid w:val="00922385"/>
    <w:rsid w:val="009223DF"/>
    <w:rsid w:val="00925053"/>
    <w:rsid w:val="00927A52"/>
    <w:rsid w:val="00930167"/>
    <w:rsid w:val="00930B79"/>
    <w:rsid w:val="00933B8E"/>
    <w:rsid w:val="00936091"/>
    <w:rsid w:val="00937A76"/>
    <w:rsid w:val="00940D8A"/>
    <w:rsid w:val="00941491"/>
    <w:rsid w:val="00945362"/>
    <w:rsid w:val="00947F01"/>
    <w:rsid w:val="00955824"/>
    <w:rsid w:val="00955886"/>
    <w:rsid w:val="00962258"/>
    <w:rsid w:val="00964860"/>
    <w:rsid w:val="009678B7"/>
    <w:rsid w:val="00981F7A"/>
    <w:rsid w:val="00982547"/>
    <w:rsid w:val="00990B11"/>
    <w:rsid w:val="009916C8"/>
    <w:rsid w:val="00992D9C"/>
    <w:rsid w:val="00996CB8"/>
    <w:rsid w:val="009A32FA"/>
    <w:rsid w:val="009B0213"/>
    <w:rsid w:val="009B15A7"/>
    <w:rsid w:val="009B2E97"/>
    <w:rsid w:val="009B5146"/>
    <w:rsid w:val="009B5815"/>
    <w:rsid w:val="009C0F4D"/>
    <w:rsid w:val="009C418E"/>
    <w:rsid w:val="009C442C"/>
    <w:rsid w:val="009C6199"/>
    <w:rsid w:val="009D20A1"/>
    <w:rsid w:val="009E07F4"/>
    <w:rsid w:val="009E1AEE"/>
    <w:rsid w:val="009F309B"/>
    <w:rsid w:val="009F392E"/>
    <w:rsid w:val="009F53C5"/>
    <w:rsid w:val="00A066DE"/>
    <w:rsid w:val="00A06ECC"/>
    <w:rsid w:val="00A0740E"/>
    <w:rsid w:val="00A116A2"/>
    <w:rsid w:val="00A12463"/>
    <w:rsid w:val="00A15641"/>
    <w:rsid w:val="00A2115A"/>
    <w:rsid w:val="00A37A1E"/>
    <w:rsid w:val="00A4050F"/>
    <w:rsid w:val="00A43668"/>
    <w:rsid w:val="00A502A3"/>
    <w:rsid w:val="00A50641"/>
    <w:rsid w:val="00A52585"/>
    <w:rsid w:val="00A530BF"/>
    <w:rsid w:val="00A544CB"/>
    <w:rsid w:val="00A55717"/>
    <w:rsid w:val="00A6177B"/>
    <w:rsid w:val="00A65B99"/>
    <w:rsid w:val="00A66136"/>
    <w:rsid w:val="00A71189"/>
    <w:rsid w:val="00A7364A"/>
    <w:rsid w:val="00A74DCC"/>
    <w:rsid w:val="00A753ED"/>
    <w:rsid w:val="00A766FA"/>
    <w:rsid w:val="00A77512"/>
    <w:rsid w:val="00A814FE"/>
    <w:rsid w:val="00A83F41"/>
    <w:rsid w:val="00A857E8"/>
    <w:rsid w:val="00A86D00"/>
    <w:rsid w:val="00A94C2F"/>
    <w:rsid w:val="00A95C0A"/>
    <w:rsid w:val="00AA3E17"/>
    <w:rsid w:val="00AA4CBB"/>
    <w:rsid w:val="00AA651D"/>
    <w:rsid w:val="00AA65FA"/>
    <w:rsid w:val="00AA7351"/>
    <w:rsid w:val="00AB1063"/>
    <w:rsid w:val="00AB2F46"/>
    <w:rsid w:val="00AB4339"/>
    <w:rsid w:val="00AC2520"/>
    <w:rsid w:val="00AC4D30"/>
    <w:rsid w:val="00AD056F"/>
    <w:rsid w:val="00AD0988"/>
    <w:rsid w:val="00AD0AAA"/>
    <w:rsid w:val="00AD0C7B"/>
    <w:rsid w:val="00AD1771"/>
    <w:rsid w:val="00AD1786"/>
    <w:rsid w:val="00AD3565"/>
    <w:rsid w:val="00AD37C9"/>
    <w:rsid w:val="00AD5F1A"/>
    <w:rsid w:val="00AD6731"/>
    <w:rsid w:val="00AD792A"/>
    <w:rsid w:val="00AE1D4A"/>
    <w:rsid w:val="00AE3BB4"/>
    <w:rsid w:val="00AF20AF"/>
    <w:rsid w:val="00AF798D"/>
    <w:rsid w:val="00B008D5"/>
    <w:rsid w:val="00B02F73"/>
    <w:rsid w:val="00B035B6"/>
    <w:rsid w:val="00B0619F"/>
    <w:rsid w:val="00B13A26"/>
    <w:rsid w:val="00B15D0D"/>
    <w:rsid w:val="00B202FD"/>
    <w:rsid w:val="00B22106"/>
    <w:rsid w:val="00B2309B"/>
    <w:rsid w:val="00B32E95"/>
    <w:rsid w:val="00B375E8"/>
    <w:rsid w:val="00B429CF"/>
    <w:rsid w:val="00B448FF"/>
    <w:rsid w:val="00B44E73"/>
    <w:rsid w:val="00B5431A"/>
    <w:rsid w:val="00B549CE"/>
    <w:rsid w:val="00B60046"/>
    <w:rsid w:val="00B61530"/>
    <w:rsid w:val="00B6329F"/>
    <w:rsid w:val="00B645BC"/>
    <w:rsid w:val="00B64D6C"/>
    <w:rsid w:val="00B66672"/>
    <w:rsid w:val="00B70267"/>
    <w:rsid w:val="00B719A6"/>
    <w:rsid w:val="00B729BC"/>
    <w:rsid w:val="00B7389D"/>
    <w:rsid w:val="00B75EE1"/>
    <w:rsid w:val="00B77110"/>
    <w:rsid w:val="00B77481"/>
    <w:rsid w:val="00B77C6D"/>
    <w:rsid w:val="00B80E53"/>
    <w:rsid w:val="00B82A36"/>
    <w:rsid w:val="00B84213"/>
    <w:rsid w:val="00B84544"/>
    <w:rsid w:val="00B8518B"/>
    <w:rsid w:val="00B97CC3"/>
    <w:rsid w:val="00BA250E"/>
    <w:rsid w:val="00BB2469"/>
    <w:rsid w:val="00BB3AF6"/>
    <w:rsid w:val="00BB4AF2"/>
    <w:rsid w:val="00BB4CEE"/>
    <w:rsid w:val="00BB73BF"/>
    <w:rsid w:val="00BB7707"/>
    <w:rsid w:val="00BC06C4"/>
    <w:rsid w:val="00BC663E"/>
    <w:rsid w:val="00BC6D2B"/>
    <w:rsid w:val="00BD3556"/>
    <w:rsid w:val="00BD5A0E"/>
    <w:rsid w:val="00BD6E36"/>
    <w:rsid w:val="00BD7E91"/>
    <w:rsid w:val="00BD7F0D"/>
    <w:rsid w:val="00BE3176"/>
    <w:rsid w:val="00BE3E46"/>
    <w:rsid w:val="00BE4869"/>
    <w:rsid w:val="00BE49F4"/>
    <w:rsid w:val="00BE5D65"/>
    <w:rsid w:val="00BE7CF6"/>
    <w:rsid w:val="00BF190D"/>
    <w:rsid w:val="00BF336C"/>
    <w:rsid w:val="00C0180D"/>
    <w:rsid w:val="00C02D0A"/>
    <w:rsid w:val="00C03A6E"/>
    <w:rsid w:val="00C05B92"/>
    <w:rsid w:val="00C12F00"/>
    <w:rsid w:val="00C1530C"/>
    <w:rsid w:val="00C1785E"/>
    <w:rsid w:val="00C226C0"/>
    <w:rsid w:val="00C310F6"/>
    <w:rsid w:val="00C424BA"/>
    <w:rsid w:val="00C42FE6"/>
    <w:rsid w:val="00C43FF7"/>
    <w:rsid w:val="00C44DFF"/>
    <w:rsid w:val="00C44F6A"/>
    <w:rsid w:val="00C50B33"/>
    <w:rsid w:val="00C52550"/>
    <w:rsid w:val="00C57268"/>
    <w:rsid w:val="00C60F77"/>
    <w:rsid w:val="00C6198E"/>
    <w:rsid w:val="00C61C47"/>
    <w:rsid w:val="00C646E2"/>
    <w:rsid w:val="00C708EA"/>
    <w:rsid w:val="00C7216F"/>
    <w:rsid w:val="00C75735"/>
    <w:rsid w:val="00C776E5"/>
    <w:rsid w:val="00C778A5"/>
    <w:rsid w:val="00C82E7A"/>
    <w:rsid w:val="00C90608"/>
    <w:rsid w:val="00C95162"/>
    <w:rsid w:val="00C96683"/>
    <w:rsid w:val="00CA4059"/>
    <w:rsid w:val="00CA4124"/>
    <w:rsid w:val="00CA457B"/>
    <w:rsid w:val="00CB25F9"/>
    <w:rsid w:val="00CB3151"/>
    <w:rsid w:val="00CB6A37"/>
    <w:rsid w:val="00CB7684"/>
    <w:rsid w:val="00CB77FF"/>
    <w:rsid w:val="00CC4380"/>
    <w:rsid w:val="00CC7C8F"/>
    <w:rsid w:val="00CD1C73"/>
    <w:rsid w:val="00CD1FC4"/>
    <w:rsid w:val="00CE22D6"/>
    <w:rsid w:val="00CE2F5E"/>
    <w:rsid w:val="00CE3DF0"/>
    <w:rsid w:val="00CE4F97"/>
    <w:rsid w:val="00CF4237"/>
    <w:rsid w:val="00D00355"/>
    <w:rsid w:val="00D02B2E"/>
    <w:rsid w:val="00D034A0"/>
    <w:rsid w:val="00D057B5"/>
    <w:rsid w:val="00D10A2D"/>
    <w:rsid w:val="00D139AC"/>
    <w:rsid w:val="00D145E1"/>
    <w:rsid w:val="00D21061"/>
    <w:rsid w:val="00D37B14"/>
    <w:rsid w:val="00D4108E"/>
    <w:rsid w:val="00D51555"/>
    <w:rsid w:val="00D52342"/>
    <w:rsid w:val="00D57BFB"/>
    <w:rsid w:val="00D6163D"/>
    <w:rsid w:val="00D6259C"/>
    <w:rsid w:val="00D80582"/>
    <w:rsid w:val="00D831A3"/>
    <w:rsid w:val="00D97BE3"/>
    <w:rsid w:val="00DA13BD"/>
    <w:rsid w:val="00DA3711"/>
    <w:rsid w:val="00DA3EC2"/>
    <w:rsid w:val="00DA5090"/>
    <w:rsid w:val="00DA6DD4"/>
    <w:rsid w:val="00DB1105"/>
    <w:rsid w:val="00DB619A"/>
    <w:rsid w:val="00DC6B7B"/>
    <w:rsid w:val="00DD46F3"/>
    <w:rsid w:val="00DE00E9"/>
    <w:rsid w:val="00DE01F1"/>
    <w:rsid w:val="00DE51A5"/>
    <w:rsid w:val="00DE56F2"/>
    <w:rsid w:val="00DE6A35"/>
    <w:rsid w:val="00DF116D"/>
    <w:rsid w:val="00DF27EC"/>
    <w:rsid w:val="00DF33E5"/>
    <w:rsid w:val="00E01EA1"/>
    <w:rsid w:val="00E133FA"/>
    <w:rsid w:val="00E16FF7"/>
    <w:rsid w:val="00E17F83"/>
    <w:rsid w:val="00E22C30"/>
    <w:rsid w:val="00E26D68"/>
    <w:rsid w:val="00E437B0"/>
    <w:rsid w:val="00E44045"/>
    <w:rsid w:val="00E4520D"/>
    <w:rsid w:val="00E53E3C"/>
    <w:rsid w:val="00E5717E"/>
    <w:rsid w:val="00E618C4"/>
    <w:rsid w:val="00E7218A"/>
    <w:rsid w:val="00E87879"/>
    <w:rsid w:val="00E878EE"/>
    <w:rsid w:val="00EA6EC7"/>
    <w:rsid w:val="00EB0647"/>
    <w:rsid w:val="00EB104F"/>
    <w:rsid w:val="00EB138E"/>
    <w:rsid w:val="00EB1429"/>
    <w:rsid w:val="00EB46E5"/>
    <w:rsid w:val="00EB5D4D"/>
    <w:rsid w:val="00EC10AE"/>
    <w:rsid w:val="00EC1FAF"/>
    <w:rsid w:val="00ED0703"/>
    <w:rsid w:val="00ED116C"/>
    <w:rsid w:val="00ED14BD"/>
    <w:rsid w:val="00ED6360"/>
    <w:rsid w:val="00EE2244"/>
    <w:rsid w:val="00EE2C09"/>
    <w:rsid w:val="00EE3C5F"/>
    <w:rsid w:val="00EE43E5"/>
    <w:rsid w:val="00EE6F0B"/>
    <w:rsid w:val="00EE7882"/>
    <w:rsid w:val="00EF10B6"/>
    <w:rsid w:val="00EF4502"/>
    <w:rsid w:val="00EF6589"/>
    <w:rsid w:val="00EF7511"/>
    <w:rsid w:val="00F016C7"/>
    <w:rsid w:val="00F01764"/>
    <w:rsid w:val="00F027F7"/>
    <w:rsid w:val="00F050FB"/>
    <w:rsid w:val="00F063DF"/>
    <w:rsid w:val="00F12DEC"/>
    <w:rsid w:val="00F1715C"/>
    <w:rsid w:val="00F17C0F"/>
    <w:rsid w:val="00F17E8A"/>
    <w:rsid w:val="00F310F8"/>
    <w:rsid w:val="00F348C0"/>
    <w:rsid w:val="00F35939"/>
    <w:rsid w:val="00F45607"/>
    <w:rsid w:val="00F46000"/>
    <w:rsid w:val="00F4722B"/>
    <w:rsid w:val="00F54432"/>
    <w:rsid w:val="00F569C6"/>
    <w:rsid w:val="00F60730"/>
    <w:rsid w:val="00F64DC9"/>
    <w:rsid w:val="00F659EB"/>
    <w:rsid w:val="00F85F41"/>
    <w:rsid w:val="00F86BA6"/>
    <w:rsid w:val="00F91868"/>
    <w:rsid w:val="00F93E20"/>
    <w:rsid w:val="00FB2912"/>
    <w:rsid w:val="00FB6342"/>
    <w:rsid w:val="00FC6389"/>
    <w:rsid w:val="00FC757D"/>
    <w:rsid w:val="00FE4333"/>
    <w:rsid w:val="00FE6AEC"/>
    <w:rsid w:val="00FE6FC8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458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929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sharepoint/v3/fields"/>
    <ds:schemaRef ds:uri="http://purl.org/dc/terms/"/>
    <ds:schemaRef ds:uri="http://schemas.microsoft.com/sharepoint/v3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FDDDF25-305A-4C3C-A83B-C3CC30807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35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Merta Jiří, Ing.</cp:lastModifiedBy>
  <cp:revision>14</cp:revision>
  <cp:lastPrinted>2020-11-10T15:13:00Z</cp:lastPrinted>
  <dcterms:created xsi:type="dcterms:W3CDTF">2020-08-20T08:25:00Z</dcterms:created>
  <dcterms:modified xsi:type="dcterms:W3CDTF">2020-11-10T15:14:00Z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