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10F" w:rsidRPr="008A210F" w:rsidRDefault="008A210F" w:rsidP="008A210F">
      <w:pPr>
        <w:jc w:val="both"/>
        <w:rPr>
          <w:b/>
          <w:sz w:val="28"/>
          <w:szCs w:val="28"/>
        </w:rPr>
      </w:pPr>
      <w:r w:rsidRPr="008A210F">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C96E7C">
        <w:rPr>
          <w:b/>
        </w:rPr>
        <w:t xml:space="preserve">Správa </w:t>
      </w:r>
      <w:r w:rsidR="00E26146">
        <w:rPr>
          <w:b/>
        </w:rPr>
        <w:t>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EC1D8C" w:rsidRPr="00EC1D8C" w:rsidRDefault="00EC1D8C" w:rsidP="00EC1D8C">
      <w:pPr>
        <w:spacing w:after="0"/>
        <w:jc w:val="both"/>
        <w:rPr>
          <w:rFonts w:ascii="Verdana" w:eastAsia="Verdana" w:hAnsi="Verdana" w:cs="Times New Roman"/>
          <w:b/>
        </w:rPr>
      </w:pPr>
      <w:r w:rsidRPr="00EC1D8C">
        <w:rPr>
          <w:rFonts w:ascii="Verdana" w:eastAsia="Verdana" w:hAnsi="Verdana" w:cs="Times New Roman"/>
          <w:b/>
        </w:rPr>
        <w:t>Ing. Jan Kazda</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železnic, státní organizace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Oblastní ředitelství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Železničářská 1386/31, 400 03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 xml:space="preserve">telefon: +420 972 424 416, mobil: +420 724 496 765, e-mail: </w:t>
      </w:r>
      <w:hyperlink r:id="rId11" w:history="1">
        <w:r w:rsidR="007633BB" w:rsidRPr="00B7134F">
          <w:rPr>
            <w:rStyle w:val="Hypertextovodkaz"/>
            <w:rFonts w:ascii="Verdana" w:eastAsia="Verdana" w:hAnsi="Verdana" w:cs="Times New Roman"/>
          </w:rPr>
          <w:t>kazda@spravazeleznic.cz</w:t>
        </w:r>
      </w:hyperlink>
      <w:r w:rsidRPr="00EC1D8C">
        <w:rPr>
          <w:rFonts w:ascii="Verdana" w:eastAsia="Verdana" w:hAnsi="Verdana" w:cs="Times New Roman"/>
        </w:rPr>
        <w:t xml:space="preserve"> </w:t>
      </w:r>
    </w:p>
    <w:p w:rsidR="00C96E7C" w:rsidRDefault="00EC1D8C" w:rsidP="00EC1D8C">
      <w:pPr>
        <w:pStyle w:val="Nadpisbezsl1-2"/>
      </w:pPr>
      <w:r>
        <w:t xml:space="preserve"> </w:t>
      </w:r>
      <w:r w:rsidR="00C96E7C">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12024F" w:rsidRDefault="0012024F" w:rsidP="005B7883">
      <w:pPr>
        <w:pStyle w:val="Textbezodsazen"/>
      </w:pPr>
    </w:p>
    <w:p w:rsidR="00C96E7C" w:rsidRDefault="00C96E7C" w:rsidP="005B7883">
      <w:pPr>
        <w:pStyle w:val="Nadpisbezsl1-2"/>
      </w:pPr>
      <w:r>
        <w:lastRenderedPageBreak/>
        <w:t xml:space="preserve">1.1.5.6  Definice sekcí </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Sekce nejsou specifikovány. Je-li termín Sekce v textu smluvních dokumentů použit, je tím míněna část Díla vyplývající z harmonogramu podle pod-článku 8.3.</w:t>
      </w:r>
    </w:p>
    <w:p w:rsidR="00C96E7C" w:rsidRDefault="00C96E7C" w:rsidP="00C732F0">
      <w:pPr>
        <w:pStyle w:val="Bezmezer"/>
        <w:jc w:val="both"/>
      </w:pP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EC1D8C" w:rsidRPr="00EC1D8C">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EC1D8C" w:rsidRPr="00EC1D8C">
        <w:t xml:space="preserve">dne </w:t>
      </w:r>
      <w:r w:rsidR="00AF28D5" w:rsidRPr="00AF28D5">
        <w:t xml:space="preserve">zahájení řízení k </w:t>
      </w:r>
      <w:r w:rsidR="00EC1D8C" w:rsidRPr="00EC1D8C">
        <w:t>předání obvodu stavby</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EC1D8C" w:rsidRPr="00EC1D8C" w:rsidRDefault="00EC1D8C" w:rsidP="00EC1D8C">
      <w:pPr>
        <w:spacing w:after="0"/>
        <w:jc w:val="both"/>
        <w:rPr>
          <w:rFonts w:ascii="Verdana" w:eastAsia="Verdana" w:hAnsi="Verdana" w:cs="Times New Roman"/>
          <w:b/>
        </w:rPr>
      </w:pPr>
      <w:r w:rsidRPr="00EC1D8C">
        <w:rPr>
          <w:rFonts w:ascii="Verdana" w:eastAsia="Verdana" w:hAnsi="Verdana" w:cs="Times New Roman"/>
          <w:b/>
        </w:rPr>
        <w:t>Tomáš Helcl, DiS.</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železnic, státní organizace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Oblastní ředitelství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lastRenderedPageBreak/>
        <w:t>Úsek náměstka pro provoz infrastruktury</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Odbor veřejných zakázek</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Železničářská 1386/31, 400 03 Ústí nad Labem</w:t>
      </w:r>
    </w:p>
    <w:p w:rsidR="00EC1D8C" w:rsidRPr="00EC1D8C" w:rsidRDefault="00EC1D8C" w:rsidP="00EC1D8C">
      <w:pPr>
        <w:spacing w:after="120"/>
        <w:jc w:val="both"/>
        <w:rPr>
          <w:rFonts w:ascii="Verdana" w:eastAsia="Verdana" w:hAnsi="Verdana" w:cs="Times New Roman"/>
        </w:rPr>
      </w:pPr>
      <w:r w:rsidRPr="00EC1D8C">
        <w:rPr>
          <w:rFonts w:ascii="Verdana" w:eastAsia="Verdana" w:hAnsi="Verdana" w:cs="Times New Roman"/>
        </w:rPr>
        <w:t xml:space="preserve">telefon: +420 972 424 429, mobil: +420 725 567 444, e-mail: </w:t>
      </w:r>
      <w:hyperlink r:id="rId12" w:history="1">
        <w:r w:rsidR="007633BB" w:rsidRPr="00B7134F">
          <w:rPr>
            <w:rStyle w:val="Hypertextovodkaz"/>
            <w:rFonts w:ascii="Verdana" w:eastAsia="Verdana" w:hAnsi="Verdana" w:cs="Times New Roman"/>
          </w:rPr>
          <w:t>helcl@spravazeleznic.cz</w:t>
        </w:r>
      </w:hyperlink>
    </w:p>
    <w:p w:rsidR="00EC1D8C" w:rsidRPr="00EC1D8C" w:rsidRDefault="00EC1D8C" w:rsidP="00EC1D8C">
      <w:pPr>
        <w:spacing w:after="0"/>
        <w:jc w:val="both"/>
        <w:rPr>
          <w:rFonts w:ascii="Verdana" w:eastAsia="Verdana" w:hAnsi="Verdana" w:cs="Times New Roman"/>
          <w:i/>
        </w:rPr>
      </w:pPr>
      <w:r w:rsidRPr="00EC1D8C">
        <w:rPr>
          <w:rFonts w:ascii="Verdana" w:eastAsia="Verdana" w:hAnsi="Verdana" w:cs="Times New Roman"/>
          <w:i/>
        </w:rPr>
        <w:t>Úředně oprávněný zeměměřický inženýr:</w:t>
      </w:r>
    </w:p>
    <w:p w:rsidR="00EC1D8C" w:rsidRPr="00EC1D8C" w:rsidRDefault="00EC1D8C" w:rsidP="00EC1D8C">
      <w:pPr>
        <w:spacing w:after="0"/>
        <w:jc w:val="both"/>
        <w:rPr>
          <w:rFonts w:ascii="Verdana" w:eastAsia="Verdana" w:hAnsi="Verdana" w:cs="Times New Roman"/>
          <w:b/>
        </w:rPr>
      </w:pPr>
      <w:r w:rsidRPr="00EC1D8C">
        <w:rPr>
          <w:rFonts w:ascii="Verdana" w:eastAsia="Verdana" w:hAnsi="Verdana" w:cs="Times New Roman"/>
          <w:b/>
        </w:rPr>
        <w:t>Ing. Jiří Vančura</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železnic, státní organizace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železniční geodézie Praha</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Regionální pracoviště v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Oddělení inženýrské geodézie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K Můstku 1451/2, 400 01 Ústí nad Labem</w:t>
      </w:r>
    </w:p>
    <w:p w:rsidR="00EC1D8C" w:rsidRPr="00EC1D8C" w:rsidRDefault="00EC1D8C" w:rsidP="00EC1D8C">
      <w:pPr>
        <w:spacing w:after="120"/>
        <w:jc w:val="both"/>
        <w:rPr>
          <w:rFonts w:ascii="Verdana" w:eastAsia="Verdana" w:hAnsi="Verdana" w:cs="Times New Roman"/>
        </w:rPr>
      </w:pPr>
      <w:r w:rsidRPr="00EC1D8C">
        <w:rPr>
          <w:rFonts w:ascii="Verdana" w:eastAsia="Verdana" w:hAnsi="Verdana" w:cs="Times New Roman"/>
        </w:rPr>
        <w:t xml:space="preserve">telefon: +420 972 422 161, mobil: +420 724 064 098, e-mail: </w:t>
      </w:r>
      <w:hyperlink r:id="rId13" w:history="1">
        <w:r w:rsidR="007633BB" w:rsidRPr="00B7134F">
          <w:rPr>
            <w:rStyle w:val="Hypertextovodkaz"/>
            <w:rFonts w:ascii="Verdana" w:eastAsia="Verdana" w:hAnsi="Verdana" w:cs="Times New Roman"/>
          </w:rPr>
          <w:t>vancura@spravazeleznic.cz</w:t>
        </w:r>
      </w:hyperlink>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i/>
        </w:rPr>
        <w:t>Koordinátor BOZP na staveništi:</w:t>
      </w:r>
    </w:p>
    <w:p w:rsidR="007633BB" w:rsidRPr="00A47CA4" w:rsidRDefault="007633BB" w:rsidP="00A47CA4">
      <w:pPr>
        <w:pStyle w:val="Nadpisbezsl1-2"/>
        <w:spacing w:before="0"/>
        <w:rPr>
          <w:rFonts w:ascii="Verdana" w:eastAsia="Verdana" w:hAnsi="Verdana" w:cs="Times New Roman"/>
          <w:sz w:val="18"/>
          <w:szCs w:val="18"/>
        </w:rPr>
      </w:pPr>
      <w:r w:rsidRPr="00A47CA4">
        <w:rPr>
          <w:rFonts w:ascii="Verdana" w:eastAsia="Verdana" w:hAnsi="Verdana" w:cs="Times New Roman"/>
          <w:sz w:val="18"/>
          <w:szCs w:val="18"/>
        </w:rPr>
        <w:t>MANIFOLD GROUP s.r.o.</w:t>
      </w:r>
    </w:p>
    <w:p w:rsidR="00C96E7C" w:rsidRDefault="00C96E7C" w:rsidP="00EC1D8C">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5B7883">
      <w:pPr>
        <w:pStyle w:val="Nadpisbezsl1-2"/>
      </w:pPr>
      <w:r>
        <w:t>4.2 Zajištění splnění smlouvy</w:t>
      </w:r>
    </w:p>
    <w:p w:rsidR="00C96E7C" w:rsidRDefault="00C96E7C" w:rsidP="00071A0E">
      <w:pPr>
        <w:pStyle w:val="Text1-2"/>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r w:rsidRPr="00071A0E">
        <w:rPr>
          <w:b w:val="0"/>
        </w:rPr>
        <w:t>4.27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EC1D8C">
        <w:lastRenderedPageBreak/>
        <w:t>Zhotovitel je povinen uhradit smluvní pokutu ve výši 0,1 %</w:t>
      </w:r>
      <w:r w:rsidR="00582C15" w:rsidRPr="00EC1D8C">
        <w:t xml:space="preserve"> z </w:t>
      </w:r>
      <w:r w:rsidRPr="00EC1D8C">
        <w:t>části Smluvní ceny odpovídající příslušnému stavebnímu objektu nebo provoznímu souboru,</w:t>
      </w:r>
      <w:r w:rsidR="00582C15" w:rsidRPr="00EC1D8C">
        <w:t xml:space="preserve"> s </w:t>
      </w:r>
      <w:r w:rsidRPr="00EC1D8C">
        <w:t>j</w:t>
      </w:r>
      <w:r w:rsidR="008B01FE" w:rsidRPr="00EC1D8C">
        <w:t>ehož dokončením je Zhotovitel</w:t>
      </w:r>
      <w:r w:rsidR="00582C15" w:rsidRPr="00EC1D8C">
        <w:t xml:space="preserve"> v </w:t>
      </w:r>
      <w:r w:rsidRPr="00EC1D8C">
        <w:t>prodlení,</w:t>
      </w:r>
      <w:r w:rsidR="00582C15" w:rsidRPr="00EC1D8C">
        <w:t xml:space="preserve"> a </w:t>
      </w:r>
      <w:r w:rsidRPr="00EC1D8C">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EC1D8C">
        <w:t>Zhotovitel je povinen uhradit smluvní pokutu ve výši 0,1 %</w:t>
      </w:r>
      <w:r w:rsidR="00582C15" w:rsidRPr="00EC1D8C">
        <w:t xml:space="preserve"> z </w:t>
      </w:r>
      <w:r w:rsidRPr="00EC1D8C">
        <w:t>části Smluvní ceny odpovídající příslušnému stavebnímu objektu nebo provoznímu souboru, který nemohl být uveden do provozu,</w:t>
      </w:r>
      <w:r w:rsidR="00582C15" w:rsidRPr="00EC1D8C">
        <w:t xml:space="preserve"> a </w:t>
      </w:r>
      <w:r w:rsidRPr="00EC1D8C">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EC1D8C">
        <w:t>Zhotovitel je povinen uhradit smluvní pokutu ve výši 0,05 %</w:t>
      </w:r>
      <w:r w:rsidR="00582C15" w:rsidRPr="00EC1D8C">
        <w:t xml:space="preserve"> z </w:t>
      </w:r>
      <w:r w:rsidRPr="00EC1D8C">
        <w:t>části Smluvní ceny odpovídající příslušnému stavebnímu objektu nebo provoznímu souboru, kterých se nedokončená práce, vada nebo poškození týká,</w:t>
      </w:r>
      <w:r w:rsidR="00582C15" w:rsidRPr="00EC1D8C">
        <w:t xml:space="preserve"> a </w:t>
      </w:r>
      <w:r w:rsidRPr="00EC1D8C">
        <w:t>to za každý jednotlivý případ</w:t>
      </w:r>
      <w:r w:rsidR="00582C15" w:rsidRPr="00EC1D8C">
        <w:t xml:space="preserve"> a </w:t>
      </w:r>
      <w:r w:rsidRPr="00EC1D8C">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Pr="008B01FE" w:rsidRDefault="00C96E7C" w:rsidP="005D168C">
      <w:pPr>
        <w:pStyle w:val="Textbezodsazen"/>
      </w:pPr>
      <w:r>
        <w:t>Pro provádění Díla jsou stanoveny následující milníky</w:t>
      </w:r>
      <w:r w:rsidR="00EC1D8C">
        <w:t>:</w:t>
      </w:r>
      <w:r>
        <w:t xml:space="preserve"> </w:t>
      </w:r>
    </w:p>
    <w:p w:rsidR="00EC1D8C" w:rsidRDefault="00EC1D8C" w:rsidP="00EC1D8C">
      <w:pPr>
        <w:pStyle w:val="Textbezodsazen"/>
      </w:pPr>
      <w:r>
        <w:t>•</w:t>
      </w:r>
      <w:r>
        <w:tab/>
        <w:t>Dokončení stavebních prací v termínu dle čl.5.1.4 ZTP (2. Etapa) v rozsahu dle projektu, části F (ZOV).</w:t>
      </w:r>
    </w:p>
    <w:p w:rsidR="00C96E7C" w:rsidRDefault="00EC1D8C" w:rsidP="00EC1D8C">
      <w:pPr>
        <w:pStyle w:val="Textbezodsazen"/>
      </w:pPr>
      <w:r>
        <w:t>•</w:t>
      </w:r>
      <w:r>
        <w:tab/>
        <w:t>Dokončení následného propracování kolejí v termínu dle čl.5.1.4 ZTP (4. Etapa).</w:t>
      </w:r>
      <w:r w:rsidRPr="008B01FE">
        <w:rPr>
          <w:highlight w:val="green"/>
        </w:rPr>
        <w:t xml:space="preserve"> </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8.2, 8.4  Doba pro dokončení, Prodloužení doby pro dokončení</w:t>
      </w:r>
    </w:p>
    <w:p w:rsidR="00C96E7C" w:rsidRDefault="00C96E7C" w:rsidP="005D168C">
      <w:pPr>
        <w:pStyle w:val="Textbezodsazen"/>
      </w:pPr>
      <w:r>
        <w:lastRenderedPageBreak/>
        <w:t>Zhotovitel je povinen dokončit celé Dílo včetně příslušné dokumentace dle pod-článku 7.9 do</w:t>
      </w:r>
      <w:r w:rsidR="005D168C">
        <w:t xml:space="preserve"> </w:t>
      </w:r>
      <w:r w:rsidR="00F56450" w:rsidRPr="00F56450">
        <w:rPr>
          <w:b/>
        </w:rPr>
        <w:t>11</w:t>
      </w:r>
      <w:r w:rsidR="009C137B" w:rsidRPr="00F56450">
        <w:rPr>
          <w:b/>
        </w:rPr>
        <w:t xml:space="preserve"> měsíců</w:t>
      </w:r>
      <w:r>
        <w:t xml:space="preserve"> 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w:t>
      </w:r>
      <w:r w:rsidRPr="009C137B">
        <w:t xml:space="preserve">dokončit Dílo </w:t>
      </w:r>
      <w:r w:rsidR="00582C15" w:rsidRPr="009C137B">
        <w:t>v</w:t>
      </w:r>
      <w:r w:rsidR="00582C15">
        <w:t> </w:t>
      </w:r>
      <w:r>
        <w:t>rozsahu</w:t>
      </w:r>
      <w:bookmarkStart w:id="0" w:name="_GoBack"/>
      <w:bookmarkEnd w:id="0"/>
      <w:r>
        <w:t xml:space="preserve"> nezbytném pro účely uvedení Díla do provozu za podmínek stavebního zákona</w:t>
      </w:r>
      <w:r w:rsidR="00582C15">
        <w:t xml:space="preserve"> a </w:t>
      </w:r>
      <w:r>
        <w:t>zákona</w:t>
      </w:r>
      <w:r w:rsidR="00582C15">
        <w:t xml:space="preserve"> o </w:t>
      </w:r>
      <w:r>
        <w:t xml:space="preserve">drahách nejpozději </w:t>
      </w:r>
      <w:r w:rsidRPr="00F56450">
        <w:t xml:space="preserve">do </w:t>
      </w:r>
      <w:r w:rsidR="00475763" w:rsidRPr="00F56450">
        <w:rPr>
          <w:b/>
        </w:rPr>
        <w:t>6</w:t>
      </w:r>
      <w:r w:rsidRPr="00F56450">
        <w:rPr>
          <w:b/>
        </w:rPr>
        <w:t xml:space="preserve"> měsíců</w:t>
      </w:r>
      <w:r>
        <w:t xml:space="preserve"> </w:t>
      </w:r>
      <w:r w:rsidR="009C137B">
        <w:t>od Data zahájení prací</w:t>
      </w:r>
      <w:r w:rsidR="00C22516">
        <w:t xml:space="preserve"> (vyjma následného propracování)</w:t>
      </w:r>
      <w:r w:rsidR="009C137B">
        <w:t>.</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AD7B08" w:rsidRPr="00605DD8" w:rsidRDefault="00AD7B08" w:rsidP="00582C15">
      <w:pPr>
        <w:pStyle w:val="Textbezodsazen"/>
      </w:pPr>
    </w:p>
    <w:p w:rsidR="00AD7B08" w:rsidRPr="00605DD8" w:rsidRDefault="00AD7B08" w:rsidP="00582C15">
      <w:pPr>
        <w:pStyle w:val="Textbezodsazen"/>
        <w:rPr>
          <w:b/>
          <w:sz w:val="20"/>
          <w:szCs w:val="20"/>
        </w:rPr>
      </w:pPr>
      <w:r w:rsidRPr="00605DD8">
        <w:rPr>
          <w:b/>
          <w:sz w:val="20"/>
          <w:szCs w:val="20"/>
        </w:rPr>
        <w:t>12</w:t>
      </w:r>
      <w:r w:rsidR="0042532F" w:rsidRPr="00605DD8">
        <w:rPr>
          <w:b/>
          <w:sz w:val="20"/>
          <w:szCs w:val="20"/>
        </w:rPr>
        <w:t xml:space="preserve">  Měření a oceňování</w:t>
      </w:r>
    </w:p>
    <w:p w:rsidR="0042532F" w:rsidRPr="00605DD8" w:rsidRDefault="0042532F" w:rsidP="00582C15">
      <w:pPr>
        <w:pStyle w:val="Textbezodsazen"/>
      </w:pPr>
      <w:r w:rsidRPr="00605DD8">
        <w:t xml:space="preserve">Objednatel a Zhotovitel se dohodli a pro Správce stavby při jednání o měření a oceňování dle tohoto článku 12 platí, že </w:t>
      </w:r>
      <w:r w:rsidR="007D4C3D" w:rsidRPr="00605DD8">
        <w:t xml:space="preserve">při jednání se </w:t>
      </w:r>
      <w:r w:rsidRPr="00605DD8">
        <w:t xml:space="preserve">řídí vedle Smlouvy v podrobnostech i Metodikou </w:t>
      </w:r>
      <w:r w:rsidR="007D4C3D" w:rsidRPr="00605DD8">
        <w:t>měření pro účely článku 12 červené knihy FIDIC z května 2019</w:t>
      </w:r>
      <w:r w:rsidR="004E0643" w:rsidRPr="00605DD8">
        <w:t>,</w:t>
      </w:r>
      <w:r w:rsidRPr="00605DD8">
        <w:t xml:space="preserve"> která je dostupná na http://www.sfdi.cz.</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lastRenderedPageBreak/>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2306A" w:rsidP="00831A0C">
      <w:pPr>
        <w:pStyle w:val="Textbezodsazen"/>
      </w:pPr>
      <w:r w:rsidRPr="00C2306A">
        <w:t>Zálohová platba se neposkytuje</w:t>
      </w:r>
      <w:r w:rsidR="00C96E7C">
        <w:t xml:space="preserve">.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732F0" w:rsidRDefault="00C96E7C" w:rsidP="00C2306A">
      <w:pPr>
        <w:pStyle w:val="Textbezodsazen"/>
      </w:pPr>
      <w:r>
        <w:t>Rozhodování sporů je upraveno dle varianty B.</w:t>
      </w:r>
    </w:p>
    <w:p w:rsidR="00C732F0" w:rsidRDefault="00C732F0" w:rsidP="00C732F0">
      <w:pPr>
        <w:jc w:val="both"/>
      </w:pPr>
    </w:p>
    <w:sectPr w:rsidR="00C732F0" w:rsidSect="008825B2">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32" w:rsidRDefault="007C2932" w:rsidP="00962258">
      <w:pPr>
        <w:spacing w:after="0" w:line="240" w:lineRule="auto"/>
      </w:pPr>
      <w:r>
        <w:separator/>
      </w:r>
    </w:p>
  </w:endnote>
  <w:endnote w:type="continuationSeparator" w:id="0">
    <w:p w:rsidR="007C2932" w:rsidRDefault="007C29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45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6450">
            <w:rPr>
              <w:rStyle w:val="slostrnky"/>
              <w:noProof/>
            </w:rPr>
            <w:t>7</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394C56" w:rsidP="00394C56">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32" w:rsidRDefault="007C2932" w:rsidP="00962258">
      <w:pPr>
        <w:spacing w:after="0" w:line="240" w:lineRule="auto"/>
      </w:pPr>
      <w:r>
        <w:separator/>
      </w:r>
    </w:p>
  </w:footnote>
  <w:footnote w:type="continuationSeparator" w:id="0">
    <w:p w:rsidR="007C2932" w:rsidRDefault="007C29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E26146" w:rsidP="00FC6389">
    <w:pPr>
      <w:pStyle w:val="Zhlav"/>
      <w:rPr>
        <w:sz w:val="8"/>
        <w:szCs w:val="8"/>
      </w:rPr>
    </w:pPr>
    <w:r>
      <w:rPr>
        <w:noProof/>
        <w:lang w:eastAsia="cs-CZ"/>
      </w:rPr>
      <w:drawing>
        <wp:anchor distT="0" distB="0" distL="114300" distR="114300" simplePos="0" relativeHeight="251659264"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773C1"/>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7D6B"/>
    <w:rsid w:val="00191F90"/>
    <w:rsid w:val="001B4E74"/>
    <w:rsid w:val="001C1074"/>
    <w:rsid w:val="001C27C2"/>
    <w:rsid w:val="001C645F"/>
    <w:rsid w:val="001E071A"/>
    <w:rsid w:val="001E3C56"/>
    <w:rsid w:val="001E678E"/>
    <w:rsid w:val="001F134A"/>
    <w:rsid w:val="002071BB"/>
    <w:rsid w:val="00207DF5"/>
    <w:rsid w:val="0023464E"/>
    <w:rsid w:val="00235D7C"/>
    <w:rsid w:val="00240B81"/>
    <w:rsid w:val="00244767"/>
    <w:rsid w:val="00247D01"/>
    <w:rsid w:val="00251B90"/>
    <w:rsid w:val="00261A5B"/>
    <w:rsid w:val="00262E5B"/>
    <w:rsid w:val="00276AFE"/>
    <w:rsid w:val="002A3B57"/>
    <w:rsid w:val="002C31BF"/>
    <w:rsid w:val="002D7FD6"/>
    <w:rsid w:val="002E0CD7"/>
    <w:rsid w:val="002E0CFB"/>
    <w:rsid w:val="002E5C7B"/>
    <w:rsid w:val="002F4333"/>
    <w:rsid w:val="00321C56"/>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75763"/>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A1F44"/>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33BB"/>
    <w:rsid w:val="00766846"/>
    <w:rsid w:val="0077673A"/>
    <w:rsid w:val="007846E1"/>
    <w:rsid w:val="007847D6"/>
    <w:rsid w:val="007A172F"/>
    <w:rsid w:val="007A5172"/>
    <w:rsid w:val="007A67A0"/>
    <w:rsid w:val="007B570C"/>
    <w:rsid w:val="007C2932"/>
    <w:rsid w:val="007D4C3D"/>
    <w:rsid w:val="007E4A6E"/>
    <w:rsid w:val="007F56A7"/>
    <w:rsid w:val="00800851"/>
    <w:rsid w:val="00807DD0"/>
    <w:rsid w:val="008123B6"/>
    <w:rsid w:val="00821D01"/>
    <w:rsid w:val="00826B7B"/>
    <w:rsid w:val="00831A0C"/>
    <w:rsid w:val="00846789"/>
    <w:rsid w:val="008602BD"/>
    <w:rsid w:val="00870145"/>
    <w:rsid w:val="008825B2"/>
    <w:rsid w:val="008A210F"/>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62258"/>
    <w:rsid w:val="009678B7"/>
    <w:rsid w:val="00992D9C"/>
    <w:rsid w:val="00996CB8"/>
    <w:rsid w:val="009B2E97"/>
    <w:rsid w:val="009B5146"/>
    <w:rsid w:val="009C137B"/>
    <w:rsid w:val="009C418E"/>
    <w:rsid w:val="009C442C"/>
    <w:rsid w:val="009E07F4"/>
    <w:rsid w:val="009F0BC6"/>
    <w:rsid w:val="009F309B"/>
    <w:rsid w:val="009F392E"/>
    <w:rsid w:val="009F53C5"/>
    <w:rsid w:val="00A0740E"/>
    <w:rsid w:val="00A318A8"/>
    <w:rsid w:val="00A47CA4"/>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AF28D5"/>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5233"/>
    <w:rsid w:val="00BF7C1E"/>
    <w:rsid w:val="00C02D0A"/>
    <w:rsid w:val="00C03A6E"/>
    <w:rsid w:val="00C22516"/>
    <w:rsid w:val="00C226C0"/>
    <w:rsid w:val="00C2306A"/>
    <w:rsid w:val="00C33406"/>
    <w:rsid w:val="00C42FE6"/>
    <w:rsid w:val="00C44F6A"/>
    <w:rsid w:val="00C6198E"/>
    <w:rsid w:val="00C708EA"/>
    <w:rsid w:val="00C70FB2"/>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146"/>
    <w:rsid w:val="00E26D68"/>
    <w:rsid w:val="00E37BAF"/>
    <w:rsid w:val="00E41EEA"/>
    <w:rsid w:val="00E44045"/>
    <w:rsid w:val="00E46253"/>
    <w:rsid w:val="00E618C4"/>
    <w:rsid w:val="00E72324"/>
    <w:rsid w:val="00E878EE"/>
    <w:rsid w:val="00EA6EC7"/>
    <w:rsid w:val="00EB104F"/>
    <w:rsid w:val="00EB1DA4"/>
    <w:rsid w:val="00EB46E5"/>
    <w:rsid w:val="00EC1D8C"/>
    <w:rsid w:val="00EC63FF"/>
    <w:rsid w:val="00ED14BD"/>
    <w:rsid w:val="00F016C7"/>
    <w:rsid w:val="00F12DEC"/>
    <w:rsid w:val="00F1715C"/>
    <w:rsid w:val="00F310F8"/>
    <w:rsid w:val="00F35939"/>
    <w:rsid w:val="00F45607"/>
    <w:rsid w:val="00F4722B"/>
    <w:rsid w:val="00F54432"/>
    <w:rsid w:val="00F56450"/>
    <w:rsid w:val="00F659EB"/>
    <w:rsid w:val="00F86BA6"/>
    <w:rsid w:val="00F95772"/>
    <w:rsid w:val="00F969D0"/>
    <w:rsid w:val="00FB6342"/>
    <w:rsid w:val="00FC6389"/>
    <w:rsid w:val="00FE6AEC"/>
    <w:rsid w:val="00FF7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657AA8"/>
  <w14:defaultImageDpi w14:val="32767"/>
  <w15:docId w15:val="{DE39A227-3E1D-4B1B-A60D-2CE8F4D9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5427">
      <w:bodyDiv w:val="1"/>
      <w:marLeft w:val="0"/>
      <w:marRight w:val="0"/>
      <w:marTop w:val="0"/>
      <w:marBottom w:val="0"/>
      <w:divBdr>
        <w:top w:val="none" w:sz="0" w:space="0" w:color="auto"/>
        <w:left w:val="none" w:sz="0" w:space="0" w:color="auto"/>
        <w:bottom w:val="none" w:sz="0" w:space="0" w:color="auto"/>
        <w:right w:val="none" w:sz="0" w:space="0" w:color="auto"/>
      </w:divBdr>
    </w:div>
    <w:div w:id="1161236460">
      <w:bodyDiv w:val="1"/>
      <w:marLeft w:val="0"/>
      <w:marRight w:val="0"/>
      <w:marTop w:val="0"/>
      <w:marBottom w:val="0"/>
      <w:divBdr>
        <w:top w:val="none" w:sz="0" w:space="0" w:color="auto"/>
        <w:left w:val="none" w:sz="0" w:space="0" w:color="auto"/>
        <w:bottom w:val="none" w:sz="0" w:space="0" w:color="auto"/>
        <w:right w:val="none" w:sz="0" w:space="0" w:color="auto"/>
      </w:divBdr>
    </w:div>
    <w:div w:id="1700398512">
      <w:bodyDiv w:val="1"/>
      <w:marLeft w:val="0"/>
      <w:marRight w:val="0"/>
      <w:marTop w:val="0"/>
      <w:marBottom w:val="0"/>
      <w:divBdr>
        <w:top w:val="none" w:sz="0" w:space="0" w:color="auto"/>
        <w:left w:val="none" w:sz="0" w:space="0" w:color="auto"/>
        <w:bottom w:val="none" w:sz="0" w:space="0" w:color="auto"/>
        <w:right w:val="none" w:sz="0" w:space="0" w:color="auto"/>
      </w:divBdr>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ncura@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cl@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3773A91-58D7-4C49-8386-B44F276AB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8DF3C57-F22A-43D5-BA57-AEE6C296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425</TotalTime>
  <Pages>7</Pages>
  <Words>2583</Words>
  <Characters>15245</Characters>
  <Application>Microsoft Office Word</Application>
  <DocSecurity>0</DocSecurity>
  <Lines>127</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32</cp:revision>
  <cp:lastPrinted>2019-03-12T14:22:00Z</cp:lastPrinted>
  <dcterms:created xsi:type="dcterms:W3CDTF">2019-04-10T12:20:00Z</dcterms:created>
  <dcterms:modified xsi:type="dcterms:W3CDTF">2020-11-02T11:18:00Z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