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D63D26">
        <w:rPr>
          <w:b/>
        </w:rPr>
        <w:t>„</w:t>
      </w:r>
      <w:bookmarkEnd w:id="0"/>
      <w:r w:rsidR="0012104D" w:rsidRPr="0012104D">
        <w:rPr>
          <w:rFonts w:asciiTheme="majorHAnsi" w:eastAsiaTheme="majorEastAsia" w:hAnsiTheme="majorHAnsi" w:cstheme="majorBidi"/>
          <w:bCs/>
          <w:iCs/>
        </w:rPr>
        <w:t xml:space="preserve">Oprava zabezpečovacího zařízení v </w:t>
      </w:r>
      <w:proofErr w:type="spellStart"/>
      <w:r w:rsidR="0012104D" w:rsidRPr="0012104D">
        <w:rPr>
          <w:rFonts w:asciiTheme="majorHAnsi" w:eastAsiaTheme="majorEastAsia" w:hAnsiTheme="majorHAnsi" w:cstheme="majorBidi"/>
          <w:bCs/>
          <w:iCs/>
        </w:rPr>
        <w:t>žst</w:t>
      </w:r>
      <w:proofErr w:type="spellEnd"/>
      <w:r w:rsidR="0012104D" w:rsidRPr="0012104D">
        <w:rPr>
          <w:rFonts w:asciiTheme="majorHAnsi" w:eastAsiaTheme="majorEastAsia" w:hAnsiTheme="majorHAnsi" w:cstheme="majorBidi"/>
          <w:bCs/>
          <w:iCs/>
        </w:rPr>
        <w:t>. Nové Strašecí - projekt</w:t>
      </w:r>
      <w:r w:rsidRPr="005C2CBC">
        <w:rPr>
          <w:b/>
        </w:rPr>
        <w:t>“</w:t>
      </w:r>
      <w:r w:rsidRPr="005C2CBC">
        <w:t xml:space="preserve">, </w:t>
      </w:r>
      <w:proofErr w:type="gramStart"/>
      <w:r w:rsidR="005C2CBC" w:rsidRPr="005C2CBC">
        <w:t>č.j.</w:t>
      </w:r>
      <w:proofErr w:type="gramEnd"/>
      <w:r w:rsidR="005C2CBC" w:rsidRPr="005C2CBC">
        <w:t xml:space="preserve"> </w:t>
      </w:r>
      <w:bookmarkStart w:id="1" w:name="_GoBack"/>
      <w:bookmarkEnd w:id="1"/>
      <w:r w:rsidR="005C2CBC" w:rsidRPr="00FB1D04">
        <w:t>3</w:t>
      </w:r>
      <w:r w:rsidR="00FB1D04" w:rsidRPr="00FB1D04">
        <w:t>3</w:t>
      </w:r>
      <w:r w:rsidR="00FB1D04">
        <w:t>444</w:t>
      </w:r>
      <w:r w:rsidRPr="005C2CBC">
        <w:t>/20</w:t>
      </w:r>
      <w:r w:rsidR="003B0398" w:rsidRPr="005C2CBC">
        <w:t>20</w:t>
      </w:r>
      <w:r w:rsidRPr="005C2CBC">
        <w:t>-SŽ-OŘ PHA-OVZ tímto čestně prohlašuje, že je účastníkem</w:t>
      </w:r>
      <w:r w:rsidRPr="005E4B67">
        <w:t>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BB4EA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5EBE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1D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1D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417B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41C2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2104D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2CBC"/>
    <w:rsid w:val="005F1404"/>
    <w:rsid w:val="0061068E"/>
    <w:rsid w:val="00660AD3"/>
    <w:rsid w:val="00677B7F"/>
    <w:rsid w:val="006A4BD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3D26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D04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CEB96B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D63D2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0203F69-6122-44E8-A778-53405A0C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6</cp:revision>
  <cp:lastPrinted>2017-11-28T17:18:00Z</cp:lastPrinted>
  <dcterms:created xsi:type="dcterms:W3CDTF">2020-08-27T08:39:00Z</dcterms:created>
  <dcterms:modified xsi:type="dcterms:W3CDTF">2020-09-10T06:55:00Z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