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041089" w:rsidRPr="00041089">
        <w:rPr>
          <w:rFonts w:ascii="Verdana" w:hAnsi="Verdana"/>
          <w:b/>
          <w:sz w:val="18"/>
          <w:szCs w:val="18"/>
        </w:rPr>
        <w:t>Oprava trati v úseku Dobrá Voda u Pelhřimova - Pelhřimov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4108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41089" w:rsidRPr="0004108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1089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B1EC6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93B6C0-EDD6-4A65-A856-05F09C72C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2018-03-26T11:24:00Z</cp:lastPrinted>
  <dcterms:created xsi:type="dcterms:W3CDTF">2018-11-26T13:42:00Z</dcterms:created>
  <dcterms:modified xsi:type="dcterms:W3CDTF">2020-04-22T09:00:00Z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