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>OZNÁMENÍ OIP</w:t>
      </w:r>
      <w:r w:rsidR="009E68A9">
        <w:rPr>
          <w:rFonts w:ascii="Verdana" w:hAnsi="Verdana" w:cs="Arial"/>
          <w:b/>
          <w:sz w:val="40"/>
          <w:u w:val="single"/>
        </w:rPr>
        <w:t xml:space="preserve"> </w:t>
      </w:r>
      <w:r w:rsidR="009E68A9" w:rsidRPr="007115DA">
        <w:rPr>
          <w:rFonts w:ascii="Verdana" w:hAnsi="Verdana" w:cs="Arial"/>
          <w:b/>
          <w:sz w:val="40"/>
          <w:u w:val="single"/>
        </w:rPr>
        <w:t>V </w:t>
      </w:r>
      <w:r w:rsidR="007115DA" w:rsidRPr="007115DA">
        <w:rPr>
          <w:rFonts w:ascii="Verdana" w:hAnsi="Verdana" w:cs="Arial"/>
          <w:b/>
          <w:sz w:val="40"/>
          <w:u w:val="single"/>
        </w:rPr>
        <w:t xml:space="preserve"> …………….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sz w:val="40"/>
          <w:u w:val="single"/>
        </w:rPr>
      </w:pPr>
      <w:r w:rsidRPr="00162BF3">
        <w:rPr>
          <w:rFonts w:ascii="Verdana" w:hAnsi="Verdana" w:cs="Arial"/>
          <w:b/>
          <w:sz w:val="40"/>
          <w:u w:val="single"/>
        </w:rPr>
        <w:t xml:space="preserve"> O ZAHÁJENÍ STAVEBNÍCH PRACÍ</w:t>
      </w:r>
    </w:p>
    <w:p w:rsidR="007F63FB" w:rsidRPr="00162BF3" w:rsidRDefault="007F63FB" w:rsidP="007F63FB">
      <w:pPr>
        <w:jc w:val="center"/>
        <w:rPr>
          <w:rFonts w:ascii="Verdana" w:hAnsi="Verdana" w:cs="Arial"/>
          <w:b/>
          <w:u w:val="single"/>
        </w:rPr>
      </w:pPr>
      <w:r w:rsidRPr="00162BF3">
        <w:rPr>
          <w:rFonts w:ascii="Verdana" w:hAnsi="Verdana" w:cs="Arial"/>
          <w:b/>
          <w:u w:val="single"/>
        </w:rPr>
        <w:t xml:space="preserve">Dle zákona č. 309/2006  Sb. </w:t>
      </w:r>
    </w:p>
    <w:p w:rsidR="007F63FB" w:rsidRPr="00162BF3" w:rsidRDefault="007F63FB" w:rsidP="007F63FB">
      <w:pPr>
        <w:rPr>
          <w:rFonts w:ascii="Verdana" w:hAnsi="Verdana" w:cs="Arial"/>
        </w:rPr>
      </w:pPr>
    </w:p>
    <w:p w:rsidR="007F63FB" w:rsidRPr="00162BF3" w:rsidRDefault="007F63FB" w:rsidP="007F63FB">
      <w:pPr>
        <w:rPr>
          <w:rFonts w:ascii="Verdana" w:hAnsi="Verdana" w:cs="Arial"/>
        </w:rPr>
      </w:pPr>
      <w:bookmarkStart w:id="0" w:name="_GoBack"/>
      <w:bookmarkEnd w:id="0"/>
    </w:p>
    <w:p w:rsidR="00772618" w:rsidRPr="007115DA" w:rsidRDefault="007F63FB" w:rsidP="007F63FB">
      <w:pPr>
        <w:tabs>
          <w:tab w:val="left" w:pos="8460"/>
        </w:tabs>
        <w:rPr>
          <w:rFonts w:ascii="Verdana" w:hAnsi="Verdana" w:cs="Arial"/>
          <w:b/>
          <w:sz w:val="22"/>
          <w:szCs w:val="22"/>
        </w:rPr>
      </w:pPr>
      <w:r w:rsidRPr="00162BF3">
        <w:rPr>
          <w:rFonts w:ascii="Verdana" w:hAnsi="Verdana" w:cs="Arial"/>
          <w:b/>
          <w:sz w:val="22"/>
          <w:szCs w:val="22"/>
          <w:u w:val="single"/>
        </w:rPr>
        <w:t xml:space="preserve">1. Datum odeslání oznámení </w:t>
      </w:r>
      <w:r w:rsidRPr="00162BF3">
        <w:rPr>
          <w:rFonts w:ascii="Verdana" w:hAnsi="Verdana" w:cs="Arial"/>
          <w:b/>
          <w:sz w:val="22"/>
          <w:szCs w:val="22"/>
        </w:rPr>
        <w:t xml:space="preserve">     </w:t>
      </w:r>
      <w:r w:rsidR="007115DA" w:rsidRPr="007115DA">
        <w:rPr>
          <w:rFonts w:ascii="Verdana" w:hAnsi="Verdana" w:cs="Arial"/>
          <w:b/>
          <w:sz w:val="40"/>
          <w:szCs w:val="40"/>
        </w:rPr>
        <w:t>XX.XX</w:t>
      </w:r>
      <w:r w:rsidR="006A3EA1">
        <w:rPr>
          <w:rFonts w:ascii="Verdana" w:hAnsi="Verdana" w:cs="Arial"/>
          <w:b/>
          <w:sz w:val="40"/>
          <w:szCs w:val="40"/>
        </w:rPr>
        <w:t>.20X</w:t>
      </w:r>
      <w:r w:rsidR="007115DA" w:rsidRPr="007115DA">
        <w:rPr>
          <w:rFonts w:ascii="Verdana" w:hAnsi="Verdana" w:cs="Arial"/>
          <w:b/>
          <w:sz w:val="40"/>
          <w:szCs w:val="40"/>
        </w:rPr>
        <w:t>X</w:t>
      </w:r>
    </w:p>
    <w:p w:rsidR="002549BE" w:rsidRPr="00162BF3" w:rsidRDefault="002549BE" w:rsidP="00CE5301">
      <w:pPr>
        <w:rPr>
          <w:rFonts w:ascii="Verdana" w:hAnsi="Verdana" w:cs="Arial"/>
          <w:b/>
          <w:sz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2. Zadavatel stavby </w:t>
      </w:r>
      <w:r w:rsidR="00F820A0" w:rsidRPr="00162BF3">
        <w:rPr>
          <w:rFonts w:ascii="Verdana" w:hAnsi="Verdana" w:cs="Arial"/>
          <w:b/>
          <w:sz w:val="20"/>
          <w:szCs w:val="20"/>
          <w:u w:val="single"/>
        </w:rPr>
        <w:t>–</w:t>
      </w: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 název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Správa železnic, státní organizace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se sídlem Praha 1, Nové Město, Dlážděná 1003/7, PSČ 110 00, </w:t>
      </w:r>
    </w:p>
    <w:p w:rsidR="00CE5301" w:rsidRPr="00162BF3" w:rsidRDefault="00CE5301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25551C">
        <w:rPr>
          <w:rFonts w:ascii="Verdana" w:hAnsi="Verdana" w:cs="Arial"/>
          <w:b/>
          <w:sz w:val="20"/>
          <w:szCs w:val="20"/>
        </w:rPr>
        <w:t>Ing.</w:t>
      </w:r>
      <w:r w:rsidR="00917911" w:rsidRPr="00162BF3">
        <w:rPr>
          <w:rFonts w:ascii="Verdana" w:hAnsi="Verdana" w:cs="Arial"/>
          <w:sz w:val="20"/>
          <w:szCs w:val="20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Petrem  HOFHANZLEM</w:t>
      </w:r>
      <w:r w:rsidRPr="00162BF3">
        <w:rPr>
          <w:rFonts w:ascii="Verdana" w:hAnsi="Verdana" w:cs="Arial"/>
          <w:sz w:val="20"/>
          <w:szCs w:val="20"/>
        </w:rPr>
        <w:t>, ředitelem</w:t>
      </w:r>
      <w:r w:rsidR="00B93310" w:rsidRPr="00162BF3">
        <w:rPr>
          <w:rFonts w:ascii="Verdana" w:hAnsi="Verdana" w:cs="Arial"/>
          <w:sz w:val="20"/>
          <w:szCs w:val="20"/>
        </w:rPr>
        <w:t xml:space="preserve"> S</w:t>
      </w:r>
      <w:r w:rsidR="00E7072E" w:rsidRPr="00162BF3">
        <w:rPr>
          <w:rFonts w:ascii="Verdana" w:hAnsi="Verdana" w:cs="Arial"/>
          <w:sz w:val="20"/>
          <w:szCs w:val="20"/>
        </w:rPr>
        <w:t>tavební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E05B86" w:rsidRPr="00162BF3" w:rsidRDefault="00E05B86" w:rsidP="00400EE3">
      <w:pPr>
        <w:rPr>
          <w:rFonts w:ascii="Verdana" w:hAnsi="Verdana" w:cs="Arial"/>
          <w:b/>
          <w:sz w:val="20"/>
          <w:szCs w:val="20"/>
        </w:rPr>
      </w:pPr>
    </w:p>
    <w:p w:rsidR="009B7FA1" w:rsidRPr="00162BF3" w:rsidRDefault="00CE5301" w:rsidP="00F678F8">
      <w:pPr>
        <w:jc w:val="both"/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zaměstnanci:</w:t>
      </w:r>
    </w:p>
    <w:p w:rsidR="00A82744" w:rsidRPr="00162BF3" w:rsidRDefault="00A82744" w:rsidP="00F678F8">
      <w:pPr>
        <w:jc w:val="both"/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a) ve věcech smluvních:</w:t>
      </w:r>
      <w:r w:rsidR="00274529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b/>
          <w:sz w:val="20"/>
          <w:szCs w:val="20"/>
        </w:rPr>
        <w:t>Mgr. Štěpán H</w:t>
      </w:r>
      <w:r w:rsidR="001B7D50" w:rsidRPr="00162BF3">
        <w:rPr>
          <w:rFonts w:ascii="Verdana" w:hAnsi="Verdana" w:cs="Arial"/>
          <w:b/>
          <w:sz w:val="20"/>
          <w:szCs w:val="20"/>
        </w:rPr>
        <w:t>OŠNA</w:t>
      </w:r>
      <w:r w:rsidRPr="00162BF3">
        <w:rPr>
          <w:rFonts w:ascii="Verdana" w:hAnsi="Verdana" w:cs="Arial"/>
          <w:sz w:val="20"/>
          <w:szCs w:val="20"/>
        </w:rPr>
        <w:t>, v</w:t>
      </w:r>
      <w:r w:rsidR="007115DA">
        <w:rPr>
          <w:rFonts w:ascii="Verdana" w:hAnsi="Verdana" w:cs="Arial"/>
          <w:sz w:val="20"/>
          <w:szCs w:val="20"/>
        </w:rPr>
        <w:t>edoucí právního oddělení, tel.:</w:t>
      </w:r>
      <w:r w:rsidRPr="00162BF3">
        <w:rPr>
          <w:rFonts w:ascii="Verdana" w:hAnsi="Verdana" w:cs="Arial"/>
          <w:sz w:val="20"/>
          <w:szCs w:val="20"/>
        </w:rPr>
        <w:t xml:space="preserve">972 244 874 (mimo podpisu této smlouvy o </w:t>
      </w:r>
      <w:r w:rsidR="003B2EF1" w:rsidRPr="00162BF3">
        <w:rPr>
          <w:rFonts w:ascii="Verdana" w:hAnsi="Verdana" w:cs="Arial"/>
          <w:sz w:val="20"/>
          <w:szCs w:val="20"/>
        </w:rPr>
        <w:t xml:space="preserve">dílo </w:t>
      </w:r>
      <w:r w:rsidRPr="00162BF3">
        <w:rPr>
          <w:rFonts w:ascii="Verdana" w:hAnsi="Verdana" w:cs="Arial"/>
          <w:sz w:val="20"/>
          <w:szCs w:val="20"/>
        </w:rPr>
        <w:t>a jejích případných dodatků)</w:t>
      </w:r>
    </w:p>
    <w:p w:rsidR="005A6F3A" w:rsidRPr="006C23EF" w:rsidRDefault="003B2EF1" w:rsidP="006C23EF">
      <w:pPr>
        <w:rPr>
          <w:rFonts w:ascii="Verdana" w:hAnsi="Verdana" w:cs="Arial"/>
          <w:strike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b) </w:t>
      </w:r>
      <w:r w:rsidR="00A82744" w:rsidRPr="00162BF3">
        <w:rPr>
          <w:rFonts w:ascii="Verdana" w:hAnsi="Verdana" w:cs="Arial"/>
          <w:sz w:val="20"/>
          <w:szCs w:val="20"/>
        </w:rPr>
        <w:t>ve věcech technických</w:t>
      </w:r>
      <w:r w:rsidR="007115DA" w:rsidRPr="007115DA">
        <w:rPr>
          <w:rFonts w:ascii="Verdana" w:hAnsi="Verdana" w:cs="Arial"/>
          <w:sz w:val="20"/>
          <w:szCs w:val="20"/>
        </w:rPr>
        <w:t>:  ………… , tel.: …….., e-mail: ………@szdc.cz</w:t>
      </w:r>
    </w:p>
    <w:p w:rsidR="00660D7A" w:rsidRPr="00162BF3" w:rsidRDefault="00A82744" w:rsidP="008E4186">
      <w:pPr>
        <w:rPr>
          <w:rFonts w:ascii="Verdana" w:hAnsi="Verdana" w:cs="Arial"/>
          <w:b/>
          <w:strike/>
          <w:color w:val="00B050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c) hlavní inženýr stavby, stavební dozor objednatele</w:t>
      </w:r>
      <w:r w:rsidR="007115DA" w:rsidRPr="007115DA">
        <w:rPr>
          <w:rFonts w:ascii="Verdana" w:hAnsi="Verdana" w:cs="Arial"/>
          <w:sz w:val="20"/>
          <w:szCs w:val="20"/>
        </w:rPr>
        <w:t>:  ………… ,tel.: …….., e-mail: ………@szdc.cz</w:t>
      </w:r>
      <w:r w:rsidR="001B7D50" w:rsidRPr="00162BF3">
        <w:rPr>
          <w:rFonts w:ascii="Verdana" w:hAnsi="Verdana" w:cs="Arial"/>
          <w:color w:val="00B050"/>
          <w:sz w:val="20"/>
          <w:szCs w:val="20"/>
        </w:rPr>
        <w:t xml:space="preserve"> </w:t>
      </w:r>
    </w:p>
    <w:p w:rsidR="00EC4A25" w:rsidRPr="00A8621B" w:rsidRDefault="00A82744" w:rsidP="00A8621B">
      <w:pPr>
        <w:rPr>
          <w:rFonts w:ascii="Verdana" w:hAnsi="Verdana" w:cs="Arial"/>
          <w:b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 xml:space="preserve">d) </w:t>
      </w:r>
      <w:r w:rsidR="00774C18" w:rsidRPr="007115DA">
        <w:rPr>
          <w:rFonts w:ascii="Verdana" w:hAnsi="Verdana" w:cs="Arial"/>
          <w:sz w:val="20"/>
          <w:szCs w:val="20"/>
        </w:rPr>
        <w:t>hlavní</w:t>
      </w:r>
      <w:r w:rsidR="00774C18">
        <w:rPr>
          <w:rFonts w:ascii="Verdana" w:hAnsi="Verdana" w:cs="Arial"/>
          <w:sz w:val="20"/>
          <w:szCs w:val="20"/>
        </w:rPr>
        <w:t xml:space="preserve"> </w:t>
      </w:r>
      <w:r w:rsidRPr="00A8621B">
        <w:rPr>
          <w:rFonts w:ascii="Verdana" w:hAnsi="Verdana" w:cs="Arial"/>
          <w:sz w:val="20"/>
          <w:szCs w:val="20"/>
        </w:rPr>
        <w:t>koordinátor BOZP</w:t>
      </w:r>
      <w:r w:rsidR="00125111" w:rsidRPr="00A8621B">
        <w:rPr>
          <w:rFonts w:ascii="Verdana" w:hAnsi="Verdana" w:cs="Arial"/>
          <w:sz w:val="20"/>
          <w:szCs w:val="20"/>
        </w:rPr>
        <w:t>:</w:t>
      </w:r>
      <w:r w:rsidR="007115DA">
        <w:rPr>
          <w:rFonts w:ascii="Verdana" w:hAnsi="Verdana" w:cs="Arial"/>
          <w:sz w:val="20"/>
          <w:szCs w:val="20"/>
        </w:rPr>
        <w:t xml:space="preserve"> Externí  ………… , </w:t>
      </w:r>
      <w:r w:rsidR="007115DA" w:rsidRPr="007115DA">
        <w:rPr>
          <w:rFonts w:ascii="Verdana" w:hAnsi="Verdana" w:cs="Arial"/>
          <w:sz w:val="20"/>
          <w:szCs w:val="20"/>
        </w:rPr>
        <w:t>tel.: …….., e-mail: ………@szdc.cz</w:t>
      </w:r>
      <w:r w:rsidR="00125111" w:rsidRPr="00A8621B">
        <w:rPr>
          <w:rFonts w:ascii="Verdana" w:hAnsi="Verdana" w:cs="Arial"/>
          <w:b/>
          <w:sz w:val="20"/>
          <w:szCs w:val="20"/>
        </w:rPr>
        <w:t xml:space="preserve"> </w:t>
      </w:r>
    </w:p>
    <w:p w:rsidR="00902C41" w:rsidRPr="00162BF3" w:rsidRDefault="00902C41" w:rsidP="00CE5301">
      <w:pPr>
        <w:rPr>
          <w:rFonts w:ascii="Verdana" w:hAnsi="Verdana" w:cs="Arial"/>
          <w:b/>
          <w:sz w:val="20"/>
          <w:szCs w:val="20"/>
        </w:rPr>
      </w:pP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CE5301" w:rsidRPr="00162BF3" w:rsidRDefault="002D557A" w:rsidP="00CE5301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Správa železnic</w:t>
      </w:r>
      <w:r w:rsidR="00CE5301" w:rsidRPr="00162BF3">
        <w:rPr>
          <w:rFonts w:ascii="Verdana" w:hAnsi="Verdana" w:cs="Arial"/>
          <w:sz w:val="20"/>
          <w:szCs w:val="20"/>
        </w:rPr>
        <w:t>, státní organizace</w:t>
      </w:r>
    </w:p>
    <w:p w:rsidR="00827AAD" w:rsidRPr="00162BF3" w:rsidRDefault="00827AAD" w:rsidP="00827AAD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Stavebn</w:t>
      </w:r>
      <w:r w:rsidR="00E7072E" w:rsidRPr="00162BF3">
        <w:rPr>
          <w:rFonts w:ascii="Verdana" w:hAnsi="Verdana" w:cs="Arial"/>
          <w:sz w:val="20"/>
          <w:szCs w:val="20"/>
        </w:rPr>
        <w:t>í správa západ</w:t>
      </w:r>
      <w:r w:rsidRPr="00162BF3">
        <w:rPr>
          <w:rFonts w:ascii="Verdana" w:hAnsi="Verdana" w:cs="Arial"/>
          <w:sz w:val="20"/>
          <w:szCs w:val="20"/>
        </w:rPr>
        <w:t xml:space="preserve">, </w:t>
      </w:r>
      <w:r w:rsidR="00C966E0" w:rsidRPr="00162BF3">
        <w:rPr>
          <w:rFonts w:ascii="Verdana" w:hAnsi="Verdana" w:cs="Arial"/>
          <w:sz w:val="20"/>
          <w:szCs w:val="20"/>
        </w:rPr>
        <w:t xml:space="preserve">Praha 9, </w:t>
      </w:r>
      <w:r w:rsidRPr="00162BF3">
        <w:rPr>
          <w:rFonts w:ascii="Verdana" w:hAnsi="Verdana" w:cs="Arial"/>
          <w:sz w:val="20"/>
          <w:szCs w:val="20"/>
        </w:rPr>
        <w:t>Sokolovská 278/1955, PSČ</w:t>
      </w:r>
      <w:r w:rsidR="00F820A0" w:rsidRPr="00162BF3">
        <w:rPr>
          <w:rFonts w:ascii="Verdana" w:hAnsi="Verdana" w:cs="Arial"/>
          <w:sz w:val="20"/>
          <w:szCs w:val="20"/>
        </w:rPr>
        <w:t xml:space="preserve"> </w:t>
      </w:r>
      <w:r w:rsidRPr="00162BF3">
        <w:rPr>
          <w:rFonts w:ascii="Verdana" w:hAnsi="Verdana" w:cs="Arial"/>
          <w:sz w:val="20"/>
          <w:szCs w:val="20"/>
        </w:rPr>
        <w:t>190 00</w:t>
      </w:r>
    </w:p>
    <w:p w:rsidR="007859F6" w:rsidRPr="00162BF3" w:rsidRDefault="007859F6" w:rsidP="003B331B">
      <w:pPr>
        <w:pStyle w:val="Nzev"/>
        <w:jc w:val="left"/>
        <w:rPr>
          <w:rFonts w:ascii="Verdana" w:hAnsi="Verdana"/>
          <w:sz w:val="20"/>
          <w:szCs w:val="20"/>
          <w:u w:val="single"/>
        </w:rPr>
      </w:pPr>
    </w:p>
    <w:p w:rsidR="00650052" w:rsidRDefault="003B331B" w:rsidP="007115DA">
      <w:pPr>
        <w:autoSpaceDE w:val="0"/>
        <w:autoSpaceDN w:val="0"/>
        <w:adjustRightInd w:val="0"/>
        <w:jc w:val="both"/>
        <w:rPr>
          <w:rFonts w:ascii="Verdana" w:hAnsi="Verdana"/>
          <w:b/>
          <w:color w:val="00B050"/>
          <w:sz w:val="20"/>
          <w:szCs w:val="20"/>
          <w:u w:val="single"/>
        </w:rPr>
      </w:pPr>
      <w:r w:rsidRPr="006C23EF">
        <w:rPr>
          <w:rFonts w:ascii="Verdana" w:hAnsi="Verdana"/>
          <w:b/>
          <w:sz w:val="20"/>
          <w:szCs w:val="20"/>
          <w:u w:val="single"/>
        </w:rPr>
        <w:t>3.</w:t>
      </w:r>
      <w:r w:rsidRPr="00DA5805">
        <w:rPr>
          <w:rFonts w:ascii="Verdana" w:hAnsi="Verdana"/>
          <w:sz w:val="20"/>
          <w:szCs w:val="20"/>
          <w:u w:val="single"/>
        </w:rPr>
        <w:t xml:space="preserve"> </w:t>
      </w:r>
      <w:r w:rsidRPr="00DA5805">
        <w:rPr>
          <w:rFonts w:ascii="Verdana" w:hAnsi="Verdana"/>
          <w:b/>
          <w:sz w:val="20"/>
          <w:szCs w:val="20"/>
          <w:u w:val="single"/>
        </w:rPr>
        <w:t xml:space="preserve">Přesná adresa, popřípadě popis umístění staveniště </w:t>
      </w:r>
      <w:r w:rsidR="007115DA" w:rsidRPr="007115DA">
        <w:rPr>
          <w:rFonts w:ascii="Verdana" w:hAnsi="Verdana"/>
          <w:b/>
          <w:sz w:val="20"/>
          <w:szCs w:val="20"/>
        </w:rPr>
        <w:t>…………………</w:t>
      </w:r>
    </w:p>
    <w:p w:rsidR="007115DA" w:rsidRPr="00162BF3" w:rsidRDefault="007115DA" w:rsidP="007115DA">
      <w:pPr>
        <w:autoSpaceDE w:val="0"/>
        <w:autoSpaceDN w:val="0"/>
        <w:adjustRightInd w:val="0"/>
        <w:jc w:val="both"/>
        <w:rPr>
          <w:rFonts w:ascii="Verdana" w:hAnsi="Verdana" w:cs="Arial"/>
          <w:b/>
          <w:sz w:val="21"/>
          <w:szCs w:val="21"/>
        </w:rPr>
      </w:pPr>
    </w:p>
    <w:p w:rsidR="007F63FB" w:rsidRPr="00162BF3" w:rsidRDefault="007F63FB" w:rsidP="007F63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Verdana" w:hAnsi="Verdana"/>
        </w:rPr>
      </w:pPr>
    </w:p>
    <w:p w:rsidR="007115DA" w:rsidRPr="00162BF3" w:rsidRDefault="00A87C07" w:rsidP="003B33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 w:cs="Arial"/>
        </w:rPr>
      </w:pPr>
      <w:r w:rsidRPr="00A87C07">
        <w:rPr>
          <w:rFonts w:ascii="Verdana" w:hAnsi="Verdana" w:cs="Arial"/>
          <w:b/>
          <w:sz w:val="28"/>
          <w:szCs w:val="28"/>
        </w:rPr>
        <w:t>Zvýšení trakčního výkonu TNS Rostoklaty</w:t>
      </w:r>
    </w:p>
    <w:p w:rsidR="00010D4F" w:rsidRPr="00162BF3" w:rsidRDefault="00010D4F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</w:p>
    <w:p w:rsidR="003B331B" w:rsidRPr="00162BF3" w:rsidRDefault="003B331B" w:rsidP="003B331B">
      <w:pPr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4. Druh stavby, její stručný popis včetně uvedení prací a činností podle přílohy č. 5 tohoto nařízení, pokud mají být na stavbě prováděny.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971094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971094">
        <w:rPr>
          <w:rFonts w:ascii="Verdana" w:hAnsi="Verdana" w:cs="Arial"/>
          <w:b/>
          <w:sz w:val="20"/>
          <w:szCs w:val="20"/>
          <w:u w:val="single"/>
        </w:rPr>
        <w:t>Práce a činnosti prováděné na stavbě, dle přílohy č.5, NV č. 591/2006 Sb.: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..............................................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5. Zhotovitel – název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Kontaktní zaměstnanci: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6. Koordinátor BOZP při přípravě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lastRenderedPageBreak/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</w:t>
      </w:r>
      <w:r w:rsidR="006A3EA1">
        <w:rPr>
          <w:rFonts w:ascii="Verdana" w:hAnsi="Verdana" w:cs="Arial"/>
          <w:sz w:val="20"/>
          <w:szCs w:val="20"/>
        </w:rPr>
        <w:t>,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……………………… 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7115DA">
        <w:rPr>
          <w:rFonts w:ascii="Verdana" w:hAnsi="Verdana" w:cs="Arial"/>
          <w:sz w:val="20"/>
          <w:szCs w:val="20"/>
        </w:rPr>
        <w:t xml:space="preserve"> ……………</w:t>
      </w:r>
      <w:r>
        <w:rPr>
          <w:rFonts w:ascii="Verdana" w:hAnsi="Verdana" w:cs="Arial"/>
          <w:sz w:val="20"/>
          <w:szCs w:val="20"/>
        </w:rPr>
        <w:t>………… , tel.:</w:t>
      </w:r>
      <w:r w:rsidRPr="007115DA">
        <w:rPr>
          <w:rFonts w:ascii="Verdana" w:hAnsi="Verdana" w:cs="Arial"/>
          <w:sz w:val="20"/>
          <w:szCs w:val="20"/>
        </w:rPr>
        <w:t xml:space="preserve"> …….., e-mail: ………@szdc.cz 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7. Koordinátor BOZP při realizaci stavby 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 xml:space="preserve">*, </w:t>
      </w:r>
    </w:p>
    <w:p w:rsidR="007115DA" w:rsidRPr="006A3EA1" w:rsidRDefault="006A3EA1" w:rsidP="007115DA">
      <w:pPr>
        <w:rPr>
          <w:rFonts w:ascii="Verdana" w:hAnsi="Verdana" w:cs="Arial"/>
          <w:b/>
          <w:sz w:val="28"/>
          <w:szCs w:val="28"/>
          <w:u w:val="single"/>
        </w:rPr>
      </w:pPr>
      <w:r>
        <w:rPr>
          <w:rFonts w:ascii="Verdana" w:hAnsi="Verdana" w:cs="Arial"/>
          <w:b/>
          <w:sz w:val="28"/>
          <w:szCs w:val="28"/>
          <w:u w:val="single"/>
        </w:rPr>
        <w:t>IČ: …………………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sz w:val="20"/>
          <w:szCs w:val="20"/>
        </w:rPr>
        <w:t xml:space="preserve">Hlavní koordinátor…………………..,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</w:t>
      </w:r>
      <w:r w:rsidRPr="006A3EA1">
        <w:rPr>
          <w:rFonts w:ascii="Verdana" w:hAnsi="Verdana" w:cs="Arial"/>
          <w:sz w:val="20"/>
          <w:szCs w:val="20"/>
        </w:rPr>
        <w:t xml:space="preserve">  ………………</w:t>
      </w:r>
      <w:r w:rsidRPr="006A3EA1">
        <w:t xml:space="preserve"> </w:t>
      </w:r>
      <w:r w:rsidRPr="006A3EA1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6A3EA1" w:rsidRDefault="007115DA" w:rsidP="007115DA">
      <w:pPr>
        <w:rPr>
          <w:rFonts w:ascii="Verdana" w:hAnsi="Verdana" w:cs="Arial"/>
          <w:sz w:val="20"/>
          <w:szCs w:val="20"/>
        </w:rPr>
      </w:pPr>
      <w:r w:rsidRPr="006A3EA1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…………………….., </w:t>
      </w:r>
      <w:r w:rsidRPr="006A3EA1">
        <w:rPr>
          <w:rFonts w:ascii="Verdana" w:hAnsi="Verdana" w:cs="Arial"/>
          <w:i/>
          <w:sz w:val="20"/>
          <w:szCs w:val="20"/>
        </w:rPr>
        <w:t>zaměstnanec  č.2</w:t>
      </w:r>
      <w:r w:rsidRPr="007115DA">
        <w:rPr>
          <w:rFonts w:ascii="Verdana" w:hAnsi="Verdana" w:cs="Arial"/>
          <w:sz w:val="20"/>
          <w:szCs w:val="20"/>
        </w:rPr>
        <w:t>………………</w:t>
      </w:r>
      <w:r w:rsidRPr="007115DA">
        <w:t xml:space="preserve"> </w:t>
      </w:r>
      <w:r w:rsidRPr="007115DA">
        <w:rPr>
          <w:rFonts w:ascii="Verdana" w:hAnsi="Verdana" w:cs="Arial"/>
          <w:sz w:val="20"/>
          <w:szCs w:val="20"/>
        </w:rPr>
        <w:t>tel.: …….., e-mail: ………@szdc.cz</w:t>
      </w:r>
    </w:p>
    <w:p w:rsidR="007115DA" w:rsidRPr="00176978" w:rsidRDefault="007115DA" w:rsidP="007115DA">
      <w:pPr>
        <w:rPr>
          <w:rFonts w:ascii="Verdana" w:hAnsi="Verdana" w:cs="Arial"/>
          <w:sz w:val="20"/>
          <w:szCs w:val="20"/>
        </w:rPr>
      </w:pPr>
      <w:r w:rsidRPr="00176978">
        <w:rPr>
          <w:rFonts w:ascii="Verdana" w:hAnsi="Verdana" w:cs="Arial"/>
          <w:bCs/>
          <w:sz w:val="20"/>
          <w:szCs w:val="20"/>
        </w:rPr>
        <w:t xml:space="preserve">Číslo osvědčení: </w:t>
      </w:r>
      <w:r w:rsidRPr="006A3EA1">
        <w:rPr>
          <w:rFonts w:ascii="Verdana" w:hAnsi="Verdana" w:cs="Arial"/>
          <w:b/>
          <w:bCs/>
          <w:sz w:val="28"/>
          <w:szCs w:val="28"/>
        </w:rPr>
        <w:t>YYYY</w:t>
      </w:r>
      <w:r w:rsidRPr="006A3EA1">
        <w:rPr>
          <w:rFonts w:ascii="Verdana" w:hAnsi="Verdana" w:cs="Calibri"/>
          <w:b/>
          <w:sz w:val="28"/>
          <w:szCs w:val="28"/>
        </w:rPr>
        <w:t>/0XXX/KOO/20XX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8. Datum předání staveniště – předpoklad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…………………., datum plánovaného ukončení prací ……………………………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9. Odhadovaný maximální počet  osob na staveništi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 xml:space="preserve">Do  …………….fyzických osob 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10. Plánovaný p</w:t>
      </w:r>
      <w:r>
        <w:rPr>
          <w:rFonts w:ascii="Verdana" w:hAnsi="Verdana" w:cs="Arial"/>
          <w:b/>
          <w:sz w:val="20"/>
          <w:szCs w:val="20"/>
          <w:u w:val="single"/>
        </w:rPr>
        <w:t>očet zhotovitelů na staveništi</w:t>
      </w:r>
      <w:r w:rsidRPr="007115DA">
        <w:rPr>
          <w:rFonts w:ascii="Verdana" w:hAnsi="Verdana" w:cs="Arial"/>
          <w:b/>
          <w:sz w:val="20"/>
          <w:szCs w:val="20"/>
          <w:u w:val="single"/>
        </w:rPr>
        <w:t xml:space="preserve"> 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  <w:u w:val="single"/>
        </w:rPr>
        <w:t>11. Identifikační údaje zhotovitelích na staveništi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……………………………….*</w:t>
      </w:r>
      <w:r w:rsidRPr="006A3EA1">
        <w:rPr>
          <w:rFonts w:ascii="Verdana" w:hAnsi="Verdana" w:cs="Arial"/>
          <w:i/>
          <w:sz w:val="20"/>
          <w:szCs w:val="20"/>
        </w:rPr>
        <w:t>Název společnosti, sídlo</w:t>
      </w:r>
      <w:r w:rsidRPr="007115DA">
        <w:rPr>
          <w:rFonts w:ascii="Verdana" w:hAnsi="Verdana" w:cs="Arial"/>
          <w:sz w:val="20"/>
          <w:szCs w:val="20"/>
        </w:rPr>
        <w:t>*, IČ: ………………………………..</w:t>
      </w:r>
    </w:p>
    <w:p w:rsidR="007115DA" w:rsidRPr="007115DA" w:rsidRDefault="007115DA" w:rsidP="007115DA">
      <w:pPr>
        <w:rPr>
          <w:rFonts w:ascii="Verdana" w:hAnsi="Verdana" w:cs="Arial"/>
          <w:sz w:val="20"/>
          <w:szCs w:val="20"/>
        </w:rPr>
      </w:pPr>
    </w:p>
    <w:p w:rsidR="007115DA" w:rsidRPr="007115DA" w:rsidRDefault="007115DA" w:rsidP="007115DA">
      <w:pPr>
        <w:rPr>
          <w:rFonts w:ascii="Verdana" w:hAnsi="Verdana" w:cs="Arial"/>
          <w:b/>
          <w:sz w:val="20"/>
          <w:szCs w:val="20"/>
          <w:u w:val="single"/>
        </w:rPr>
      </w:pPr>
      <w:r w:rsidRPr="007115DA">
        <w:rPr>
          <w:rFonts w:ascii="Verdana" w:hAnsi="Verdana" w:cs="Arial"/>
          <w:b/>
          <w:sz w:val="20"/>
          <w:szCs w:val="20"/>
        </w:rPr>
        <w:t>Kontaktní adresa/adresa pro doručování písemností:</w:t>
      </w:r>
    </w:p>
    <w:p w:rsidR="005D34D3" w:rsidRPr="007115DA" w:rsidRDefault="007115DA" w:rsidP="007115DA">
      <w:pPr>
        <w:rPr>
          <w:rFonts w:ascii="Verdana" w:hAnsi="Verdana" w:cs="Arial"/>
          <w:sz w:val="20"/>
          <w:szCs w:val="20"/>
        </w:rPr>
      </w:pPr>
      <w:r w:rsidRPr="007115DA">
        <w:rPr>
          <w:rFonts w:ascii="Verdana" w:hAnsi="Verdana" w:cs="Arial"/>
          <w:sz w:val="20"/>
          <w:szCs w:val="20"/>
        </w:rPr>
        <w:t>……………………………….</w:t>
      </w:r>
    </w:p>
    <w:p w:rsidR="00EC64B1" w:rsidRPr="00162BF3" w:rsidRDefault="00EC64B1" w:rsidP="00CE5301">
      <w:pPr>
        <w:rPr>
          <w:rFonts w:ascii="Verdana" w:hAnsi="Verdana" w:cs="Arial"/>
          <w:b/>
          <w:sz w:val="20"/>
          <w:szCs w:val="20"/>
          <w:u w:val="single"/>
        </w:rPr>
      </w:pPr>
    </w:p>
    <w:p w:rsidR="00CE5301" w:rsidRPr="00162BF3" w:rsidRDefault="00CE5301" w:rsidP="00CE5301">
      <w:pPr>
        <w:rPr>
          <w:rFonts w:ascii="Verdana" w:hAnsi="Verdana" w:cs="Arial"/>
          <w:b/>
          <w:sz w:val="20"/>
          <w:szCs w:val="20"/>
          <w:u w:val="single"/>
        </w:rPr>
      </w:pPr>
      <w:r w:rsidRPr="00162BF3">
        <w:rPr>
          <w:rFonts w:ascii="Verdana" w:hAnsi="Verdana" w:cs="Arial"/>
          <w:b/>
          <w:sz w:val="20"/>
          <w:szCs w:val="20"/>
          <w:u w:val="single"/>
        </w:rPr>
        <w:t xml:space="preserve">12. Jméno (název) zadavatel stavby </w:t>
      </w:r>
    </w:p>
    <w:p w:rsidR="002D557A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b/>
          <w:sz w:val="20"/>
          <w:szCs w:val="20"/>
        </w:rPr>
        <w:t>Správa železni</w:t>
      </w:r>
      <w:r w:rsidR="002D557A">
        <w:rPr>
          <w:rFonts w:ascii="Verdana" w:hAnsi="Verdana" w:cs="Arial"/>
          <w:b/>
          <w:sz w:val="20"/>
          <w:szCs w:val="20"/>
        </w:rPr>
        <w:t>c</w:t>
      </w:r>
      <w:r w:rsidRPr="00162BF3">
        <w:rPr>
          <w:rFonts w:ascii="Verdana" w:hAnsi="Verdana" w:cs="Arial"/>
          <w:b/>
          <w:sz w:val="20"/>
          <w:szCs w:val="20"/>
        </w:rPr>
        <w:t>, státní organizace</w:t>
      </w:r>
      <w:r w:rsidR="003225E7">
        <w:rPr>
          <w:rFonts w:ascii="Verdana" w:hAnsi="Verdana" w:cs="Arial"/>
          <w:sz w:val="20"/>
          <w:szCs w:val="20"/>
        </w:rPr>
        <w:t xml:space="preserve">, 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se sídlem Praha 1, Nové Město, Dlážděná 1003/7, PSČ 110 00,</w:t>
      </w:r>
    </w:p>
    <w:p w:rsidR="00CE5301" w:rsidRPr="00162BF3" w:rsidRDefault="00E05B86" w:rsidP="00CE5301">
      <w:pPr>
        <w:rPr>
          <w:rFonts w:ascii="Verdana" w:hAnsi="Verdana" w:cs="Arial"/>
          <w:sz w:val="28"/>
          <w:szCs w:val="28"/>
        </w:rPr>
      </w:pPr>
      <w:r w:rsidRPr="00162BF3">
        <w:rPr>
          <w:rFonts w:ascii="Verdana" w:hAnsi="Verdana" w:cs="Arial"/>
          <w:b/>
          <w:sz w:val="28"/>
          <w:szCs w:val="28"/>
          <w:u w:val="single"/>
        </w:rPr>
        <w:t>IČ: 709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94</w:t>
      </w:r>
      <w:r w:rsidR="00EB0176" w:rsidRPr="00162BF3">
        <w:rPr>
          <w:rFonts w:ascii="Verdana" w:hAnsi="Verdana" w:cs="Arial"/>
          <w:b/>
          <w:sz w:val="28"/>
          <w:szCs w:val="28"/>
          <w:u w:val="single"/>
        </w:rPr>
        <w:t xml:space="preserve"> </w:t>
      </w:r>
      <w:r w:rsidRPr="00162BF3">
        <w:rPr>
          <w:rFonts w:ascii="Verdana" w:hAnsi="Verdana" w:cs="Arial"/>
          <w:b/>
          <w:sz w:val="28"/>
          <w:szCs w:val="28"/>
          <w:u w:val="single"/>
        </w:rPr>
        <w:t>234</w:t>
      </w:r>
    </w:p>
    <w:p w:rsidR="00CE5301" w:rsidRPr="00162BF3" w:rsidRDefault="00CE5301" w:rsidP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zapsaná v obchodní rejstříku vedeném Městským soudem v Praze, oddíl A, vložka 48384</w:t>
      </w:r>
    </w:p>
    <w:p w:rsidR="00705317" w:rsidRPr="00162BF3" w:rsidRDefault="00CE5301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zastoupená</w:t>
      </w:r>
      <w:r w:rsidR="00917911" w:rsidRPr="00162BF3">
        <w:rPr>
          <w:rFonts w:ascii="Verdana" w:hAnsi="Verdana"/>
        </w:rPr>
        <w:t xml:space="preserve"> </w:t>
      </w:r>
      <w:r w:rsidR="00917911" w:rsidRPr="00162BF3">
        <w:rPr>
          <w:rFonts w:ascii="Verdana" w:hAnsi="Verdana" w:cs="Arial"/>
          <w:b/>
          <w:sz w:val="20"/>
          <w:szCs w:val="20"/>
        </w:rPr>
        <w:t>Ing. Petrem  HOFHANZLEM</w:t>
      </w:r>
      <w:r w:rsidR="00E05B86" w:rsidRPr="00162BF3">
        <w:rPr>
          <w:rFonts w:ascii="Verdana" w:hAnsi="Verdana" w:cs="Arial"/>
          <w:sz w:val="20"/>
          <w:szCs w:val="20"/>
        </w:rPr>
        <w:t>, ředitelem Stavebn</w:t>
      </w:r>
      <w:r w:rsidR="009F0791" w:rsidRPr="00162BF3">
        <w:rPr>
          <w:rFonts w:ascii="Verdana" w:hAnsi="Verdana" w:cs="Arial"/>
          <w:sz w:val="20"/>
          <w:szCs w:val="20"/>
        </w:rPr>
        <w:t>í správy západ</w:t>
      </w:r>
      <w:r w:rsidR="00917911" w:rsidRPr="00162BF3">
        <w:rPr>
          <w:rFonts w:ascii="Verdana" w:hAnsi="Verdana" w:cs="Arial"/>
          <w:sz w:val="20"/>
          <w:szCs w:val="20"/>
        </w:rPr>
        <w:t xml:space="preserve"> OJ SŽDC.</w:t>
      </w: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</w:p>
    <w:p w:rsidR="00727E0C" w:rsidRPr="00162BF3" w:rsidRDefault="00BE6E80" w:rsidP="00F820A0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>Správnost</w:t>
      </w:r>
      <w:r w:rsidR="00727E0C" w:rsidRPr="00162BF3">
        <w:rPr>
          <w:rFonts w:ascii="Verdana" w:hAnsi="Verdana" w:cs="Arial"/>
          <w:sz w:val="20"/>
          <w:szCs w:val="20"/>
        </w:rPr>
        <w:t xml:space="preserve"> uvedených údajů za Stavební správu západ - SŽDC</w:t>
      </w:r>
      <w:r w:rsidR="00666A3A" w:rsidRPr="00162BF3">
        <w:rPr>
          <w:rFonts w:ascii="Verdana" w:hAnsi="Verdana" w:cs="Arial"/>
          <w:sz w:val="20"/>
          <w:szCs w:val="20"/>
        </w:rPr>
        <w:t xml:space="preserve"> </w:t>
      </w:r>
      <w:r w:rsidR="00727E0C" w:rsidRPr="00162BF3">
        <w:rPr>
          <w:rFonts w:ascii="Verdana" w:hAnsi="Verdana" w:cs="Arial"/>
          <w:sz w:val="20"/>
          <w:szCs w:val="20"/>
        </w:rPr>
        <w:t>překontroloval:</w:t>
      </w:r>
      <w:r w:rsidR="00125A49">
        <w:rPr>
          <w:rFonts w:ascii="Verdana" w:hAnsi="Verdana" w:cs="Arial"/>
          <w:sz w:val="20"/>
          <w:szCs w:val="20"/>
        </w:rPr>
        <w:t xml:space="preserve"> </w:t>
      </w: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F820A0" w:rsidRPr="00162BF3" w:rsidRDefault="00F820A0" w:rsidP="00F820A0">
      <w:pPr>
        <w:rPr>
          <w:rFonts w:ascii="Verdana" w:hAnsi="Verdana" w:cs="Arial"/>
          <w:sz w:val="20"/>
          <w:szCs w:val="20"/>
        </w:rPr>
      </w:pPr>
    </w:p>
    <w:p w:rsidR="00727E0C" w:rsidRPr="00162BF3" w:rsidRDefault="00F820A0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="00705317" w:rsidRPr="00162BF3">
        <w:rPr>
          <w:rFonts w:ascii="Verdana" w:hAnsi="Verdana" w:cs="Arial"/>
          <w:sz w:val="20"/>
          <w:szCs w:val="20"/>
        </w:rPr>
        <w:t>………………</w:t>
      </w:r>
      <w:r w:rsidR="00727E0C" w:rsidRPr="00162BF3">
        <w:rPr>
          <w:rFonts w:ascii="Verdana" w:hAnsi="Verdana" w:cs="Arial"/>
          <w:sz w:val="20"/>
          <w:szCs w:val="20"/>
        </w:rPr>
        <w:t>…………….</w:t>
      </w: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484A07" w:rsidRPr="00162BF3" w:rsidRDefault="00484A07" w:rsidP="00F820A0">
      <w:pPr>
        <w:tabs>
          <w:tab w:val="left" w:pos="5670"/>
        </w:tabs>
        <w:rPr>
          <w:rFonts w:ascii="Verdana" w:hAnsi="Verdana" w:cs="Arial"/>
          <w:sz w:val="20"/>
          <w:szCs w:val="20"/>
        </w:rPr>
      </w:pPr>
    </w:p>
    <w:p w:rsidR="00705317" w:rsidRPr="00162BF3" w:rsidRDefault="00705317">
      <w:pPr>
        <w:rPr>
          <w:rFonts w:ascii="Verdana" w:hAnsi="Verdana" w:cs="Arial"/>
          <w:sz w:val="20"/>
          <w:szCs w:val="20"/>
        </w:rPr>
      </w:pP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  <w:r w:rsidRPr="00162BF3">
        <w:rPr>
          <w:rFonts w:ascii="Verdana" w:hAnsi="Verdana" w:cs="Arial"/>
          <w:sz w:val="20"/>
          <w:szCs w:val="20"/>
        </w:rPr>
        <w:tab/>
      </w:r>
    </w:p>
    <w:p w:rsidR="00705317" w:rsidRPr="00162BF3" w:rsidRDefault="00705317">
      <w:pPr>
        <w:rPr>
          <w:rFonts w:ascii="Verdana" w:hAnsi="Verdana" w:cs="Arial"/>
          <w:strike/>
          <w:sz w:val="20"/>
          <w:szCs w:val="20"/>
        </w:rPr>
      </w:pPr>
    </w:p>
    <w:sectPr w:rsidR="00705317" w:rsidRPr="00162BF3" w:rsidSect="006E6AA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99" w:right="991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DDB" w:rsidRDefault="001D2DDB">
      <w:r>
        <w:separator/>
      </w:r>
    </w:p>
  </w:endnote>
  <w:endnote w:type="continuationSeparator" w:id="0">
    <w:p w:rsidR="001D2DDB" w:rsidRDefault="001D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Default="00547821" w:rsidP="007B789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B7567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75676" w:rsidRDefault="00B756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2"/>
      <w:tblW w:w="10575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15A39" w:rsidRPr="00515A39" w:rsidTr="00515A39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515A39" w:rsidRPr="00C737B0" w:rsidRDefault="00547821" w:rsidP="00515A39">
          <w:pPr>
            <w:tabs>
              <w:tab w:val="center" w:pos="4536"/>
              <w:tab w:val="right" w:pos="9072"/>
            </w:tabs>
            <w:ind w:left="368" w:hanging="368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515A3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E3875">
            <w:rPr>
              <w:b/>
              <w:noProof/>
              <w:color w:val="FF5200"/>
              <w:sz w:val="14"/>
              <w:szCs w:val="14"/>
            </w:rPr>
            <w:t>2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515A3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E3875" w:rsidRPr="00DE3875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  <w:tc>
        <w:tcPr>
          <w:tcW w:w="2921" w:type="dxa"/>
        </w:tcPr>
        <w:p w:rsidR="00515A39" w:rsidRPr="00515A39" w:rsidRDefault="00515A39" w:rsidP="00515A3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Default="00B75676" w:rsidP="007B789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207" w:type="dxa"/>
      <w:tblInd w:w="-113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993"/>
      <w:gridCol w:w="3458"/>
      <w:gridCol w:w="2835"/>
      <w:gridCol w:w="2921"/>
    </w:tblGrid>
    <w:tr w:rsidR="003A53E9" w:rsidRPr="003A53E9" w:rsidTr="00515A39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A53E9" w:rsidRPr="00C737B0" w:rsidRDefault="00547821" w:rsidP="00515A39">
          <w:pPr>
            <w:tabs>
              <w:tab w:val="center" w:pos="4536"/>
              <w:tab w:val="right" w:pos="9072"/>
            </w:tabs>
            <w:ind w:left="-142" w:firstLine="142"/>
            <w:rPr>
              <w:b/>
              <w:color w:val="FF5200"/>
              <w:sz w:val="14"/>
              <w:szCs w:val="14"/>
            </w:rPr>
          </w:pPr>
          <w:r w:rsidRPr="00C737B0">
            <w:rPr>
              <w:b/>
              <w:color w:val="FF5200"/>
              <w:sz w:val="14"/>
              <w:szCs w:val="14"/>
            </w:rPr>
            <w:fldChar w:fldCharType="begin"/>
          </w:r>
          <w:r w:rsidR="003A53E9" w:rsidRPr="00C737B0">
            <w:rPr>
              <w:b/>
              <w:color w:val="FF5200"/>
              <w:sz w:val="14"/>
              <w:szCs w:val="14"/>
            </w:rPr>
            <w:instrText>PAGE   \* MERGEFORMAT</w:instrText>
          </w:r>
          <w:r w:rsidRPr="00C737B0">
            <w:rPr>
              <w:b/>
              <w:color w:val="FF5200"/>
              <w:sz w:val="14"/>
              <w:szCs w:val="14"/>
            </w:rPr>
            <w:fldChar w:fldCharType="separate"/>
          </w:r>
          <w:r w:rsidR="00DE3875">
            <w:rPr>
              <w:b/>
              <w:noProof/>
              <w:color w:val="FF5200"/>
              <w:sz w:val="14"/>
              <w:szCs w:val="14"/>
            </w:rPr>
            <w:t>1</w:t>
          </w:r>
          <w:r w:rsidRPr="00C737B0">
            <w:rPr>
              <w:b/>
              <w:color w:val="FF5200"/>
              <w:sz w:val="14"/>
              <w:szCs w:val="14"/>
            </w:rPr>
            <w:fldChar w:fldCharType="end"/>
          </w:r>
          <w:r w:rsidR="003A53E9" w:rsidRPr="00C737B0">
            <w:rPr>
              <w:b/>
              <w:color w:val="FF5200"/>
              <w:sz w:val="14"/>
              <w:szCs w:val="14"/>
            </w:rPr>
            <w:t>/</w:t>
          </w:r>
          <w:r w:rsidR="00B07779" w:rsidRPr="00C737B0">
            <w:rPr>
              <w:sz w:val="14"/>
              <w:szCs w:val="14"/>
            </w:rPr>
            <w:fldChar w:fldCharType="begin"/>
          </w:r>
          <w:r w:rsidR="00B07779" w:rsidRPr="00C737B0">
            <w:rPr>
              <w:sz w:val="14"/>
              <w:szCs w:val="14"/>
            </w:rPr>
            <w:instrText xml:space="preserve"> NUMPAGES   \* MERGEFORMAT </w:instrText>
          </w:r>
          <w:r w:rsidR="00B07779" w:rsidRPr="00C737B0">
            <w:rPr>
              <w:sz w:val="14"/>
              <w:szCs w:val="14"/>
            </w:rPr>
            <w:fldChar w:fldCharType="separate"/>
          </w:r>
          <w:r w:rsidR="00DE3875" w:rsidRPr="00DE3875">
            <w:rPr>
              <w:b/>
              <w:noProof/>
              <w:color w:val="FF5200"/>
              <w:sz w:val="14"/>
              <w:szCs w:val="14"/>
            </w:rPr>
            <w:t>2</w:t>
          </w:r>
          <w:r w:rsidR="00B07779" w:rsidRPr="00C737B0">
            <w:rPr>
              <w:b/>
              <w:noProof/>
              <w:color w:val="FF5200"/>
              <w:sz w:val="14"/>
              <w:szCs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2D557A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>
            <w:rPr>
              <w:sz w:val="12"/>
            </w:rPr>
            <w:t>Správa železnic</w:t>
          </w:r>
          <w:r w:rsidR="003A53E9" w:rsidRPr="003A53E9">
            <w:rPr>
              <w:sz w:val="12"/>
            </w:rPr>
            <w:t>, státní organizace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  <w:r w:rsidRPr="003A53E9">
            <w:rPr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Sídlo: Dlážděná 1003/7, 110 00 Praha 1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IČ: 709 94 234 DIČ: CZ 709 94 234</w:t>
          </w:r>
        </w:p>
        <w:p w:rsidR="003A53E9" w:rsidRPr="003A53E9" w:rsidRDefault="003A53E9" w:rsidP="003A53E9">
          <w:pPr>
            <w:tabs>
              <w:tab w:val="center" w:pos="4536"/>
              <w:tab w:val="right" w:pos="9072"/>
            </w:tabs>
            <w:ind w:left="2015" w:hanging="2015"/>
            <w:rPr>
              <w:sz w:val="12"/>
            </w:rPr>
          </w:pPr>
          <w:r w:rsidRPr="003A53E9">
            <w:rPr>
              <w:sz w:val="12"/>
            </w:rPr>
            <w:t>www.szdc.cz</w:t>
          </w:r>
        </w:p>
      </w:tc>
      <w:tc>
        <w:tcPr>
          <w:tcW w:w="2921" w:type="dxa"/>
        </w:tcPr>
        <w:p w:rsidR="003A53E9" w:rsidRPr="003A53E9" w:rsidRDefault="003A53E9" w:rsidP="003A53E9">
          <w:pPr>
            <w:tabs>
              <w:tab w:val="center" w:pos="4536"/>
              <w:tab w:val="right" w:pos="9072"/>
            </w:tabs>
            <w:rPr>
              <w:sz w:val="12"/>
            </w:rPr>
          </w:pPr>
        </w:p>
      </w:tc>
    </w:tr>
  </w:tbl>
  <w:p w:rsidR="00B75676" w:rsidRPr="003A53E9" w:rsidRDefault="00B75676" w:rsidP="003A53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DDB" w:rsidRDefault="001D2DDB">
      <w:r>
        <w:separator/>
      </w:r>
    </w:p>
  </w:footnote>
  <w:footnote w:type="continuationSeparator" w:id="0">
    <w:p w:rsidR="001D2DDB" w:rsidRDefault="001D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5676" w:rsidRPr="00F820A0" w:rsidRDefault="002F58CA" w:rsidP="002F58CA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2BB1" w:rsidRDefault="00DE2BB1" w:rsidP="002D557A">
    <w:pPr>
      <w:tabs>
        <w:tab w:val="right" w:pos="9498"/>
      </w:tabs>
      <w:rPr>
        <w:rFonts w:ascii="Verdana" w:hAnsi="Verdana"/>
        <w:b/>
        <w:sz w:val="16"/>
        <w:szCs w:val="16"/>
      </w:rPr>
    </w:pPr>
    <w:r>
      <w:rPr>
        <w:rFonts w:ascii="Verdana" w:hAnsi="Verdana"/>
        <w:b/>
        <w:sz w:val="16"/>
        <w:szCs w:val="16"/>
      </w:rPr>
      <w:t>Správa železnic, státní organizace</w:t>
    </w:r>
    <w:r w:rsidR="00BE6E80" w:rsidRPr="00162BF3">
      <w:rPr>
        <w:rFonts w:ascii="Verdana" w:hAnsi="Verdana"/>
        <w:b/>
        <w:sz w:val="16"/>
        <w:szCs w:val="16"/>
      </w:rPr>
      <w:t xml:space="preserve"> </w:t>
    </w:r>
  </w:p>
  <w:p w:rsidR="00DE3875" w:rsidRPr="00DE3875" w:rsidRDefault="00BE6E80" w:rsidP="00DE3875">
    <w:pPr>
      <w:tabs>
        <w:tab w:val="right" w:pos="9498"/>
      </w:tabs>
      <w:rPr>
        <w:rFonts w:ascii="Verdana" w:hAnsi="Verdana"/>
        <w:b/>
        <w:sz w:val="16"/>
        <w:szCs w:val="16"/>
      </w:rPr>
    </w:pPr>
    <w:r w:rsidRPr="00162BF3">
      <w:rPr>
        <w:rFonts w:ascii="Verdana" w:hAnsi="Verdana"/>
        <w:b/>
        <w:sz w:val="16"/>
        <w:szCs w:val="16"/>
      </w:rPr>
      <w:t>SSZ</w:t>
    </w:r>
    <w:r w:rsidR="001C5BA7" w:rsidRPr="00162BF3">
      <w:rPr>
        <w:rFonts w:ascii="Verdana" w:hAnsi="Verdana"/>
        <w:sz w:val="16"/>
        <w:szCs w:val="16"/>
      </w:rPr>
      <w:tab/>
    </w:r>
    <w:r w:rsidR="00DE3875" w:rsidRPr="00DE3875">
      <w:rPr>
        <w:rFonts w:ascii="Verdana" w:hAnsi="Verdana"/>
        <w:b/>
        <w:sz w:val="16"/>
        <w:szCs w:val="16"/>
      </w:rPr>
      <w:t>Zvýšení trakčního výkonu TNS Rostoklaty</w:t>
    </w:r>
  </w:p>
  <w:p w:rsidR="00F820A0" w:rsidRDefault="002F58CA" w:rsidP="00DE3875">
    <w:pPr>
      <w:tabs>
        <w:tab w:val="right" w:pos="9498"/>
      </w:tabs>
      <w:rPr>
        <w:sz w:val="16"/>
        <w:szCs w:val="16"/>
      </w:rPr>
    </w:pPr>
    <w:r>
      <w:rPr>
        <w:sz w:val="16"/>
        <w:szCs w:val="16"/>
      </w:rPr>
      <w:t xml:space="preserve">                                                                                                                                         </w:t>
    </w:r>
  </w:p>
  <w:p w:rsidR="008135AB" w:rsidRPr="008135AB" w:rsidRDefault="00A71214" w:rsidP="0071266D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in;height:3in" o:bullet="t"/>
    </w:pict>
  </w:numPicBullet>
  <w:abstractNum w:abstractNumId="0" w15:restartNumberingAfterBreak="0">
    <w:nsid w:val="01246EEB"/>
    <w:multiLevelType w:val="hybridMultilevel"/>
    <w:tmpl w:val="0F1618CA"/>
    <w:lvl w:ilvl="0" w:tplc="04050001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A01946"/>
    <w:multiLevelType w:val="hybridMultilevel"/>
    <w:tmpl w:val="8A9C1A2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55BAD"/>
    <w:multiLevelType w:val="hybridMultilevel"/>
    <w:tmpl w:val="E7DA4E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D11464"/>
    <w:multiLevelType w:val="hybridMultilevel"/>
    <w:tmpl w:val="D9A412B6"/>
    <w:lvl w:ilvl="0" w:tplc="913A063E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28C026A"/>
    <w:multiLevelType w:val="multilevel"/>
    <w:tmpl w:val="9634C36A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9E44040"/>
    <w:multiLevelType w:val="hybridMultilevel"/>
    <w:tmpl w:val="17045B00"/>
    <w:lvl w:ilvl="0" w:tplc="652848CA">
      <w:start w:val="1"/>
      <w:numFmt w:val="bullet"/>
      <w:lvlText w:val="-"/>
      <w:lvlJc w:val="left"/>
      <w:pPr>
        <w:tabs>
          <w:tab w:val="num" w:pos="1004"/>
        </w:tabs>
        <w:ind w:left="1004" w:hanging="360"/>
      </w:pPr>
      <w:rPr>
        <w:rFonts w:ascii="Arial" w:hAnsi="Arial" w:hint="default"/>
        <w:color w:val="auto"/>
      </w:rPr>
    </w:lvl>
    <w:lvl w:ilvl="1" w:tplc="652848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976C1"/>
    <w:multiLevelType w:val="hybridMultilevel"/>
    <w:tmpl w:val="563E21BC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cs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FF0F69"/>
    <w:multiLevelType w:val="hybridMultilevel"/>
    <w:tmpl w:val="49FC9CA8"/>
    <w:lvl w:ilvl="0" w:tplc="69BE1782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9"/>
  </w:num>
  <w:num w:numId="6">
    <w:abstractNumId w:val="6"/>
  </w:num>
  <w:num w:numId="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301"/>
    <w:rsid w:val="00010D4F"/>
    <w:rsid w:val="0001171B"/>
    <w:rsid w:val="00011906"/>
    <w:rsid w:val="000204D5"/>
    <w:rsid w:val="00022D05"/>
    <w:rsid w:val="0002419B"/>
    <w:rsid w:val="00024F5E"/>
    <w:rsid w:val="0002592E"/>
    <w:rsid w:val="0003577D"/>
    <w:rsid w:val="0003784F"/>
    <w:rsid w:val="0003796C"/>
    <w:rsid w:val="000419C3"/>
    <w:rsid w:val="0004555A"/>
    <w:rsid w:val="000458F8"/>
    <w:rsid w:val="00051471"/>
    <w:rsid w:val="00060E04"/>
    <w:rsid w:val="000611B8"/>
    <w:rsid w:val="0007552D"/>
    <w:rsid w:val="000852A9"/>
    <w:rsid w:val="0008641B"/>
    <w:rsid w:val="00087720"/>
    <w:rsid w:val="000B6E74"/>
    <w:rsid w:val="000C2688"/>
    <w:rsid w:val="000C5164"/>
    <w:rsid w:val="000C5F30"/>
    <w:rsid w:val="000D376F"/>
    <w:rsid w:val="000F4C62"/>
    <w:rsid w:val="00100BD0"/>
    <w:rsid w:val="00101262"/>
    <w:rsid w:val="0010541E"/>
    <w:rsid w:val="00106943"/>
    <w:rsid w:val="00113C42"/>
    <w:rsid w:val="001214FB"/>
    <w:rsid w:val="0012452C"/>
    <w:rsid w:val="00125111"/>
    <w:rsid w:val="00125827"/>
    <w:rsid w:val="00125A49"/>
    <w:rsid w:val="0013525B"/>
    <w:rsid w:val="00135A99"/>
    <w:rsid w:val="00136925"/>
    <w:rsid w:val="00143143"/>
    <w:rsid w:val="001442ED"/>
    <w:rsid w:val="0015219E"/>
    <w:rsid w:val="001561D6"/>
    <w:rsid w:val="00162BF3"/>
    <w:rsid w:val="001642AA"/>
    <w:rsid w:val="00176978"/>
    <w:rsid w:val="00180D47"/>
    <w:rsid w:val="00190585"/>
    <w:rsid w:val="00192227"/>
    <w:rsid w:val="0019240C"/>
    <w:rsid w:val="001924A7"/>
    <w:rsid w:val="00193F2A"/>
    <w:rsid w:val="00196595"/>
    <w:rsid w:val="001A5BAE"/>
    <w:rsid w:val="001B06BB"/>
    <w:rsid w:val="001B7D50"/>
    <w:rsid w:val="001B7E61"/>
    <w:rsid w:val="001C24B7"/>
    <w:rsid w:val="001C36BF"/>
    <w:rsid w:val="001C44A4"/>
    <w:rsid w:val="001C5BA7"/>
    <w:rsid w:val="001D2DDB"/>
    <w:rsid w:val="001D6713"/>
    <w:rsid w:val="001E2CEF"/>
    <w:rsid w:val="001F20B6"/>
    <w:rsid w:val="002018BF"/>
    <w:rsid w:val="00206C70"/>
    <w:rsid w:val="00210EF5"/>
    <w:rsid w:val="00216992"/>
    <w:rsid w:val="00220387"/>
    <w:rsid w:val="00224E6B"/>
    <w:rsid w:val="00227972"/>
    <w:rsid w:val="002479A0"/>
    <w:rsid w:val="0025132C"/>
    <w:rsid w:val="002549BE"/>
    <w:rsid w:val="0025551C"/>
    <w:rsid w:val="00255DB8"/>
    <w:rsid w:val="0026000B"/>
    <w:rsid w:val="0026051C"/>
    <w:rsid w:val="00263E76"/>
    <w:rsid w:val="0026466F"/>
    <w:rsid w:val="00270717"/>
    <w:rsid w:val="00270A9F"/>
    <w:rsid w:val="00274529"/>
    <w:rsid w:val="002C06DA"/>
    <w:rsid w:val="002C3028"/>
    <w:rsid w:val="002C4108"/>
    <w:rsid w:val="002D2974"/>
    <w:rsid w:val="002D557A"/>
    <w:rsid w:val="002E35D4"/>
    <w:rsid w:val="002E7D5B"/>
    <w:rsid w:val="002F58CA"/>
    <w:rsid w:val="002F771E"/>
    <w:rsid w:val="00304B2D"/>
    <w:rsid w:val="00306DC1"/>
    <w:rsid w:val="00322065"/>
    <w:rsid w:val="003225E7"/>
    <w:rsid w:val="0032424A"/>
    <w:rsid w:val="00346326"/>
    <w:rsid w:val="00346B9A"/>
    <w:rsid w:val="00350829"/>
    <w:rsid w:val="0035691D"/>
    <w:rsid w:val="0037081E"/>
    <w:rsid w:val="0037195C"/>
    <w:rsid w:val="00374D6D"/>
    <w:rsid w:val="00376517"/>
    <w:rsid w:val="003775C0"/>
    <w:rsid w:val="0038059F"/>
    <w:rsid w:val="00383A72"/>
    <w:rsid w:val="0038478A"/>
    <w:rsid w:val="003A52FC"/>
    <w:rsid w:val="003A53E9"/>
    <w:rsid w:val="003A718D"/>
    <w:rsid w:val="003B13C0"/>
    <w:rsid w:val="003B2EF1"/>
    <w:rsid w:val="003B331B"/>
    <w:rsid w:val="003C1AA5"/>
    <w:rsid w:val="003C4559"/>
    <w:rsid w:val="003D6297"/>
    <w:rsid w:val="003D72B3"/>
    <w:rsid w:val="003E3DAF"/>
    <w:rsid w:val="003F160F"/>
    <w:rsid w:val="003F50AC"/>
    <w:rsid w:val="003F6609"/>
    <w:rsid w:val="00400EE3"/>
    <w:rsid w:val="00406A3E"/>
    <w:rsid w:val="00406AB8"/>
    <w:rsid w:val="00414D6C"/>
    <w:rsid w:val="00420702"/>
    <w:rsid w:val="00420D9E"/>
    <w:rsid w:val="0042460A"/>
    <w:rsid w:val="00433A67"/>
    <w:rsid w:val="004352C4"/>
    <w:rsid w:val="00447D64"/>
    <w:rsid w:val="00450933"/>
    <w:rsid w:val="00451C86"/>
    <w:rsid w:val="0045247C"/>
    <w:rsid w:val="00456A73"/>
    <w:rsid w:val="00461A94"/>
    <w:rsid w:val="00463270"/>
    <w:rsid w:val="00466169"/>
    <w:rsid w:val="00466B74"/>
    <w:rsid w:val="00484A07"/>
    <w:rsid w:val="0049303B"/>
    <w:rsid w:val="004944D7"/>
    <w:rsid w:val="004A2892"/>
    <w:rsid w:val="004B65F5"/>
    <w:rsid w:val="004B755F"/>
    <w:rsid w:val="004C0AAB"/>
    <w:rsid w:val="004C0F29"/>
    <w:rsid w:val="004C1323"/>
    <w:rsid w:val="004C58E2"/>
    <w:rsid w:val="004C6AC3"/>
    <w:rsid w:val="004D3CE7"/>
    <w:rsid w:val="004D4A72"/>
    <w:rsid w:val="004D62C7"/>
    <w:rsid w:val="004E1ED7"/>
    <w:rsid w:val="004E52A9"/>
    <w:rsid w:val="004E7C24"/>
    <w:rsid w:val="004F4EA1"/>
    <w:rsid w:val="004F69C6"/>
    <w:rsid w:val="00501A85"/>
    <w:rsid w:val="00515607"/>
    <w:rsid w:val="00515A39"/>
    <w:rsid w:val="00522A18"/>
    <w:rsid w:val="00523571"/>
    <w:rsid w:val="00534B09"/>
    <w:rsid w:val="005360B9"/>
    <w:rsid w:val="00547821"/>
    <w:rsid w:val="00555F5B"/>
    <w:rsid w:val="00561A51"/>
    <w:rsid w:val="00562829"/>
    <w:rsid w:val="005655A3"/>
    <w:rsid w:val="00572C07"/>
    <w:rsid w:val="00587A26"/>
    <w:rsid w:val="00590347"/>
    <w:rsid w:val="00593AC9"/>
    <w:rsid w:val="005A2421"/>
    <w:rsid w:val="005A354E"/>
    <w:rsid w:val="005A6F3A"/>
    <w:rsid w:val="005B56A0"/>
    <w:rsid w:val="005C35C9"/>
    <w:rsid w:val="005C7D8F"/>
    <w:rsid w:val="005D17C3"/>
    <w:rsid w:val="005D2860"/>
    <w:rsid w:val="005D34D3"/>
    <w:rsid w:val="005D6797"/>
    <w:rsid w:val="005E257F"/>
    <w:rsid w:val="005E56A0"/>
    <w:rsid w:val="005E7CF0"/>
    <w:rsid w:val="005F2DAB"/>
    <w:rsid w:val="005F512C"/>
    <w:rsid w:val="00614BEE"/>
    <w:rsid w:val="00623F6C"/>
    <w:rsid w:val="00624632"/>
    <w:rsid w:val="00634EF1"/>
    <w:rsid w:val="00644095"/>
    <w:rsid w:val="00650052"/>
    <w:rsid w:val="00650FAD"/>
    <w:rsid w:val="00652A8C"/>
    <w:rsid w:val="00653FE7"/>
    <w:rsid w:val="0065505A"/>
    <w:rsid w:val="0065621A"/>
    <w:rsid w:val="00660D7A"/>
    <w:rsid w:val="006639BB"/>
    <w:rsid w:val="0066477E"/>
    <w:rsid w:val="00666A3A"/>
    <w:rsid w:val="00667363"/>
    <w:rsid w:val="00672DA4"/>
    <w:rsid w:val="00677867"/>
    <w:rsid w:val="00681243"/>
    <w:rsid w:val="00684D38"/>
    <w:rsid w:val="0069642D"/>
    <w:rsid w:val="006A3EA1"/>
    <w:rsid w:val="006C23EF"/>
    <w:rsid w:val="006C2E22"/>
    <w:rsid w:val="006C7FC6"/>
    <w:rsid w:val="006D3567"/>
    <w:rsid w:val="006E6168"/>
    <w:rsid w:val="006E6AAD"/>
    <w:rsid w:val="006E76B6"/>
    <w:rsid w:val="006E7CE7"/>
    <w:rsid w:val="006F1E68"/>
    <w:rsid w:val="006F4FC3"/>
    <w:rsid w:val="006F5B95"/>
    <w:rsid w:val="006F6FBD"/>
    <w:rsid w:val="006F765C"/>
    <w:rsid w:val="00700E44"/>
    <w:rsid w:val="00702A84"/>
    <w:rsid w:val="00705317"/>
    <w:rsid w:val="007115DA"/>
    <w:rsid w:val="0071266D"/>
    <w:rsid w:val="00727E0C"/>
    <w:rsid w:val="00733840"/>
    <w:rsid w:val="007355EE"/>
    <w:rsid w:val="0073604C"/>
    <w:rsid w:val="00736500"/>
    <w:rsid w:val="00750C6C"/>
    <w:rsid w:val="00760364"/>
    <w:rsid w:val="0076646E"/>
    <w:rsid w:val="00772618"/>
    <w:rsid w:val="00772C1F"/>
    <w:rsid w:val="00774C18"/>
    <w:rsid w:val="00776FAA"/>
    <w:rsid w:val="007778B7"/>
    <w:rsid w:val="00781497"/>
    <w:rsid w:val="007859F6"/>
    <w:rsid w:val="00785A47"/>
    <w:rsid w:val="0078673E"/>
    <w:rsid w:val="00791BA1"/>
    <w:rsid w:val="0079237C"/>
    <w:rsid w:val="00795B70"/>
    <w:rsid w:val="007A158C"/>
    <w:rsid w:val="007A5C94"/>
    <w:rsid w:val="007B29B8"/>
    <w:rsid w:val="007B7810"/>
    <w:rsid w:val="007B7898"/>
    <w:rsid w:val="007C1CBE"/>
    <w:rsid w:val="007D1A32"/>
    <w:rsid w:val="007D56B3"/>
    <w:rsid w:val="007E350E"/>
    <w:rsid w:val="007E5FFC"/>
    <w:rsid w:val="007F1125"/>
    <w:rsid w:val="007F571F"/>
    <w:rsid w:val="007F63FB"/>
    <w:rsid w:val="007F7205"/>
    <w:rsid w:val="008039FC"/>
    <w:rsid w:val="00804CDA"/>
    <w:rsid w:val="008135AB"/>
    <w:rsid w:val="00816C93"/>
    <w:rsid w:val="008229E9"/>
    <w:rsid w:val="00823C95"/>
    <w:rsid w:val="00827300"/>
    <w:rsid w:val="00827AAD"/>
    <w:rsid w:val="008362CB"/>
    <w:rsid w:val="00841878"/>
    <w:rsid w:val="00864B67"/>
    <w:rsid w:val="00864F29"/>
    <w:rsid w:val="008738E5"/>
    <w:rsid w:val="00876228"/>
    <w:rsid w:val="00877CA6"/>
    <w:rsid w:val="00885B61"/>
    <w:rsid w:val="0088658A"/>
    <w:rsid w:val="0089722D"/>
    <w:rsid w:val="008D012E"/>
    <w:rsid w:val="008D02E5"/>
    <w:rsid w:val="008D2593"/>
    <w:rsid w:val="008D3110"/>
    <w:rsid w:val="008D4E30"/>
    <w:rsid w:val="008E3B93"/>
    <w:rsid w:val="008E4186"/>
    <w:rsid w:val="00901FCB"/>
    <w:rsid w:val="0090236D"/>
    <w:rsid w:val="00902C41"/>
    <w:rsid w:val="00911348"/>
    <w:rsid w:val="00917911"/>
    <w:rsid w:val="0093337C"/>
    <w:rsid w:val="00946DCC"/>
    <w:rsid w:val="00950C3D"/>
    <w:rsid w:val="009619DC"/>
    <w:rsid w:val="00964863"/>
    <w:rsid w:val="00971094"/>
    <w:rsid w:val="00972BA5"/>
    <w:rsid w:val="00973DEC"/>
    <w:rsid w:val="00975E40"/>
    <w:rsid w:val="009823EB"/>
    <w:rsid w:val="009932AA"/>
    <w:rsid w:val="009B13B7"/>
    <w:rsid w:val="009B7FA1"/>
    <w:rsid w:val="009C051D"/>
    <w:rsid w:val="009D1A72"/>
    <w:rsid w:val="009E0F91"/>
    <w:rsid w:val="009E251A"/>
    <w:rsid w:val="009E4559"/>
    <w:rsid w:val="009E68A9"/>
    <w:rsid w:val="009F0791"/>
    <w:rsid w:val="009F099D"/>
    <w:rsid w:val="00A046C3"/>
    <w:rsid w:val="00A13141"/>
    <w:rsid w:val="00A14825"/>
    <w:rsid w:val="00A15686"/>
    <w:rsid w:val="00A16B39"/>
    <w:rsid w:val="00A22047"/>
    <w:rsid w:val="00A227BB"/>
    <w:rsid w:val="00A23CAC"/>
    <w:rsid w:val="00A30D9D"/>
    <w:rsid w:val="00A35682"/>
    <w:rsid w:val="00A439FF"/>
    <w:rsid w:val="00A52550"/>
    <w:rsid w:val="00A573E7"/>
    <w:rsid w:val="00A71214"/>
    <w:rsid w:val="00A7308B"/>
    <w:rsid w:val="00A81C4A"/>
    <w:rsid w:val="00A82744"/>
    <w:rsid w:val="00A8621B"/>
    <w:rsid w:val="00A87C07"/>
    <w:rsid w:val="00A958B6"/>
    <w:rsid w:val="00A97D66"/>
    <w:rsid w:val="00AA5446"/>
    <w:rsid w:val="00AB2D7C"/>
    <w:rsid w:val="00AB4549"/>
    <w:rsid w:val="00AC30B2"/>
    <w:rsid w:val="00AC59E1"/>
    <w:rsid w:val="00AD2D7C"/>
    <w:rsid w:val="00AD4374"/>
    <w:rsid w:val="00AD6404"/>
    <w:rsid w:val="00AD7822"/>
    <w:rsid w:val="00AE52F7"/>
    <w:rsid w:val="00AF010F"/>
    <w:rsid w:val="00AF6BFA"/>
    <w:rsid w:val="00B0093E"/>
    <w:rsid w:val="00B05F8D"/>
    <w:rsid w:val="00B0685C"/>
    <w:rsid w:val="00B074B0"/>
    <w:rsid w:val="00B07779"/>
    <w:rsid w:val="00B16747"/>
    <w:rsid w:val="00B17184"/>
    <w:rsid w:val="00B21873"/>
    <w:rsid w:val="00B22B8C"/>
    <w:rsid w:val="00B37265"/>
    <w:rsid w:val="00B3784A"/>
    <w:rsid w:val="00B44350"/>
    <w:rsid w:val="00B453BA"/>
    <w:rsid w:val="00B46251"/>
    <w:rsid w:val="00B55CC5"/>
    <w:rsid w:val="00B63975"/>
    <w:rsid w:val="00B64D81"/>
    <w:rsid w:val="00B71A36"/>
    <w:rsid w:val="00B71F15"/>
    <w:rsid w:val="00B728ED"/>
    <w:rsid w:val="00B75676"/>
    <w:rsid w:val="00B76C55"/>
    <w:rsid w:val="00B77037"/>
    <w:rsid w:val="00B7762D"/>
    <w:rsid w:val="00B82C09"/>
    <w:rsid w:val="00B84F65"/>
    <w:rsid w:val="00B91C4F"/>
    <w:rsid w:val="00B93310"/>
    <w:rsid w:val="00BA42C5"/>
    <w:rsid w:val="00BB376C"/>
    <w:rsid w:val="00BC1159"/>
    <w:rsid w:val="00BC323E"/>
    <w:rsid w:val="00BD0AE4"/>
    <w:rsid w:val="00BD6451"/>
    <w:rsid w:val="00BE014E"/>
    <w:rsid w:val="00BE300C"/>
    <w:rsid w:val="00BE6E80"/>
    <w:rsid w:val="00BE71FF"/>
    <w:rsid w:val="00BF0968"/>
    <w:rsid w:val="00C053B3"/>
    <w:rsid w:val="00C07A7C"/>
    <w:rsid w:val="00C13D89"/>
    <w:rsid w:val="00C31A63"/>
    <w:rsid w:val="00C34343"/>
    <w:rsid w:val="00C36AB5"/>
    <w:rsid w:val="00C45086"/>
    <w:rsid w:val="00C46B24"/>
    <w:rsid w:val="00C47680"/>
    <w:rsid w:val="00C511D0"/>
    <w:rsid w:val="00C52283"/>
    <w:rsid w:val="00C6063A"/>
    <w:rsid w:val="00C62FE8"/>
    <w:rsid w:val="00C737B0"/>
    <w:rsid w:val="00C73F0D"/>
    <w:rsid w:val="00C76827"/>
    <w:rsid w:val="00C93290"/>
    <w:rsid w:val="00C94F01"/>
    <w:rsid w:val="00C966E0"/>
    <w:rsid w:val="00CB3615"/>
    <w:rsid w:val="00CB47A9"/>
    <w:rsid w:val="00CB5AD5"/>
    <w:rsid w:val="00CC27DF"/>
    <w:rsid w:val="00CD0659"/>
    <w:rsid w:val="00CD36DF"/>
    <w:rsid w:val="00CD7480"/>
    <w:rsid w:val="00CE38BD"/>
    <w:rsid w:val="00CE5301"/>
    <w:rsid w:val="00D109CB"/>
    <w:rsid w:val="00D20CF5"/>
    <w:rsid w:val="00D32AAF"/>
    <w:rsid w:val="00D524EE"/>
    <w:rsid w:val="00D55482"/>
    <w:rsid w:val="00D572AC"/>
    <w:rsid w:val="00D67252"/>
    <w:rsid w:val="00D72D6C"/>
    <w:rsid w:val="00D74173"/>
    <w:rsid w:val="00D81A0A"/>
    <w:rsid w:val="00D83CBE"/>
    <w:rsid w:val="00DA5805"/>
    <w:rsid w:val="00DC7062"/>
    <w:rsid w:val="00DD3071"/>
    <w:rsid w:val="00DE2BB1"/>
    <w:rsid w:val="00DE3875"/>
    <w:rsid w:val="00DE6AD7"/>
    <w:rsid w:val="00DF6740"/>
    <w:rsid w:val="00DF7F0F"/>
    <w:rsid w:val="00E05B86"/>
    <w:rsid w:val="00E06019"/>
    <w:rsid w:val="00E064A0"/>
    <w:rsid w:val="00E1348B"/>
    <w:rsid w:val="00E14318"/>
    <w:rsid w:val="00E17DEC"/>
    <w:rsid w:val="00E22A24"/>
    <w:rsid w:val="00E22C7A"/>
    <w:rsid w:val="00E2745B"/>
    <w:rsid w:val="00E454D7"/>
    <w:rsid w:val="00E4653E"/>
    <w:rsid w:val="00E55383"/>
    <w:rsid w:val="00E576FC"/>
    <w:rsid w:val="00E7072E"/>
    <w:rsid w:val="00E7486E"/>
    <w:rsid w:val="00E9343C"/>
    <w:rsid w:val="00E963BC"/>
    <w:rsid w:val="00EA3FCD"/>
    <w:rsid w:val="00EA6C26"/>
    <w:rsid w:val="00EB0176"/>
    <w:rsid w:val="00EB1608"/>
    <w:rsid w:val="00EC4A25"/>
    <w:rsid w:val="00EC5947"/>
    <w:rsid w:val="00EC64B1"/>
    <w:rsid w:val="00ED2211"/>
    <w:rsid w:val="00ED74B7"/>
    <w:rsid w:val="00ED7CC5"/>
    <w:rsid w:val="00EE01EF"/>
    <w:rsid w:val="00EE3B3B"/>
    <w:rsid w:val="00EE70B1"/>
    <w:rsid w:val="00EF7F7A"/>
    <w:rsid w:val="00F102E2"/>
    <w:rsid w:val="00F108CB"/>
    <w:rsid w:val="00F177A3"/>
    <w:rsid w:val="00F208DF"/>
    <w:rsid w:val="00F25BBD"/>
    <w:rsid w:val="00F31291"/>
    <w:rsid w:val="00F33EFC"/>
    <w:rsid w:val="00F4319D"/>
    <w:rsid w:val="00F44B60"/>
    <w:rsid w:val="00F52B15"/>
    <w:rsid w:val="00F54978"/>
    <w:rsid w:val="00F63E5B"/>
    <w:rsid w:val="00F6481F"/>
    <w:rsid w:val="00F678F8"/>
    <w:rsid w:val="00F70CE4"/>
    <w:rsid w:val="00F820A0"/>
    <w:rsid w:val="00F85F54"/>
    <w:rsid w:val="00F9254C"/>
    <w:rsid w:val="00FB434D"/>
    <w:rsid w:val="00FD0A1D"/>
    <w:rsid w:val="00FD3B57"/>
    <w:rsid w:val="00FD4C2A"/>
    <w:rsid w:val="00FD7015"/>
    <w:rsid w:val="00FD78F8"/>
    <w:rsid w:val="00FE5E15"/>
    <w:rsid w:val="00FF22A1"/>
    <w:rsid w:val="00FF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13BAEA0-3893-4281-9CAB-F21336CDB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115DA"/>
    <w:rPr>
      <w:sz w:val="24"/>
      <w:szCs w:val="24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DF674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05317"/>
    <w:pPr>
      <w:overflowPunct w:val="0"/>
      <w:autoSpaceDE w:val="0"/>
      <w:autoSpaceDN w:val="0"/>
      <w:adjustRightInd w:val="0"/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CE5301"/>
    <w:pPr>
      <w:widowControl w:val="0"/>
      <w:tabs>
        <w:tab w:val="left" w:pos="2268"/>
      </w:tabs>
      <w:autoSpaceDE w:val="0"/>
      <w:autoSpaceDN w:val="0"/>
      <w:jc w:val="center"/>
    </w:pPr>
    <w:rPr>
      <w:rFonts w:ascii="Arial" w:hAnsi="Arial" w:cs="Arial"/>
      <w:b/>
      <w:bCs/>
      <w:sz w:val="28"/>
      <w:szCs w:val="28"/>
    </w:rPr>
  </w:style>
  <w:style w:type="paragraph" w:styleId="Zpat">
    <w:name w:val="footer"/>
    <w:basedOn w:val="Normln"/>
    <w:rsid w:val="00CE530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E5301"/>
  </w:style>
  <w:style w:type="paragraph" w:styleId="Zhlav">
    <w:name w:val="header"/>
    <w:basedOn w:val="Normln"/>
    <w:rsid w:val="00CE5301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9722D"/>
    <w:rPr>
      <w:rFonts w:ascii="Tahoma" w:hAnsi="Tahoma" w:cs="Tahoma"/>
      <w:sz w:val="16"/>
      <w:szCs w:val="16"/>
    </w:rPr>
  </w:style>
  <w:style w:type="paragraph" w:customStyle="1" w:styleId="RLdajeosmluvnstran">
    <w:name w:val="RL  údaje o smluvní straně"/>
    <w:basedOn w:val="Normln"/>
    <w:uiPriority w:val="99"/>
    <w:rsid w:val="00450933"/>
    <w:pPr>
      <w:spacing w:after="120" w:line="280" w:lineRule="exact"/>
      <w:jc w:val="center"/>
    </w:pPr>
    <w:rPr>
      <w:rFonts w:ascii="Calibri" w:hAnsi="Calibri" w:cs="Calibri"/>
      <w:sz w:val="22"/>
      <w:szCs w:val="22"/>
      <w:lang w:eastAsia="en-US"/>
    </w:rPr>
  </w:style>
  <w:style w:type="character" w:styleId="Hypertextovodkaz">
    <w:name w:val="Hyperlink"/>
    <w:rsid w:val="00C76827"/>
    <w:rPr>
      <w:color w:val="0000FF"/>
      <w:u w:val="single"/>
    </w:rPr>
  </w:style>
  <w:style w:type="character" w:customStyle="1" w:styleId="Nadpis9Char">
    <w:name w:val="Nadpis 9 Char"/>
    <w:link w:val="Nadpis9"/>
    <w:uiPriority w:val="9"/>
    <w:semiHidden/>
    <w:rsid w:val="00705317"/>
    <w:rPr>
      <w:rFonts w:ascii="Cambria" w:hAnsi="Cambria"/>
      <w:sz w:val="22"/>
      <w:szCs w:val="22"/>
    </w:rPr>
  </w:style>
  <w:style w:type="character" w:customStyle="1" w:styleId="Nadpis6Char">
    <w:name w:val="Nadpis 6 Char"/>
    <w:link w:val="Nadpis6"/>
    <w:semiHidden/>
    <w:rsid w:val="00DF6740"/>
    <w:rPr>
      <w:rFonts w:ascii="Calibri" w:eastAsia="Times New Roman" w:hAnsi="Calibri" w:cs="Times New Roman"/>
      <w:b/>
      <w:bCs/>
      <w:sz w:val="22"/>
      <w:szCs w:val="22"/>
    </w:rPr>
  </w:style>
  <w:style w:type="paragraph" w:styleId="Normlnweb">
    <w:name w:val="Normal (Web)"/>
    <w:basedOn w:val="Normln"/>
    <w:rsid w:val="00F31291"/>
  </w:style>
  <w:style w:type="character" w:customStyle="1" w:styleId="NzevChar">
    <w:name w:val="Název Char"/>
    <w:basedOn w:val="Standardnpsmoodstavce"/>
    <w:link w:val="Nzev"/>
    <w:rsid w:val="0003577D"/>
    <w:rPr>
      <w:rFonts w:ascii="Arial" w:hAnsi="Arial" w:cs="Arial"/>
      <w:b/>
      <w:bCs/>
      <w:sz w:val="28"/>
      <w:szCs w:val="28"/>
    </w:rPr>
  </w:style>
  <w:style w:type="paragraph" w:customStyle="1" w:styleId="l21">
    <w:name w:val="l21"/>
    <w:basedOn w:val="Normln"/>
    <w:rsid w:val="007F571F"/>
    <w:pPr>
      <w:spacing w:before="144" w:after="144"/>
      <w:jc w:val="both"/>
    </w:pPr>
  </w:style>
  <w:style w:type="table" w:customStyle="1" w:styleId="Mkatabulky1">
    <w:name w:val="Mřížka tabulky1"/>
    <w:basedOn w:val="Normlntabulka"/>
    <w:next w:val="Mkatabulky"/>
    <w:uiPriority w:val="39"/>
    <w:rsid w:val="003A53E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rsid w:val="003A53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39"/>
    <w:rsid w:val="00515A39"/>
    <w:rPr>
      <w:rFonts w:ascii="Verdana" w:eastAsia="Verdana" w:hAnsi="Verdana"/>
      <w:sz w:val="14"/>
      <w:szCs w:val="18"/>
      <w:lang w:eastAsia="en-US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9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9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2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55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84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" w:color="CCCCCC"/>
                            <w:left w:val="single" w:sz="6" w:space="1" w:color="CCCCCC"/>
                            <w:bottom w:val="single" w:sz="6" w:space="1" w:color="CCCCCC"/>
                            <w:right w:val="single" w:sz="6" w:space="1" w:color="CCCCCC"/>
                          </w:divBdr>
                          <w:divsChild>
                            <w:div w:id="2094624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77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0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81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59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358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6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12" w:space="31" w:color="A3A2A2"/>
                <w:right w:val="none" w:sz="0" w:space="0" w:color="auto"/>
              </w:divBdr>
              <w:divsChild>
                <w:div w:id="453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888017">
              <w:marLeft w:val="0"/>
              <w:marRight w:val="30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459939">
                  <w:marLeft w:val="0"/>
                  <w:marRight w:val="0"/>
                  <w:marTop w:val="0"/>
                  <w:marBottom w:val="0"/>
                  <w:divBdr>
                    <w:top w:val="single" w:sz="6" w:space="8" w:color="CFCFCF"/>
                    <w:left w:val="single" w:sz="6" w:space="8" w:color="CFCFCF"/>
                    <w:bottom w:val="single" w:sz="6" w:space="8" w:color="CFCFCF"/>
                    <w:right w:val="single" w:sz="6" w:space="8" w:color="CFCFCF"/>
                  </w:divBdr>
                  <w:divsChild>
                    <w:div w:id="18560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8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FCFCF"/>
                            <w:left w:val="single" w:sz="6" w:space="0" w:color="CFCFCF"/>
                            <w:bottom w:val="single" w:sz="6" w:space="0" w:color="CFCFCF"/>
                            <w:right w:val="single" w:sz="6" w:space="0" w:color="CFCFCF"/>
                          </w:divBdr>
                          <w:divsChild>
                            <w:div w:id="56899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055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65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4825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3414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3647877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754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8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02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443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3532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3350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083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75042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500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05701811">
                                  <w:marLeft w:val="75"/>
                                  <w:marRight w:val="7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43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9627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ABABAB"/>
                                    <w:left w:val="single" w:sz="6" w:space="16" w:color="ABABAB"/>
                                    <w:bottom w:val="single" w:sz="6" w:space="11" w:color="ABABAB"/>
                                    <w:right w:val="single" w:sz="6" w:space="16" w:color="ABABAB"/>
                                  </w:divBdr>
                                  <w:divsChild>
                                    <w:div w:id="728303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55344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35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10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334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189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16853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30390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1026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3184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8742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5160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118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57522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564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8135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7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8046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42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2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3559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88579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324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45515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8241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0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1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1506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26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950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3518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3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4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89616-E5F8-4B95-82A1-7B7BB6395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438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OZNÁMENÍ OIP V PLZNI</vt:lpstr>
    </vt:vector>
  </TitlesOfParts>
  <Company>SŽDC s.o. Stavební správa Plzeň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OZNÁMENÍ OIP V PLZNI</dc:title>
  <dc:creator>Martin Šesták, Ing.</dc:creator>
  <cp:lastModifiedBy>Fořt Michal, Ing.</cp:lastModifiedBy>
  <cp:revision>13</cp:revision>
  <cp:lastPrinted>2019-03-06T12:36:00Z</cp:lastPrinted>
  <dcterms:created xsi:type="dcterms:W3CDTF">2019-03-29T13:00:00Z</dcterms:created>
  <dcterms:modified xsi:type="dcterms:W3CDTF">2020-04-20T08:22:00Z</dcterms:modified>
</cp:coreProperties>
</file>