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75" w:rsidRDefault="00431D75" w:rsidP="00431D75">
      <w:pPr>
        <w:spacing w:after="0"/>
        <w:rPr>
          <w:lang w:eastAsia="cs-CZ"/>
        </w:rPr>
      </w:pPr>
    </w:p>
    <w:p w:rsidR="00707723" w:rsidRPr="00493B1B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5</w:t>
      </w:r>
      <w:r w:rsidRPr="00493B1B">
        <w:rPr>
          <w:lang w:eastAsia="cs-CZ"/>
        </w:rPr>
        <w:t xml:space="preserve"> Výzvy</w:t>
      </w:r>
    </w:p>
    <w:p w:rsidR="00707723" w:rsidRDefault="00451310" w:rsidP="00E2017F">
      <w:pPr>
        <w:rPr>
          <w:rFonts w:cs="Arial"/>
          <w:b/>
          <w:sz w:val="24"/>
          <w:szCs w:val="24"/>
        </w:rPr>
      </w:pPr>
      <w:r w:rsidRPr="00220DC1">
        <w:rPr>
          <w:b/>
          <w:bCs/>
          <w:caps/>
          <w:u w:val="single"/>
        </w:rPr>
        <w:t>„</w:t>
      </w:r>
      <w:r w:rsidRPr="00220DC1">
        <w:rPr>
          <w:rFonts w:ascii="Verdana" w:hAnsi="Verdana"/>
          <w:b/>
          <w:sz w:val="18"/>
          <w:szCs w:val="18"/>
          <w:u w:val="single"/>
        </w:rPr>
        <w:t>Diagnostika a statické posouzení mostů s předpjatou nosnou konstrukcí</w:t>
      </w:r>
      <w:r w:rsidR="00E946BB">
        <w:rPr>
          <w:rFonts w:ascii="Verdana" w:hAnsi="Verdana"/>
          <w:b/>
          <w:sz w:val="18"/>
          <w:szCs w:val="18"/>
          <w:u w:val="single"/>
        </w:rPr>
        <w:t xml:space="preserve"> u SMT OŘ Plzeň</w:t>
      </w:r>
      <w:r w:rsidRPr="00220DC1">
        <w:rPr>
          <w:rFonts w:ascii="Verdana" w:hAnsi="Verdana"/>
          <w:b/>
          <w:sz w:val="18"/>
          <w:szCs w:val="18"/>
          <w:u w:val="single"/>
        </w:rPr>
        <w:t xml:space="preserve"> – </w:t>
      </w:r>
      <w:r w:rsidRPr="00220DC1">
        <w:rPr>
          <w:rFonts w:ascii="Verdana" w:hAnsi="Verdana"/>
          <w:b/>
          <w:u w:val="single"/>
        </w:rPr>
        <w:t xml:space="preserve">2. </w:t>
      </w:r>
      <w:r w:rsidRPr="00220DC1">
        <w:rPr>
          <w:rFonts w:ascii="Verdana" w:hAnsi="Verdana"/>
          <w:b/>
          <w:sz w:val="18"/>
          <w:szCs w:val="18"/>
          <w:u w:val="single"/>
        </w:rPr>
        <w:t>etapa</w:t>
      </w:r>
      <w:r w:rsidRPr="00220DC1">
        <w:rPr>
          <w:b/>
          <w:u w:val="single"/>
        </w:rPr>
        <w:t>“</w:t>
      </w:r>
    </w:p>
    <w:p w:rsidR="009401C3" w:rsidRPr="00666F89" w:rsidRDefault="00E2017F" w:rsidP="00707723">
      <w:pPr>
        <w:jc w:val="center"/>
        <w:rPr>
          <w:rFonts w:cs="Arial"/>
          <w:b/>
          <w:sz w:val="36"/>
          <w:szCs w:val="36"/>
        </w:rPr>
      </w:pPr>
      <w:r w:rsidRPr="00666F89">
        <w:rPr>
          <w:rFonts w:cs="Arial"/>
          <w:b/>
          <w:sz w:val="36"/>
          <w:szCs w:val="36"/>
        </w:rPr>
        <w:t xml:space="preserve">Zvláštní </w:t>
      </w:r>
      <w:r w:rsidR="00431D75">
        <w:rPr>
          <w:rFonts w:cs="Arial"/>
          <w:b/>
          <w:sz w:val="36"/>
          <w:szCs w:val="36"/>
        </w:rPr>
        <w:t xml:space="preserve">technické </w:t>
      </w:r>
      <w:r w:rsidRPr="00666F89">
        <w:rPr>
          <w:rFonts w:cs="Arial"/>
          <w:b/>
          <w:sz w:val="36"/>
          <w:szCs w:val="36"/>
        </w:rPr>
        <w:t>podmínky</w:t>
      </w:r>
    </w:p>
    <w:p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:rsidR="00AB5DF6" w:rsidRPr="003248E1" w:rsidRDefault="00DA4976" w:rsidP="00DA4976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3248E1">
        <w:rPr>
          <w:rFonts w:cs="Arial"/>
          <w:b/>
        </w:rPr>
        <w:t>VYHOTOVENÍ SOUHRNNÉ DOKUMENTACE Z DOSTUPNÝCH PODKLADŮ</w:t>
      </w:r>
    </w:p>
    <w:p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281E8C" w:rsidRPr="008A0908">
        <w:rPr>
          <w:rFonts w:cs="Arial"/>
        </w:rPr>
        <w:t xml:space="preserve">správcem objektu (příslušné </w:t>
      </w:r>
      <w:r w:rsidR="00DA4976">
        <w:rPr>
          <w:rFonts w:cs="Arial"/>
        </w:rPr>
        <w:t xml:space="preserve">Správy železnic, </w:t>
      </w:r>
      <w:r w:rsidR="00281E8C" w:rsidRPr="008A0908">
        <w:rPr>
          <w:rFonts w:cs="Arial"/>
        </w:rPr>
        <w:t>OŘ – SMT)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průleznosti</w:t>
      </w:r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</w:t>
      </w:r>
      <w:r w:rsidRPr="00E2017F">
        <w:rPr>
          <w:rFonts w:cs="Arial"/>
        </w:rPr>
        <w:lastRenderedPageBreak/>
        <w:t xml:space="preserve">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F21886" w:rsidRPr="00E2017F" w:rsidRDefault="00F21886" w:rsidP="00830569">
      <w:pPr>
        <w:jc w:val="both"/>
        <w:rPr>
          <w:rFonts w:cs="Arial"/>
        </w:rPr>
      </w:pPr>
    </w:p>
    <w:p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 xml:space="preserve">Kritéria pro určení minimálního počtu vyšetřovaných identických NK: </w:t>
      </w:r>
      <w:bookmarkStart w:id="0" w:name="_GoBack"/>
      <w:bookmarkEnd w:id="0"/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</w:t>
      </w:r>
      <w:r w:rsidR="00717BBC" w:rsidRPr="00687916">
        <w:rPr>
          <w:rFonts w:cs="Arial"/>
        </w:rPr>
        <w:t>. 2</w:t>
      </w:r>
      <w:r w:rsidR="0073201E" w:rsidRPr="00687916">
        <w:rPr>
          <w:rFonts w:cs="Arial"/>
        </w:rPr>
        <w:t>5</w:t>
      </w:r>
      <w:r w:rsidR="00717BBC" w:rsidRPr="00687916">
        <w:rPr>
          <w:rFonts w:cs="Arial"/>
        </w:rPr>
        <w:t xml:space="preserve"> % z počtu </w:t>
      </w:r>
      <w:r w:rsidR="00717BBC" w:rsidRPr="00E2017F">
        <w:rPr>
          <w:rFonts w:cs="Arial"/>
        </w:rPr>
        <w:t>NK (výsledek se zaokrouhlí nahoru na celé číslo)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DF2C08">
      <w:pPr>
        <w:pStyle w:val="Odstavecseseznamem"/>
        <w:numPr>
          <w:ilvl w:val="1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(předpínací,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>esmí dojít k poškození předpínací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tvrdoměrné metody zkoušení betonu.</w:t>
      </w:r>
    </w:p>
    <w:p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lastRenderedPageBreak/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431D75" w:rsidRDefault="00431D75" w:rsidP="00D67B89">
      <w:pPr>
        <w:pStyle w:val="Odstavecseseznamem"/>
        <w:jc w:val="both"/>
        <w:rPr>
          <w:rFonts w:cs="Arial"/>
        </w:rPr>
      </w:pPr>
    </w:p>
    <w:p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kce</w:t>
      </w:r>
      <w:r w:rsidR="00EC2EDE" w:rsidRPr="00E2017F">
        <w:rPr>
          <w:rFonts w:cs="Arial"/>
        </w:rPr>
        <w:t>.</w:t>
      </w:r>
    </w:p>
    <w:p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Hloubka karbonatace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(předpínací, betonářská) v místě vrtání. Při provádění vývrtu nesmí dojít k poškození předpínací výztuže (ani kabelového kanálku)!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předpínací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>zejména předpínací</w:t>
      </w:r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(předpínací, betonářská) v místě vrtání. Při provádění vývrtu nesmí dojít k poškození předpínací výztuže (ani kabelového kanálku)!</w:t>
      </w:r>
    </w:p>
    <w:p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r w:rsidR="00126FA0" w:rsidRPr="008A0908">
        <w:rPr>
          <w:rFonts w:cs="Arial"/>
        </w:rPr>
        <w:t>Předpínací výztuž (lokální stanovení):</w:t>
      </w:r>
    </w:p>
    <w:p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>Nedestruktivní o</w:t>
      </w:r>
      <w:r w:rsidR="00662AD9" w:rsidRPr="00E2017F">
        <w:rPr>
          <w:rFonts w:cs="Arial"/>
        </w:rPr>
        <w:t>věření polohy, počtu předpínací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>ontrola stavu předpínací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431D75" w:rsidRDefault="00431D75" w:rsidP="007B40EE">
      <w:pPr>
        <w:pStyle w:val="Odstavecseseznamem"/>
        <w:ind w:left="1440"/>
        <w:jc w:val="both"/>
        <w:rPr>
          <w:rFonts w:cs="Arial"/>
        </w:rPr>
      </w:pPr>
    </w:p>
    <w:p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předpínaných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zainjektování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Při provádění prací nesmí dojít k poškození předpínací výztuže!</w:t>
      </w:r>
    </w:p>
    <w:p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Destruktivní o</w:t>
      </w:r>
      <w:r w:rsidR="00850D9A" w:rsidRPr="00E2017F">
        <w:rPr>
          <w:rFonts w:cs="Arial"/>
        </w:rPr>
        <w:t xml:space="preserve">věření kvality předpínací výztuže – pouze v případě, že na konstrukci se nachází přerušená předpínací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r w:rsidR="00E517FE" w:rsidRPr="00E2017F">
        <w:rPr>
          <w:rFonts w:cs="Arial"/>
        </w:rPr>
        <w:t>e</w:t>
      </w:r>
      <w:r w:rsidRPr="00E2017F">
        <w:rPr>
          <w:rFonts w:cs="Arial"/>
        </w:rPr>
        <w:t xml:space="preserve">xcelové tabulce. </w:t>
      </w:r>
    </w:p>
    <w:p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předpínací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Zejména je nutno se maximálně vyhnout poškození betonářské a předpínací výztuže. Kromě zkoušek zaměřených na předpínací výztuž nesmí být tato výztuž vůbec zasažena ani odhalena.</w:t>
      </w:r>
    </w:p>
    <w:p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 se na konstrukci vyskytují významnější, i méně časté, poruchy (narušení ohněm, mrazem, alkalicko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V případě, že budou z konstrukcí odebrány vzorky předpínací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</w:t>
      </w:r>
      <w:r w:rsidR="00DA4976">
        <w:rPr>
          <w:rFonts w:cs="Arial"/>
        </w:rPr>
        <w:t>Správa železnic</w:t>
      </w:r>
      <w:r w:rsidRPr="00E2017F">
        <w:rPr>
          <w:rFonts w:cs="Arial"/>
        </w:rPr>
        <w:t>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> rámci těchto prací provést i odbornou opravu odhalených kabelových kanálků a/nebo předpínací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</w:t>
      </w:r>
      <w:r w:rsidR="00DA4976">
        <w:rPr>
          <w:rFonts w:cs="Arial"/>
        </w:rPr>
        <w:t xml:space="preserve"> Správy železnic</w:t>
      </w:r>
      <w:r w:rsidRPr="00E2017F">
        <w:rPr>
          <w:rFonts w:cs="Arial"/>
        </w:rPr>
        <w:t>:</w:t>
      </w:r>
    </w:p>
    <w:p w:rsidR="005C1BBB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lastRenderedPageBreak/>
        <w:t>správce objektu OŘ-SMT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zástupce GŘ-O13,OMT (Ing. Šlais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8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9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BF5E05">
      <w:pPr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E56B62" w:rsidRDefault="00E56B62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Pr="00E2017F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E56B62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E2017F">
      <w:pPr>
        <w:pStyle w:val="Odstavecseseznamem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</w:t>
      </w:r>
      <w:r w:rsidR="00451310">
        <w:rPr>
          <w:rFonts w:cs="Arial"/>
        </w:rPr>
        <w:tab/>
      </w:r>
      <w:r w:rsidRPr="00E2017F">
        <w:rPr>
          <w:rFonts w:cs="Arial"/>
        </w:rPr>
        <w:t xml:space="preserve">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451310">
      <w:pPr>
        <w:pStyle w:val="Odstavecseseznamem"/>
        <w:ind w:left="1860" w:firstLine="264"/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dle MP</w:t>
      </w:r>
      <w:r w:rsidRPr="00E2017F">
        <w:rPr>
          <w:rFonts w:cs="Arial"/>
        </w:rPr>
        <w:t>.</w:t>
      </w:r>
    </w:p>
    <w:p w:rsidR="002636B3" w:rsidRPr="00E2017F" w:rsidRDefault="002636B3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E2017F">
      <w:pPr>
        <w:pStyle w:val="Odstavecseseznamem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E2017F">
      <w:pPr>
        <w:pStyle w:val="Odstavecseseznamem"/>
        <w:ind w:left="1500"/>
        <w:jc w:val="both"/>
        <w:rPr>
          <w:rFonts w:cs="Arial"/>
        </w:rPr>
      </w:pPr>
    </w:p>
    <w:p w:rsidR="00972DDC" w:rsidRPr="00E2017F" w:rsidRDefault="00972DDC" w:rsidP="00972DDC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972DDC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571ECB" w:rsidRDefault="00571ECB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cs="Arial"/>
        </w:rPr>
      </w:pPr>
      <w:r w:rsidRPr="00571ECB">
        <w:rPr>
          <w:rFonts w:cs="Arial"/>
        </w:rPr>
        <w:t>Prezentace výsledků na jednom technic</w:t>
      </w:r>
      <w:r w:rsidR="00C34414">
        <w:rPr>
          <w:rFonts w:cs="Arial"/>
        </w:rPr>
        <w:t>kém semináři pro pracovníky Správy železnic</w:t>
      </w:r>
      <w:r w:rsidRPr="00571ECB">
        <w:rPr>
          <w:rFonts w:cs="Arial"/>
        </w:rPr>
        <w:t>.</w:t>
      </w:r>
    </w:p>
    <w:p w:rsidR="00E2017F" w:rsidRDefault="00E2017F" w:rsidP="00E2017F">
      <w:pPr>
        <w:pStyle w:val="Odstavecseseznamem"/>
        <w:ind w:left="1500"/>
        <w:jc w:val="both"/>
        <w:rPr>
          <w:rFonts w:cs="Arial"/>
        </w:rPr>
      </w:pPr>
    </w:p>
    <w:p w:rsid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Default="00E2017F" w:rsidP="00E2017F">
      <w:pPr>
        <w:pStyle w:val="Odstavecseseznamem"/>
        <w:rPr>
          <w:rFonts w:cs="Arial"/>
        </w:rPr>
      </w:pPr>
      <w:r w:rsidRPr="00E2017F">
        <w:rPr>
          <w:rFonts w:cs="Arial"/>
        </w:rPr>
        <w:t>Práce budou provedeny v</w:t>
      </w:r>
      <w:r w:rsidR="00C616C5">
        <w:rPr>
          <w:rFonts w:cs="Arial"/>
        </w:rPr>
        <w:t xml:space="preserve">e dvou </w:t>
      </w:r>
      <w:r w:rsidRPr="00E2017F">
        <w:rPr>
          <w:rFonts w:cs="Arial"/>
        </w:rPr>
        <w:t>etapách</w:t>
      </w:r>
      <w:r w:rsidR="00C84106">
        <w:rPr>
          <w:rFonts w:cs="Arial"/>
        </w:rPr>
        <w:t xml:space="preserve">. </w:t>
      </w:r>
      <w:r w:rsidR="00C84106" w:rsidRPr="00C65BD0">
        <w:rPr>
          <w:rFonts w:cs="Arial"/>
          <w:u w:val="single"/>
        </w:rPr>
        <w:t>V</w:t>
      </w:r>
      <w:r w:rsidR="00C65BD0" w:rsidRPr="00C65BD0">
        <w:rPr>
          <w:rFonts w:cs="Arial"/>
          <w:u w:val="single"/>
        </w:rPr>
        <w:t> </w:t>
      </w:r>
      <w:r w:rsidR="00C84106" w:rsidRPr="00C65BD0">
        <w:rPr>
          <w:rFonts w:cs="Arial"/>
          <w:u w:val="single"/>
        </w:rPr>
        <w:t>etapě</w:t>
      </w:r>
      <w:r w:rsidR="00C65BD0" w:rsidRPr="00C65BD0">
        <w:rPr>
          <w:rFonts w:cs="Arial"/>
          <w:u w:val="single"/>
        </w:rPr>
        <w:t xml:space="preserve"> A</w:t>
      </w:r>
      <w:r w:rsidR="00C84106">
        <w:rPr>
          <w:rFonts w:cs="Arial"/>
        </w:rPr>
        <w:t xml:space="preserve"> bud</w:t>
      </w:r>
      <w:r w:rsidR="00C616C5">
        <w:rPr>
          <w:rFonts w:cs="Arial"/>
        </w:rPr>
        <w:t xml:space="preserve">e provedena diagnostika (body I.-IV.) mostů s předpjatou nosnou konstrukcí, </w:t>
      </w:r>
      <w:r w:rsidR="00C616C5" w:rsidRPr="00C65BD0">
        <w:rPr>
          <w:rFonts w:cs="Arial"/>
          <w:u w:val="single"/>
        </w:rPr>
        <w:t>v</w:t>
      </w:r>
      <w:r w:rsidR="00C65BD0" w:rsidRPr="00C65BD0">
        <w:rPr>
          <w:rFonts w:cs="Arial"/>
          <w:u w:val="single"/>
        </w:rPr>
        <w:t> </w:t>
      </w:r>
      <w:r w:rsidR="00C616C5" w:rsidRPr="00C65BD0">
        <w:rPr>
          <w:rFonts w:cs="Arial"/>
          <w:u w:val="single"/>
        </w:rPr>
        <w:t>etapě</w:t>
      </w:r>
      <w:r w:rsidR="00C65BD0" w:rsidRPr="00C65BD0">
        <w:rPr>
          <w:rFonts w:cs="Arial"/>
          <w:u w:val="single"/>
        </w:rPr>
        <w:t xml:space="preserve"> B</w:t>
      </w:r>
      <w:r w:rsidR="00C616C5">
        <w:rPr>
          <w:rFonts w:cs="Arial"/>
        </w:rPr>
        <w:t xml:space="preserve"> bude provedeno statické posouzení (bod V.</w:t>
      </w:r>
      <w:r w:rsidR="00E92457">
        <w:rPr>
          <w:rFonts w:cs="Arial"/>
        </w:rPr>
        <w:t>-VI.</w:t>
      </w:r>
      <w:r w:rsidR="00C616C5">
        <w:rPr>
          <w:rFonts w:cs="Arial"/>
        </w:rPr>
        <w:t>)</w:t>
      </w:r>
    </w:p>
    <w:p w:rsidR="00C616C5" w:rsidRPr="000662B3" w:rsidRDefault="00C616C5" w:rsidP="00E2017F">
      <w:pPr>
        <w:pStyle w:val="Odstavecseseznamem"/>
        <w:rPr>
          <w:rFonts w:cs="Arial"/>
          <w:b/>
        </w:rPr>
      </w:pPr>
      <w:r w:rsidRPr="000662B3">
        <w:rPr>
          <w:rFonts w:cs="Arial"/>
          <w:b/>
        </w:rPr>
        <w:t>Práce v</w:t>
      </w:r>
      <w:r w:rsidR="00C65BD0">
        <w:rPr>
          <w:rFonts w:cs="Arial"/>
          <w:b/>
        </w:rPr>
        <w:t> </w:t>
      </w:r>
      <w:r w:rsidRPr="000662B3">
        <w:rPr>
          <w:rFonts w:cs="Arial"/>
          <w:b/>
        </w:rPr>
        <w:t>etapě</w:t>
      </w:r>
      <w:r w:rsidR="00C65BD0">
        <w:rPr>
          <w:rFonts w:cs="Arial"/>
          <w:b/>
        </w:rPr>
        <w:t xml:space="preserve"> A</w:t>
      </w:r>
      <w:r w:rsidRPr="000662B3">
        <w:rPr>
          <w:rFonts w:cs="Arial"/>
          <w:b/>
        </w:rPr>
        <w:t>: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 xml:space="preserve">zahájeny ihned po nabytí účinnosti Smlouvy (SoD). 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</w:t>
      </w:r>
      <w:r w:rsidR="00666F89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 činnost </w:t>
      </w:r>
      <w:r w:rsidR="00666F89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>hotovitele usměrňovat prostřednictvím pracovních porad, které Zhotovitel uspo</w:t>
      </w:r>
      <w:r w:rsidR="00666F89">
        <w:rPr>
          <w:rFonts w:eastAsia="Times New Roman" w:cs="Times New Roman"/>
          <w:lang w:eastAsia="cs-CZ"/>
        </w:rPr>
        <w:t>řádá dle potřeby nebo na pokyn o</w:t>
      </w:r>
      <w:r w:rsidRPr="00C616C5">
        <w:rPr>
          <w:rFonts w:eastAsia="Times New Roman" w:cs="Times New Roman"/>
          <w:lang w:eastAsia="cs-CZ"/>
        </w:rPr>
        <w:t xml:space="preserve">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="00666F89">
        <w:rPr>
          <w:rFonts w:eastAsia="Times New Roman" w:cs="Times New Roman"/>
          <w:lang w:eastAsia="cs-CZ"/>
        </w:rPr>
        <w:t>svolá z</w:t>
      </w:r>
      <w:r w:rsidRPr="00C616C5">
        <w:rPr>
          <w:rFonts w:eastAsia="Times New Roman" w:cs="Times New Roman"/>
          <w:lang w:eastAsia="cs-CZ"/>
        </w:rPr>
        <w:t xml:space="preserve">hotovitel závěrečnou poradu. Zhotovitel předá koncept celého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 w:rsidR="00666F89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bjednateli k připomínkování nejpozději 14 dnů před termínem odevzdání čistopisu finální verze </w:t>
      </w:r>
      <w:r w:rsidR="001558A8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>íla a nejpozději na závěre</w:t>
      </w:r>
      <w:r w:rsidR="00666F89">
        <w:rPr>
          <w:rFonts w:eastAsia="Times New Roman" w:cs="Times New Roman"/>
          <w:lang w:eastAsia="cs-CZ"/>
        </w:rPr>
        <w:t>čné poradě vypořádá připomínky o</w:t>
      </w:r>
      <w:r w:rsidRPr="00C616C5">
        <w:rPr>
          <w:rFonts w:eastAsia="Times New Roman" w:cs="Times New Roman"/>
          <w:lang w:eastAsia="cs-CZ"/>
        </w:rPr>
        <w:t xml:space="preserve">bjednatele. Tyto lhůty mají vliv na povinnost </w:t>
      </w:r>
      <w:r w:rsidR="00666F89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 převzít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ílo, tj. při jejich nedodržení se může </w:t>
      </w:r>
      <w:r w:rsidR="00666F89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dostat do prodlení s předáním </w:t>
      </w:r>
      <w:r w:rsidR="00666F89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>íla.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lastRenderedPageBreak/>
        <w:t>Zápisy z jednání předá zhotovitel do 3 dnů od konání porady k připomínkám, do 7 dnů pak vydá čistopis.</w:t>
      </w:r>
    </w:p>
    <w:p w:rsidR="00C616C5" w:rsidRDefault="00666F89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Projednáním d</w:t>
      </w:r>
      <w:r w:rsidR="00C616C5" w:rsidRPr="00C616C5">
        <w:rPr>
          <w:rFonts w:eastAsia="Times New Roman" w:cs="Times New Roman"/>
          <w:lang w:eastAsia="cs-CZ"/>
        </w:rPr>
        <w:t xml:space="preserve">íla není v souladu s příslušnými ustanoveními </w:t>
      </w:r>
      <w:r w:rsidR="001558A8">
        <w:rPr>
          <w:rFonts w:eastAsia="Times New Roman" w:cs="Times New Roman"/>
          <w:lang w:eastAsia="cs-CZ"/>
        </w:rPr>
        <w:t>s</w:t>
      </w:r>
      <w:r w:rsidR="00C616C5" w:rsidRPr="00C616C5">
        <w:rPr>
          <w:rFonts w:eastAsia="Times New Roman" w:cs="Times New Roman"/>
          <w:lang w:eastAsia="cs-CZ"/>
        </w:rPr>
        <w:t xml:space="preserve">mlouvy nikterak dotčena povinnost </w:t>
      </w:r>
      <w:r w:rsidR="001558A8">
        <w:rPr>
          <w:rFonts w:eastAsia="Times New Roman" w:cs="Times New Roman"/>
          <w:lang w:eastAsia="cs-CZ"/>
        </w:rPr>
        <w:t>z</w:t>
      </w:r>
      <w:r w:rsidR="00C616C5" w:rsidRPr="00C616C5">
        <w:rPr>
          <w:rFonts w:eastAsia="Times New Roman" w:cs="Times New Roman"/>
          <w:lang w:eastAsia="cs-CZ"/>
        </w:rPr>
        <w:t xml:space="preserve">hotovitele postupovat při provádění </w:t>
      </w:r>
      <w:r>
        <w:rPr>
          <w:rFonts w:eastAsia="Times New Roman" w:cs="Times New Roman"/>
          <w:lang w:eastAsia="cs-CZ"/>
        </w:rPr>
        <w:t>d</w:t>
      </w:r>
      <w:r w:rsidR="00C616C5" w:rsidRPr="00C616C5">
        <w:rPr>
          <w:rFonts w:eastAsia="Times New Roman" w:cs="Times New Roman"/>
          <w:lang w:eastAsia="cs-CZ"/>
        </w:rPr>
        <w:t xml:space="preserve">íla s odbornou péčí ani jeho odpovědnost za vady </w:t>
      </w:r>
      <w:r>
        <w:rPr>
          <w:rFonts w:eastAsia="Times New Roman" w:cs="Times New Roman"/>
          <w:lang w:eastAsia="cs-CZ"/>
        </w:rPr>
        <w:t>d</w:t>
      </w:r>
      <w:r w:rsidR="00C616C5" w:rsidRPr="00C616C5">
        <w:rPr>
          <w:rFonts w:eastAsia="Times New Roman" w:cs="Times New Roman"/>
          <w:lang w:eastAsia="cs-CZ"/>
        </w:rPr>
        <w:t xml:space="preserve">íla a právo </w:t>
      </w:r>
      <w:r>
        <w:rPr>
          <w:rFonts w:eastAsia="Times New Roman" w:cs="Times New Roman"/>
          <w:lang w:eastAsia="cs-CZ"/>
        </w:rPr>
        <w:t>o</w:t>
      </w:r>
      <w:r w:rsidR="00C616C5" w:rsidRPr="00C616C5">
        <w:rPr>
          <w:rFonts w:eastAsia="Times New Roman" w:cs="Times New Roman"/>
          <w:lang w:eastAsia="cs-CZ"/>
        </w:rPr>
        <w:t xml:space="preserve">bjednatele uplatňovat jakékoliv případné nároky vzniklé z titulu vadného plnění </w:t>
      </w:r>
      <w:r>
        <w:rPr>
          <w:rFonts w:eastAsia="Times New Roman" w:cs="Times New Roman"/>
          <w:lang w:eastAsia="cs-CZ"/>
        </w:rPr>
        <w:t>z</w:t>
      </w:r>
      <w:r w:rsidR="00C616C5" w:rsidRPr="00C616C5">
        <w:rPr>
          <w:rFonts w:eastAsia="Times New Roman" w:cs="Times New Roman"/>
          <w:lang w:eastAsia="cs-CZ"/>
        </w:rPr>
        <w:t>hotovitelem.</w:t>
      </w: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C65BD0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C65BD0">
        <w:rPr>
          <w:rFonts w:eastAsia="Times New Roman" w:cs="Times New Roman"/>
          <w:lang w:eastAsia="cs-CZ"/>
        </w:rPr>
        <w:t xml:space="preserve"> A</w:t>
      </w:r>
      <w:r w:rsidRPr="008A0908">
        <w:rPr>
          <w:rFonts w:eastAsia="Times New Roman" w:cs="Times New Roman"/>
          <w:lang w:eastAsia="cs-CZ"/>
        </w:rPr>
        <w:t xml:space="preserve"> odevzdá dodavatel </w:t>
      </w:r>
      <w:r w:rsidRPr="00451310">
        <w:rPr>
          <w:rFonts w:eastAsia="Times New Roman" w:cs="Times New Roman"/>
          <w:b/>
          <w:lang w:eastAsia="cs-CZ"/>
        </w:rPr>
        <w:t xml:space="preserve">do </w:t>
      </w:r>
      <w:r w:rsidR="000032C0">
        <w:rPr>
          <w:b/>
        </w:rPr>
        <w:t>30. 11</w:t>
      </w:r>
      <w:r w:rsidR="00451310" w:rsidRPr="00DC76A3">
        <w:rPr>
          <w:b/>
        </w:rPr>
        <w:t>. 2020</w:t>
      </w:r>
      <w:r w:rsidRPr="008A0908">
        <w:rPr>
          <w:rFonts w:eastAsia="Times New Roman" w:cs="Times New Roman"/>
          <w:lang w:eastAsia="cs-CZ"/>
        </w:rPr>
        <w:t>.</w:t>
      </w:r>
    </w:p>
    <w:p w:rsidR="00F21886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t>Práce v</w:t>
      </w:r>
      <w:r w:rsidR="00C65BD0">
        <w:rPr>
          <w:rFonts w:eastAsia="Times New Roman" w:cs="Times New Roman"/>
          <w:b/>
          <w:lang w:eastAsia="cs-CZ"/>
        </w:rPr>
        <w:t> </w:t>
      </w:r>
      <w:r w:rsidRPr="000662B3">
        <w:rPr>
          <w:rFonts w:eastAsia="Times New Roman" w:cs="Times New Roman"/>
          <w:b/>
          <w:lang w:eastAsia="cs-CZ"/>
        </w:rPr>
        <w:t>etapě</w:t>
      </w:r>
      <w:r w:rsidR="00C65BD0">
        <w:rPr>
          <w:rFonts w:eastAsia="Times New Roman" w:cs="Times New Roman"/>
          <w:b/>
          <w:lang w:eastAsia="cs-CZ"/>
        </w:rPr>
        <w:t xml:space="preserve"> B</w:t>
      </w:r>
      <w:r w:rsidRPr="000662B3">
        <w:rPr>
          <w:rFonts w:eastAsia="Times New Roman" w:cs="Times New Roman"/>
          <w:b/>
          <w:lang w:eastAsia="cs-CZ"/>
        </w:rPr>
        <w:t>:</w:t>
      </w:r>
    </w:p>
    <w:p w:rsidR="000662B3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</w:t>
      </w:r>
      <w:r w:rsidR="00C65BD0">
        <w:rPr>
          <w:rFonts w:eastAsia="Times New Roman" w:cs="Times New Roman"/>
          <w:lang w:eastAsia="cs-CZ"/>
        </w:rPr>
        <w:t> </w:t>
      </w:r>
      <w:r w:rsidR="00972DDC">
        <w:rPr>
          <w:rFonts w:eastAsia="Times New Roman" w:cs="Times New Roman"/>
          <w:lang w:eastAsia="cs-CZ"/>
        </w:rPr>
        <w:t>etapě</w:t>
      </w:r>
      <w:r w:rsidR="00C65BD0">
        <w:rPr>
          <w:rFonts w:eastAsia="Times New Roman" w:cs="Times New Roman"/>
          <w:lang w:eastAsia="cs-CZ"/>
        </w:rPr>
        <w:t xml:space="preserve"> B</w:t>
      </w:r>
      <w:r w:rsidR="00972DDC">
        <w:rPr>
          <w:rFonts w:eastAsia="Times New Roman" w:cs="Times New Roman"/>
          <w:lang w:eastAsia="cs-CZ"/>
        </w:rPr>
        <w:t xml:space="preserve"> (bod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</w:t>
      </w:r>
      <w:r w:rsidR="00064160">
        <w:rPr>
          <w:rFonts w:eastAsia="Times New Roman" w:cs="Times New Roman"/>
          <w:lang w:eastAsia="cs-CZ"/>
        </w:rPr>
        <w:t xml:space="preserve">a </w:t>
      </w:r>
      <w:r w:rsidR="00571ECB">
        <w:rPr>
          <w:rFonts w:eastAsia="Times New Roman" w:cs="Times New Roman"/>
          <w:lang w:eastAsia="cs-CZ"/>
        </w:rPr>
        <w:t>VI.)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vstupní jednání. V průběhu prací bude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 činnost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hotovitele usměrňovat prostřednictvím pracovních porad, které Zhotovitel uspořádá dle potřeby nebo na pokyn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 xml:space="preserve">svolá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závěrečnou poradu. Zhotovitel předá koncept celého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bjednateli k připomínkování nejpozději 14 dnů před termínem odevzdání čistopisu finální verze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a nejpozději na závěrečné poradě vypořádá připomínky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bjednatele. Tyto lhůty mají vliv na povinnost </w:t>
      </w:r>
      <w:r w:rsidR="0003278B">
        <w:rPr>
          <w:rFonts w:eastAsia="Times New Roman" w:cs="Times New Roman"/>
          <w:lang w:eastAsia="cs-CZ"/>
        </w:rPr>
        <w:t>o</w:t>
      </w:r>
      <w:r w:rsidRPr="00C616C5">
        <w:rPr>
          <w:rFonts w:eastAsia="Times New Roman" w:cs="Times New Roman"/>
          <w:lang w:eastAsia="cs-CZ"/>
        </w:rPr>
        <w:t xml:space="preserve">bjednatele převzít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ílo, tj. při jejich nedodržení se může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 xml:space="preserve">hotovitel dostat do prodlení s předáním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>íla.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Projednáním </w:t>
      </w:r>
      <w:r w:rsidR="0003278B">
        <w:rPr>
          <w:rFonts w:eastAsia="Times New Roman" w:cs="Times New Roman"/>
          <w:lang w:eastAsia="cs-CZ"/>
        </w:rPr>
        <w:t>d</w:t>
      </w:r>
      <w:r w:rsidRPr="00C616C5">
        <w:rPr>
          <w:rFonts w:eastAsia="Times New Roman" w:cs="Times New Roman"/>
          <w:lang w:eastAsia="cs-CZ"/>
        </w:rPr>
        <w:t xml:space="preserve">íla není v souladu s příslušnými ustanoveními </w:t>
      </w:r>
      <w:r w:rsidR="0003278B">
        <w:rPr>
          <w:rFonts w:eastAsia="Times New Roman" w:cs="Times New Roman"/>
          <w:lang w:eastAsia="cs-CZ"/>
        </w:rPr>
        <w:t>s</w:t>
      </w:r>
      <w:r w:rsidRPr="00C616C5">
        <w:rPr>
          <w:rFonts w:eastAsia="Times New Roman" w:cs="Times New Roman"/>
          <w:lang w:eastAsia="cs-CZ"/>
        </w:rPr>
        <w:t xml:space="preserve">mlouvy nikterak dotčena povinnost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>hotovitele pos</w:t>
      </w:r>
      <w:r w:rsidR="0003278B">
        <w:rPr>
          <w:rFonts w:eastAsia="Times New Roman" w:cs="Times New Roman"/>
          <w:lang w:eastAsia="cs-CZ"/>
        </w:rPr>
        <w:t>tupovat při provádění d</w:t>
      </w:r>
      <w:r w:rsidRPr="00C616C5">
        <w:rPr>
          <w:rFonts w:eastAsia="Times New Roman" w:cs="Times New Roman"/>
          <w:lang w:eastAsia="cs-CZ"/>
        </w:rPr>
        <w:t>íla s odbornou péč</w:t>
      </w:r>
      <w:r w:rsidR="0003278B">
        <w:rPr>
          <w:rFonts w:eastAsia="Times New Roman" w:cs="Times New Roman"/>
          <w:lang w:eastAsia="cs-CZ"/>
        </w:rPr>
        <w:t>í ani jeho odpovědnost za vady díla a právo o</w:t>
      </w:r>
      <w:r w:rsidRPr="00C616C5">
        <w:rPr>
          <w:rFonts w:eastAsia="Times New Roman" w:cs="Times New Roman"/>
          <w:lang w:eastAsia="cs-CZ"/>
        </w:rPr>
        <w:t xml:space="preserve">bjednatele uplatňovat jakékoliv případné nároky vzniklé z titulu vadného plnění </w:t>
      </w:r>
      <w:r w:rsidR="0003278B">
        <w:rPr>
          <w:rFonts w:eastAsia="Times New Roman" w:cs="Times New Roman"/>
          <w:lang w:eastAsia="cs-CZ"/>
        </w:rPr>
        <w:t>z</w:t>
      </w:r>
      <w:r w:rsidRPr="00C616C5">
        <w:rPr>
          <w:rFonts w:eastAsia="Times New Roman" w:cs="Times New Roman"/>
          <w:lang w:eastAsia="cs-CZ"/>
        </w:rPr>
        <w:t>hotovitelem.</w:t>
      </w:r>
    </w:p>
    <w:p w:rsidR="00571ECB" w:rsidRP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C65BD0">
        <w:rPr>
          <w:rFonts w:eastAsia="Times New Roman" w:cs="Times New Roman"/>
          <w:lang w:eastAsia="cs-CZ"/>
        </w:rPr>
        <w:t> </w:t>
      </w:r>
      <w:r w:rsidRPr="008A0908">
        <w:rPr>
          <w:rFonts w:eastAsia="Times New Roman" w:cs="Times New Roman"/>
          <w:lang w:eastAsia="cs-CZ"/>
        </w:rPr>
        <w:t>etapy</w:t>
      </w:r>
      <w:r w:rsidR="00C65BD0">
        <w:rPr>
          <w:rFonts w:eastAsia="Times New Roman" w:cs="Times New Roman"/>
          <w:lang w:eastAsia="cs-CZ"/>
        </w:rPr>
        <w:t xml:space="preserve"> B</w:t>
      </w:r>
      <w:r w:rsidRPr="008A0908">
        <w:rPr>
          <w:rFonts w:eastAsia="Times New Roman" w:cs="Times New Roman"/>
          <w:lang w:eastAsia="cs-CZ"/>
        </w:rPr>
        <w:t xml:space="preserve"> odevzdá dodavatel </w:t>
      </w:r>
      <w:r w:rsidRPr="00451310">
        <w:rPr>
          <w:rFonts w:eastAsia="Times New Roman" w:cs="Times New Roman"/>
          <w:b/>
          <w:lang w:eastAsia="cs-CZ"/>
        </w:rPr>
        <w:t>do</w:t>
      </w:r>
      <w:r w:rsidRPr="008A0908">
        <w:rPr>
          <w:rFonts w:eastAsia="Times New Roman" w:cs="Times New Roman"/>
          <w:lang w:eastAsia="cs-CZ"/>
        </w:rPr>
        <w:t xml:space="preserve"> </w:t>
      </w:r>
      <w:r w:rsidR="00451310" w:rsidRPr="00DC76A3">
        <w:rPr>
          <w:b/>
        </w:rPr>
        <w:t>30. 06. 2021</w:t>
      </w:r>
      <w:r w:rsidRPr="008A0908">
        <w:rPr>
          <w:rFonts w:eastAsia="Times New Roman" w:cs="Times New Roman"/>
          <w:lang w:eastAsia="cs-CZ"/>
        </w:rPr>
        <w:t>.</w:t>
      </w:r>
    </w:p>
    <w:p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535E8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535E8D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Plnění díla 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</w:t>
      </w:r>
      <w:r w:rsidR="00C65BD0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etapě</w:t>
      </w:r>
      <w:r w:rsidR="00C65BD0">
        <w:rPr>
          <w:rFonts w:eastAsia="Times New Roman" w:cs="Times New Roman"/>
          <w:lang w:eastAsia="cs-CZ"/>
        </w:rPr>
        <w:t xml:space="preserve"> A</w:t>
      </w:r>
      <w:r>
        <w:rPr>
          <w:rFonts w:eastAsia="Times New Roman" w:cs="Times New Roman"/>
          <w:lang w:eastAsia="cs-CZ"/>
        </w:rPr>
        <w:t xml:space="preserve"> (body I.-IV.) </w:t>
      </w:r>
      <w:r w:rsidRPr="00071D6B">
        <w:rPr>
          <w:rFonts w:eastAsia="Times New Roman" w:cs="Times New Roman"/>
          <w:lang w:eastAsia="cs-CZ"/>
        </w:rPr>
        <w:t xml:space="preserve">budou předány </w:t>
      </w:r>
      <w:r w:rsidR="00451310" w:rsidRPr="00451310">
        <w:rPr>
          <w:rFonts w:eastAsia="Times New Roman" w:cs="Times New Roman"/>
          <w:b/>
          <w:lang w:eastAsia="cs-CZ"/>
        </w:rPr>
        <w:t xml:space="preserve">do </w:t>
      </w:r>
      <w:r w:rsidR="000032C0">
        <w:rPr>
          <w:b/>
        </w:rPr>
        <w:t>30. 11</w:t>
      </w:r>
      <w:r w:rsidR="00451310" w:rsidRPr="00DC76A3">
        <w:rPr>
          <w:b/>
        </w:rPr>
        <w:t>. 2020</w:t>
      </w:r>
      <w:r w:rsidRPr="00071D6B">
        <w:rPr>
          <w:rFonts w:eastAsia="Times New Roman" w:cs="Times New Roman"/>
          <w:lang w:eastAsia="cs-CZ"/>
        </w:rPr>
        <w:t>.</w:t>
      </w:r>
    </w:p>
    <w:p w:rsidR="00C616C5" w:rsidRPr="008A0908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</w:t>
      </w:r>
      <w:r w:rsidR="001558A8">
        <w:rPr>
          <w:rFonts w:eastAsia="Times New Roman" w:cs="Times New Roman"/>
          <w:lang w:eastAsia="cs-CZ"/>
        </w:rPr>
        <w:t>d</w:t>
      </w:r>
      <w:r w:rsidRPr="00535E8D">
        <w:rPr>
          <w:rFonts w:eastAsia="Times New Roman" w:cs="Times New Roman"/>
          <w:lang w:eastAsia="cs-CZ"/>
        </w:rPr>
        <w:t xml:space="preserve">ílo po zapracování připomínek </w:t>
      </w:r>
      <w:r w:rsidR="001558A8">
        <w:rPr>
          <w:rFonts w:eastAsia="Times New Roman" w:cs="Times New Roman"/>
          <w:lang w:eastAsia="cs-CZ"/>
        </w:rPr>
        <w:t>o</w:t>
      </w:r>
      <w:r w:rsidRPr="00535E8D">
        <w:rPr>
          <w:rFonts w:eastAsia="Times New Roman" w:cs="Times New Roman"/>
          <w:lang w:eastAsia="cs-CZ"/>
        </w:rPr>
        <w:t xml:space="preserve">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předání plnění v elektronické formě – uzavřená 3 CD (formát pdf), otevřená 3 CD (formáty doc, docx, xls, xlsx, dgn, dwg).</w:t>
      </w:r>
    </w:p>
    <w:p w:rsidR="00C616C5" w:rsidRPr="00C616C5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(pdf) obrazy, tedy budou uloženy včetně všech odkazovaných podkladových (referenčních) souborů.</w:t>
      </w:r>
    </w:p>
    <w:p w:rsidR="00535E8D" w:rsidRDefault="00C65BD0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r w:rsidR="00535E8D">
        <w:rPr>
          <w:rFonts w:eastAsia="Times New Roman" w:cs="Times New Roman"/>
          <w:lang w:eastAsia="cs-CZ"/>
        </w:rPr>
        <w:t>etapě</w:t>
      </w:r>
      <w:r>
        <w:rPr>
          <w:rFonts w:eastAsia="Times New Roman" w:cs="Times New Roman"/>
          <w:lang w:eastAsia="cs-CZ"/>
        </w:rPr>
        <w:t xml:space="preserve"> B</w:t>
      </w:r>
      <w:r w:rsidR="00535E8D">
        <w:rPr>
          <w:rFonts w:eastAsia="Times New Roman" w:cs="Times New Roman"/>
          <w:lang w:eastAsia="cs-CZ"/>
        </w:rPr>
        <w:t xml:space="preserve"> (body V.</w:t>
      </w:r>
      <w:r w:rsidR="00064160">
        <w:rPr>
          <w:rFonts w:eastAsia="Times New Roman" w:cs="Times New Roman"/>
          <w:lang w:eastAsia="cs-CZ"/>
        </w:rPr>
        <w:t xml:space="preserve"> a</w:t>
      </w:r>
      <w:r w:rsidR="00535E8D">
        <w:rPr>
          <w:rFonts w:eastAsia="Times New Roman" w:cs="Times New Roman"/>
          <w:lang w:eastAsia="cs-CZ"/>
        </w:rPr>
        <w:t xml:space="preserve"> VI</w:t>
      </w:r>
      <w:r w:rsidR="00535E8D" w:rsidRPr="00071D6B">
        <w:rPr>
          <w:rFonts w:eastAsia="Times New Roman" w:cs="Times New Roman"/>
          <w:lang w:eastAsia="cs-CZ"/>
        </w:rPr>
        <w:t xml:space="preserve">.) budou předány </w:t>
      </w:r>
      <w:r w:rsidR="00451310">
        <w:rPr>
          <w:rFonts w:eastAsia="Times New Roman" w:cs="Times New Roman"/>
          <w:lang w:eastAsia="cs-CZ"/>
        </w:rPr>
        <w:t xml:space="preserve">do </w:t>
      </w:r>
      <w:r w:rsidR="00451310" w:rsidRPr="00DC76A3">
        <w:rPr>
          <w:b/>
        </w:rPr>
        <w:t>30. 06. 2021</w:t>
      </w:r>
      <w:r w:rsidR="00535E8D" w:rsidRPr="00071D6B">
        <w:rPr>
          <w:rFonts w:eastAsia="Times New Roman" w:cs="Times New Roman"/>
          <w:lang w:eastAsia="cs-CZ"/>
        </w:rPr>
        <w:t>.</w:t>
      </w:r>
    </w:p>
    <w:p w:rsidR="00535E8D" w:rsidRPr="008A0908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</w:t>
      </w:r>
      <w:r w:rsidR="00666F89">
        <w:rPr>
          <w:rFonts w:eastAsia="Times New Roman" w:cs="Times New Roman"/>
          <w:lang w:eastAsia="cs-CZ"/>
        </w:rPr>
        <w:t>d</w:t>
      </w:r>
      <w:r w:rsidRPr="00535E8D">
        <w:rPr>
          <w:rFonts w:eastAsia="Times New Roman" w:cs="Times New Roman"/>
          <w:lang w:eastAsia="cs-CZ"/>
        </w:rPr>
        <w:t xml:space="preserve">ílo po zapracování připomínek </w:t>
      </w:r>
      <w:r w:rsidR="001558A8">
        <w:rPr>
          <w:rFonts w:eastAsia="Times New Roman" w:cs="Times New Roman"/>
          <w:lang w:eastAsia="cs-CZ"/>
        </w:rPr>
        <w:t>o</w:t>
      </w:r>
      <w:r w:rsidRPr="00535E8D">
        <w:rPr>
          <w:rFonts w:eastAsia="Times New Roman" w:cs="Times New Roman"/>
          <w:lang w:eastAsia="cs-CZ"/>
        </w:rPr>
        <w:t>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předání plnění v elektronické formě – uzavřená 3 CD (formát pdf), otevřená 3 CD (formáty doc, docx, xls, xlsx, dgn, dwg).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lastRenderedPageBreak/>
        <w:t>Soubory v digitální otevřené formě budou ekvivalentního obsahu jako jejich uzavřené (pdf) obrazy, tedy budou uloženy včetně všech odkazovaných podkladových (referenčních) souborů.</w:t>
      </w:r>
    </w:p>
    <w:p w:rsidR="009F2F4E" w:rsidRPr="001558A8" w:rsidRDefault="00535E8D" w:rsidP="000F6113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558A8">
        <w:rPr>
          <w:rFonts w:eastAsia="Times New Roman" w:cs="Times New Roman"/>
          <w:lang w:eastAsia="cs-CZ"/>
        </w:rPr>
        <w:t>Pr</w:t>
      </w:r>
      <w:r w:rsidR="00565A04">
        <w:rPr>
          <w:rFonts w:eastAsia="Times New Roman" w:cs="Times New Roman"/>
          <w:lang w:eastAsia="cs-CZ"/>
        </w:rPr>
        <w:t>ezentace výsledků bude provedena</w:t>
      </w:r>
      <w:r w:rsidRPr="001558A8">
        <w:rPr>
          <w:rFonts w:eastAsia="Times New Roman" w:cs="Times New Roman"/>
          <w:lang w:eastAsia="cs-CZ"/>
        </w:rPr>
        <w:t xml:space="preserve"> na jednodenním technickém semináři </w:t>
      </w:r>
      <w:r w:rsidR="00BD0089" w:rsidRPr="001558A8">
        <w:rPr>
          <w:rFonts w:ascii="Arial" w:hAnsi="Arial" w:cs="Arial"/>
          <w:sz w:val="24"/>
          <w:szCs w:val="24"/>
        </w:rPr>
        <w:t xml:space="preserve"> </w:t>
      </w:r>
    </w:p>
    <w:p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68F" w:rsidRDefault="0077168F" w:rsidP="00DD10F9">
      <w:pPr>
        <w:spacing w:after="0" w:line="240" w:lineRule="auto"/>
      </w:pPr>
      <w:r>
        <w:separator/>
      </w:r>
    </w:p>
  </w:endnote>
  <w:endnote w:type="continuationSeparator" w:id="0">
    <w:p w:rsidR="0077168F" w:rsidRDefault="0077168F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75" w:rsidRDefault="00431D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916">
          <w:rPr>
            <w:noProof/>
          </w:rPr>
          <w:t>6</w:t>
        </w:r>
        <w:r>
          <w:fldChar w:fldCharType="end"/>
        </w:r>
        <w:r w:rsidR="00431D75">
          <w:t>/6</w:t>
        </w:r>
      </w:p>
    </w:sdtContent>
  </w:sdt>
  <w:p w:rsidR="00DD10F9" w:rsidRDefault="00DD1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75" w:rsidRDefault="00431D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68F" w:rsidRDefault="0077168F" w:rsidP="00DD10F9">
      <w:pPr>
        <w:spacing w:after="0" w:line="240" w:lineRule="auto"/>
      </w:pPr>
      <w:r>
        <w:separator/>
      </w:r>
    </w:p>
  </w:footnote>
  <w:footnote w:type="continuationSeparator" w:id="0">
    <w:p w:rsidR="0077168F" w:rsidRDefault="0077168F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687916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D75" w:rsidRDefault="00431D75">
    <w:pPr>
      <w:pStyle w:val="Zhlav"/>
    </w:pPr>
    <w:r>
      <w:rPr>
        <w:noProof/>
        <w:lang w:eastAsia="cs-CZ"/>
      </w:rPr>
      <w:drawing>
        <wp:inline distT="0" distB="0" distL="0" distR="0" wp14:anchorId="6096B05F" wp14:editId="0FF92167">
          <wp:extent cx="1725295" cy="640080"/>
          <wp:effectExtent l="0" t="0" r="8255" b="762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DE8" w:rsidRDefault="00687916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 w15:restartNumberingAfterBreak="0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 w15:restartNumberingAfterBreak="0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 w15:restartNumberingAfterBreak="0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032C0"/>
    <w:rsid w:val="00015815"/>
    <w:rsid w:val="000169C0"/>
    <w:rsid w:val="00022B9A"/>
    <w:rsid w:val="00023E61"/>
    <w:rsid w:val="00024CCD"/>
    <w:rsid w:val="0003237F"/>
    <w:rsid w:val="0003278B"/>
    <w:rsid w:val="000419E0"/>
    <w:rsid w:val="00053000"/>
    <w:rsid w:val="000604FF"/>
    <w:rsid w:val="00063CAC"/>
    <w:rsid w:val="00064160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558A8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248E1"/>
    <w:rsid w:val="00334515"/>
    <w:rsid w:val="00347309"/>
    <w:rsid w:val="003551B3"/>
    <w:rsid w:val="0036594F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1D75"/>
    <w:rsid w:val="0043377C"/>
    <w:rsid w:val="0044691A"/>
    <w:rsid w:val="00451310"/>
    <w:rsid w:val="00453123"/>
    <w:rsid w:val="00461594"/>
    <w:rsid w:val="00474917"/>
    <w:rsid w:val="004827BF"/>
    <w:rsid w:val="00484298"/>
    <w:rsid w:val="00490343"/>
    <w:rsid w:val="00495622"/>
    <w:rsid w:val="004D0AFD"/>
    <w:rsid w:val="004D0DE8"/>
    <w:rsid w:val="004E0098"/>
    <w:rsid w:val="004F0021"/>
    <w:rsid w:val="00501BD8"/>
    <w:rsid w:val="00514360"/>
    <w:rsid w:val="00525980"/>
    <w:rsid w:val="00535E8D"/>
    <w:rsid w:val="00541029"/>
    <w:rsid w:val="00541AB6"/>
    <w:rsid w:val="0054461D"/>
    <w:rsid w:val="00565A04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66F89"/>
    <w:rsid w:val="00672D5A"/>
    <w:rsid w:val="00676012"/>
    <w:rsid w:val="00687916"/>
    <w:rsid w:val="006933D9"/>
    <w:rsid w:val="006A19E2"/>
    <w:rsid w:val="006A1E79"/>
    <w:rsid w:val="006A49EA"/>
    <w:rsid w:val="006A7433"/>
    <w:rsid w:val="006B1F1B"/>
    <w:rsid w:val="006B2364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7168F"/>
    <w:rsid w:val="007A412E"/>
    <w:rsid w:val="007B40EE"/>
    <w:rsid w:val="007C27B6"/>
    <w:rsid w:val="007F12AF"/>
    <w:rsid w:val="0080616A"/>
    <w:rsid w:val="008067C6"/>
    <w:rsid w:val="008140D2"/>
    <w:rsid w:val="008154EB"/>
    <w:rsid w:val="00823F1E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3768D"/>
    <w:rsid w:val="009401C3"/>
    <w:rsid w:val="00952330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B643B"/>
    <w:rsid w:val="00AC3C98"/>
    <w:rsid w:val="00AE6EED"/>
    <w:rsid w:val="00B221A1"/>
    <w:rsid w:val="00B252A8"/>
    <w:rsid w:val="00B35D5D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4414"/>
    <w:rsid w:val="00C363F7"/>
    <w:rsid w:val="00C43AF2"/>
    <w:rsid w:val="00C57F4F"/>
    <w:rsid w:val="00C616C5"/>
    <w:rsid w:val="00C65BD0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A4976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92457"/>
    <w:rsid w:val="00E946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93C3AD1-5840-4826-8CA2-D70E3A33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is@szdc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avel.matyas@tudc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87EFE-1A33-48CA-A05D-7FBC111E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2181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Urbánková Markéta</cp:lastModifiedBy>
  <cp:revision>14</cp:revision>
  <cp:lastPrinted>2019-02-19T08:23:00Z</cp:lastPrinted>
  <dcterms:created xsi:type="dcterms:W3CDTF">2019-07-24T12:18:00Z</dcterms:created>
  <dcterms:modified xsi:type="dcterms:W3CDTF">2020-03-25T09:14:00Z</dcterms:modified>
</cp:coreProperties>
</file>