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6D5B03" w:rsidRPr="006D5B03">
        <w:rPr>
          <w:rFonts w:ascii="Verdana" w:hAnsi="Verdana"/>
          <w:sz w:val="22"/>
          <w:szCs w:val="22"/>
        </w:rPr>
        <w:t>„Oprava mostních objektů v úseku Opočno - Teplice nad M.“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7BE" w:rsidRDefault="002077BE" w:rsidP="00357D03">
      <w:r>
        <w:separator/>
      </w:r>
    </w:p>
  </w:endnote>
  <w:endnote w:type="continuationSeparator" w:id="0">
    <w:p w:rsidR="002077BE" w:rsidRDefault="002077B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7BE" w:rsidRDefault="002077BE" w:rsidP="00357D03">
      <w:r>
        <w:separator/>
      </w:r>
    </w:p>
  </w:footnote>
  <w:footnote w:type="continuationSeparator" w:id="0">
    <w:p w:rsidR="002077BE" w:rsidRDefault="002077B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077BE"/>
    <w:rsid w:val="002472E9"/>
    <w:rsid w:val="00357D03"/>
    <w:rsid w:val="003727EC"/>
    <w:rsid w:val="003C2A5A"/>
    <w:rsid w:val="004964BE"/>
    <w:rsid w:val="004F678B"/>
    <w:rsid w:val="005B58EC"/>
    <w:rsid w:val="006D5B03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D0804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Pekárková Tereza</cp:lastModifiedBy>
  <cp:revision>14</cp:revision>
  <dcterms:created xsi:type="dcterms:W3CDTF">2018-11-26T13:29:00Z</dcterms:created>
  <dcterms:modified xsi:type="dcterms:W3CDTF">2020-02-25T11:20:00Z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