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3881377B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493B1B">
        <w:rPr>
          <w:lang w:eastAsia="cs-CZ"/>
        </w:rPr>
        <w:t xml:space="preserve">Příloha č. </w:t>
      </w:r>
      <w:r w:rsidR="002077FA">
        <w:rPr>
          <w:lang w:eastAsia="cs-CZ"/>
        </w:rPr>
        <w:t>2.2</w:t>
      </w:r>
      <w:r w:rsidRPr="00493B1B">
        <w:rPr>
          <w:lang w:eastAsia="cs-CZ"/>
        </w:rPr>
        <w:t xml:space="preserve"> Výzvy</w:t>
      </w:r>
      <w:r w:rsidR="00617D8F">
        <w:rPr>
          <w:lang w:eastAsia="cs-CZ"/>
        </w:rPr>
        <w:t xml:space="preserve"> k podání nabídky</w:t>
      </w:r>
    </w:p>
    <w:p w14:paraId="4A0EEBD9" w14:textId="5297E977" w:rsidR="00493B1B" w:rsidRPr="00493B1B" w:rsidRDefault="002077FA" w:rsidP="00C03E3F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493B1B" w:rsidRPr="00493B1B">
        <w:rPr>
          <w:rFonts w:eastAsia="Times New Roman"/>
        </w:rPr>
        <w:br/>
      </w:r>
      <w:r w:rsidRPr="002077FA">
        <w:rPr>
          <w:rFonts w:eastAsia="Times New Roman"/>
        </w:rPr>
        <w:t>o pracovním poměru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75AB6C1E" w14:textId="7F649F6E" w:rsidR="00493B1B" w:rsidRDefault="002077FA" w:rsidP="001D3084">
      <w:pPr>
        <w:rPr>
          <w:lang w:eastAsia="cs-CZ"/>
        </w:rPr>
      </w:pPr>
      <w:r w:rsidRPr="002077FA">
        <w:rPr>
          <w:lang w:eastAsia="cs-CZ"/>
        </w:rPr>
        <w:t xml:space="preserve">Účastník tímto prohlašuje, že odborně způsobilé/á osoba/y ve smyslu čl. 5.2 </w:t>
      </w:r>
      <w:proofErr w:type="spellStart"/>
      <w:r w:rsidRPr="002077FA">
        <w:rPr>
          <w:lang w:eastAsia="cs-CZ"/>
        </w:rPr>
        <w:t>poř</w:t>
      </w:r>
      <w:proofErr w:type="spellEnd"/>
      <w:r w:rsidRPr="002077FA">
        <w:rPr>
          <w:lang w:eastAsia="cs-CZ"/>
        </w:rPr>
        <w:t xml:space="preserve">. č. 9 výzvy k podání nabídky na veřejnou zakázku </w:t>
      </w:r>
      <w:r w:rsidRPr="00F749BA">
        <w:rPr>
          <w:b/>
        </w:rPr>
        <w:t>„</w:t>
      </w:r>
      <w:proofErr w:type="spellStart"/>
      <w:r w:rsidR="000B3860" w:rsidRPr="000B3860">
        <w:rPr>
          <w:b/>
          <w:lang w:val="en-US"/>
        </w:rPr>
        <w:t>Mapování</w:t>
      </w:r>
      <w:proofErr w:type="spellEnd"/>
      <w:r w:rsidR="000B3860" w:rsidRPr="000B3860">
        <w:rPr>
          <w:b/>
          <w:lang w:val="en-US"/>
        </w:rPr>
        <w:t xml:space="preserve">, TÚ 1201, </w:t>
      </w:r>
      <w:proofErr w:type="spellStart"/>
      <w:r w:rsidR="000B3860" w:rsidRPr="000B3860">
        <w:rPr>
          <w:b/>
          <w:lang w:val="en-US"/>
        </w:rPr>
        <w:t>Kamenná</w:t>
      </w:r>
      <w:proofErr w:type="spellEnd"/>
      <w:r w:rsidR="000B3860" w:rsidRPr="000B3860">
        <w:rPr>
          <w:b/>
          <w:lang w:val="en-US"/>
        </w:rPr>
        <w:t xml:space="preserve"> – </w:t>
      </w:r>
      <w:proofErr w:type="spellStart"/>
      <w:r w:rsidR="000B3860" w:rsidRPr="000B3860">
        <w:rPr>
          <w:b/>
          <w:lang w:val="en-US"/>
        </w:rPr>
        <w:t>Šlapanov</w:t>
      </w:r>
      <w:proofErr w:type="spellEnd"/>
      <w:r w:rsidR="000B3860" w:rsidRPr="000B3860">
        <w:rPr>
          <w:b/>
          <w:lang w:val="en-US"/>
        </w:rPr>
        <w:t>, km 210,20 - 222,30</w:t>
      </w:r>
      <w:bookmarkStart w:id="0" w:name="_GoBack"/>
      <w:bookmarkEnd w:id="0"/>
      <w:r w:rsidRPr="00F749BA">
        <w:rPr>
          <w:b/>
        </w:rPr>
        <w:t>“</w:t>
      </w:r>
      <w:r w:rsidRPr="002077FA">
        <w:rPr>
          <w:rFonts w:ascii="Calibri" w:hAnsi="Calibri"/>
        </w:rPr>
        <w:t xml:space="preserve"> </w:t>
      </w:r>
      <w:r w:rsidRPr="002077FA">
        <w:rPr>
          <w:sz w:val="12"/>
          <w:lang w:eastAsia="cs-CZ"/>
        </w:rPr>
        <w:t xml:space="preserve"> </w:t>
      </w:r>
      <w:r w:rsidRPr="002077FA">
        <w:rPr>
          <w:lang w:eastAsia="cs-CZ"/>
        </w:rPr>
        <w:t>je/jsou v hlavním pracovním poměru nebo obdobném poměru u účastníka zadávacího řízení</w:t>
      </w:r>
      <w:r w:rsidR="00493B1B" w:rsidRPr="00493B1B">
        <w:rPr>
          <w:lang w:eastAsia="cs-CZ"/>
        </w:rPr>
        <w:t>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D6E84C1" w14:textId="125C4E31" w:rsidR="009F392E" w:rsidRDefault="009F392E" w:rsidP="00C03E3F"/>
    <w:p w14:paraId="6481C7A8" w14:textId="77777777" w:rsidR="00A93D81" w:rsidRDefault="00A93D81" w:rsidP="00C03E3F"/>
    <w:p w14:paraId="51C951A1" w14:textId="77777777" w:rsidR="00A93D81" w:rsidRPr="00C10971" w:rsidRDefault="00A93D81" w:rsidP="00A93D81">
      <w:pPr>
        <w:tabs>
          <w:tab w:val="right" w:pos="9063"/>
        </w:tabs>
        <w:spacing w:line="280" w:lineRule="atLeast"/>
        <w:ind w:right="7"/>
      </w:pPr>
      <w:r w:rsidRPr="00C10971">
        <w:t>…………………………………………………………………….</w:t>
      </w:r>
    </w:p>
    <w:p w14:paraId="334D67A1" w14:textId="77777777" w:rsidR="00A93D81" w:rsidRPr="00C10971" w:rsidRDefault="00A93D81" w:rsidP="00A93D81">
      <w:pPr>
        <w:tabs>
          <w:tab w:val="right" w:pos="9063"/>
        </w:tabs>
        <w:spacing w:line="280" w:lineRule="atLeast"/>
        <w:ind w:right="7"/>
      </w:pPr>
      <w:r w:rsidRPr="00C10971">
        <w:t>Jméno a podpis osoby oprávněné jednat jménem či za účastníka</w:t>
      </w:r>
    </w:p>
    <w:p w14:paraId="61D55FCE" w14:textId="77777777" w:rsidR="00A93D81" w:rsidRPr="00493B1B" w:rsidRDefault="00A93D81" w:rsidP="00C03E3F"/>
    <w:sectPr w:rsidR="00A93D81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4D75EC" w14:textId="77777777" w:rsidR="008F0C45" w:rsidRDefault="008F0C45" w:rsidP="00962258">
      <w:pPr>
        <w:spacing w:after="0" w:line="240" w:lineRule="auto"/>
      </w:pPr>
      <w:r>
        <w:separator/>
      </w:r>
    </w:p>
  </w:endnote>
  <w:endnote w:type="continuationSeparator" w:id="0">
    <w:p w14:paraId="4EF6AF10" w14:textId="77777777" w:rsidR="008F0C45" w:rsidRDefault="008F0C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785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C29A0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EC29A0" w:rsidRPr="00B8518B" w:rsidRDefault="00EC29A0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9EEBC37" w14:textId="77777777" w:rsidR="00EC29A0" w:rsidRDefault="00EC29A0" w:rsidP="0074753D">
          <w:pPr>
            <w:pStyle w:val="Zpat"/>
          </w:pPr>
          <w:r>
            <w:t>Správa železnic, státní organizace</w:t>
          </w:r>
        </w:p>
        <w:p w14:paraId="0BAB5F66" w14:textId="76B75AFA" w:rsidR="00EC29A0" w:rsidRDefault="00EC29A0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FBD27A9" w14:textId="77777777" w:rsidR="00EC29A0" w:rsidRDefault="00EC29A0" w:rsidP="0074753D">
          <w:pPr>
            <w:pStyle w:val="Zpat"/>
          </w:pPr>
          <w:r>
            <w:t>Sídlo: Dlážděná 1003/7, 110 00 Praha 1</w:t>
          </w:r>
        </w:p>
        <w:p w14:paraId="06A746DB" w14:textId="77777777" w:rsidR="00EC29A0" w:rsidRDefault="00EC29A0" w:rsidP="0074753D">
          <w:pPr>
            <w:pStyle w:val="Zpat"/>
          </w:pPr>
          <w:r>
            <w:t>IČO: 709 94 234 DIČ: CZ 709 94 234</w:t>
          </w:r>
        </w:p>
        <w:p w14:paraId="0DDC1A1E" w14:textId="5A55E579" w:rsidR="00EC29A0" w:rsidRDefault="00EC29A0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EC29A0" w:rsidRDefault="00EC29A0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A771F3" w14:textId="77777777" w:rsidR="008F0C45" w:rsidRDefault="008F0C45" w:rsidP="00962258">
      <w:pPr>
        <w:spacing w:after="0" w:line="240" w:lineRule="auto"/>
      </w:pPr>
      <w:r>
        <w:separator/>
      </w:r>
    </w:p>
  </w:footnote>
  <w:footnote w:type="continuationSeparator" w:id="0">
    <w:p w14:paraId="7CC231BA" w14:textId="77777777" w:rsidR="008F0C45" w:rsidRDefault="008F0C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3B8E0569" w:rsidR="00F1715C" w:rsidRPr="00D6163D" w:rsidRDefault="00EC29A0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52725BD2" wp14:editId="0839567E">
          <wp:simplePos x="0" y="0"/>
          <wp:positionH relativeFrom="page">
            <wp:posOffset>583565</wp:posOffset>
          </wp:positionH>
          <wp:positionV relativeFrom="page">
            <wp:posOffset>548640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77F4B"/>
    <w:rsid w:val="000B3860"/>
    <w:rsid w:val="000E23A7"/>
    <w:rsid w:val="0010693F"/>
    <w:rsid w:val="00114472"/>
    <w:rsid w:val="001550BC"/>
    <w:rsid w:val="001605B9"/>
    <w:rsid w:val="00170EC5"/>
    <w:rsid w:val="001747C1"/>
    <w:rsid w:val="00184743"/>
    <w:rsid w:val="001926ED"/>
    <w:rsid w:val="001C533F"/>
    <w:rsid w:val="001D3084"/>
    <w:rsid w:val="001E6521"/>
    <w:rsid w:val="002077FA"/>
    <w:rsid w:val="00207DF5"/>
    <w:rsid w:val="00280E07"/>
    <w:rsid w:val="0029143B"/>
    <w:rsid w:val="002C31BF"/>
    <w:rsid w:val="002D08B1"/>
    <w:rsid w:val="002D7240"/>
    <w:rsid w:val="002E0CD7"/>
    <w:rsid w:val="003149E1"/>
    <w:rsid w:val="0033218B"/>
    <w:rsid w:val="00341DCF"/>
    <w:rsid w:val="00357BC6"/>
    <w:rsid w:val="00383DAF"/>
    <w:rsid w:val="003929D0"/>
    <w:rsid w:val="003956C6"/>
    <w:rsid w:val="003B39EC"/>
    <w:rsid w:val="00404455"/>
    <w:rsid w:val="00441430"/>
    <w:rsid w:val="00450F07"/>
    <w:rsid w:val="00453CD3"/>
    <w:rsid w:val="00460660"/>
    <w:rsid w:val="00486107"/>
    <w:rsid w:val="0048785B"/>
    <w:rsid w:val="00491827"/>
    <w:rsid w:val="00493B1B"/>
    <w:rsid w:val="00494E81"/>
    <w:rsid w:val="0049625A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5F"/>
    <w:rsid w:val="00523EA7"/>
    <w:rsid w:val="00553375"/>
    <w:rsid w:val="005736B7"/>
    <w:rsid w:val="00575E5A"/>
    <w:rsid w:val="00576505"/>
    <w:rsid w:val="005C678C"/>
    <w:rsid w:val="005E6CF2"/>
    <w:rsid w:val="005F1404"/>
    <w:rsid w:val="0061068E"/>
    <w:rsid w:val="00617D8F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D5448"/>
    <w:rsid w:val="007E4A6E"/>
    <w:rsid w:val="007F56A7"/>
    <w:rsid w:val="00807DD0"/>
    <w:rsid w:val="00813429"/>
    <w:rsid w:val="008659F3"/>
    <w:rsid w:val="00886D4B"/>
    <w:rsid w:val="00895406"/>
    <w:rsid w:val="008A3568"/>
    <w:rsid w:val="008D03B9"/>
    <w:rsid w:val="008E32E3"/>
    <w:rsid w:val="008F0C45"/>
    <w:rsid w:val="008F18D6"/>
    <w:rsid w:val="00904780"/>
    <w:rsid w:val="00922385"/>
    <w:rsid w:val="009223DF"/>
    <w:rsid w:val="00936091"/>
    <w:rsid w:val="00940D8A"/>
    <w:rsid w:val="009465FF"/>
    <w:rsid w:val="00961D50"/>
    <w:rsid w:val="00962258"/>
    <w:rsid w:val="009678B7"/>
    <w:rsid w:val="009833E1"/>
    <w:rsid w:val="009873AF"/>
    <w:rsid w:val="00992D9C"/>
    <w:rsid w:val="00996CB8"/>
    <w:rsid w:val="009B14A9"/>
    <w:rsid w:val="009B2E97"/>
    <w:rsid w:val="009C1A91"/>
    <w:rsid w:val="009E07F4"/>
    <w:rsid w:val="009F392E"/>
    <w:rsid w:val="00A6177B"/>
    <w:rsid w:val="00A66136"/>
    <w:rsid w:val="00A93D81"/>
    <w:rsid w:val="00AA4CBB"/>
    <w:rsid w:val="00AA65FA"/>
    <w:rsid w:val="00AA7351"/>
    <w:rsid w:val="00AD056F"/>
    <w:rsid w:val="00AD1953"/>
    <w:rsid w:val="00AD6731"/>
    <w:rsid w:val="00AE4C7F"/>
    <w:rsid w:val="00B15D0D"/>
    <w:rsid w:val="00B44CD1"/>
    <w:rsid w:val="00B75EE1"/>
    <w:rsid w:val="00B77481"/>
    <w:rsid w:val="00B8518B"/>
    <w:rsid w:val="00BD7E91"/>
    <w:rsid w:val="00C02D0A"/>
    <w:rsid w:val="00C03A6E"/>
    <w:rsid w:val="00C03E3F"/>
    <w:rsid w:val="00C44F6A"/>
    <w:rsid w:val="00C467FA"/>
    <w:rsid w:val="00C47AE3"/>
    <w:rsid w:val="00C95CAA"/>
    <w:rsid w:val="00CD1FC4"/>
    <w:rsid w:val="00CF226A"/>
    <w:rsid w:val="00D21061"/>
    <w:rsid w:val="00D4108E"/>
    <w:rsid w:val="00D6163D"/>
    <w:rsid w:val="00D66700"/>
    <w:rsid w:val="00D831A3"/>
    <w:rsid w:val="00DA3A3E"/>
    <w:rsid w:val="00DC75F3"/>
    <w:rsid w:val="00DD46F3"/>
    <w:rsid w:val="00DD7030"/>
    <w:rsid w:val="00DE56F2"/>
    <w:rsid w:val="00DF116D"/>
    <w:rsid w:val="00E16FDC"/>
    <w:rsid w:val="00EB104F"/>
    <w:rsid w:val="00EC29A0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749BA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94A91-CE4A-4110-A30C-2FA44471E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FB7E214-3F52-4D54-9780-529A416EB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99A810-2D74-41EF-A176-A6BB182E106A}">
  <ds:schemaRefs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C66D3268-EE47-44F4-81D4-AE3FA7D56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82</Words>
  <Characters>488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Komínek Karel, Ing.</cp:lastModifiedBy>
  <cp:revision>15</cp:revision>
  <cp:lastPrinted>2020-02-24T13:04:00Z</cp:lastPrinted>
  <dcterms:created xsi:type="dcterms:W3CDTF">2020-01-23T08:03:00Z</dcterms:created>
  <dcterms:modified xsi:type="dcterms:W3CDTF">2020-02-25T12:09:00Z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