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7F6E3043" w:rsidR="00493B1B" w:rsidRDefault="002077FA" w:rsidP="00813429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poř. č. 9 výzvy k podání nabídky na veřejnou zakázku </w:t>
      </w:r>
      <w:r w:rsidRPr="00F749BA">
        <w:rPr>
          <w:b/>
        </w:rPr>
        <w:t>„</w:t>
      </w:r>
      <w:r w:rsidR="000714B2" w:rsidRPr="000714B2">
        <w:rPr>
          <w:b/>
          <w:lang w:val="en-US"/>
        </w:rPr>
        <w:t>Terestrické zaměření ZZ  TÚ 2521 odbočka Chotěbuz – žst. Albrechtice u Českého Těšína v km 4,75 – 10,26</w:t>
      </w:r>
      <w:bookmarkStart w:id="0" w:name="_GoBack"/>
      <w:bookmarkEnd w:id="0"/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78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14B2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D7240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8785B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784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13429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1A91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AE4C7F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16FDC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BDE90F-F1EE-4F24-991E-A9FDC0D9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12</cp:revision>
  <cp:lastPrinted>2020-02-25T06:27:00Z</cp:lastPrinted>
  <dcterms:created xsi:type="dcterms:W3CDTF">2020-01-23T08:03:00Z</dcterms:created>
  <dcterms:modified xsi:type="dcterms:W3CDTF">2020-02-25T06:27:00Z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