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EF3" w:rsidRDefault="00042EF3" w:rsidP="00FE4333">
      <w:pPr>
        <w:pStyle w:val="Nadpisbezsl1-1"/>
      </w:pPr>
      <w:bookmarkStart w:id="0" w:name="_Toc389559699"/>
      <w:bookmarkStart w:id="1" w:name="_Toc397429847"/>
      <w:bookmarkStart w:id="2" w:name="_Ref433028040"/>
      <w:bookmarkStart w:id="3" w:name="_Toc1048197"/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  <w:r>
        <w:t>PŘÍLOHY VÝZVY K PODÁNÍ NABÍDKY</w:t>
      </w:r>
    </w:p>
    <w:p w:rsidR="00042EF3" w:rsidRDefault="00042EF3" w:rsidP="00FE4333">
      <w:pPr>
        <w:pStyle w:val="Nadpisbezsl1-1"/>
      </w:pPr>
    </w:p>
    <w:p w:rsidR="00042EF3" w:rsidRDefault="00042EF3" w:rsidP="00042EF3">
      <w:pPr>
        <w:pStyle w:val="Nadpisbezsl1-1"/>
      </w:pPr>
      <w:r>
        <w:t>Zhotovení stavby - podlimitní</w:t>
      </w:r>
    </w:p>
    <w:p w:rsidR="00042EF3" w:rsidRDefault="00042EF3" w:rsidP="00042EF3">
      <w:pPr>
        <w:pStyle w:val="Nadpisbezsl1-1"/>
      </w:pPr>
    </w:p>
    <w:p w:rsidR="00042EF3" w:rsidRDefault="00042EF3" w:rsidP="00042EF3">
      <w:pPr>
        <w:pStyle w:val="Nadpisbezsl1-1"/>
      </w:pPr>
    </w:p>
    <w:p w:rsidR="00042EF3" w:rsidRDefault="00042EF3" w:rsidP="00042EF3">
      <w:pPr>
        <w:pStyle w:val="Nadpisbezsl1-1"/>
      </w:pPr>
      <w:r>
        <w:t>„Zvýšení stability skalních masivů na trati Pňovany - Bezdružice“</w:t>
      </w: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35531B" w:rsidRDefault="0035531B" w:rsidP="00FE4333">
      <w:pPr>
        <w:pStyle w:val="Nadpisbezsl1-1"/>
      </w:pPr>
      <w:r w:rsidRPr="00FE4333">
        <w:lastRenderedPageBreak/>
        <w:t>Příloha</w:t>
      </w:r>
      <w:r>
        <w:t xml:space="preserve"> č. 1 </w:t>
      </w:r>
    </w:p>
    <w:p w:rsidR="0035531B" w:rsidRPr="00FE4333" w:rsidRDefault="0035531B" w:rsidP="00FE4333">
      <w:pPr>
        <w:pStyle w:val="Nadpisbezsl1-2"/>
        <w:rPr>
          <w:rStyle w:val="Tun9b"/>
          <w:b/>
        </w:rPr>
      </w:pPr>
      <w:r w:rsidRPr="00FE4333">
        <w:rPr>
          <w:rStyle w:val="Tun9b"/>
          <w:b/>
        </w:rPr>
        <w:t>Všeobecné informace</w:t>
      </w:r>
      <w:r w:rsidR="00092CC9" w:rsidRPr="00FE4333">
        <w:rPr>
          <w:rStyle w:val="Tun9b"/>
          <w:b/>
        </w:rPr>
        <w:t xml:space="preserve"> o </w:t>
      </w:r>
      <w:r w:rsidRPr="00FE4333">
        <w:rPr>
          <w:rStyle w:val="Tun9b"/>
          <w:b/>
        </w:rPr>
        <w:t xml:space="preserve">dodavateli </w:t>
      </w:r>
    </w:p>
    <w:p w:rsidR="00AB1063" w:rsidRDefault="00AB1063" w:rsidP="00454716">
      <w:pPr>
        <w:pStyle w:val="Textbezslovn"/>
        <w:ind w:left="28"/>
      </w:pPr>
    </w:p>
    <w:p w:rsidR="0035531B" w:rsidRDefault="0035531B" w:rsidP="00454716">
      <w:pPr>
        <w:pStyle w:val="Textbezslovn"/>
        <w:ind w:left="28"/>
      </w:pPr>
      <w:r>
        <w:t>Obchodní firma [</w:t>
      </w:r>
      <w:r w:rsidRPr="00E24F78">
        <w:rPr>
          <w:b/>
          <w:highlight w:val="yellow"/>
        </w:rPr>
        <w:t>DOPLNÍ DODAVATEL</w:t>
      </w:r>
      <w:r>
        <w:t>]</w:t>
      </w:r>
    </w:p>
    <w:p w:rsidR="0035531B" w:rsidRDefault="0035531B" w:rsidP="00454716">
      <w:pPr>
        <w:pStyle w:val="Textbezslovn"/>
        <w:ind w:left="28"/>
      </w:pPr>
      <w:r>
        <w:t>Sídlo [</w:t>
      </w:r>
      <w:r w:rsidRPr="00564DDD">
        <w:rPr>
          <w:highlight w:val="yellow"/>
        </w:rPr>
        <w:t>DOPLNÍ DODAVATEL</w:t>
      </w:r>
      <w:r>
        <w:t>]</w:t>
      </w:r>
    </w:p>
    <w:p w:rsidR="0035531B" w:rsidRDefault="0035531B" w:rsidP="00454716">
      <w:pPr>
        <w:pStyle w:val="Textbezslovn"/>
        <w:ind w:left="28"/>
      </w:pPr>
      <w:r>
        <w:t>IČO: [</w:t>
      </w:r>
      <w:r w:rsidRPr="00564DDD">
        <w:rPr>
          <w:highlight w:val="yellow"/>
        </w:rPr>
        <w:t>DOPLNÍ DODAVATEL</w:t>
      </w:r>
      <w:r>
        <w:t>] DIČ: [</w:t>
      </w:r>
      <w:r w:rsidRPr="00564DDD">
        <w:rPr>
          <w:highlight w:val="yellow"/>
        </w:rPr>
        <w:t>DOPLNÍ DODAVATEL</w:t>
      </w:r>
      <w:r>
        <w:t>]</w:t>
      </w:r>
    </w:p>
    <w:p w:rsidR="0035531B" w:rsidRDefault="0035531B" w:rsidP="00454716">
      <w:pPr>
        <w:pStyle w:val="Textbezslovn"/>
        <w:ind w:left="28"/>
      </w:pPr>
      <w:r>
        <w:t>Právní forma [</w:t>
      </w:r>
      <w:r w:rsidRPr="00564DDD">
        <w:rPr>
          <w:highlight w:val="yellow"/>
        </w:rPr>
        <w:t>DOPLNÍ DODAVATEL</w:t>
      </w:r>
      <w:r>
        <w:t>]</w:t>
      </w:r>
    </w:p>
    <w:p w:rsidR="0035531B" w:rsidRDefault="0035531B" w:rsidP="00454716">
      <w:pPr>
        <w:pStyle w:val="Textbezslovn"/>
        <w:ind w:left="28"/>
      </w:pPr>
      <w:r>
        <w:t>Státní příslušnost (země registrace) dodavatele [</w:t>
      </w:r>
      <w:r w:rsidRPr="00564DDD">
        <w:rPr>
          <w:highlight w:val="yellow"/>
        </w:rPr>
        <w:t>DOPLNÍ DODAVATEL</w:t>
      </w:r>
      <w:r>
        <w:t>]</w:t>
      </w:r>
    </w:p>
    <w:p w:rsidR="0035531B" w:rsidRDefault="0035531B" w:rsidP="00454716">
      <w:pPr>
        <w:pStyle w:val="Textbezslovn"/>
        <w:ind w:left="28"/>
      </w:pPr>
      <w:r>
        <w:t>Podrobnosti registrace [</w:t>
      </w:r>
      <w:r w:rsidRPr="00564DDD">
        <w:rPr>
          <w:highlight w:val="yellow"/>
        </w:rPr>
        <w:t>DOPLNÍ DODAVATEL</w:t>
      </w:r>
      <w:r>
        <w:t>]</w:t>
      </w:r>
    </w:p>
    <w:p w:rsidR="0035531B" w:rsidRDefault="0035531B" w:rsidP="00454716">
      <w:pPr>
        <w:pStyle w:val="Textbezslovn"/>
        <w:ind w:left="28"/>
      </w:pPr>
      <w:r>
        <w:t xml:space="preserve">Počet let působení jako dodavatel: </w:t>
      </w:r>
    </w:p>
    <w:p w:rsidR="0035531B" w:rsidRDefault="0035531B" w:rsidP="00D37B14">
      <w:pPr>
        <w:pStyle w:val="Odrka1-1"/>
        <w:tabs>
          <w:tab w:val="clear" w:pos="1077"/>
          <w:tab w:val="num" w:pos="1560"/>
        </w:tabs>
      </w:pPr>
      <w:r>
        <w:t>ve vlastní zemi [</w:t>
      </w:r>
      <w:r w:rsidRPr="00564DDD">
        <w:rPr>
          <w:highlight w:val="yellow"/>
        </w:rPr>
        <w:t>DOPLNÍ DODAVATEL</w:t>
      </w:r>
      <w:r>
        <w:t>]</w:t>
      </w:r>
    </w:p>
    <w:p w:rsidR="0035531B" w:rsidRDefault="0035531B" w:rsidP="00564DDD">
      <w:pPr>
        <w:pStyle w:val="Odrka1-1"/>
      </w:pPr>
      <w:r>
        <w:t>v zahraničí [</w:t>
      </w:r>
      <w:r w:rsidRPr="00564DDD">
        <w:rPr>
          <w:highlight w:val="yellow"/>
        </w:rPr>
        <w:t>DOPLNÍ DODAVATEL</w:t>
      </w:r>
      <w:r>
        <w:t>]</w:t>
      </w:r>
    </w:p>
    <w:p w:rsidR="0035531B" w:rsidRDefault="0035531B" w:rsidP="00D37B14">
      <w:pPr>
        <w:pStyle w:val="Textbezslovn"/>
        <w:ind w:left="0"/>
      </w:pPr>
      <w:r>
        <w:t>Dodavatel níže uvede informaci, zda je malým nebo středním podnikem ve smyslu Doporučení Komise 2003/361/ES ze dne 6. května 2003. Malým podnikem je podnik, který zaměstnává méně než 50 osob</w:t>
      </w:r>
      <w:r w:rsidR="00845C50">
        <w:t xml:space="preserve"> a </w:t>
      </w:r>
      <w:r>
        <w:t>jehož roční obrat, případně celková roční bilanční suma, nepřevyšuje (korunový ekvivalent) 10 milionů EUR. Středním podnikem je podnik, který zaměstnává méně než 250 zaměstnanců</w:t>
      </w:r>
      <w:r w:rsidR="00845C50">
        <w:t xml:space="preserve"> a </w:t>
      </w:r>
      <w:r>
        <w:t>jehož roční obrat nepřevyšuje (korunový ekvivalent) 50 milionů EUR nebo případně celková roční bilanční suma nepřevyšuje (korunový ekvivalent) 43 milionů EUR.</w:t>
      </w:r>
    </w:p>
    <w:p w:rsidR="0035531B" w:rsidRDefault="007D5A8D" w:rsidP="00454716">
      <w:pPr>
        <w:pStyle w:val="Textbezslovn"/>
        <w:ind w:left="0"/>
      </w:pPr>
      <w:r w:rsidRPr="007D5A8D">
        <w:t>Dodavatel je malým / středním / jiným podnikem [</w:t>
      </w:r>
      <w:r w:rsidRPr="007D5A8D">
        <w:rPr>
          <w:highlight w:val="yellow"/>
        </w:rPr>
        <w:t>ZVOLÍ DODAVATEL</w:t>
      </w:r>
      <w:r w:rsidRPr="007D5A8D">
        <w:t>]</w:t>
      </w:r>
      <w:r>
        <w:t xml:space="preserve"> </w:t>
      </w:r>
    </w:p>
    <w:p w:rsidR="0035531B" w:rsidRDefault="0035531B" w:rsidP="00564DDD">
      <w:pPr>
        <w:pStyle w:val="Textbezslovn"/>
      </w:pPr>
      <w:r>
        <w:t xml:space="preserve"> </w:t>
      </w:r>
    </w:p>
    <w:p w:rsidR="008C65E0" w:rsidRDefault="006A6AF2" w:rsidP="006A6AF2">
      <w:pPr>
        <w:pStyle w:val="Textbezslovn"/>
        <w:ind w:left="0"/>
      </w:pPr>
      <w:r w:rsidRPr="006A6AF2">
        <w:t>Řádně jsme se seznámili se zněním zadávacích podmínek veřejné zakázky s</w:t>
      </w:r>
      <w:r w:rsidR="00ED3379">
        <w:t> </w:t>
      </w:r>
      <w:r w:rsidRPr="006A6AF2">
        <w:t>názvem</w:t>
      </w:r>
      <w:r w:rsidR="00ED3379">
        <w:t xml:space="preserve"> „</w:t>
      </w:r>
      <w:r w:rsidR="002C0775" w:rsidRPr="002C0775">
        <w:t>Zvýšení stability skalních masivů na trati Pňovany - Bezdružice</w:t>
      </w:r>
      <w:bookmarkStart w:id="4" w:name="_GoBack"/>
      <w:bookmarkEnd w:id="4"/>
      <w:r w:rsidR="00ED3379">
        <w:t>“</w:t>
      </w:r>
      <w:r w:rsidRPr="006A6AF2"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:rsidR="008C65E0" w:rsidRDefault="008C65E0" w:rsidP="006A6AF2">
      <w:pPr>
        <w:pStyle w:val="Textbezslovn"/>
        <w:ind w:left="0"/>
      </w:pPr>
    </w:p>
    <w:p w:rsidR="008C65E0" w:rsidRDefault="008C65E0" w:rsidP="008C65E0">
      <w:pPr>
        <w:pStyle w:val="Textbezslovn"/>
        <w:ind w:left="0"/>
      </w:pPr>
      <w:r>
        <w:t>V [</w:t>
      </w:r>
      <w:r w:rsidRPr="00833899">
        <w:rPr>
          <w:highlight w:val="yellow"/>
        </w:rPr>
        <w:t>DOPLNÍ DODAVATEL</w:t>
      </w:r>
      <w:r>
        <w:t>] dne [</w:t>
      </w:r>
      <w:r w:rsidRPr="00833899">
        <w:rPr>
          <w:highlight w:val="yellow"/>
        </w:rPr>
        <w:t>DOPLNÍ DODAVATEL</w:t>
      </w:r>
      <w:r w:rsidRPr="00307641">
        <w:rPr>
          <w:highlight w:val="yellow"/>
        </w:rPr>
        <w:t>]</w:t>
      </w:r>
    </w:p>
    <w:p w:rsidR="008C65E0" w:rsidRDefault="008C65E0" w:rsidP="008C65E0">
      <w:pPr>
        <w:pStyle w:val="Textbezslovn"/>
        <w:ind w:left="0"/>
      </w:pPr>
    </w:p>
    <w:p w:rsidR="008C65E0" w:rsidRDefault="008C65E0" w:rsidP="008C65E0">
      <w:pPr>
        <w:pStyle w:val="Textbezslovn"/>
        <w:ind w:left="0"/>
      </w:pPr>
      <w:r>
        <w:t>Podpis osoby oprávněné jednat za dodavatele:</w:t>
      </w:r>
    </w:p>
    <w:p w:rsidR="008C65E0" w:rsidRDefault="008C65E0" w:rsidP="008C65E0">
      <w:pPr>
        <w:pStyle w:val="Textbezslovn"/>
        <w:ind w:left="0"/>
      </w:pPr>
    </w:p>
    <w:p w:rsidR="008C65E0" w:rsidRDefault="008C65E0" w:rsidP="008C65E0">
      <w:pPr>
        <w:pStyle w:val="Textbezslovn"/>
        <w:ind w:left="0"/>
      </w:pPr>
      <w:r>
        <w:t>Jméno: ______________________</w:t>
      </w:r>
    </w:p>
    <w:p w:rsidR="008C65E0" w:rsidRDefault="008C65E0" w:rsidP="008C65E0">
      <w:pPr>
        <w:pStyle w:val="Textbezslovn"/>
        <w:ind w:left="0"/>
      </w:pPr>
      <w:r>
        <w:tab/>
      </w:r>
    </w:p>
    <w:p w:rsidR="008C65E0" w:rsidRDefault="008C65E0" w:rsidP="008C65E0">
      <w:pPr>
        <w:pStyle w:val="Textbezslovn"/>
        <w:ind w:left="0"/>
      </w:pPr>
      <w:r>
        <w:t>Podpis: ______________________</w:t>
      </w:r>
    </w:p>
    <w:p w:rsidR="00564DDD" w:rsidRDefault="00564DDD" w:rsidP="006A6AF2">
      <w:pPr>
        <w:pStyle w:val="Textbezslovn"/>
        <w:ind w:left="0"/>
      </w:pPr>
      <w:r>
        <w:br w:type="page"/>
      </w:r>
    </w:p>
    <w:p w:rsidR="0035531B" w:rsidRDefault="0035531B" w:rsidP="00FE4333">
      <w:pPr>
        <w:pStyle w:val="Nadpisbezsl1-1"/>
      </w:pPr>
      <w:r>
        <w:lastRenderedPageBreak/>
        <w:t>Příloha č. 2</w:t>
      </w:r>
    </w:p>
    <w:p w:rsidR="0035531B" w:rsidRPr="00FE4333" w:rsidRDefault="0035531B" w:rsidP="00FE4333">
      <w:pPr>
        <w:pStyle w:val="Nadpisbezsl1-2"/>
        <w:rPr>
          <w:rStyle w:val="Tun9b"/>
          <w:b/>
        </w:rPr>
      </w:pPr>
      <w:r w:rsidRPr="00FE4333">
        <w:rPr>
          <w:rStyle w:val="Tun9b"/>
          <w:b/>
        </w:rPr>
        <w:t>Seznam poddodavatelů</w:t>
      </w:r>
    </w:p>
    <w:p w:rsidR="00AB1063" w:rsidRDefault="00AB1063" w:rsidP="00564DDD">
      <w:pPr>
        <w:pStyle w:val="Textbezslovn"/>
      </w:pPr>
    </w:p>
    <w:p w:rsidR="0035531B" w:rsidRDefault="0035531B" w:rsidP="00454716">
      <w:pPr>
        <w:pStyle w:val="Textbezslovn"/>
        <w:ind w:left="0"/>
      </w:pPr>
      <w:r>
        <w:t>Jestliže dodavatel uvažuje zadat poddodavateli plnění části veřejné zakázky, uvede následující údaje:</w:t>
      </w:r>
    </w:p>
    <w:p w:rsidR="0035531B" w:rsidRDefault="0035531B" w:rsidP="00564DDD">
      <w:pPr>
        <w:pStyle w:val="Textbezslovn"/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7"/>
        <w:gridCol w:w="3891"/>
        <w:gridCol w:w="2214"/>
      </w:tblGrid>
      <w:tr w:rsidR="00564DDD" w:rsidRPr="00454716" w:rsidTr="004547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564DDD" w:rsidRPr="00454716" w:rsidRDefault="00564DDD" w:rsidP="00307641">
            <w:pPr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:rsidR="00564DDD" w:rsidRPr="00454716" w:rsidRDefault="00564DDD" w:rsidP="004547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Věcný popis části plnění uvažovaného zadat poddodavateli </w:t>
            </w:r>
            <w:r w:rsidRPr="00454716">
              <w:rPr>
                <w:sz w:val="16"/>
                <w:szCs w:val="16"/>
              </w:rPr>
              <w:t>(označené dle čísel a názvů jednotlivých SO a PS, případně jiným vhodným způsobem, nelze-li označit dle SO a PS)</w:t>
            </w:r>
          </w:p>
        </w:tc>
        <w:tc>
          <w:tcPr>
            <w:tcW w:w="2242" w:type="dxa"/>
          </w:tcPr>
          <w:p w:rsidR="00564DDD" w:rsidRPr="00454716" w:rsidRDefault="00564DDD" w:rsidP="004547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Hodnota poddodávky v % z nabídkové ceny</w:t>
            </w:r>
          </w:p>
        </w:tc>
      </w:tr>
      <w:tr w:rsidR="00454716" w:rsidRPr="00454716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454716" w:rsidRPr="00454716" w:rsidRDefault="00454716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454716" w:rsidRPr="00454716" w:rsidRDefault="00454716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454716" w:rsidRPr="00454716" w:rsidRDefault="00454716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454716" w:rsidRPr="00454716" w:rsidRDefault="00454716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454716" w:rsidRPr="00454716" w:rsidRDefault="00454716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454716" w:rsidRPr="00454716" w:rsidRDefault="00454716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454716" w:rsidRPr="00454716" w:rsidRDefault="00454716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454716" w:rsidRPr="00454716" w:rsidRDefault="00454716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64DDD" w:rsidRPr="00454716" w:rsidTr="0045471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564DDD" w:rsidRPr="00454716" w:rsidRDefault="00454716" w:rsidP="00454716">
            <w:pPr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Celkem %</w:t>
            </w:r>
          </w:p>
        </w:tc>
        <w:tc>
          <w:tcPr>
            <w:tcW w:w="3969" w:type="dxa"/>
          </w:tcPr>
          <w:p w:rsidR="00564DDD" w:rsidRPr="00454716" w:rsidRDefault="00564DDD" w:rsidP="00454716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242" w:type="dxa"/>
          </w:tcPr>
          <w:p w:rsidR="00564DDD" w:rsidRPr="00454716" w:rsidRDefault="00454716" w:rsidP="00454716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[</w:t>
            </w:r>
            <w:r w:rsidRPr="00E22C30">
              <w:rPr>
                <w:sz w:val="16"/>
                <w:szCs w:val="16"/>
                <w:highlight w:val="yellow"/>
              </w:rPr>
              <w:t>DOPLNÍ DODAVATEL</w:t>
            </w:r>
            <w:r w:rsidRPr="00454716">
              <w:rPr>
                <w:sz w:val="16"/>
                <w:szCs w:val="16"/>
              </w:rPr>
              <w:t>]</w:t>
            </w:r>
          </w:p>
        </w:tc>
      </w:tr>
    </w:tbl>
    <w:p w:rsidR="0035531B" w:rsidRDefault="0035531B" w:rsidP="00454716">
      <w:pPr>
        <w:pStyle w:val="Textbezslovn"/>
      </w:pPr>
    </w:p>
    <w:p w:rsidR="00454716" w:rsidRDefault="00454716" w:rsidP="00454716">
      <w:pPr>
        <w:pStyle w:val="Textbezslovn"/>
      </w:pPr>
      <w:r>
        <w:br w:type="page"/>
      </w:r>
    </w:p>
    <w:p w:rsidR="0035531B" w:rsidRDefault="0035531B" w:rsidP="00FE4333">
      <w:pPr>
        <w:pStyle w:val="Nadpisbezsl1-1"/>
      </w:pPr>
      <w:r>
        <w:lastRenderedPageBreak/>
        <w:t xml:space="preserve">Příloha č. 3 </w:t>
      </w:r>
    </w:p>
    <w:p w:rsidR="0035531B" w:rsidRPr="00454716" w:rsidRDefault="0035531B" w:rsidP="00FE4333">
      <w:pPr>
        <w:pStyle w:val="Nadpisbezsl1-2"/>
      </w:pPr>
      <w:r w:rsidRPr="00454716">
        <w:t>Údaje</w:t>
      </w:r>
      <w:r w:rsidR="00092CC9" w:rsidRPr="00454716">
        <w:t xml:space="preserve"> o </w:t>
      </w:r>
      <w:r w:rsidRPr="00454716">
        <w:t>společnosti dodavatelů</w:t>
      </w:r>
      <w:r w:rsidR="00454716" w:rsidRPr="00454716">
        <w:t xml:space="preserve"> </w:t>
      </w:r>
      <w:r w:rsidRPr="00454716">
        <w:t>podávajících nabídku společně</w:t>
      </w:r>
    </w:p>
    <w:p w:rsidR="0035531B" w:rsidRDefault="0035531B" w:rsidP="00454716">
      <w:pPr>
        <w:pStyle w:val="Textbezslovn"/>
        <w:ind w:left="0"/>
      </w:pPr>
    </w:p>
    <w:p w:rsidR="0035531B" w:rsidRDefault="0035531B" w:rsidP="00454716">
      <w:pPr>
        <w:pStyle w:val="Textbezslovn"/>
        <w:ind w:left="0"/>
      </w:pPr>
      <w:r>
        <w:t>Jméno nebo název společnosti/sdružení/seskupení: [</w:t>
      </w:r>
      <w:r w:rsidRPr="00E24F78">
        <w:rPr>
          <w:b/>
          <w:highlight w:val="yellow"/>
        </w:rPr>
        <w:t>DOPLNÍ DODAVATEL</w:t>
      </w:r>
      <w:r>
        <w:t>]</w:t>
      </w:r>
    </w:p>
    <w:p w:rsidR="0035531B" w:rsidRDefault="0035531B" w:rsidP="00454716">
      <w:pPr>
        <w:pStyle w:val="Textbezslovn"/>
        <w:ind w:left="0"/>
      </w:pPr>
    </w:p>
    <w:p w:rsidR="0035531B" w:rsidRPr="00454716" w:rsidRDefault="0035531B" w:rsidP="00454716">
      <w:pPr>
        <w:pStyle w:val="Textbezslovn"/>
        <w:ind w:left="0"/>
        <w:rPr>
          <w:rStyle w:val="Tun9b"/>
        </w:rPr>
      </w:pPr>
      <w:r w:rsidRPr="00454716">
        <w:rPr>
          <w:rStyle w:val="Tun9b"/>
        </w:rPr>
        <w:t>Identifikační údaje vedoucího společníka:</w:t>
      </w:r>
    </w:p>
    <w:p w:rsidR="0035531B" w:rsidRDefault="0035531B" w:rsidP="00454716">
      <w:pPr>
        <w:pStyle w:val="Textbezslovn"/>
        <w:ind w:left="0"/>
      </w:pPr>
      <w:r>
        <w:t>Obchodní firma [</w:t>
      </w:r>
      <w:r w:rsidRPr="00E24F78">
        <w:rPr>
          <w:b/>
          <w:highlight w:val="yellow"/>
        </w:rPr>
        <w:t>DOPLNÍ DODAVATEL</w:t>
      </w:r>
      <w:r>
        <w:t>]</w:t>
      </w:r>
    </w:p>
    <w:p w:rsidR="0035531B" w:rsidRDefault="0035531B" w:rsidP="00454716">
      <w:pPr>
        <w:pStyle w:val="Textbezslovn"/>
        <w:ind w:left="0"/>
      </w:pPr>
      <w:r>
        <w:t>Sídlo [</w:t>
      </w:r>
      <w:r w:rsidRPr="00454716">
        <w:rPr>
          <w:highlight w:val="yellow"/>
        </w:rPr>
        <w:t>DOPLNÍ DODAVATEL</w:t>
      </w:r>
      <w:r>
        <w:t>]</w:t>
      </w:r>
    </w:p>
    <w:p w:rsidR="0035531B" w:rsidRDefault="0035531B" w:rsidP="00454716">
      <w:pPr>
        <w:pStyle w:val="Textbezslovn"/>
        <w:ind w:left="0"/>
      </w:pPr>
      <w:r>
        <w:t>Právní forma [</w:t>
      </w:r>
      <w:r w:rsidRPr="00454716">
        <w:rPr>
          <w:highlight w:val="yellow"/>
        </w:rPr>
        <w:t>DOPLNÍ DODAVATEL</w:t>
      </w:r>
      <w:r>
        <w:t>]</w:t>
      </w:r>
    </w:p>
    <w:p w:rsidR="0035531B" w:rsidRDefault="0035531B" w:rsidP="00454716">
      <w:pPr>
        <w:pStyle w:val="Textbezslovn"/>
        <w:ind w:left="0"/>
      </w:pPr>
      <w:r>
        <w:t>IČO [</w:t>
      </w:r>
      <w:r w:rsidRPr="00454716">
        <w:rPr>
          <w:highlight w:val="yellow"/>
        </w:rPr>
        <w:t>DOPLNÍ DODAVATEL</w:t>
      </w:r>
      <w:r>
        <w:t>]</w:t>
      </w:r>
    </w:p>
    <w:p w:rsidR="0035531B" w:rsidRDefault="0035531B" w:rsidP="00454716">
      <w:pPr>
        <w:pStyle w:val="Textbezslovn"/>
        <w:ind w:left="0"/>
      </w:pPr>
    </w:p>
    <w:p w:rsidR="0035531B" w:rsidRDefault="0035531B" w:rsidP="00454716">
      <w:pPr>
        <w:pStyle w:val="Textbezslovn"/>
        <w:ind w:left="0"/>
      </w:pPr>
      <w:r w:rsidRPr="00454716">
        <w:rPr>
          <w:rStyle w:val="Tun9b"/>
        </w:rPr>
        <w:t>Identifikační údaje</w:t>
      </w:r>
      <w:r>
        <w:t xml:space="preserve"> (obchodní firma, sídlo, právní forma, IČO) </w:t>
      </w:r>
      <w:r w:rsidRPr="00454716">
        <w:rPr>
          <w:rStyle w:val="Tun9b"/>
        </w:rPr>
        <w:t>ostatních společníků</w:t>
      </w:r>
      <w:r>
        <w:t xml:space="preserve"> (členů společnosti/sdružení/seskupení):</w:t>
      </w:r>
    </w:p>
    <w:p w:rsidR="0035531B" w:rsidRDefault="0035531B" w:rsidP="00454716">
      <w:pPr>
        <w:pStyle w:val="Odstavec1-2i"/>
      </w:pPr>
      <w:r>
        <w:t>[</w:t>
      </w:r>
      <w:r w:rsidRPr="00454716">
        <w:rPr>
          <w:highlight w:val="yellow"/>
        </w:rPr>
        <w:t>DOPLNÍ DODAVATEL</w:t>
      </w:r>
      <w:r>
        <w:t>]</w:t>
      </w:r>
    </w:p>
    <w:p w:rsidR="0035531B" w:rsidRDefault="0035531B" w:rsidP="00454716">
      <w:pPr>
        <w:pStyle w:val="Odstavec1-2i"/>
      </w:pPr>
      <w:r>
        <w:t>[</w:t>
      </w:r>
      <w:r w:rsidRPr="00454716">
        <w:rPr>
          <w:highlight w:val="yellow"/>
        </w:rPr>
        <w:t>DOPLNÍ DODAVATEL</w:t>
      </w:r>
      <w:r>
        <w:t>]</w:t>
      </w:r>
    </w:p>
    <w:p w:rsidR="0035531B" w:rsidRDefault="0035531B" w:rsidP="00454716">
      <w:pPr>
        <w:pStyle w:val="Odstavec1-2i"/>
      </w:pPr>
      <w:r>
        <w:t>[</w:t>
      </w:r>
      <w:r w:rsidRPr="00454716">
        <w:rPr>
          <w:highlight w:val="yellow"/>
        </w:rPr>
        <w:t>DOPLNÍ DODAVATEL</w:t>
      </w:r>
      <w:r>
        <w:t>]</w:t>
      </w:r>
    </w:p>
    <w:p w:rsidR="0035531B" w:rsidRDefault="0035531B" w:rsidP="00454716">
      <w:pPr>
        <w:pStyle w:val="Odstavec1-2i"/>
      </w:pPr>
      <w:r>
        <w:t>atd.</w:t>
      </w:r>
    </w:p>
    <w:p w:rsidR="0035531B" w:rsidRDefault="0035531B" w:rsidP="00454716">
      <w:pPr>
        <w:pStyle w:val="Textbezslovn"/>
        <w:ind w:left="0"/>
      </w:pPr>
    </w:p>
    <w:p w:rsidR="0035531B" w:rsidRDefault="0035531B" w:rsidP="00454716">
      <w:pPr>
        <w:pStyle w:val="Textbezslovn"/>
        <w:ind w:left="0"/>
      </w:pPr>
      <w: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1"/>
        <w:gridCol w:w="3898"/>
        <w:gridCol w:w="2213"/>
      </w:tblGrid>
      <w:tr w:rsidR="00454716" w:rsidRPr="00454716" w:rsidTr="003076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454716" w:rsidRPr="00454716" w:rsidRDefault="00454716" w:rsidP="00454716">
            <w:pPr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firma/název společníka</w:t>
            </w:r>
          </w:p>
        </w:tc>
        <w:tc>
          <w:tcPr>
            <w:tcW w:w="3969" w:type="dxa"/>
          </w:tcPr>
          <w:p w:rsidR="00454716" w:rsidRPr="00454716" w:rsidRDefault="00454716" w:rsidP="004547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Předpokládaný podíl na zakázce v % z celkového objemu (celkové nabídkové ceny) veřejné zakázky </w:t>
            </w:r>
          </w:p>
        </w:tc>
        <w:tc>
          <w:tcPr>
            <w:tcW w:w="2242" w:type="dxa"/>
          </w:tcPr>
          <w:p w:rsidR="00454716" w:rsidRPr="00454716" w:rsidRDefault="00454716" w:rsidP="004547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Věcné vymezení plnění </w:t>
            </w:r>
          </w:p>
        </w:tc>
      </w:tr>
      <w:tr w:rsidR="00454716" w:rsidRPr="00454716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454716" w:rsidRPr="00454716" w:rsidRDefault="00454716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454716" w:rsidRPr="00454716" w:rsidRDefault="00454716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454716" w:rsidRPr="00454716" w:rsidRDefault="00454716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454716" w:rsidRPr="00454716" w:rsidRDefault="00454716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454716" w:rsidRPr="00454716" w:rsidRDefault="00454716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454716" w:rsidRPr="00454716" w:rsidRDefault="00454716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454716" w:rsidRPr="00454716" w:rsidRDefault="00454716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454716" w:rsidRPr="00454716" w:rsidRDefault="00454716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454716" w:rsidRPr="00454716" w:rsidRDefault="00454716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:rsidR="00454716" w:rsidRPr="00454716" w:rsidRDefault="00454716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:rsidR="00454716" w:rsidRPr="00454716" w:rsidRDefault="00454716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:rsidR="00454716" w:rsidRPr="00454716" w:rsidRDefault="00454716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:rsidR="00454716" w:rsidRPr="00454716" w:rsidRDefault="00454716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:rsidR="00454716" w:rsidRPr="00454716" w:rsidRDefault="00454716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:rsidR="00454716" w:rsidRPr="00454716" w:rsidRDefault="00454716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:rsidTr="0045471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single" w:sz="2" w:space="0" w:color="auto"/>
            </w:tcBorders>
            <w:shd w:val="clear" w:color="auto" w:fill="auto"/>
          </w:tcPr>
          <w:p w:rsidR="00454716" w:rsidRPr="00454716" w:rsidRDefault="00454716" w:rsidP="00307641">
            <w:pPr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auto"/>
          </w:tcPr>
          <w:p w:rsidR="00454716" w:rsidRPr="00454716" w:rsidRDefault="00454716" w:rsidP="0030764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top w:val="single" w:sz="2" w:space="0" w:color="auto"/>
            </w:tcBorders>
            <w:shd w:val="clear" w:color="auto" w:fill="auto"/>
          </w:tcPr>
          <w:p w:rsidR="00454716" w:rsidRPr="00454716" w:rsidRDefault="00454716" w:rsidP="0030764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:rsidR="0035531B" w:rsidRDefault="0035531B" w:rsidP="00454716">
      <w:pPr>
        <w:pStyle w:val="Textbezslovn"/>
        <w:ind w:left="0"/>
      </w:pPr>
    </w:p>
    <w:p w:rsidR="0035531B" w:rsidRDefault="0035531B" w:rsidP="00454716">
      <w:pPr>
        <w:pStyle w:val="Textbezslovn"/>
        <w:ind w:left="0"/>
      </w:pPr>
    </w:p>
    <w:p w:rsidR="0035531B" w:rsidRDefault="0035531B" w:rsidP="00454716">
      <w:pPr>
        <w:pStyle w:val="Textbezslovn"/>
        <w:ind w:left="0"/>
      </w:pPr>
      <w:r>
        <w:t>Informace</w:t>
      </w:r>
      <w:r w:rsidR="00092CC9">
        <w:t xml:space="preserve"> o </w:t>
      </w:r>
      <w:r>
        <w:t>rozdělení odpovědnosti za plnění veřejné zakázky: [</w:t>
      </w:r>
      <w:r w:rsidRPr="00454716">
        <w:rPr>
          <w:highlight w:val="yellow"/>
        </w:rPr>
        <w:t>DOPLNÍ DODAVATEL</w:t>
      </w:r>
      <w:r>
        <w:t xml:space="preserve">] </w:t>
      </w:r>
    </w:p>
    <w:p w:rsidR="0035531B" w:rsidRDefault="0035531B" w:rsidP="00452F69">
      <w:pPr>
        <w:pStyle w:val="Doplujcdaje"/>
        <w:jc w:val="both"/>
      </w:pPr>
      <w:r>
        <w:t>(pozn.: zadavatel požaduje, aby odpovědnost nesli všichni dodavatelé podávající společnou nabídku společně</w:t>
      </w:r>
      <w:r w:rsidR="00845C50">
        <w:t xml:space="preserve"> a </w:t>
      </w:r>
      <w:r w:rsidR="00DD63D8">
        <w:t>nerozdílně</w:t>
      </w:r>
      <w:r>
        <w:t>)</w:t>
      </w:r>
    </w:p>
    <w:p w:rsidR="0035531B" w:rsidRDefault="0035531B" w:rsidP="00454716">
      <w:pPr>
        <w:pStyle w:val="Textbezslovn"/>
        <w:ind w:left="0"/>
      </w:pPr>
    </w:p>
    <w:p w:rsidR="0035531B" w:rsidRDefault="0035531B" w:rsidP="00454716">
      <w:pPr>
        <w:pStyle w:val="Textbezslovn"/>
        <w:ind w:left="0"/>
      </w:pPr>
    </w:p>
    <w:p w:rsidR="0035531B" w:rsidRDefault="0035531B" w:rsidP="00454716">
      <w:pPr>
        <w:pStyle w:val="Textbezslovn"/>
        <w:ind w:left="0"/>
      </w:pPr>
      <w:r w:rsidRPr="00454716">
        <w:rPr>
          <w:rStyle w:val="Tun9b"/>
        </w:rPr>
        <w:t>Příloha:</w:t>
      </w:r>
      <w:r>
        <w:t xml:space="preserve">  Smlouva</w:t>
      </w:r>
      <w:r w:rsidR="00092CC9">
        <w:t xml:space="preserve"> o </w:t>
      </w:r>
      <w:r>
        <w:t>vzniku společnosti/sdružení/seskupení, příp. jiný dokument</w:t>
      </w:r>
    </w:p>
    <w:p w:rsidR="0035531B" w:rsidRDefault="0035531B" w:rsidP="00454716">
      <w:pPr>
        <w:pStyle w:val="Textbezslovn"/>
        <w:ind w:left="0"/>
      </w:pPr>
    </w:p>
    <w:p w:rsidR="0035531B" w:rsidRDefault="0035531B" w:rsidP="00454716">
      <w:pPr>
        <w:pStyle w:val="Textbezslovn"/>
        <w:ind w:left="0"/>
      </w:pPr>
    </w:p>
    <w:p w:rsidR="00454716" w:rsidRDefault="00454716" w:rsidP="00454716">
      <w:pPr>
        <w:pStyle w:val="Textbezslovn"/>
        <w:ind w:left="0"/>
      </w:pPr>
      <w:r>
        <w:br w:type="page"/>
      </w:r>
    </w:p>
    <w:p w:rsidR="0035531B" w:rsidRDefault="0035531B" w:rsidP="00FE4333">
      <w:pPr>
        <w:pStyle w:val="Nadpisbezsl1-1"/>
      </w:pPr>
      <w:r>
        <w:lastRenderedPageBreak/>
        <w:t>Příloha č. 4</w:t>
      </w:r>
    </w:p>
    <w:p w:rsidR="0035531B" w:rsidRPr="00AD792A" w:rsidRDefault="0035531B" w:rsidP="00FE4333">
      <w:pPr>
        <w:pStyle w:val="Nadpisbezsl1-2"/>
      </w:pPr>
      <w:r w:rsidRPr="00AD792A">
        <w:t>Seznam stavebních prací</w:t>
      </w:r>
    </w:p>
    <w:p w:rsidR="00AB1063" w:rsidRDefault="00AB1063" w:rsidP="00AD792A">
      <w:pPr>
        <w:pStyle w:val="Textbezslovn"/>
        <w:ind w:left="0"/>
      </w:pPr>
    </w:p>
    <w:tbl>
      <w:tblPr>
        <w:tblStyle w:val="Mkatabulky"/>
        <w:tblW w:w="8584" w:type="dxa"/>
        <w:tblLayout w:type="fixed"/>
        <w:tblLook w:val="04E0" w:firstRow="1" w:lastRow="1" w:firstColumn="1" w:lastColumn="0" w:noHBand="0" w:noVBand="1"/>
      </w:tblPr>
      <w:tblGrid>
        <w:gridCol w:w="1355"/>
        <w:gridCol w:w="1559"/>
        <w:gridCol w:w="1560"/>
        <w:gridCol w:w="1417"/>
        <w:gridCol w:w="1276"/>
        <w:gridCol w:w="1417"/>
      </w:tblGrid>
      <w:tr w:rsidR="00DD63D8" w:rsidRPr="00AD792A" w:rsidTr="00DD63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:rsidR="00DD63D8" w:rsidRPr="00AD792A" w:rsidRDefault="00DD63D8" w:rsidP="00AD792A">
            <w:pPr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Název zakázky/ stavební práce</w:t>
            </w:r>
            <w:r w:rsidRPr="00AD792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:rsidR="00DD63D8" w:rsidRPr="00AD792A" w:rsidRDefault="00DD63D8" w:rsidP="00AD79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Objednatel (obchodní firma/název a sídlo) a kontaktní osoba objednatele (jméno, tel., email)</w:t>
            </w:r>
          </w:p>
        </w:tc>
        <w:tc>
          <w:tcPr>
            <w:tcW w:w="1560" w:type="dxa"/>
          </w:tcPr>
          <w:p w:rsidR="00DD63D8" w:rsidRPr="00AD792A" w:rsidRDefault="00DD63D8" w:rsidP="003076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Předmět plnění (popis věcného rozsahu stavebních prací v detailu potřebném pro ověření splnění požadavků</w:t>
            </w:r>
            <w:r w:rsidR="00170521">
              <w:rPr>
                <w:b/>
              </w:rPr>
              <w:t>)</w:t>
            </w:r>
            <w:r w:rsidRPr="00AD792A">
              <w:rPr>
                <w:b/>
              </w:rPr>
              <w:t xml:space="preserve"> a místo jejich plnění</w:t>
            </w:r>
          </w:p>
        </w:tc>
        <w:tc>
          <w:tcPr>
            <w:tcW w:w="1417" w:type="dxa"/>
          </w:tcPr>
          <w:p w:rsidR="00DD63D8" w:rsidRPr="00AD792A" w:rsidRDefault="00DD63D8" w:rsidP="003076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Termín plnění dle smlouvy a doba dokončení stavebních prací (měsíc/rok)</w:t>
            </w:r>
          </w:p>
        </w:tc>
        <w:tc>
          <w:tcPr>
            <w:tcW w:w="1276" w:type="dxa"/>
          </w:tcPr>
          <w:p w:rsidR="00DD63D8" w:rsidRPr="00AD792A" w:rsidRDefault="00DD63D8" w:rsidP="003076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Dodavatel*</w:t>
            </w:r>
          </w:p>
        </w:tc>
        <w:tc>
          <w:tcPr>
            <w:tcW w:w="1417" w:type="dxa"/>
          </w:tcPr>
          <w:p w:rsidR="00DD63D8" w:rsidRPr="00AD792A" w:rsidRDefault="00DD63D8" w:rsidP="003076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 xml:space="preserve">Cena stavebních prací, které dodavatel poskytl** za </w:t>
            </w:r>
            <w:r w:rsidRPr="003C2A12">
              <w:rPr>
                <w:b/>
              </w:rPr>
              <w:t>posledních 5 let v Kč*** bez</w:t>
            </w:r>
            <w:r w:rsidRPr="00AD792A">
              <w:rPr>
                <w:b/>
              </w:rPr>
              <w:t xml:space="preserve"> DPH</w:t>
            </w:r>
          </w:p>
        </w:tc>
      </w:tr>
      <w:tr w:rsidR="00DD63D8" w:rsidRPr="00454716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:rsidR="00DD63D8" w:rsidRPr="00454716" w:rsidRDefault="00DD63D8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:rsidR="00DD63D8" w:rsidRPr="00454716" w:rsidRDefault="00DD63D8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bottom w:val="single" w:sz="2" w:space="0" w:color="auto"/>
            </w:tcBorders>
          </w:tcPr>
          <w:p w:rsidR="00DD63D8" w:rsidRPr="00454716" w:rsidRDefault="00DD63D8" w:rsidP="00B80E53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:rsidR="00DD63D8" w:rsidRPr="00AD792A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DD63D8" w:rsidRPr="00AD792A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:rsidR="00DD63D8" w:rsidRPr="00AD792A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DD63D8" w:rsidRPr="00AD792A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:rsidTr="00DD63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top w:val="single" w:sz="2" w:space="0" w:color="auto"/>
            </w:tcBorders>
            <w:shd w:val="clear" w:color="auto" w:fill="auto"/>
          </w:tcPr>
          <w:p w:rsidR="00DD63D8" w:rsidRPr="00454716" w:rsidRDefault="00DD63D8" w:rsidP="00307641">
            <w:pPr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:rsidR="00DD63D8" w:rsidRPr="00454716" w:rsidRDefault="00DD63D8" w:rsidP="0030764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shd w:val="clear" w:color="auto" w:fill="auto"/>
          </w:tcPr>
          <w:p w:rsidR="00DD63D8" w:rsidRPr="00AD792A" w:rsidRDefault="00DD63D8" w:rsidP="0030764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:rsidR="00DD63D8" w:rsidRPr="00AD792A" w:rsidRDefault="00DD63D8" w:rsidP="0030764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:rsidR="00DD63D8" w:rsidRPr="00AD792A" w:rsidRDefault="00DD63D8" w:rsidP="0030764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:rsidR="00DD63D8" w:rsidRPr="00AD792A" w:rsidRDefault="00DD63D8" w:rsidP="0030764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:rsidR="00AD792A" w:rsidRDefault="00AD792A" w:rsidP="00AD792A">
      <w:pPr>
        <w:pStyle w:val="Textbezslovn"/>
        <w:ind w:left="0"/>
      </w:pPr>
    </w:p>
    <w:p w:rsidR="0035531B" w:rsidRDefault="0035531B" w:rsidP="00AD792A">
      <w:pPr>
        <w:pStyle w:val="Textbezslovn"/>
        <w:ind w:left="0"/>
      </w:pPr>
      <w:r w:rsidRPr="00AD792A">
        <w:rPr>
          <w:b/>
        </w:rPr>
        <w:t>*</w:t>
      </w:r>
      <w:r w:rsidR="00AD792A">
        <w:t xml:space="preserve"> </w:t>
      </w:r>
      <w:r>
        <w:t>V příslušném sloupci dodavatel</w:t>
      </w:r>
      <w:r w:rsidR="00BC6D2B">
        <w:t xml:space="preserve"> k </w:t>
      </w:r>
      <w:r>
        <w:t>jednotlivým zakázkám doplní:</w:t>
      </w:r>
    </w:p>
    <w:p w:rsidR="0035531B" w:rsidRDefault="0035531B" w:rsidP="00AD792A">
      <w:pPr>
        <w:pStyle w:val="Textbezslovn"/>
        <w:tabs>
          <w:tab w:val="left" w:pos="1560"/>
        </w:tabs>
        <w:spacing w:after="0"/>
        <w:ind w:left="1560" w:hanging="851"/>
      </w:pPr>
      <w:r w:rsidRPr="00AD792A">
        <w:rPr>
          <w:b/>
        </w:rPr>
        <w:t xml:space="preserve">D - </w:t>
      </w:r>
      <w:r w:rsidR="00AD792A" w:rsidRPr="00AD792A">
        <w:rPr>
          <w:b/>
        </w:rPr>
        <w:tab/>
      </w:r>
      <w:r>
        <w:t>pokud předmět zakázky realizoval jako dodavatel samostatně, nebo</w:t>
      </w:r>
    </w:p>
    <w:p w:rsidR="0035531B" w:rsidRDefault="0035531B" w:rsidP="00AD792A">
      <w:pPr>
        <w:pStyle w:val="Textbezslovn"/>
        <w:tabs>
          <w:tab w:val="left" w:pos="1560"/>
        </w:tabs>
        <w:spacing w:after="0"/>
        <w:ind w:left="1560" w:hanging="851"/>
      </w:pPr>
      <w:r w:rsidRPr="00AD792A">
        <w:rPr>
          <w:b/>
        </w:rPr>
        <w:t xml:space="preserve">SPOL - </w:t>
      </w:r>
      <w:r w:rsidR="00AD792A" w:rsidRPr="00AD792A">
        <w:rPr>
          <w:b/>
        </w:rPr>
        <w:tab/>
      </w:r>
      <w:r>
        <w:t>pokud předmět zakázky realizoval jako společník společnosti nebo účastník sdružení či seskupení více dodavatelů, nebo</w:t>
      </w:r>
    </w:p>
    <w:p w:rsidR="0035531B" w:rsidRDefault="0035531B" w:rsidP="00AD792A">
      <w:pPr>
        <w:pStyle w:val="Textbezslovn"/>
        <w:tabs>
          <w:tab w:val="left" w:pos="1560"/>
        </w:tabs>
        <w:ind w:left="1560" w:hanging="851"/>
      </w:pPr>
      <w:r w:rsidRPr="00AD792A">
        <w:rPr>
          <w:b/>
        </w:rPr>
        <w:t xml:space="preserve">P - </w:t>
      </w:r>
      <w:r w:rsidR="00AD792A" w:rsidRPr="00AD792A">
        <w:rPr>
          <w:b/>
        </w:rPr>
        <w:tab/>
      </w:r>
      <w:r>
        <w:t>pokud byl poddodavatelem jiného dodavatele.</w:t>
      </w:r>
    </w:p>
    <w:p w:rsidR="0035531B" w:rsidRDefault="0035531B" w:rsidP="00AD792A">
      <w:pPr>
        <w:pStyle w:val="Textbezslovn"/>
        <w:ind w:left="0"/>
      </w:pPr>
      <w:r w:rsidRPr="00AD792A">
        <w:rPr>
          <w:b/>
        </w:rPr>
        <w:t>**</w:t>
      </w:r>
      <w:r w:rsidR="00AD792A">
        <w:t xml:space="preserve"> </w:t>
      </w:r>
      <w:r>
        <w:t>Dodavatel může použít</w:t>
      </w:r>
      <w:r w:rsidR="00BC6D2B">
        <w:t xml:space="preserve"> k </w:t>
      </w:r>
      <w:r>
        <w:t>prokázání splnění kritéria kvalifikace týkajícího se požadavku na předložení seznamu referenčních zakázek i takové stavební práce, které poskytl:</w:t>
      </w:r>
    </w:p>
    <w:p w:rsidR="0035531B" w:rsidRDefault="0035531B" w:rsidP="00EF4DAC">
      <w:pPr>
        <w:pStyle w:val="Odstavec1-1a"/>
        <w:numPr>
          <w:ilvl w:val="0"/>
          <w:numId w:val="13"/>
        </w:numPr>
      </w:pPr>
      <w:r>
        <w:t>společně</w:t>
      </w:r>
      <w:r w:rsidR="00845C50">
        <w:t xml:space="preserve"> s </w:t>
      </w:r>
      <w:r>
        <w:t>jinými dodavateli,</w:t>
      </w:r>
      <w:r w:rsidR="00845C50">
        <w:t xml:space="preserve"> a </w:t>
      </w:r>
      <w:r>
        <w:t>to</w:t>
      </w:r>
      <w:r w:rsidR="00092CC9">
        <w:t xml:space="preserve"> v </w:t>
      </w:r>
      <w:r>
        <w:t>rozsahu,</w:t>
      </w:r>
      <w:r w:rsidR="00092CC9">
        <w:t xml:space="preserve"> v </w:t>
      </w:r>
      <w:r>
        <w:t>jakém se na plnění zakázky podílel, nebo</w:t>
      </w:r>
    </w:p>
    <w:p w:rsidR="0035531B" w:rsidRDefault="0035531B" w:rsidP="00EE3C5F">
      <w:pPr>
        <w:pStyle w:val="Odstavec1-1a"/>
      </w:pPr>
      <w:r>
        <w:t>jako poddodavatel,</w:t>
      </w:r>
      <w:r w:rsidR="00845C50">
        <w:t xml:space="preserve"> a </w:t>
      </w:r>
      <w:r>
        <w:t>to</w:t>
      </w:r>
      <w:r w:rsidR="00092CC9">
        <w:t xml:space="preserve"> v </w:t>
      </w:r>
      <w:r>
        <w:t>rozsahu,</w:t>
      </w:r>
      <w:r w:rsidR="00092CC9">
        <w:t xml:space="preserve"> v </w:t>
      </w:r>
      <w:r>
        <w:t xml:space="preserve">jakém se na plnění zakázky podílel. </w:t>
      </w:r>
    </w:p>
    <w:p w:rsidR="0035531B" w:rsidRDefault="0035531B" w:rsidP="00AD792A">
      <w:pPr>
        <w:pStyle w:val="Textbezslovn"/>
        <w:ind w:left="0"/>
      </w:pPr>
      <w:r w:rsidRPr="00EE3C5F">
        <w:rPr>
          <w:b/>
        </w:rPr>
        <w:t>***</w:t>
      </w:r>
      <w:r w:rsidR="00EE3C5F">
        <w:t xml:space="preserve"> </w:t>
      </w:r>
      <w:r>
        <w:t>V případě zakázek plněných</w:t>
      </w:r>
      <w:r w:rsidR="00092CC9">
        <w:t xml:space="preserve"> v </w:t>
      </w:r>
      <w:r>
        <w:t>zahraničí nebo</w:t>
      </w:r>
      <w:r w:rsidR="00092CC9">
        <w:t xml:space="preserve"> v </w:t>
      </w:r>
      <w:r>
        <w:t>cizí měně dodavatel uvede ekvivalent ceny</w:t>
      </w:r>
      <w:r w:rsidR="00092CC9">
        <w:t xml:space="preserve"> v </w:t>
      </w:r>
      <w:r>
        <w:t>Kč. Pro přepočet</w:t>
      </w:r>
      <w:r w:rsidR="0060115D">
        <w:t xml:space="preserve"> z </w:t>
      </w:r>
      <w:r>
        <w:t>cizí měny na CZK použije poslední čtvrtletní průměrný kurz devizového trhu příslušné měny</w:t>
      </w:r>
      <w:r w:rsidR="00BC6D2B">
        <w:t xml:space="preserve"> k </w:t>
      </w:r>
      <w:r>
        <w:t>CZK stanovený</w:t>
      </w:r>
      <w:r w:rsidR="00845C50">
        <w:t xml:space="preserve"> a </w:t>
      </w:r>
      <w:r>
        <w:t xml:space="preserve">zveřejněný ČNB ke dni zahájení </w:t>
      </w:r>
      <w:r w:rsidR="00196E81">
        <w:t xml:space="preserve">výběrového </w:t>
      </w:r>
      <w:r>
        <w:t>řízení.</w:t>
      </w:r>
    </w:p>
    <w:p w:rsidR="0035531B" w:rsidRDefault="0035531B" w:rsidP="00EE3C5F">
      <w:pPr>
        <w:pStyle w:val="Textbezslovn"/>
      </w:pPr>
    </w:p>
    <w:p w:rsidR="0035531B" w:rsidRDefault="0035531B" w:rsidP="00B61530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 w:rsidR="00B61530">
        <w:rPr>
          <w:b/>
        </w:rPr>
        <w:t xml:space="preserve"> </w:t>
      </w:r>
      <w:r>
        <w:t>osvědčení objednatelů</w:t>
      </w:r>
      <w:r w:rsidR="00092CC9">
        <w:t xml:space="preserve"> o </w:t>
      </w:r>
      <w:r>
        <w:t>řádném plnění stavebních prací uvedených</w:t>
      </w:r>
      <w:r w:rsidR="00092CC9">
        <w:t xml:space="preserve"> v </w:t>
      </w:r>
      <w:r>
        <w:t>tomto seznamu</w:t>
      </w:r>
    </w:p>
    <w:p w:rsidR="0035531B" w:rsidRDefault="0035531B" w:rsidP="00EE3C5F">
      <w:pPr>
        <w:pStyle w:val="Textbezslovn"/>
      </w:pPr>
      <w:r>
        <w:t xml:space="preserve"> </w:t>
      </w:r>
    </w:p>
    <w:p w:rsidR="00EE3C5F" w:rsidRDefault="00EE3C5F">
      <w:r>
        <w:br w:type="page"/>
      </w:r>
    </w:p>
    <w:p w:rsidR="0035531B" w:rsidRDefault="0035531B" w:rsidP="00FE4333">
      <w:pPr>
        <w:pStyle w:val="Nadpisbezsl1-1"/>
      </w:pPr>
      <w:r>
        <w:lastRenderedPageBreak/>
        <w:t>Příloha č. 5</w:t>
      </w:r>
    </w:p>
    <w:p w:rsidR="0035531B" w:rsidRPr="00EE3C5F" w:rsidRDefault="0035531B" w:rsidP="00FE4333">
      <w:pPr>
        <w:pStyle w:val="Nadpisbezsl1-2"/>
      </w:pPr>
      <w:r w:rsidRPr="00EE3C5F">
        <w:t>Seznam odborného personálu dodavatele</w:t>
      </w:r>
    </w:p>
    <w:p w:rsidR="00AB1063" w:rsidRDefault="00AB1063" w:rsidP="00EE3C5F">
      <w:pPr>
        <w:pStyle w:val="Textbezslovn"/>
      </w:pPr>
    </w:p>
    <w:tbl>
      <w:tblPr>
        <w:tblStyle w:val="Mkatabulky"/>
        <w:tblW w:w="7099" w:type="dxa"/>
        <w:tblLayout w:type="fixed"/>
        <w:tblLook w:val="04E0" w:firstRow="1" w:lastRow="1" w:firstColumn="1" w:lastColumn="0" w:noHBand="0" w:noVBand="1"/>
      </w:tblPr>
      <w:tblGrid>
        <w:gridCol w:w="1775"/>
        <w:gridCol w:w="1774"/>
        <w:gridCol w:w="1775"/>
        <w:gridCol w:w="1775"/>
      </w:tblGrid>
      <w:tr w:rsidR="00744B26" w:rsidRPr="00EE3C5F" w:rsidTr="00744B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dxa"/>
          </w:tcPr>
          <w:p w:rsidR="00744B26" w:rsidRPr="00EE3C5F" w:rsidRDefault="00744B26" w:rsidP="00744B26">
            <w:pPr>
              <w:rPr>
                <w:b/>
                <w:sz w:val="16"/>
                <w:szCs w:val="16"/>
              </w:rPr>
            </w:pPr>
            <w:r w:rsidRPr="00EE3C5F">
              <w:rPr>
                <w:b/>
                <w:sz w:val="16"/>
                <w:szCs w:val="16"/>
              </w:rPr>
              <w:t xml:space="preserve">Funkce/jméno </w:t>
            </w:r>
          </w:p>
        </w:tc>
        <w:tc>
          <w:tcPr>
            <w:tcW w:w="1774" w:type="dxa"/>
          </w:tcPr>
          <w:p w:rsidR="00744B26" w:rsidRPr="00EE3C5F" w:rsidRDefault="00744B26" w:rsidP="00744B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EE3C5F">
              <w:rPr>
                <w:b/>
                <w:sz w:val="16"/>
                <w:szCs w:val="16"/>
              </w:rPr>
              <w:t>Vzdělání</w:t>
            </w:r>
          </w:p>
        </w:tc>
        <w:tc>
          <w:tcPr>
            <w:tcW w:w="1775" w:type="dxa"/>
          </w:tcPr>
          <w:p w:rsidR="00744B26" w:rsidRPr="00EE3C5F" w:rsidRDefault="00744B26" w:rsidP="00744B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EE3C5F">
              <w:rPr>
                <w:b/>
                <w:sz w:val="16"/>
                <w:szCs w:val="16"/>
              </w:rPr>
              <w:t>Léta praxe v požadovaném oboru</w:t>
            </w:r>
          </w:p>
        </w:tc>
        <w:tc>
          <w:tcPr>
            <w:tcW w:w="1775" w:type="dxa"/>
          </w:tcPr>
          <w:p w:rsidR="00744B26" w:rsidRPr="00EE3C5F" w:rsidRDefault="00744B26" w:rsidP="00744B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EE3C5F">
              <w:rPr>
                <w:b/>
                <w:sz w:val="16"/>
                <w:szCs w:val="16"/>
              </w:rPr>
              <w:t>Uveďte, v jakém vztahu k dodavateli osoba je</w:t>
            </w:r>
          </w:p>
        </w:tc>
      </w:tr>
      <w:tr w:rsidR="00744B26" w:rsidRPr="00454716" w:rsidTr="00744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dxa"/>
          </w:tcPr>
          <w:p w:rsidR="00744B26" w:rsidRPr="00454716" w:rsidRDefault="00744B26" w:rsidP="00744B26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4" w:type="dxa"/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5" w:type="dxa"/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5" w:type="dxa"/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744B26" w:rsidRPr="00454716" w:rsidTr="00744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dxa"/>
          </w:tcPr>
          <w:p w:rsidR="00744B26" w:rsidRPr="00454716" w:rsidRDefault="00744B26" w:rsidP="00744B26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4" w:type="dxa"/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5" w:type="dxa"/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5" w:type="dxa"/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744B26" w:rsidRPr="00454716" w:rsidTr="00744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dxa"/>
            <w:tcBorders>
              <w:bottom w:val="single" w:sz="2" w:space="0" w:color="auto"/>
            </w:tcBorders>
          </w:tcPr>
          <w:p w:rsidR="00744B26" w:rsidRPr="00454716" w:rsidRDefault="00744B26" w:rsidP="00744B26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4" w:type="dxa"/>
            <w:tcBorders>
              <w:bottom w:val="single" w:sz="2" w:space="0" w:color="auto"/>
            </w:tcBorders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5" w:type="dxa"/>
            <w:tcBorders>
              <w:bottom w:val="single" w:sz="2" w:space="0" w:color="auto"/>
            </w:tcBorders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5" w:type="dxa"/>
            <w:tcBorders>
              <w:bottom w:val="single" w:sz="2" w:space="0" w:color="auto"/>
            </w:tcBorders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744B26" w:rsidRPr="00454716" w:rsidTr="00744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dxa"/>
            <w:tcBorders>
              <w:bottom w:val="single" w:sz="2" w:space="0" w:color="auto"/>
            </w:tcBorders>
          </w:tcPr>
          <w:p w:rsidR="00744B26" w:rsidRPr="00454716" w:rsidRDefault="00744B26" w:rsidP="00744B26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4" w:type="dxa"/>
            <w:tcBorders>
              <w:bottom w:val="single" w:sz="2" w:space="0" w:color="auto"/>
            </w:tcBorders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5" w:type="dxa"/>
            <w:tcBorders>
              <w:bottom w:val="single" w:sz="2" w:space="0" w:color="auto"/>
            </w:tcBorders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5" w:type="dxa"/>
            <w:tcBorders>
              <w:bottom w:val="single" w:sz="2" w:space="0" w:color="auto"/>
            </w:tcBorders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744B26" w:rsidRPr="00454716" w:rsidTr="00744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dxa"/>
            <w:tcBorders>
              <w:bottom w:val="single" w:sz="2" w:space="0" w:color="auto"/>
            </w:tcBorders>
          </w:tcPr>
          <w:p w:rsidR="00744B26" w:rsidRPr="00454716" w:rsidRDefault="00744B26" w:rsidP="00744B26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4" w:type="dxa"/>
            <w:tcBorders>
              <w:bottom w:val="single" w:sz="2" w:space="0" w:color="auto"/>
            </w:tcBorders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5" w:type="dxa"/>
            <w:tcBorders>
              <w:bottom w:val="single" w:sz="2" w:space="0" w:color="auto"/>
            </w:tcBorders>
          </w:tcPr>
          <w:p w:rsidR="00744B26" w:rsidRPr="00AD792A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5" w:type="dxa"/>
            <w:tcBorders>
              <w:bottom w:val="single" w:sz="2" w:space="0" w:color="auto"/>
            </w:tcBorders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744B26" w:rsidRPr="00454716" w:rsidTr="00744B2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dxa"/>
            <w:tcBorders>
              <w:top w:val="single" w:sz="2" w:space="0" w:color="auto"/>
            </w:tcBorders>
            <w:shd w:val="clear" w:color="auto" w:fill="auto"/>
          </w:tcPr>
          <w:p w:rsidR="00744B26" w:rsidRPr="00454716" w:rsidRDefault="00744B26" w:rsidP="00744B26">
            <w:pPr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4" w:type="dxa"/>
            <w:tcBorders>
              <w:top w:val="single" w:sz="2" w:space="0" w:color="auto"/>
            </w:tcBorders>
            <w:shd w:val="clear" w:color="auto" w:fill="auto"/>
          </w:tcPr>
          <w:p w:rsidR="00744B26" w:rsidRPr="00454716" w:rsidRDefault="00744B26" w:rsidP="00744B26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5" w:type="dxa"/>
            <w:tcBorders>
              <w:top w:val="single" w:sz="2" w:space="0" w:color="auto"/>
            </w:tcBorders>
            <w:shd w:val="clear" w:color="auto" w:fill="auto"/>
          </w:tcPr>
          <w:p w:rsidR="00744B26" w:rsidRPr="00AD792A" w:rsidRDefault="00744B26" w:rsidP="00744B26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5" w:type="dxa"/>
            <w:tcBorders>
              <w:top w:val="single" w:sz="2" w:space="0" w:color="auto"/>
            </w:tcBorders>
            <w:shd w:val="clear" w:color="auto" w:fill="auto"/>
          </w:tcPr>
          <w:p w:rsidR="00744B26" w:rsidRPr="00454716" w:rsidRDefault="00744B26" w:rsidP="00744B26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:rsidR="00EE3C5F" w:rsidRDefault="00EE3C5F" w:rsidP="00EE3C5F">
      <w:pPr>
        <w:pStyle w:val="Textbezslovn"/>
      </w:pPr>
    </w:p>
    <w:p w:rsidR="00EE3C5F" w:rsidRDefault="00EE3C5F" w:rsidP="00EE3C5F">
      <w:pPr>
        <w:pStyle w:val="Textbezslovn"/>
      </w:pPr>
    </w:p>
    <w:p w:rsidR="0035531B" w:rsidRPr="00EE3C5F" w:rsidRDefault="0035531B" w:rsidP="00E22C30">
      <w:pPr>
        <w:pStyle w:val="Textbezslovn"/>
        <w:ind w:left="0"/>
        <w:rPr>
          <w:b/>
        </w:rPr>
      </w:pPr>
      <w:r w:rsidRPr="00EE3C5F">
        <w:rPr>
          <w:b/>
        </w:rPr>
        <w:t xml:space="preserve">Přílohy: </w:t>
      </w:r>
      <w:r w:rsidRPr="00EE3C5F">
        <w:rPr>
          <w:b/>
        </w:rPr>
        <w:tab/>
      </w:r>
    </w:p>
    <w:p w:rsidR="0035531B" w:rsidRDefault="0035531B" w:rsidP="00B61530">
      <w:pPr>
        <w:pStyle w:val="Odrka1-1"/>
        <w:tabs>
          <w:tab w:val="clear" w:pos="1077"/>
        </w:tabs>
        <w:ind w:left="426"/>
      </w:pPr>
      <w:r>
        <w:t xml:space="preserve">profesní životopisy každého člena odborného personálu dodavatele (viz Příloha č. 6 </w:t>
      </w:r>
      <w:r w:rsidR="00196E81">
        <w:t>této Výzvy</w:t>
      </w:r>
      <w:r>
        <w:t>)</w:t>
      </w:r>
    </w:p>
    <w:p w:rsidR="0035531B" w:rsidRDefault="0035531B" w:rsidP="00B61530">
      <w:pPr>
        <w:pStyle w:val="Odrka1-1"/>
        <w:tabs>
          <w:tab w:val="clear" w:pos="1077"/>
        </w:tabs>
        <w:ind w:left="426"/>
      </w:pPr>
      <w:r>
        <w:t>doklady</w:t>
      </w:r>
      <w:r w:rsidR="00092CC9">
        <w:t xml:space="preserve"> o </w:t>
      </w:r>
      <w:r>
        <w:t>požadovaném vzdělání členů odborného personálu dodavatele,</w:t>
      </w:r>
      <w:r w:rsidR="00BB4AF2">
        <w:t xml:space="preserve"> u </w:t>
      </w:r>
      <w:r>
        <w:t>kterých je takový doklad požadován</w:t>
      </w:r>
    </w:p>
    <w:p w:rsidR="0035531B" w:rsidRDefault="0035531B" w:rsidP="00B61530">
      <w:pPr>
        <w:pStyle w:val="Odrka1-1"/>
        <w:tabs>
          <w:tab w:val="clear" w:pos="1077"/>
        </w:tabs>
        <w:ind w:left="426"/>
      </w:pPr>
      <w:r>
        <w:t>doklady</w:t>
      </w:r>
      <w:r w:rsidR="00092CC9">
        <w:t xml:space="preserve"> o </w:t>
      </w:r>
      <w:r>
        <w:t>odborné způsobilosti členů odborného personálu,</w:t>
      </w:r>
      <w:r w:rsidR="00BB4AF2">
        <w:t xml:space="preserve"> u </w:t>
      </w:r>
      <w:r>
        <w:t>kterých je způsobilost požadována</w:t>
      </w:r>
    </w:p>
    <w:p w:rsidR="0035531B" w:rsidRDefault="0035531B" w:rsidP="00EE3C5F">
      <w:pPr>
        <w:pStyle w:val="Textbezslovn"/>
      </w:pPr>
      <w:r>
        <w:t xml:space="preserve"> </w:t>
      </w:r>
    </w:p>
    <w:p w:rsidR="00EE3C5F" w:rsidRDefault="00EE3C5F">
      <w:r>
        <w:br w:type="page"/>
      </w:r>
    </w:p>
    <w:p w:rsidR="0035531B" w:rsidRDefault="0035531B" w:rsidP="00FE4333">
      <w:pPr>
        <w:pStyle w:val="Nadpisbezsl1-1"/>
      </w:pPr>
      <w:r>
        <w:lastRenderedPageBreak/>
        <w:t>Příloha č. 6</w:t>
      </w:r>
    </w:p>
    <w:p w:rsidR="0035531B" w:rsidRPr="00EE3C5F" w:rsidRDefault="0035531B" w:rsidP="00FE4333">
      <w:pPr>
        <w:pStyle w:val="Nadpisbezsl1-2"/>
      </w:pPr>
      <w:r w:rsidRPr="00EE3C5F">
        <w:t>Vzor profesního životopisu</w:t>
      </w:r>
    </w:p>
    <w:p w:rsidR="0035531B" w:rsidRDefault="0035531B" w:rsidP="00474F4D">
      <w:pPr>
        <w:pStyle w:val="Textbezslovn"/>
        <w:ind w:left="0"/>
      </w:pPr>
    </w:p>
    <w:p w:rsidR="0035531B" w:rsidRDefault="0035531B" w:rsidP="00474F4D">
      <w:pPr>
        <w:pStyle w:val="Textbezslovn"/>
        <w:ind w:left="0"/>
      </w:pPr>
      <w:r>
        <w:t xml:space="preserve">Předpokládaná </w:t>
      </w:r>
      <w:r w:rsidRPr="00474F4D">
        <w:rPr>
          <w:b/>
        </w:rPr>
        <w:t>funkce</w:t>
      </w:r>
      <w:r>
        <w:t xml:space="preserve"> ze seznamu odborného personálu dodavatele: [</w:t>
      </w:r>
      <w:r w:rsidRPr="00E24F78">
        <w:rPr>
          <w:b/>
          <w:highlight w:val="yellow"/>
        </w:rPr>
        <w:t>DOPLNÍ DODAVATEL</w:t>
      </w:r>
      <w:r>
        <w:t>]</w:t>
      </w:r>
    </w:p>
    <w:p w:rsidR="00474F4D" w:rsidRDefault="00474F4D" w:rsidP="00474F4D">
      <w:pPr>
        <w:pStyle w:val="Textbezslovn"/>
        <w:ind w:left="0"/>
      </w:pPr>
    </w:p>
    <w:p w:rsidR="0035531B" w:rsidRDefault="0035531B" w:rsidP="00EF4DAC">
      <w:pPr>
        <w:pStyle w:val="Odstavec1-1a"/>
        <w:numPr>
          <w:ilvl w:val="0"/>
          <w:numId w:val="14"/>
        </w:numPr>
      </w:pPr>
      <w:r>
        <w:t>Příjmení: [</w:t>
      </w:r>
      <w:r w:rsidRPr="00E24F78">
        <w:rPr>
          <w:b/>
          <w:highlight w:val="yellow"/>
        </w:rPr>
        <w:t>DOPLNÍ DODAVATEL</w:t>
      </w:r>
      <w:r>
        <w:t>]</w:t>
      </w:r>
    </w:p>
    <w:p w:rsidR="0035531B" w:rsidRDefault="0035531B" w:rsidP="00EF4DAC">
      <w:pPr>
        <w:pStyle w:val="Odstavec1-1a"/>
        <w:numPr>
          <w:ilvl w:val="0"/>
          <w:numId w:val="14"/>
        </w:numPr>
      </w:pPr>
      <w:r>
        <w:t>Jméno: [</w:t>
      </w:r>
      <w:r w:rsidRPr="00E24F78">
        <w:rPr>
          <w:b/>
          <w:highlight w:val="yellow"/>
        </w:rPr>
        <w:t>DOPLNÍ DODAVATEL</w:t>
      </w:r>
      <w:r>
        <w:t>]</w:t>
      </w:r>
    </w:p>
    <w:p w:rsidR="0035531B" w:rsidRDefault="0035531B" w:rsidP="00EF4DAC">
      <w:pPr>
        <w:pStyle w:val="Odstavec1-1a"/>
        <w:numPr>
          <w:ilvl w:val="0"/>
          <w:numId w:val="14"/>
        </w:numPr>
      </w:pPr>
      <w:r>
        <w:t>Datum narození: [</w:t>
      </w:r>
      <w:r w:rsidRPr="00833899">
        <w:rPr>
          <w:highlight w:val="yellow"/>
        </w:rPr>
        <w:t>DOPLNÍ DODAVATEL</w:t>
      </w:r>
      <w:r>
        <w:t>]</w:t>
      </w:r>
    </w:p>
    <w:p w:rsidR="0035531B" w:rsidRDefault="0035531B" w:rsidP="00EF4DAC">
      <w:pPr>
        <w:pStyle w:val="Odstavec1-1a"/>
        <w:numPr>
          <w:ilvl w:val="0"/>
          <w:numId w:val="14"/>
        </w:numPr>
      </w:pPr>
      <w:r>
        <w:t>Kontaktní pracovní adresa (včetně pracovní tel/e-mail): [</w:t>
      </w:r>
      <w:r w:rsidRPr="00833899">
        <w:rPr>
          <w:highlight w:val="yellow"/>
        </w:rPr>
        <w:t>DOPLNÍ DODAVATEL</w:t>
      </w:r>
      <w:r>
        <w:t>]</w:t>
      </w:r>
    </w:p>
    <w:p w:rsidR="0035531B" w:rsidRPr="00833899" w:rsidRDefault="0035531B" w:rsidP="00EF4DAC">
      <w:pPr>
        <w:pStyle w:val="Odstavec1-1a"/>
        <w:numPr>
          <w:ilvl w:val="0"/>
          <w:numId w:val="14"/>
        </w:numPr>
      </w:pPr>
      <w:r>
        <w:t xml:space="preserve">Nejvyšší dosažené </w:t>
      </w:r>
      <w:r w:rsidRPr="001950C2">
        <w:rPr>
          <w:b/>
        </w:rPr>
        <w:t>vzdělání</w:t>
      </w:r>
      <w:r>
        <w:t>, resp. postačuje uvést požadované vzdělání</w:t>
      </w:r>
      <w:r w:rsidR="00BC6D2B">
        <w:t xml:space="preserve"> k </w:t>
      </w:r>
      <w:r>
        <w:t>prokázání kvalifikace:</w:t>
      </w: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3260"/>
        <w:gridCol w:w="4394"/>
      </w:tblGrid>
      <w:tr w:rsidR="00474F4D" w:rsidRPr="00833899" w:rsidTr="009842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bottom w:val="single" w:sz="2" w:space="0" w:color="auto"/>
            </w:tcBorders>
            <w:shd w:val="clear" w:color="auto" w:fill="auto"/>
          </w:tcPr>
          <w:p w:rsidR="00474F4D" w:rsidRPr="00833899" w:rsidRDefault="00452F69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Instituce:</w:t>
            </w:r>
          </w:p>
        </w:tc>
        <w:tc>
          <w:tcPr>
            <w:tcW w:w="4394" w:type="dxa"/>
            <w:tcBorders>
              <w:bottom w:val="single" w:sz="2" w:space="0" w:color="auto"/>
            </w:tcBorders>
            <w:shd w:val="clear" w:color="auto" w:fill="auto"/>
          </w:tcPr>
          <w:p w:rsidR="00474F4D" w:rsidRPr="00833899" w:rsidRDefault="00474F4D" w:rsidP="003076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74F4D" w:rsidRPr="00833899" w:rsidTr="009842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single" w:sz="2" w:space="0" w:color="auto"/>
            </w:tcBorders>
          </w:tcPr>
          <w:p w:rsidR="00474F4D" w:rsidRPr="00833899" w:rsidRDefault="00452F69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Délka:</w:t>
            </w:r>
          </w:p>
          <w:p w:rsidR="00452F69" w:rsidRPr="00833899" w:rsidRDefault="00452F69" w:rsidP="0098426C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Od (měsíc/rok)</w:t>
            </w:r>
            <w:r w:rsidR="0098426C">
              <w:rPr>
                <w:sz w:val="16"/>
                <w:szCs w:val="16"/>
              </w:rPr>
              <w:t xml:space="preserve"> - d</w:t>
            </w:r>
            <w:r w:rsidRPr="00833899">
              <w:rPr>
                <w:sz w:val="16"/>
                <w:szCs w:val="16"/>
              </w:rPr>
              <w:t>o (měsíc/rok)</w:t>
            </w:r>
          </w:p>
        </w:tc>
        <w:tc>
          <w:tcPr>
            <w:tcW w:w="4394" w:type="dxa"/>
            <w:tcBorders>
              <w:top w:val="single" w:sz="2" w:space="0" w:color="auto"/>
            </w:tcBorders>
          </w:tcPr>
          <w:p w:rsidR="00474F4D" w:rsidRPr="00833899" w:rsidRDefault="00474F4D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:rsidTr="0098426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single" w:sz="2" w:space="0" w:color="auto"/>
            </w:tcBorders>
            <w:shd w:val="clear" w:color="auto" w:fill="auto"/>
          </w:tcPr>
          <w:p w:rsidR="00452F69" w:rsidRPr="00833899" w:rsidRDefault="00452F69" w:rsidP="00307641">
            <w:pPr>
              <w:rPr>
                <w:b w:val="0"/>
                <w:sz w:val="16"/>
                <w:szCs w:val="16"/>
              </w:rPr>
            </w:pPr>
            <w:r w:rsidRPr="00833899">
              <w:rPr>
                <w:b w:val="0"/>
                <w:sz w:val="16"/>
                <w:szCs w:val="16"/>
              </w:rPr>
              <w:t>Stupeň:</w:t>
            </w:r>
          </w:p>
        </w:tc>
        <w:tc>
          <w:tcPr>
            <w:tcW w:w="4394" w:type="dxa"/>
            <w:tcBorders>
              <w:top w:val="single" w:sz="2" w:space="0" w:color="auto"/>
            </w:tcBorders>
            <w:shd w:val="clear" w:color="auto" w:fill="auto"/>
          </w:tcPr>
          <w:p w:rsidR="00452F69" w:rsidRPr="00833899" w:rsidRDefault="00452F69" w:rsidP="0030764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:rsidR="0035531B" w:rsidRPr="00833899" w:rsidRDefault="0035531B" w:rsidP="00474F4D">
      <w:pPr>
        <w:pStyle w:val="Textbezslovn"/>
        <w:ind w:left="0"/>
      </w:pPr>
    </w:p>
    <w:p w:rsidR="0035531B" w:rsidRPr="00833899" w:rsidRDefault="0035531B" w:rsidP="00452F69">
      <w:pPr>
        <w:pStyle w:val="Odstavec1-1a"/>
      </w:pPr>
      <w:r w:rsidRPr="00833899">
        <w:t>Členství</w:t>
      </w:r>
      <w:r w:rsidR="00092CC9" w:rsidRPr="00833899">
        <w:t xml:space="preserve"> v </w:t>
      </w:r>
      <w:r w:rsidRPr="00833899">
        <w:t>profesních organizacích: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Pr="00833899" w:rsidRDefault="0035531B" w:rsidP="00452F69">
      <w:pPr>
        <w:pStyle w:val="Odstavec1-1a"/>
      </w:pPr>
      <w:r w:rsidRPr="00833899">
        <w:t>Jiné znalosti (např. práce na PC apod.): [</w:t>
      </w:r>
      <w:r w:rsidRPr="00833899">
        <w:rPr>
          <w:highlight w:val="yellow"/>
        </w:rPr>
        <w:t>DOPLNÍ DODAVATEL</w:t>
      </w:r>
      <w:r w:rsidRPr="00833899">
        <w:t>]</w:t>
      </w:r>
      <w:r w:rsidRPr="00833899">
        <w:tab/>
      </w:r>
    </w:p>
    <w:p w:rsidR="0035531B" w:rsidRPr="00833899" w:rsidRDefault="0035531B" w:rsidP="00452F69">
      <w:pPr>
        <w:pStyle w:val="Odstavec1-1a"/>
      </w:pPr>
      <w:r w:rsidRPr="00833899">
        <w:t>Současná funkce/pracovní pozice včetně zaměstnavatele</w:t>
      </w:r>
      <w:r w:rsidR="00845C50" w:rsidRPr="00833899">
        <w:t xml:space="preserve"> a </w:t>
      </w:r>
      <w:r w:rsidRPr="00833899">
        <w:t>vztahu</w:t>
      </w:r>
      <w:r w:rsidR="00BC6D2B" w:rsidRPr="00833899">
        <w:t xml:space="preserve"> k </w:t>
      </w:r>
      <w:r w:rsidRPr="00833899">
        <w:t>zaměstnavateli, příp. uvést OSVČ či jinak dle skutečného stavu: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Default="0035531B" w:rsidP="00D37B14">
      <w:pPr>
        <w:pStyle w:val="Doplujcdaje"/>
        <w:ind w:left="1077"/>
        <w:jc w:val="both"/>
      </w:pPr>
      <w:r w:rsidRPr="00BE49F4">
        <w:rPr>
          <w:b/>
        </w:rPr>
        <w:t>Pozn.</w:t>
      </w:r>
      <w:r w:rsidR="001950C2">
        <w:rPr>
          <w:b/>
        </w:rPr>
        <w:t xml:space="preserve"> zadavatele</w:t>
      </w:r>
      <w:r w:rsidRPr="00BE49F4">
        <w:rPr>
          <w:b/>
        </w:rPr>
        <w:t>:</w:t>
      </w:r>
      <w:r>
        <w:t xml:space="preserve"> Dodavatel uvede některou</w:t>
      </w:r>
      <w:r w:rsidR="0060115D">
        <w:t xml:space="preserve"> z </w:t>
      </w:r>
      <w:r>
        <w:t>následujících alternativ: pracovní poměr na plný úvazek, pracovní poměr na částečný úvazek, dohoda</w:t>
      </w:r>
      <w:r w:rsidR="00092CC9">
        <w:t xml:space="preserve"> o </w:t>
      </w:r>
      <w:r>
        <w:t>pracovní činnosti, dohoda</w:t>
      </w:r>
      <w:r w:rsidR="00092CC9">
        <w:t xml:space="preserve"> o </w:t>
      </w:r>
      <w:r>
        <w:t>provedení práce, člen statutárního orgánu, OSVČ, příp. další možnost. Pro vyloučení pochybností zadavatel uvádí, že pokud je dokládaná osoba OSVČ</w:t>
      </w:r>
      <w:r w:rsidR="00845C50">
        <w:t xml:space="preserve"> a </w:t>
      </w:r>
      <w:r>
        <w:t>zároveň není současně dodavatelem nebo není vůči dodavateli</w:t>
      </w:r>
      <w:r w:rsidR="00092CC9">
        <w:t xml:space="preserve"> v </w:t>
      </w:r>
      <w:r>
        <w:t>pracovním či obdobném poměru, bude považována za jinou osobu ve smyslu § 83 zákona č. 134/2016 Sb.,</w:t>
      </w:r>
      <w:r w:rsidR="00092CC9">
        <w:t xml:space="preserve"> o </w:t>
      </w:r>
      <w:r>
        <w:t>zadávání veřejných zakázek, ve znění pozdějších předpisů, se všemi důsledky</w:t>
      </w:r>
      <w:r w:rsidR="0060115D">
        <w:t xml:space="preserve"> z </w:t>
      </w:r>
      <w:r>
        <w:t>toho vyplývajícími, nikoliv za zaměstnance či za osobu</w:t>
      </w:r>
      <w:r w:rsidR="00092CC9">
        <w:t xml:space="preserve"> v </w:t>
      </w:r>
      <w:r>
        <w:t>obdobném postavení.</w:t>
      </w:r>
    </w:p>
    <w:p w:rsidR="0035531B" w:rsidRPr="00833899" w:rsidRDefault="0035531B" w:rsidP="00474F4D">
      <w:pPr>
        <w:pStyle w:val="Textbezslovn"/>
        <w:ind w:left="0"/>
      </w:pPr>
    </w:p>
    <w:p w:rsidR="0035531B" w:rsidRPr="00833899" w:rsidRDefault="0035531B" w:rsidP="00452F69">
      <w:pPr>
        <w:pStyle w:val="Odstavec1-1a"/>
      </w:pPr>
      <w:r w:rsidRPr="00833899">
        <w:t>Hlavní kvalifikace: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Pr="00833899" w:rsidRDefault="0035531B" w:rsidP="00452F69">
      <w:pPr>
        <w:pStyle w:val="Odstavec1-1a"/>
      </w:pPr>
      <w:r w:rsidRPr="008E1138">
        <w:rPr>
          <w:b/>
        </w:rPr>
        <w:t>Praxe</w:t>
      </w:r>
      <w:r w:rsidRPr="00833899">
        <w:t xml:space="preserve"> pro účely prokázání kvalifikace</w:t>
      </w:r>
      <w:r w:rsidR="00307641" w:rsidRPr="00833899">
        <w:rPr>
          <w:rStyle w:val="Znakapoznpodarou"/>
        </w:rPr>
        <w:footnoteReference w:id="1"/>
      </w:r>
      <w:r w:rsidRPr="00833899">
        <w:t>:</w:t>
      </w: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452F69" w:rsidRPr="00833899" w:rsidTr="008720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:rsidR="00452F69" w:rsidRPr="00833899" w:rsidRDefault="00452F69" w:rsidP="00452F69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Roky odborné praxe celkem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:rsidR="00452F69" w:rsidRPr="00833899" w:rsidRDefault="00452F69" w:rsidP="00452F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:rsidR="00452F69" w:rsidRPr="00833899" w:rsidRDefault="00452F69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Délka od (měsíc/rok) do (měsíc/rok) včetně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:rsidR="00452F69" w:rsidRPr="00833899" w:rsidRDefault="00452F69" w:rsidP="00452F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:rsidR="00452F69" w:rsidRPr="00833899" w:rsidRDefault="00452F69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Místo výkonu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:rsidR="00452F69" w:rsidRPr="00833899" w:rsidRDefault="00452F69" w:rsidP="00452F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:rsidR="00452F69" w:rsidRPr="00833899" w:rsidRDefault="00452F69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Zaměstnavatel (obch. firma/název a sídlo) / OSVČ</w:t>
            </w:r>
            <w:r w:rsidRPr="00833899">
              <w:rPr>
                <w:sz w:val="16"/>
                <w:szCs w:val="16"/>
              </w:rPr>
              <w:tab/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:rsidR="00452F69" w:rsidRPr="00833899" w:rsidRDefault="00452F69" w:rsidP="00452F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:rsidR="00452F69" w:rsidRPr="00833899" w:rsidRDefault="00452F69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Funkce/pracovní pozice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:rsidR="00452F69" w:rsidRPr="00833899" w:rsidRDefault="00452F69" w:rsidP="00452F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:rsidTr="0087204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auto"/>
          </w:tcPr>
          <w:p w:rsidR="00452F69" w:rsidRPr="00833899" w:rsidRDefault="00452F69" w:rsidP="00307641">
            <w:pPr>
              <w:rPr>
                <w:b w:val="0"/>
                <w:sz w:val="16"/>
                <w:szCs w:val="16"/>
              </w:rPr>
            </w:pPr>
            <w:r w:rsidRPr="00833899">
              <w:rPr>
                <w:b w:val="0"/>
                <w:sz w:val="16"/>
                <w:szCs w:val="16"/>
              </w:rPr>
              <w:t>Popis pracovních činností/náplň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:rsidR="00452F69" w:rsidRPr="00833899" w:rsidRDefault="00452F69" w:rsidP="00452F69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:rsidR="00452F69" w:rsidRPr="00833899" w:rsidRDefault="00452F69" w:rsidP="00474F4D">
      <w:pPr>
        <w:pStyle w:val="Textbezslovn"/>
        <w:ind w:left="0"/>
      </w:pPr>
    </w:p>
    <w:p w:rsidR="0035531B" w:rsidRPr="00833899" w:rsidRDefault="0035531B" w:rsidP="00452F69">
      <w:pPr>
        <w:pStyle w:val="Odstavec1-1a"/>
      </w:pPr>
      <w:r w:rsidRPr="00833899">
        <w:t>Jazykové znalosti (včetně úrovně):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Pr="00833899" w:rsidRDefault="0035531B" w:rsidP="00452F69">
      <w:pPr>
        <w:pStyle w:val="Odstavec1-1a"/>
      </w:pPr>
      <w:r w:rsidRPr="00833899">
        <w:t>Osoba je / není [</w:t>
      </w:r>
      <w:r w:rsidRPr="00833899">
        <w:rPr>
          <w:highlight w:val="yellow"/>
        </w:rPr>
        <w:t>DOPLNÍ DODAVATEL</w:t>
      </w:r>
      <w:r w:rsidRPr="00833899">
        <w:t>] současně zaměstnancem zadavatele.</w:t>
      </w:r>
    </w:p>
    <w:p w:rsidR="0035531B" w:rsidRPr="00833899" w:rsidRDefault="0035531B" w:rsidP="00452F69">
      <w:pPr>
        <w:pStyle w:val="Odstavec1-1a"/>
      </w:pPr>
      <w:r w:rsidRPr="00833899">
        <w:t>Publikace</w:t>
      </w:r>
      <w:r w:rsidR="00845C50" w:rsidRPr="00833899">
        <w:t xml:space="preserve"> a </w:t>
      </w:r>
      <w:r w:rsidRPr="00833899">
        <w:t>školení: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Pr="00744B26" w:rsidRDefault="00744B26" w:rsidP="00452F69">
      <w:pPr>
        <w:pStyle w:val="Odstavec1-1a"/>
      </w:pPr>
      <w:r w:rsidRPr="00744B26">
        <w:t>Neobsazeno</w:t>
      </w:r>
    </w:p>
    <w:p w:rsidR="0035531B" w:rsidRPr="001950C2" w:rsidRDefault="0035531B" w:rsidP="00452F69">
      <w:pPr>
        <w:pStyle w:val="Odstavec1-1a"/>
      </w:pPr>
      <w:r w:rsidRPr="00452F69">
        <w:rPr>
          <w:b/>
        </w:rPr>
        <w:t>Odborná způsobilost</w:t>
      </w:r>
      <w:r>
        <w:t xml:space="preserve"> podle zvláštních právních předpisů: oprávnění</w:t>
      </w:r>
      <w:r w:rsidR="00BC6D2B">
        <w:t xml:space="preserve"> k </w:t>
      </w:r>
      <w:r>
        <w:t xml:space="preserve">výkonu vybraných činností ve výstavbě / zeměměřické oprávnění či jiná odborná způsobilost: </w:t>
      </w:r>
      <w:r w:rsidRPr="001950C2">
        <w:rPr>
          <w:highlight w:val="yellow"/>
        </w:rPr>
        <w:t>[informace DOPLNÍ DODAVATEL</w:t>
      </w:r>
      <w:r w:rsidR="00BB4AF2" w:rsidRPr="001950C2">
        <w:rPr>
          <w:highlight w:val="yellow"/>
        </w:rPr>
        <w:t xml:space="preserve"> u </w:t>
      </w:r>
      <w:r w:rsidRPr="001950C2">
        <w:rPr>
          <w:highlight w:val="yellow"/>
        </w:rPr>
        <w:t>těch osob,</w:t>
      </w:r>
      <w:r w:rsidR="00BB4AF2" w:rsidRPr="001950C2">
        <w:rPr>
          <w:highlight w:val="yellow"/>
        </w:rPr>
        <w:t xml:space="preserve"> u </w:t>
      </w:r>
      <w:r w:rsidRPr="001950C2">
        <w:rPr>
          <w:highlight w:val="yellow"/>
        </w:rPr>
        <w:t>kterých je odborná způsobilost požadována]</w:t>
      </w:r>
    </w:p>
    <w:p w:rsidR="0035531B" w:rsidRDefault="0035531B" w:rsidP="00452F69">
      <w:pPr>
        <w:pStyle w:val="Textbezslovn"/>
        <w:ind w:left="1077"/>
      </w:pPr>
      <w:r>
        <w:lastRenderedPageBreak/>
        <w:t>(vlastní doklady budou tvořit přílohu Seznamu odborného personálu zhotovitele, tj. Přílohy č. 5 t</w:t>
      </w:r>
      <w:r w:rsidR="00BA3937">
        <w:t>éto Výzvy</w:t>
      </w:r>
      <w:r>
        <w:t>)</w:t>
      </w:r>
    </w:p>
    <w:p w:rsidR="0035531B" w:rsidRDefault="0035531B" w:rsidP="00452F69">
      <w:pPr>
        <w:pStyle w:val="Odstavec1-1a"/>
      </w:pPr>
      <w:r>
        <w:t>Jiné informace (dle uvážení dodavatele): [</w:t>
      </w:r>
      <w:r w:rsidRPr="00833899">
        <w:rPr>
          <w:highlight w:val="yellow"/>
        </w:rPr>
        <w:t>DOPLNÍ DODAVATEL</w:t>
      </w:r>
      <w:r>
        <w:t>]</w:t>
      </w:r>
    </w:p>
    <w:p w:rsidR="0035531B" w:rsidRDefault="0035531B" w:rsidP="00474F4D">
      <w:pPr>
        <w:pStyle w:val="Textbezslovn"/>
        <w:ind w:left="0"/>
      </w:pPr>
    </w:p>
    <w:p w:rsidR="0035531B" w:rsidRDefault="0035531B" w:rsidP="00474F4D">
      <w:pPr>
        <w:pStyle w:val="Textbezslovn"/>
        <w:ind w:left="0"/>
      </w:pPr>
      <w:r>
        <w:t xml:space="preserve"> </w:t>
      </w:r>
    </w:p>
    <w:p w:rsidR="00EE3C5F" w:rsidRDefault="00EE3C5F" w:rsidP="00474F4D">
      <w:r>
        <w:br w:type="page"/>
      </w:r>
    </w:p>
    <w:p w:rsidR="0035531B" w:rsidRDefault="0035531B" w:rsidP="00FE4333">
      <w:pPr>
        <w:pStyle w:val="Nadpisbezsl1-1"/>
      </w:pPr>
      <w:r>
        <w:lastRenderedPageBreak/>
        <w:t>Příloha č. 7</w:t>
      </w:r>
    </w:p>
    <w:p w:rsidR="0035531B" w:rsidRPr="00452F69" w:rsidRDefault="0035531B" w:rsidP="00FE4333">
      <w:pPr>
        <w:pStyle w:val="Nadpisbezsl1-2"/>
      </w:pPr>
      <w:r w:rsidRPr="00452F69">
        <w:t>Vzor čestného prohlášení</w:t>
      </w:r>
      <w:r w:rsidR="00092CC9" w:rsidRPr="00452F69">
        <w:t xml:space="preserve"> o </w:t>
      </w:r>
      <w:r w:rsidRPr="00452F69">
        <w:t>splnění základní způsobilosti</w:t>
      </w:r>
    </w:p>
    <w:p w:rsidR="00AB1063" w:rsidRDefault="00AB1063" w:rsidP="00452F69">
      <w:pPr>
        <w:pStyle w:val="Textbezslovn"/>
      </w:pPr>
    </w:p>
    <w:p w:rsidR="0035531B" w:rsidRPr="00833899" w:rsidRDefault="0035531B" w:rsidP="00452F69">
      <w:pPr>
        <w:pStyle w:val="Textbezslovn"/>
        <w:ind w:left="0"/>
        <w:rPr>
          <w:rStyle w:val="Tun9b"/>
          <w:b w:val="0"/>
        </w:rPr>
      </w:pPr>
      <w:r w:rsidRPr="00452F69">
        <w:rPr>
          <w:rStyle w:val="Tun9b"/>
        </w:rPr>
        <w:t>Čestné prohlášení</w:t>
      </w:r>
    </w:p>
    <w:p w:rsidR="0035531B" w:rsidRPr="00833899" w:rsidRDefault="0035531B" w:rsidP="00452F69">
      <w:pPr>
        <w:pStyle w:val="Textbezslovn"/>
        <w:ind w:left="0"/>
      </w:pPr>
      <w:r w:rsidRPr="00833899">
        <w:t>obchodní firma / jméno</w:t>
      </w:r>
      <w:r w:rsidR="00845C50" w:rsidRPr="00833899">
        <w:t xml:space="preserve"> a </w:t>
      </w:r>
      <w:r w:rsidRPr="00833899">
        <w:t>příjmení</w:t>
      </w:r>
      <w:r w:rsidR="00307641" w:rsidRPr="00833899">
        <w:rPr>
          <w:rStyle w:val="Znakapoznpodarou"/>
        </w:rPr>
        <w:footnoteReference w:id="2"/>
      </w:r>
      <w:r w:rsidRPr="00833899">
        <w:t xml:space="preserve">  [</w:t>
      </w:r>
      <w:r w:rsidRPr="00E24F78">
        <w:rPr>
          <w:b/>
          <w:highlight w:val="yellow"/>
        </w:rPr>
        <w:t>DOPLNÍ DODAVATEL</w:t>
      </w:r>
      <w:r w:rsidRPr="00833899">
        <w:t>]</w:t>
      </w:r>
    </w:p>
    <w:p w:rsidR="0035531B" w:rsidRPr="00833899" w:rsidRDefault="0035531B" w:rsidP="00452F69">
      <w:pPr>
        <w:pStyle w:val="Textbezslovn"/>
        <w:ind w:left="0"/>
      </w:pPr>
      <w:r w:rsidRPr="00833899">
        <w:t>se sídlem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Pr="00833899" w:rsidRDefault="0035531B" w:rsidP="00452F69">
      <w:pPr>
        <w:pStyle w:val="Textbezslovn"/>
        <w:ind w:left="0"/>
      </w:pPr>
      <w:r w:rsidRPr="00833899">
        <w:t>IČO: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Pr="00833899" w:rsidRDefault="0035531B" w:rsidP="00452F69">
      <w:pPr>
        <w:pStyle w:val="Textbezslovn"/>
        <w:ind w:left="0"/>
      </w:pPr>
      <w:r w:rsidRPr="00833899">
        <w:t>společnost zapsaná</w:t>
      </w:r>
      <w:r w:rsidR="00092CC9" w:rsidRPr="00833899">
        <w:t xml:space="preserve"> v </w:t>
      </w:r>
      <w:r w:rsidRPr="00833899">
        <w:t>obchodním rejstříku vedeném [</w:t>
      </w:r>
      <w:r w:rsidRPr="00833899">
        <w:rPr>
          <w:highlight w:val="yellow"/>
        </w:rPr>
        <w:t>DOPLNÍ DODAVATEL</w:t>
      </w:r>
      <w:r w:rsidRPr="00833899">
        <w:t>],</w:t>
      </w:r>
    </w:p>
    <w:p w:rsidR="0035531B" w:rsidRPr="00833899" w:rsidRDefault="0035531B" w:rsidP="00452F69">
      <w:pPr>
        <w:pStyle w:val="Textbezslovn"/>
        <w:ind w:left="0"/>
      </w:pPr>
      <w:r w:rsidRPr="00833899">
        <w:t>spisová značka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Pr="00833899" w:rsidRDefault="0035531B" w:rsidP="00452F69">
      <w:pPr>
        <w:pStyle w:val="Textbezslovn"/>
        <w:ind w:left="0"/>
      </w:pPr>
      <w:r w:rsidRPr="00833899">
        <w:t>zastoupená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Default="0035531B" w:rsidP="00452F69">
      <w:pPr>
        <w:pStyle w:val="Textbezslovn"/>
        <w:ind w:left="0"/>
      </w:pPr>
      <w:r w:rsidRPr="00307641">
        <w:rPr>
          <w:b/>
        </w:rPr>
        <w:t>čestně prohlašuje</w:t>
      </w:r>
      <w:r>
        <w:t>, že:</w:t>
      </w:r>
    </w:p>
    <w:p w:rsidR="005F7739" w:rsidRDefault="005F7739" w:rsidP="005F7739">
      <w:pPr>
        <w:pStyle w:val="Odrka1-1"/>
      </w:pPr>
      <w:r w:rsidRPr="005F7739"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musí tuto podmínku splňovat tato právnická osoba a zároveň každý čelen statutárního orgánu. Je-li členem statutárního orgánu dodavatele právnická osoba, musí tuto podmínku splňovat tato právnická osoba, každý člen statutárního orgánu této právnické osoby a osoba zastupující tuto právnickou osobu ve statutárním orgánu dodavatele. Účastní-li se výběrového řízení pobočka závodu zahraniční právnické osoby, musí podmínku splňovat tato právnická osoba a vedoucí pobočky závodu; v případě pobočky závodu české právnické osoby musí podmínku splňovat tato právnická osoba, každý člen statutárního orgánu této právnické osoby, osoba zastupující tuto právnickou osobu ve statutárním orgánu dodavatele a vedoucí pobočky závodu</w:t>
      </w:r>
      <w:r>
        <w:t>;</w:t>
      </w:r>
    </w:p>
    <w:p w:rsidR="005F7739" w:rsidRDefault="005F7739" w:rsidP="005F7739">
      <w:pPr>
        <w:pStyle w:val="Odrka1-1"/>
      </w:pPr>
      <w:r>
        <w:t>n</w:t>
      </w:r>
      <w:r w:rsidRPr="005F7739">
        <w:t>emá v České republice nebo v zemi svého sídla v evidenci daní zachycen splatný daňový nedoplatek</w:t>
      </w:r>
      <w:r>
        <w:t>;</w:t>
      </w:r>
    </w:p>
    <w:p w:rsidR="0035531B" w:rsidRDefault="005F7739" w:rsidP="005F7739">
      <w:pPr>
        <w:pStyle w:val="Odrka1-1"/>
      </w:pPr>
      <w:r w:rsidRPr="005F7739">
        <w:t>nemá v České republice nebo v zemi svého sídla splatný nedoplatek na pojistném nebo na penále na veřejné zdravotní pojištění</w:t>
      </w:r>
      <w:r>
        <w:t>;</w:t>
      </w:r>
    </w:p>
    <w:p w:rsidR="0035531B" w:rsidRDefault="005F7739" w:rsidP="005F7739">
      <w:pPr>
        <w:pStyle w:val="Odrka1-1"/>
      </w:pPr>
      <w:r w:rsidRPr="005F7739">
        <w:t>nemá v České republice nebo v zemi svého sídla splatný nedoplatek na pojistném nebo na penále na sociální zabezpečení a příspěvku na státní politiku zaměstnanosti</w:t>
      </w:r>
      <w:r>
        <w:t>;</w:t>
      </w:r>
    </w:p>
    <w:p w:rsidR="005F7739" w:rsidRDefault="005F7739" w:rsidP="005F7739">
      <w:pPr>
        <w:pStyle w:val="Odrka1-1"/>
      </w:pPr>
      <w:r w:rsidRPr="005F7739">
        <w:t>není v likvidaci, nebylo proti němu vydáno rozhodnutí o úpadku, nebyla vůči němu nařízena nucená správa podle jiného právního předpisu nebo v obdobné situaci podle právního řádu země sídla dodavatele</w:t>
      </w:r>
      <w:r>
        <w:t>.</w:t>
      </w:r>
    </w:p>
    <w:p w:rsidR="00307641" w:rsidRDefault="00307641" w:rsidP="00307641">
      <w:pPr>
        <w:pStyle w:val="Textbezslovn"/>
        <w:ind w:left="0"/>
      </w:pPr>
    </w:p>
    <w:p w:rsidR="0035531B" w:rsidRDefault="0035531B" w:rsidP="00307641">
      <w:pPr>
        <w:pStyle w:val="Textbezslovn"/>
        <w:ind w:left="0"/>
      </w:pPr>
      <w:r>
        <w:t>V [</w:t>
      </w:r>
      <w:r w:rsidRPr="00833899">
        <w:rPr>
          <w:highlight w:val="yellow"/>
        </w:rPr>
        <w:t>DOPLNÍ DODAVATEL</w:t>
      </w:r>
      <w:r>
        <w:t xml:space="preserve">] </w:t>
      </w:r>
      <w:r w:rsidR="008C65BC">
        <w:t>d</w:t>
      </w:r>
      <w:r>
        <w:t>ne [</w:t>
      </w:r>
      <w:r w:rsidRPr="00833899">
        <w:rPr>
          <w:highlight w:val="yellow"/>
        </w:rPr>
        <w:t>DOPLNÍ DODAVATEL</w:t>
      </w:r>
      <w:r w:rsidRPr="00307641">
        <w:rPr>
          <w:highlight w:val="yellow"/>
        </w:rPr>
        <w:t>]</w:t>
      </w:r>
    </w:p>
    <w:p w:rsidR="0035531B" w:rsidRDefault="0035531B" w:rsidP="00307641">
      <w:pPr>
        <w:pStyle w:val="Textbezslovn"/>
        <w:ind w:left="0"/>
      </w:pPr>
    </w:p>
    <w:p w:rsidR="0035531B" w:rsidRDefault="0035531B" w:rsidP="00307641">
      <w:pPr>
        <w:pStyle w:val="Textbezslovn"/>
        <w:ind w:left="0"/>
      </w:pPr>
      <w:r>
        <w:t>Podpis osoby oprávněné jednat za dodavatele:</w:t>
      </w:r>
    </w:p>
    <w:p w:rsidR="00307641" w:rsidRDefault="00307641" w:rsidP="00307641">
      <w:pPr>
        <w:pStyle w:val="Textbezslovn"/>
        <w:ind w:left="0"/>
      </w:pPr>
    </w:p>
    <w:p w:rsidR="00307641" w:rsidRDefault="0035531B" w:rsidP="00307641">
      <w:pPr>
        <w:pStyle w:val="Textbezslovn"/>
        <w:ind w:left="0"/>
      </w:pPr>
      <w:r>
        <w:t>Jméno</w:t>
      </w:r>
      <w:r w:rsidR="00307641">
        <w:t>: ______________________</w:t>
      </w:r>
    </w:p>
    <w:p w:rsidR="00307641" w:rsidRDefault="0035531B" w:rsidP="00307641">
      <w:pPr>
        <w:pStyle w:val="Textbezslovn"/>
        <w:ind w:left="0"/>
      </w:pPr>
      <w:r>
        <w:tab/>
      </w:r>
    </w:p>
    <w:p w:rsidR="0035531B" w:rsidRDefault="0035531B" w:rsidP="00307641">
      <w:pPr>
        <w:pStyle w:val="Textbezslovn"/>
        <w:ind w:left="0"/>
      </w:pPr>
      <w:r>
        <w:t>Podp</w:t>
      </w:r>
      <w:r w:rsidR="00307641">
        <w:t>is: ______________________</w:t>
      </w:r>
    </w:p>
    <w:p w:rsidR="0035531B" w:rsidRDefault="0035531B" w:rsidP="00307641">
      <w:pPr>
        <w:pStyle w:val="Textbezslovn"/>
        <w:ind w:left="0"/>
      </w:pPr>
      <w:r>
        <w:t xml:space="preserve"> </w:t>
      </w:r>
    </w:p>
    <w:p w:rsidR="0035531B" w:rsidRDefault="0035531B" w:rsidP="00FE4333">
      <w:pPr>
        <w:pStyle w:val="Nadpisbezsl1-1"/>
      </w:pPr>
      <w:r>
        <w:lastRenderedPageBreak/>
        <w:t>Příloha č. 8</w:t>
      </w:r>
    </w:p>
    <w:p w:rsidR="0035531B" w:rsidRPr="00307641" w:rsidRDefault="0035531B" w:rsidP="00FE4333">
      <w:pPr>
        <w:pStyle w:val="Nadpisbezsl1-2"/>
      </w:pPr>
      <w:r w:rsidRPr="00307641">
        <w:t>Informace</w:t>
      </w:r>
      <w:r w:rsidR="00092CC9" w:rsidRPr="00307641">
        <w:t xml:space="preserve"> o </w:t>
      </w:r>
      <w:r w:rsidRPr="00307641">
        <w:t>tom, zda budou na staveništi působit zaměstnanci více než jednoho zhotovitele</w:t>
      </w:r>
    </w:p>
    <w:p w:rsidR="00AB1063" w:rsidRDefault="00AB1063" w:rsidP="00307641">
      <w:pPr>
        <w:pStyle w:val="Textbezslovn"/>
      </w:pPr>
    </w:p>
    <w:p w:rsidR="0035531B" w:rsidRPr="00307641" w:rsidRDefault="0035531B" w:rsidP="00307641">
      <w:pPr>
        <w:pStyle w:val="Textbezslovn"/>
        <w:ind w:left="0"/>
        <w:rPr>
          <w:b/>
        </w:rPr>
      </w:pPr>
      <w:r w:rsidRPr="00307641">
        <w:rPr>
          <w:b/>
        </w:rPr>
        <w:t>Čestné prohlášení</w:t>
      </w:r>
    </w:p>
    <w:p w:rsidR="0035531B" w:rsidRPr="00833899" w:rsidRDefault="0035531B" w:rsidP="00307641">
      <w:pPr>
        <w:pStyle w:val="Textbezslovn"/>
        <w:ind w:left="0"/>
      </w:pPr>
      <w:r>
        <w:t>obchodní firma / jméno</w:t>
      </w:r>
      <w:r w:rsidR="00845C50">
        <w:t xml:space="preserve"> a </w:t>
      </w:r>
      <w:r>
        <w:t>příjmení</w:t>
      </w:r>
      <w:r w:rsidR="00307641">
        <w:rPr>
          <w:rStyle w:val="Znakapoznpodarou"/>
        </w:rPr>
        <w:footnoteReference w:id="3"/>
      </w:r>
      <w:r>
        <w:t xml:space="preserve">  </w:t>
      </w:r>
      <w:r w:rsidRPr="00833899">
        <w:t>[</w:t>
      </w:r>
      <w:r w:rsidRPr="00E24F78">
        <w:rPr>
          <w:b/>
          <w:highlight w:val="yellow"/>
        </w:rPr>
        <w:t>DOPLNÍ DODAVATEL</w:t>
      </w:r>
      <w:r w:rsidRPr="00833899">
        <w:t>]</w:t>
      </w:r>
    </w:p>
    <w:p w:rsidR="0035531B" w:rsidRPr="00833899" w:rsidRDefault="0035531B" w:rsidP="00307641">
      <w:pPr>
        <w:pStyle w:val="Textbezslovn"/>
        <w:ind w:left="0"/>
      </w:pPr>
      <w:r w:rsidRPr="00833899">
        <w:t>se sídlem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Pr="00833899" w:rsidRDefault="0035531B" w:rsidP="00307641">
      <w:pPr>
        <w:pStyle w:val="Textbezslovn"/>
        <w:ind w:left="0"/>
      </w:pPr>
      <w:r w:rsidRPr="00833899">
        <w:t>IČO: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Pr="00833899" w:rsidRDefault="0035531B" w:rsidP="00307641">
      <w:pPr>
        <w:pStyle w:val="Textbezslovn"/>
        <w:ind w:left="0"/>
      </w:pPr>
      <w:r w:rsidRPr="00833899">
        <w:t>společnost zapsaná</w:t>
      </w:r>
      <w:r w:rsidR="00092CC9" w:rsidRPr="00833899">
        <w:t xml:space="preserve"> v </w:t>
      </w:r>
      <w:r w:rsidRPr="00833899">
        <w:t>obchodním rejstříku vedeném [</w:t>
      </w:r>
      <w:r w:rsidRPr="00833899">
        <w:rPr>
          <w:highlight w:val="yellow"/>
        </w:rPr>
        <w:t>DOPLNÍ DODAVATEL</w:t>
      </w:r>
      <w:r w:rsidRPr="00833899">
        <w:t>],</w:t>
      </w:r>
    </w:p>
    <w:p w:rsidR="0035531B" w:rsidRPr="00833899" w:rsidRDefault="0035531B" w:rsidP="00307641">
      <w:pPr>
        <w:pStyle w:val="Textbezslovn"/>
        <w:ind w:left="0"/>
      </w:pPr>
      <w:r w:rsidRPr="00833899">
        <w:t>spisová značka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Pr="00833899" w:rsidRDefault="0035531B" w:rsidP="00307641">
      <w:pPr>
        <w:pStyle w:val="Textbezslovn"/>
        <w:ind w:left="0"/>
      </w:pPr>
      <w:r w:rsidRPr="00833899">
        <w:t>zastoupená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Pr="00833899" w:rsidRDefault="00EE7882" w:rsidP="00307641">
      <w:pPr>
        <w:pStyle w:val="Textbezslovn"/>
        <w:ind w:left="0"/>
      </w:pPr>
      <w:r w:rsidRPr="001B23A1">
        <w:rPr>
          <w:b/>
        </w:rPr>
        <w:t xml:space="preserve">podáním nabídky </w:t>
      </w:r>
      <w:r w:rsidR="0035531B" w:rsidRPr="001B23A1">
        <w:rPr>
          <w:b/>
        </w:rPr>
        <w:t>čestně prohlašuje</w:t>
      </w:r>
      <w:r w:rsidR="0035531B" w:rsidRPr="00833899">
        <w:t>, že:</w:t>
      </w:r>
    </w:p>
    <w:p w:rsidR="0035531B" w:rsidRPr="00833899" w:rsidRDefault="0035531B" w:rsidP="00307641">
      <w:pPr>
        <w:pStyle w:val="Odrka1-1"/>
      </w:pPr>
      <w:r w:rsidRPr="00833899">
        <w:t>na staveništi [</w:t>
      </w:r>
      <w:r w:rsidRPr="001B23A1">
        <w:rPr>
          <w:b/>
          <w:highlight w:val="yellow"/>
        </w:rPr>
        <w:t>DOPLNÍ DODAVATEL – BUDOU/NEBUDOU</w:t>
      </w:r>
      <w:r w:rsidRPr="00833899">
        <w:t>] působit zaměstnanci více než jednoho zhotovitele stavby ve smyslu ustanovení § 14 odst. 1 zákona č. 309/2006 Sb.,</w:t>
      </w:r>
      <w:r w:rsidR="00092CC9" w:rsidRPr="00833899">
        <w:t xml:space="preserve"> o </w:t>
      </w:r>
      <w:r w:rsidRPr="00833899">
        <w:t>zajištění dalších podmínek bezpečnosti</w:t>
      </w:r>
      <w:r w:rsidR="00845C50" w:rsidRPr="00833899">
        <w:t xml:space="preserve"> a </w:t>
      </w:r>
      <w:r w:rsidRPr="00833899">
        <w:t>ochrany zdraví při práci, ve znění pozdějších předpisů. Za zhotovitele stavby se přitom považuje jakákoliv právnická nebo fyzická osoba podílející se na realizaci stavby, tedy i případní poddodavatelé;</w:t>
      </w:r>
    </w:p>
    <w:p w:rsidR="0035531B" w:rsidRPr="00833899" w:rsidRDefault="0035531B" w:rsidP="00307641">
      <w:pPr>
        <w:pStyle w:val="Odrka1-1"/>
      </w:pPr>
      <w:r w:rsidRPr="00833899">
        <w:t>podle předpokládaného plánu realizace stavby [</w:t>
      </w:r>
      <w:r w:rsidRPr="001B23A1">
        <w:rPr>
          <w:b/>
          <w:highlight w:val="yellow"/>
        </w:rPr>
        <w:t>DOPLNÍ DODAVATEL – BUDE/NEBUDE</w:t>
      </w:r>
      <w:r w:rsidRPr="00833899">
        <w:t>] celková předpokládaná doba trvání prací</w:t>
      </w:r>
      <w:r w:rsidR="00845C50" w:rsidRPr="00833899">
        <w:t xml:space="preserve"> a </w:t>
      </w:r>
      <w:r w:rsidRPr="00833899">
        <w:t>činností delší než 30 pracovních dnů, ve kterých budou vykonávány práce</w:t>
      </w:r>
      <w:r w:rsidR="00845C50" w:rsidRPr="00833899">
        <w:t xml:space="preserve"> a </w:t>
      </w:r>
      <w:r w:rsidRPr="00833899">
        <w:t>činnosti</w:t>
      </w:r>
      <w:r w:rsidR="00845C50" w:rsidRPr="00833899">
        <w:t xml:space="preserve"> a </w:t>
      </w:r>
      <w:r w:rsidRPr="00833899">
        <w:t>[</w:t>
      </w:r>
      <w:r w:rsidRPr="001B23A1">
        <w:rPr>
          <w:b/>
          <w:highlight w:val="yellow"/>
        </w:rPr>
        <w:t>DOPLNÍ DODAVATEL – BUDE/NEBUDE</w:t>
      </w:r>
      <w:r w:rsidRPr="00833899">
        <w:t>] na nich pracovat současně více než 20 fyzických osob po dobu delší než 1 pracovní den;</w:t>
      </w:r>
    </w:p>
    <w:p w:rsidR="0035531B" w:rsidRPr="00833899" w:rsidRDefault="0035531B" w:rsidP="00307641">
      <w:pPr>
        <w:pStyle w:val="Odrka1-1"/>
      </w:pPr>
      <w:r w:rsidRPr="00833899">
        <w:t>celková předpokládaná doba trvání prací</w:t>
      </w:r>
      <w:r w:rsidR="00845C50" w:rsidRPr="00833899">
        <w:t xml:space="preserve"> a </w:t>
      </w:r>
      <w:r w:rsidRPr="00833899">
        <w:t>činností bude činit [</w:t>
      </w:r>
      <w:r w:rsidRPr="001B23A1">
        <w:rPr>
          <w:b/>
          <w:highlight w:val="yellow"/>
        </w:rPr>
        <w:t>DOPLNÍ DODAVATEL</w:t>
      </w:r>
      <w:r w:rsidRPr="00833899">
        <w:t>] pracovních dnů, ve kterých budou vykonávány práce</w:t>
      </w:r>
      <w:r w:rsidR="00845C50" w:rsidRPr="00833899">
        <w:t xml:space="preserve"> a </w:t>
      </w:r>
      <w:r w:rsidRPr="00833899">
        <w:t>činnosti;</w:t>
      </w:r>
    </w:p>
    <w:p w:rsidR="0035531B" w:rsidRPr="00833899" w:rsidRDefault="0035531B" w:rsidP="00307641">
      <w:pPr>
        <w:pStyle w:val="Odrka1-1"/>
      </w:pPr>
      <w:r w:rsidRPr="00833899">
        <w:t>při výkonu prací</w:t>
      </w:r>
      <w:r w:rsidR="00845C50" w:rsidRPr="00833899">
        <w:t xml:space="preserve"> a </w:t>
      </w:r>
      <w:r w:rsidRPr="00833899">
        <w:t>činností bude na nich pracovat současně maximálně [</w:t>
      </w:r>
      <w:r w:rsidRPr="001B23A1">
        <w:rPr>
          <w:b/>
          <w:highlight w:val="yellow"/>
        </w:rPr>
        <w:t>DOPLNÍ DODAVATEL</w:t>
      </w:r>
      <w:r w:rsidRPr="00833899">
        <w:t>] fyzických osob po dobu delší než 1 pracovní den;</w:t>
      </w:r>
    </w:p>
    <w:p w:rsidR="0035531B" w:rsidRPr="00833899" w:rsidRDefault="0035531B" w:rsidP="00307641">
      <w:pPr>
        <w:pStyle w:val="Odrka1-1"/>
      </w:pPr>
      <w:r w:rsidRPr="00833899">
        <w:t>podle předpokládaného plánu realizace stavby [</w:t>
      </w:r>
      <w:r w:rsidRPr="001B23A1">
        <w:rPr>
          <w:b/>
          <w:highlight w:val="yellow"/>
        </w:rPr>
        <w:t>DOPLNÍ DODAVATEL – PŘESÁHNE/NEPŘESÁHNE</w:t>
      </w:r>
      <w:r w:rsidRPr="00833899">
        <w:t>] celkový plánovaný objem prací</w:t>
      </w:r>
      <w:r w:rsidR="00845C50" w:rsidRPr="00833899">
        <w:t xml:space="preserve"> a </w:t>
      </w:r>
      <w:r w:rsidRPr="00833899">
        <w:t>činností během realizace díla 500 pracovních dnů</w:t>
      </w:r>
      <w:r w:rsidR="00092CC9" w:rsidRPr="00833899">
        <w:t xml:space="preserve"> v </w:t>
      </w:r>
      <w:r w:rsidRPr="00833899">
        <w:t>přepočtu na jednu fyzickou osobu;</w:t>
      </w:r>
    </w:p>
    <w:p w:rsidR="0035531B" w:rsidRPr="00833899" w:rsidRDefault="0035531B" w:rsidP="00307641">
      <w:pPr>
        <w:pStyle w:val="Odrka1-1"/>
      </w:pPr>
      <w:r w:rsidRPr="00833899">
        <w:t>celkový plánovaný objem prací</w:t>
      </w:r>
      <w:r w:rsidR="00845C50" w:rsidRPr="00833899">
        <w:t xml:space="preserve"> a </w:t>
      </w:r>
      <w:r w:rsidRPr="00833899">
        <w:t>činností se během realizace díla předpokládá</w:t>
      </w:r>
      <w:r w:rsidR="00092CC9" w:rsidRPr="00833899">
        <w:t xml:space="preserve"> v </w:t>
      </w:r>
      <w:r w:rsidRPr="00833899">
        <w:t>délce [</w:t>
      </w:r>
      <w:r w:rsidRPr="001B23A1">
        <w:rPr>
          <w:b/>
          <w:highlight w:val="yellow"/>
        </w:rPr>
        <w:t>DOPLNÍ DODAVATEL</w:t>
      </w:r>
      <w:r w:rsidRPr="00833899">
        <w:t>] pracovních dnů</w:t>
      </w:r>
      <w:r w:rsidR="00092CC9" w:rsidRPr="00833899">
        <w:t xml:space="preserve"> v </w:t>
      </w:r>
      <w:r w:rsidRPr="00833899">
        <w:t>přepočtu na jednu fyzickou osobu.</w:t>
      </w:r>
    </w:p>
    <w:p w:rsidR="00E24F78" w:rsidRDefault="00E24F78">
      <w:r>
        <w:br w:type="page"/>
      </w:r>
    </w:p>
    <w:p w:rsidR="0035531B" w:rsidRDefault="0035531B" w:rsidP="00307641">
      <w:pPr>
        <w:pStyle w:val="Textbezslovn"/>
        <w:ind w:left="0"/>
      </w:pPr>
    </w:p>
    <w:p w:rsidR="0035531B" w:rsidRDefault="0035531B" w:rsidP="001E651D">
      <w:pPr>
        <w:pStyle w:val="Nadpisbezsl1-1"/>
      </w:pPr>
      <w:r>
        <w:t>Příloha č. 9</w:t>
      </w:r>
    </w:p>
    <w:p w:rsidR="0035531B" w:rsidRPr="00307641" w:rsidRDefault="0035531B" w:rsidP="001E651D">
      <w:pPr>
        <w:pStyle w:val="Nadpisbezsl1-2"/>
      </w:pPr>
      <w:r w:rsidRPr="00307641">
        <w:t>Seznam jiných osob</w:t>
      </w:r>
      <w:r w:rsidR="00BC6D2B" w:rsidRPr="00307641">
        <w:t xml:space="preserve"> k </w:t>
      </w:r>
      <w:r w:rsidRPr="00307641">
        <w:t>prokázání kvalifikace</w:t>
      </w:r>
    </w:p>
    <w:p w:rsidR="00AB1063" w:rsidRDefault="00AB1063" w:rsidP="00307641">
      <w:pPr>
        <w:pStyle w:val="Textbezslovn"/>
      </w:pPr>
    </w:p>
    <w:p w:rsidR="0035531B" w:rsidRDefault="00E24F78" w:rsidP="00307641">
      <w:pPr>
        <w:pStyle w:val="Textbezslovn"/>
        <w:ind w:left="0"/>
      </w:pPr>
      <w:r w:rsidRPr="00E24F78">
        <w:t>Dodavatel uvede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35531B">
        <w:t xml:space="preserve">. </w:t>
      </w:r>
    </w:p>
    <w:p w:rsidR="00307641" w:rsidRDefault="00307641" w:rsidP="00307641">
      <w:pPr>
        <w:pStyle w:val="Textbezslovn"/>
        <w:ind w:left="0"/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307641" w:rsidRPr="00307641" w:rsidTr="00311F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:rsidR="00307641" w:rsidRPr="00307641" w:rsidRDefault="00307641" w:rsidP="00307641">
            <w:pPr>
              <w:pStyle w:val="Textbezslovn"/>
              <w:ind w:left="0"/>
              <w:jc w:val="left"/>
              <w:rPr>
                <w:b/>
                <w:sz w:val="16"/>
                <w:szCs w:val="16"/>
              </w:rPr>
            </w:pPr>
            <w:r w:rsidRPr="00307641">
              <w:rPr>
                <w:b/>
                <w:sz w:val="16"/>
                <w:szCs w:val="16"/>
              </w:rPr>
              <w:t>Obchodní firma/název/jméno a příjmení, 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:rsidR="00307641" w:rsidRPr="00307641" w:rsidRDefault="00307641" w:rsidP="003076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highlight w:val="yellow"/>
              </w:rPr>
            </w:pPr>
            <w:r w:rsidRPr="00307641">
              <w:rPr>
                <w:b/>
                <w:sz w:val="16"/>
                <w:szCs w:val="16"/>
              </w:rPr>
              <w:t>Prokazovaná část kvalifikace</w:t>
            </w:r>
          </w:p>
        </w:tc>
      </w:tr>
      <w:tr w:rsidR="00307641" w:rsidRPr="00833899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:rsidTr="0030764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:rsidR="00307641" w:rsidRPr="00833899" w:rsidRDefault="00307641" w:rsidP="00307641">
            <w:pPr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:rsidR="00307641" w:rsidRPr="00833899" w:rsidRDefault="00307641" w:rsidP="0030764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:rsidR="0035531B" w:rsidRPr="00833899" w:rsidRDefault="0035531B" w:rsidP="00307641">
      <w:pPr>
        <w:pStyle w:val="Textbezslovn"/>
      </w:pPr>
    </w:p>
    <w:bookmarkEnd w:id="0"/>
    <w:bookmarkEnd w:id="1"/>
    <w:bookmarkEnd w:id="2"/>
    <w:bookmarkEnd w:id="3"/>
    <w:p w:rsidR="0035531B" w:rsidRDefault="0035531B" w:rsidP="00307641">
      <w:pPr>
        <w:pStyle w:val="Textbezslovn"/>
      </w:pPr>
    </w:p>
    <w:sectPr w:rsidR="0035531B" w:rsidSect="00042EF3">
      <w:headerReference w:type="default" r:id="rId11"/>
      <w:footerReference w:type="default" r:id="rId12"/>
      <w:headerReference w:type="first" r:id="rId13"/>
      <w:pgSz w:w="11906" w:h="16838" w:code="9"/>
      <w:pgMar w:top="1049" w:right="1134" w:bottom="1474" w:left="2070" w:header="595" w:footer="624" w:gutter="0"/>
      <w:pgNumType w:start="2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5DE" w:rsidRDefault="009325DE" w:rsidP="00962258">
      <w:pPr>
        <w:spacing w:after="0" w:line="240" w:lineRule="auto"/>
      </w:pPr>
      <w:r>
        <w:separator/>
      </w:r>
    </w:p>
  </w:endnote>
  <w:endnote w:type="continuationSeparator" w:id="0">
    <w:p w:rsidR="009325DE" w:rsidRDefault="009325D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AB2320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AB2320" w:rsidRPr="00B8518B" w:rsidRDefault="00AB2320" w:rsidP="00826B7B">
          <w:pPr>
            <w:pStyle w:val="Zpat"/>
            <w:jc w:val="right"/>
            <w:rPr>
              <w:rStyle w:val="slostrnky"/>
            </w:rPr>
          </w:pP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AB2320" w:rsidRDefault="00AB2320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AB2320" w:rsidRDefault="00AB2320" w:rsidP="00B8518B">
          <w:pPr>
            <w:pStyle w:val="Zpat"/>
          </w:pPr>
        </w:p>
      </w:tc>
      <w:tc>
        <w:tcPr>
          <w:tcW w:w="8505" w:type="dxa"/>
        </w:tcPr>
        <w:p w:rsidR="00AB2320" w:rsidRPr="003D1386" w:rsidRDefault="00AB2320" w:rsidP="00EB46E5">
          <w:pPr>
            <w:pStyle w:val="Zpat0"/>
          </w:pPr>
          <w:r w:rsidRPr="003D1386">
            <w:t>„</w:t>
          </w:r>
          <w:r w:rsidRPr="00AD7572">
            <w:t>Zvýšení stability skalních masivů na trati Pňovany - Bezdružice</w:t>
          </w:r>
          <w:r w:rsidRPr="003D1386">
            <w:t>“</w:t>
          </w:r>
        </w:p>
        <w:p w:rsidR="00AB2320" w:rsidRDefault="00AB2320" w:rsidP="00EB46E5">
          <w:pPr>
            <w:pStyle w:val="Zpat0"/>
          </w:pPr>
          <w:r w:rsidRPr="003D1386">
            <w:t>Díl 1 – VÝZVA K PODÁNÍ NABÍDKY</w:t>
          </w:r>
        </w:p>
        <w:p w:rsidR="00AB2320" w:rsidRDefault="00AB2320" w:rsidP="0035531B">
          <w:pPr>
            <w:pStyle w:val="Zpat0"/>
          </w:pPr>
        </w:p>
      </w:tc>
    </w:tr>
  </w:tbl>
  <w:p w:rsidR="00AB2320" w:rsidRPr="00B8518B" w:rsidRDefault="00AB2320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5DE" w:rsidRDefault="009325DE" w:rsidP="00962258">
      <w:pPr>
        <w:spacing w:after="0" w:line="240" w:lineRule="auto"/>
      </w:pPr>
      <w:r>
        <w:separator/>
      </w:r>
    </w:p>
  </w:footnote>
  <w:footnote w:type="continuationSeparator" w:id="0">
    <w:p w:rsidR="009325DE" w:rsidRDefault="009325DE" w:rsidP="00962258">
      <w:pPr>
        <w:spacing w:after="0" w:line="240" w:lineRule="auto"/>
      </w:pPr>
      <w:r>
        <w:continuationSeparator/>
      </w:r>
    </w:p>
  </w:footnote>
  <w:footnote w:id="1">
    <w:p w:rsidR="00AB2320" w:rsidRDefault="00AB23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V případě další praxe dodavatel doplní další řádky.</w:t>
      </w:r>
    </w:p>
  </w:footnote>
  <w:footnote w:id="2">
    <w:p w:rsidR="00AB2320" w:rsidRDefault="00AB23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:rsidR="00AB2320" w:rsidRDefault="00AB23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B2320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AB2320" w:rsidRPr="00B8518B" w:rsidRDefault="00AB232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AB2320" w:rsidRDefault="00AB232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AB2320" w:rsidRPr="00D6163D" w:rsidRDefault="00AB2320" w:rsidP="00D6163D">
          <w:pPr>
            <w:pStyle w:val="Druhdokumentu"/>
          </w:pPr>
        </w:p>
      </w:tc>
    </w:tr>
  </w:tbl>
  <w:p w:rsidR="00AB2320" w:rsidRPr="00D6163D" w:rsidRDefault="00AB232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B2320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B2320" w:rsidRPr="00B8518B" w:rsidRDefault="00AB232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B2320" w:rsidRDefault="00AB232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B2320" w:rsidRPr="00D6163D" w:rsidRDefault="00AB2320" w:rsidP="00FC6389">
          <w:pPr>
            <w:pStyle w:val="Druhdokumentu"/>
          </w:pPr>
        </w:p>
      </w:tc>
    </w:tr>
    <w:tr w:rsidR="00AB2320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B2320" w:rsidRPr="00B8518B" w:rsidRDefault="00AB232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B2320" w:rsidRDefault="00AB232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B2320" w:rsidRPr="00D6163D" w:rsidRDefault="00AB2320" w:rsidP="00FC6389">
          <w:pPr>
            <w:pStyle w:val="Druhdokumentu"/>
          </w:pPr>
        </w:p>
      </w:tc>
    </w:tr>
  </w:tbl>
  <w:p w:rsidR="00AB2320" w:rsidRPr="00D6163D" w:rsidRDefault="00AB232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205A626" wp14:editId="2DC3A5A5">
          <wp:simplePos x="0" y="0"/>
          <wp:positionH relativeFrom="page">
            <wp:posOffset>504825</wp:posOffset>
          </wp:positionH>
          <wp:positionV relativeFrom="page">
            <wp:posOffset>410210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B2320" w:rsidRPr="00460660" w:rsidRDefault="00AB232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1FDA4AC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0646016"/>
    <w:multiLevelType w:val="hybridMultilevel"/>
    <w:tmpl w:val="463A993C"/>
    <w:lvl w:ilvl="0" w:tplc="97983428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5280825A"/>
    <w:lvl w:ilvl="0" w:tplc="FFD08AFC">
      <w:start w:val="1"/>
      <w:numFmt w:val="decimal"/>
      <w:pStyle w:val="Seznam1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6"/>
  </w:num>
  <w:num w:numId="9">
    <w:abstractNumId w:val="10"/>
  </w:num>
  <w:num w:numId="10">
    <w:abstractNumId w:val="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7"/>
  </w:num>
  <w:num w:numId="18">
    <w:abstractNumId w:val="0"/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0"/>
  </w:num>
  <w:num w:numId="27">
    <w:abstractNumId w:val="0"/>
  </w:num>
  <w:num w:numId="28">
    <w:abstractNumId w:val="0"/>
  </w:num>
  <w:num w:numId="29">
    <w:abstractNumId w:val="6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786"/>
    <w:rsid w:val="00001708"/>
    <w:rsid w:val="000174E8"/>
    <w:rsid w:val="00017F3C"/>
    <w:rsid w:val="00022A69"/>
    <w:rsid w:val="000338E9"/>
    <w:rsid w:val="00036C1E"/>
    <w:rsid w:val="00041EC8"/>
    <w:rsid w:val="00041F83"/>
    <w:rsid w:val="00042EF3"/>
    <w:rsid w:val="0004475A"/>
    <w:rsid w:val="00046545"/>
    <w:rsid w:val="0006450D"/>
    <w:rsid w:val="0006499F"/>
    <w:rsid w:val="0006588D"/>
    <w:rsid w:val="00067A5E"/>
    <w:rsid w:val="00067EE3"/>
    <w:rsid w:val="000719BB"/>
    <w:rsid w:val="00072A65"/>
    <w:rsid w:val="00072C1E"/>
    <w:rsid w:val="000839DD"/>
    <w:rsid w:val="00091CD6"/>
    <w:rsid w:val="00092CC9"/>
    <w:rsid w:val="000B4EB8"/>
    <w:rsid w:val="000C41F2"/>
    <w:rsid w:val="000D22C4"/>
    <w:rsid w:val="000D27D1"/>
    <w:rsid w:val="000D5E72"/>
    <w:rsid w:val="000D7437"/>
    <w:rsid w:val="000E1A7F"/>
    <w:rsid w:val="00106A0E"/>
    <w:rsid w:val="00112301"/>
    <w:rsid w:val="00112864"/>
    <w:rsid w:val="00114472"/>
    <w:rsid w:val="00114988"/>
    <w:rsid w:val="00115069"/>
    <w:rsid w:val="001150F2"/>
    <w:rsid w:val="00146BCB"/>
    <w:rsid w:val="001472A9"/>
    <w:rsid w:val="001614FB"/>
    <w:rsid w:val="00162E55"/>
    <w:rsid w:val="001656A2"/>
    <w:rsid w:val="00170521"/>
    <w:rsid w:val="00170EC5"/>
    <w:rsid w:val="001747C1"/>
    <w:rsid w:val="00177D6B"/>
    <w:rsid w:val="00181EC0"/>
    <w:rsid w:val="001902D3"/>
    <w:rsid w:val="00191F90"/>
    <w:rsid w:val="00193D8F"/>
    <w:rsid w:val="001950C2"/>
    <w:rsid w:val="00196E81"/>
    <w:rsid w:val="001B23A1"/>
    <w:rsid w:val="001B4E74"/>
    <w:rsid w:val="001C645F"/>
    <w:rsid w:val="001D4B4A"/>
    <w:rsid w:val="001D5DE6"/>
    <w:rsid w:val="001E651D"/>
    <w:rsid w:val="001E678E"/>
    <w:rsid w:val="001F2C1C"/>
    <w:rsid w:val="002014AC"/>
    <w:rsid w:val="00202395"/>
    <w:rsid w:val="002071BB"/>
    <w:rsid w:val="00207DF5"/>
    <w:rsid w:val="00221C18"/>
    <w:rsid w:val="00233A53"/>
    <w:rsid w:val="00240B81"/>
    <w:rsid w:val="0024699F"/>
    <w:rsid w:val="00247D01"/>
    <w:rsid w:val="0025030F"/>
    <w:rsid w:val="00261A5B"/>
    <w:rsid w:val="00262E5B"/>
    <w:rsid w:val="00263CBA"/>
    <w:rsid w:val="00276AFE"/>
    <w:rsid w:val="00283302"/>
    <w:rsid w:val="002924B8"/>
    <w:rsid w:val="002A10CE"/>
    <w:rsid w:val="002A3B57"/>
    <w:rsid w:val="002A3F6D"/>
    <w:rsid w:val="002C04EE"/>
    <w:rsid w:val="002C0775"/>
    <w:rsid w:val="002C31BF"/>
    <w:rsid w:val="002D7CBA"/>
    <w:rsid w:val="002D7FD6"/>
    <w:rsid w:val="002E0CD7"/>
    <w:rsid w:val="002E0CFB"/>
    <w:rsid w:val="002E294C"/>
    <w:rsid w:val="002E5C7B"/>
    <w:rsid w:val="002F4333"/>
    <w:rsid w:val="00307641"/>
    <w:rsid w:val="00311F11"/>
    <w:rsid w:val="00321E17"/>
    <w:rsid w:val="00322579"/>
    <w:rsid w:val="00324C4C"/>
    <w:rsid w:val="00327EEF"/>
    <w:rsid w:val="0033239F"/>
    <w:rsid w:val="0034274B"/>
    <w:rsid w:val="0034719F"/>
    <w:rsid w:val="00350971"/>
    <w:rsid w:val="00350A35"/>
    <w:rsid w:val="0035531B"/>
    <w:rsid w:val="003571D8"/>
    <w:rsid w:val="00357BC6"/>
    <w:rsid w:val="00361422"/>
    <w:rsid w:val="00370A1A"/>
    <w:rsid w:val="003717A3"/>
    <w:rsid w:val="003753A9"/>
    <w:rsid w:val="0037545D"/>
    <w:rsid w:val="00386FF1"/>
    <w:rsid w:val="00392EB6"/>
    <w:rsid w:val="00394D03"/>
    <w:rsid w:val="003956C6"/>
    <w:rsid w:val="003A4513"/>
    <w:rsid w:val="003C2A12"/>
    <w:rsid w:val="003C33F2"/>
    <w:rsid w:val="003D1386"/>
    <w:rsid w:val="003D756E"/>
    <w:rsid w:val="003E276B"/>
    <w:rsid w:val="003E3CE3"/>
    <w:rsid w:val="003E420D"/>
    <w:rsid w:val="003E4C13"/>
    <w:rsid w:val="003E79F5"/>
    <w:rsid w:val="003F78E7"/>
    <w:rsid w:val="00404BA2"/>
    <w:rsid w:val="004078F3"/>
    <w:rsid w:val="00427794"/>
    <w:rsid w:val="00450F07"/>
    <w:rsid w:val="00452F69"/>
    <w:rsid w:val="00453CD3"/>
    <w:rsid w:val="00454716"/>
    <w:rsid w:val="00454BB9"/>
    <w:rsid w:val="00457582"/>
    <w:rsid w:val="00460660"/>
    <w:rsid w:val="00464BA9"/>
    <w:rsid w:val="00474F4D"/>
    <w:rsid w:val="0048094F"/>
    <w:rsid w:val="00483969"/>
    <w:rsid w:val="00484026"/>
    <w:rsid w:val="00486107"/>
    <w:rsid w:val="004904A7"/>
    <w:rsid w:val="00491827"/>
    <w:rsid w:val="004B34E9"/>
    <w:rsid w:val="004C086E"/>
    <w:rsid w:val="004C4399"/>
    <w:rsid w:val="004C787C"/>
    <w:rsid w:val="004E77B2"/>
    <w:rsid w:val="004E7A1F"/>
    <w:rsid w:val="004F1D17"/>
    <w:rsid w:val="004F3CA6"/>
    <w:rsid w:val="004F4597"/>
    <w:rsid w:val="004F4B9B"/>
    <w:rsid w:val="00501B32"/>
    <w:rsid w:val="0050666E"/>
    <w:rsid w:val="00511AB9"/>
    <w:rsid w:val="005210B3"/>
    <w:rsid w:val="00523BB5"/>
    <w:rsid w:val="00523EA7"/>
    <w:rsid w:val="00535DB2"/>
    <w:rsid w:val="005406EB"/>
    <w:rsid w:val="00542A90"/>
    <w:rsid w:val="005472DA"/>
    <w:rsid w:val="00551E4C"/>
    <w:rsid w:val="00553375"/>
    <w:rsid w:val="00555884"/>
    <w:rsid w:val="00564DDD"/>
    <w:rsid w:val="005736B7"/>
    <w:rsid w:val="00575E5A"/>
    <w:rsid w:val="00577A3C"/>
    <w:rsid w:val="00580245"/>
    <w:rsid w:val="00586282"/>
    <w:rsid w:val="005971DD"/>
    <w:rsid w:val="005A1F44"/>
    <w:rsid w:val="005A3D2F"/>
    <w:rsid w:val="005B64BB"/>
    <w:rsid w:val="005C3A4D"/>
    <w:rsid w:val="005D3C39"/>
    <w:rsid w:val="005F246A"/>
    <w:rsid w:val="005F7739"/>
    <w:rsid w:val="0060115D"/>
    <w:rsid w:val="00601A8C"/>
    <w:rsid w:val="0061068E"/>
    <w:rsid w:val="006115D3"/>
    <w:rsid w:val="00616090"/>
    <w:rsid w:val="00640B30"/>
    <w:rsid w:val="00655976"/>
    <w:rsid w:val="0065610E"/>
    <w:rsid w:val="00660AD3"/>
    <w:rsid w:val="00665F2C"/>
    <w:rsid w:val="006776B6"/>
    <w:rsid w:val="00686462"/>
    <w:rsid w:val="006902CC"/>
    <w:rsid w:val="00693150"/>
    <w:rsid w:val="00695DAA"/>
    <w:rsid w:val="006A3C73"/>
    <w:rsid w:val="006A5570"/>
    <w:rsid w:val="006A689C"/>
    <w:rsid w:val="006A6AF2"/>
    <w:rsid w:val="006B3D79"/>
    <w:rsid w:val="006B6FE4"/>
    <w:rsid w:val="006C04A0"/>
    <w:rsid w:val="006C2343"/>
    <w:rsid w:val="006C442A"/>
    <w:rsid w:val="006D34B2"/>
    <w:rsid w:val="006E0578"/>
    <w:rsid w:val="006E314D"/>
    <w:rsid w:val="006F6B09"/>
    <w:rsid w:val="007038DC"/>
    <w:rsid w:val="007049E0"/>
    <w:rsid w:val="00706F4C"/>
    <w:rsid w:val="00710723"/>
    <w:rsid w:val="007134F3"/>
    <w:rsid w:val="00721186"/>
    <w:rsid w:val="00723ED1"/>
    <w:rsid w:val="007317D5"/>
    <w:rsid w:val="007354E9"/>
    <w:rsid w:val="007356BD"/>
    <w:rsid w:val="00740AF5"/>
    <w:rsid w:val="00743525"/>
    <w:rsid w:val="00744B26"/>
    <w:rsid w:val="00744F6A"/>
    <w:rsid w:val="00745555"/>
    <w:rsid w:val="007541A2"/>
    <w:rsid w:val="00755818"/>
    <w:rsid w:val="0075602A"/>
    <w:rsid w:val="0076286B"/>
    <w:rsid w:val="00765AB7"/>
    <w:rsid w:val="00766846"/>
    <w:rsid w:val="0076790E"/>
    <w:rsid w:val="00773DC0"/>
    <w:rsid w:val="0077673A"/>
    <w:rsid w:val="00776A8A"/>
    <w:rsid w:val="007846E1"/>
    <w:rsid w:val="007847D6"/>
    <w:rsid w:val="00792824"/>
    <w:rsid w:val="007A2107"/>
    <w:rsid w:val="007A5172"/>
    <w:rsid w:val="007A67A0"/>
    <w:rsid w:val="007B11D4"/>
    <w:rsid w:val="007B3D4D"/>
    <w:rsid w:val="007B570C"/>
    <w:rsid w:val="007C7E9B"/>
    <w:rsid w:val="007D0559"/>
    <w:rsid w:val="007D1410"/>
    <w:rsid w:val="007D5A8D"/>
    <w:rsid w:val="007E2234"/>
    <w:rsid w:val="007E4A6E"/>
    <w:rsid w:val="007F56A7"/>
    <w:rsid w:val="00800851"/>
    <w:rsid w:val="008008A3"/>
    <w:rsid w:val="00807DD0"/>
    <w:rsid w:val="00821D01"/>
    <w:rsid w:val="00822B88"/>
    <w:rsid w:val="00826B7B"/>
    <w:rsid w:val="00831DE9"/>
    <w:rsid w:val="00833899"/>
    <w:rsid w:val="00845C50"/>
    <w:rsid w:val="00846789"/>
    <w:rsid w:val="008513D8"/>
    <w:rsid w:val="00872044"/>
    <w:rsid w:val="00874860"/>
    <w:rsid w:val="00876D73"/>
    <w:rsid w:val="00887139"/>
    <w:rsid w:val="00887F36"/>
    <w:rsid w:val="00893119"/>
    <w:rsid w:val="008970AF"/>
    <w:rsid w:val="008A3568"/>
    <w:rsid w:val="008B2021"/>
    <w:rsid w:val="008B70C7"/>
    <w:rsid w:val="008C50F3"/>
    <w:rsid w:val="008C65BC"/>
    <w:rsid w:val="008C65E0"/>
    <w:rsid w:val="008C7EFE"/>
    <w:rsid w:val="008D03B9"/>
    <w:rsid w:val="008D30C7"/>
    <w:rsid w:val="008D552B"/>
    <w:rsid w:val="008E1138"/>
    <w:rsid w:val="008F18D6"/>
    <w:rsid w:val="008F2C9B"/>
    <w:rsid w:val="008F797B"/>
    <w:rsid w:val="00904780"/>
    <w:rsid w:val="0090635B"/>
    <w:rsid w:val="00920DEB"/>
    <w:rsid w:val="00922385"/>
    <w:rsid w:val="009223DF"/>
    <w:rsid w:val="00930B79"/>
    <w:rsid w:val="009325DE"/>
    <w:rsid w:val="00936091"/>
    <w:rsid w:val="00940D8A"/>
    <w:rsid w:val="009414D7"/>
    <w:rsid w:val="009531C1"/>
    <w:rsid w:val="00956089"/>
    <w:rsid w:val="00962258"/>
    <w:rsid w:val="00964860"/>
    <w:rsid w:val="009678B7"/>
    <w:rsid w:val="00970D4B"/>
    <w:rsid w:val="0098426C"/>
    <w:rsid w:val="00992D9C"/>
    <w:rsid w:val="00996CB8"/>
    <w:rsid w:val="009A7A46"/>
    <w:rsid w:val="009B2E97"/>
    <w:rsid w:val="009B3F75"/>
    <w:rsid w:val="009B5146"/>
    <w:rsid w:val="009C418E"/>
    <w:rsid w:val="009C442C"/>
    <w:rsid w:val="009D20A1"/>
    <w:rsid w:val="009E07F4"/>
    <w:rsid w:val="009F309B"/>
    <w:rsid w:val="009F392E"/>
    <w:rsid w:val="009F53C5"/>
    <w:rsid w:val="00A0740E"/>
    <w:rsid w:val="00A07E0A"/>
    <w:rsid w:val="00A15262"/>
    <w:rsid w:val="00A23688"/>
    <w:rsid w:val="00A3411F"/>
    <w:rsid w:val="00A347C3"/>
    <w:rsid w:val="00A4050F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257A"/>
    <w:rsid w:val="00AA2C03"/>
    <w:rsid w:val="00AA3E17"/>
    <w:rsid w:val="00AA4CBB"/>
    <w:rsid w:val="00AA5255"/>
    <w:rsid w:val="00AA65FA"/>
    <w:rsid w:val="00AA7351"/>
    <w:rsid w:val="00AB1063"/>
    <w:rsid w:val="00AB2320"/>
    <w:rsid w:val="00AB5AE0"/>
    <w:rsid w:val="00AC1037"/>
    <w:rsid w:val="00AD056F"/>
    <w:rsid w:val="00AD0C7B"/>
    <w:rsid w:val="00AD1771"/>
    <w:rsid w:val="00AD1786"/>
    <w:rsid w:val="00AD3AE0"/>
    <w:rsid w:val="00AD5F1A"/>
    <w:rsid w:val="00AD6731"/>
    <w:rsid w:val="00AD7572"/>
    <w:rsid w:val="00AD792A"/>
    <w:rsid w:val="00AE1D4A"/>
    <w:rsid w:val="00AE3BB4"/>
    <w:rsid w:val="00AF20AA"/>
    <w:rsid w:val="00AF4A09"/>
    <w:rsid w:val="00B008D5"/>
    <w:rsid w:val="00B02F73"/>
    <w:rsid w:val="00B0619F"/>
    <w:rsid w:val="00B07880"/>
    <w:rsid w:val="00B1316B"/>
    <w:rsid w:val="00B13A26"/>
    <w:rsid w:val="00B15D0D"/>
    <w:rsid w:val="00B22106"/>
    <w:rsid w:val="00B36181"/>
    <w:rsid w:val="00B429CF"/>
    <w:rsid w:val="00B5431A"/>
    <w:rsid w:val="00B60046"/>
    <w:rsid w:val="00B61530"/>
    <w:rsid w:val="00B71CC3"/>
    <w:rsid w:val="00B75EE1"/>
    <w:rsid w:val="00B77481"/>
    <w:rsid w:val="00B77C6D"/>
    <w:rsid w:val="00B80E53"/>
    <w:rsid w:val="00B8518B"/>
    <w:rsid w:val="00B97CC3"/>
    <w:rsid w:val="00BA3937"/>
    <w:rsid w:val="00BB4AF2"/>
    <w:rsid w:val="00BC06C4"/>
    <w:rsid w:val="00BC6D2B"/>
    <w:rsid w:val="00BD7498"/>
    <w:rsid w:val="00BD7E91"/>
    <w:rsid w:val="00BD7F0D"/>
    <w:rsid w:val="00BE49F4"/>
    <w:rsid w:val="00BE4B02"/>
    <w:rsid w:val="00C02D0A"/>
    <w:rsid w:val="00C03A6E"/>
    <w:rsid w:val="00C1197B"/>
    <w:rsid w:val="00C154A5"/>
    <w:rsid w:val="00C226C0"/>
    <w:rsid w:val="00C42FE6"/>
    <w:rsid w:val="00C44F6A"/>
    <w:rsid w:val="00C577D8"/>
    <w:rsid w:val="00C6198E"/>
    <w:rsid w:val="00C626D2"/>
    <w:rsid w:val="00C62E4B"/>
    <w:rsid w:val="00C708EA"/>
    <w:rsid w:val="00C759F1"/>
    <w:rsid w:val="00C776E5"/>
    <w:rsid w:val="00C778A5"/>
    <w:rsid w:val="00C8086E"/>
    <w:rsid w:val="00C95162"/>
    <w:rsid w:val="00CB3151"/>
    <w:rsid w:val="00CB6A37"/>
    <w:rsid w:val="00CB7684"/>
    <w:rsid w:val="00CC4380"/>
    <w:rsid w:val="00CC7C8F"/>
    <w:rsid w:val="00CD1FC4"/>
    <w:rsid w:val="00CF0791"/>
    <w:rsid w:val="00D019D7"/>
    <w:rsid w:val="00D034A0"/>
    <w:rsid w:val="00D0362E"/>
    <w:rsid w:val="00D03C1F"/>
    <w:rsid w:val="00D10A2D"/>
    <w:rsid w:val="00D139AC"/>
    <w:rsid w:val="00D21061"/>
    <w:rsid w:val="00D26838"/>
    <w:rsid w:val="00D37B14"/>
    <w:rsid w:val="00D4108E"/>
    <w:rsid w:val="00D47F95"/>
    <w:rsid w:val="00D50F85"/>
    <w:rsid w:val="00D6163D"/>
    <w:rsid w:val="00D6259C"/>
    <w:rsid w:val="00D64A6E"/>
    <w:rsid w:val="00D831A3"/>
    <w:rsid w:val="00D87A28"/>
    <w:rsid w:val="00D9543E"/>
    <w:rsid w:val="00D97BE3"/>
    <w:rsid w:val="00DA3711"/>
    <w:rsid w:val="00DB2605"/>
    <w:rsid w:val="00DB619A"/>
    <w:rsid w:val="00DD46F3"/>
    <w:rsid w:val="00DD63D8"/>
    <w:rsid w:val="00DD7A41"/>
    <w:rsid w:val="00DE51A5"/>
    <w:rsid w:val="00DE56F2"/>
    <w:rsid w:val="00DF116D"/>
    <w:rsid w:val="00DF4C4B"/>
    <w:rsid w:val="00DF651A"/>
    <w:rsid w:val="00E01EA1"/>
    <w:rsid w:val="00E16FF7"/>
    <w:rsid w:val="00E20A91"/>
    <w:rsid w:val="00E22C30"/>
    <w:rsid w:val="00E2330B"/>
    <w:rsid w:val="00E24F78"/>
    <w:rsid w:val="00E26D68"/>
    <w:rsid w:val="00E37347"/>
    <w:rsid w:val="00E437B0"/>
    <w:rsid w:val="00E44045"/>
    <w:rsid w:val="00E618C4"/>
    <w:rsid w:val="00E7218A"/>
    <w:rsid w:val="00E878EE"/>
    <w:rsid w:val="00EA6EC7"/>
    <w:rsid w:val="00EA7F3A"/>
    <w:rsid w:val="00EB104F"/>
    <w:rsid w:val="00EB46E5"/>
    <w:rsid w:val="00EB4ECA"/>
    <w:rsid w:val="00EB5D4D"/>
    <w:rsid w:val="00EC10AE"/>
    <w:rsid w:val="00ED0703"/>
    <w:rsid w:val="00ED14BD"/>
    <w:rsid w:val="00ED3379"/>
    <w:rsid w:val="00ED6360"/>
    <w:rsid w:val="00EE2244"/>
    <w:rsid w:val="00EE3C5F"/>
    <w:rsid w:val="00EE7882"/>
    <w:rsid w:val="00EF4DAC"/>
    <w:rsid w:val="00F016C7"/>
    <w:rsid w:val="00F12DEC"/>
    <w:rsid w:val="00F1715C"/>
    <w:rsid w:val="00F310F8"/>
    <w:rsid w:val="00F3391E"/>
    <w:rsid w:val="00F35939"/>
    <w:rsid w:val="00F45607"/>
    <w:rsid w:val="00F46000"/>
    <w:rsid w:val="00F46EA7"/>
    <w:rsid w:val="00F4722B"/>
    <w:rsid w:val="00F4760A"/>
    <w:rsid w:val="00F54432"/>
    <w:rsid w:val="00F55E93"/>
    <w:rsid w:val="00F569C6"/>
    <w:rsid w:val="00F659EB"/>
    <w:rsid w:val="00F86BA6"/>
    <w:rsid w:val="00F911D1"/>
    <w:rsid w:val="00F92F06"/>
    <w:rsid w:val="00F95A2C"/>
    <w:rsid w:val="00FB6342"/>
    <w:rsid w:val="00FC6389"/>
    <w:rsid w:val="00FC661E"/>
    <w:rsid w:val="00FD2EA2"/>
    <w:rsid w:val="00FD39DE"/>
    <w:rsid w:val="00FD4743"/>
    <w:rsid w:val="00FE4333"/>
    <w:rsid w:val="00FE6AEC"/>
    <w:rsid w:val="00FF08AB"/>
    <w:rsid w:val="00FF13FD"/>
    <w:rsid w:val="00FF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1AB17616-0F4D-4B5E-8443-E773B78AE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911D1"/>
    <w:pPr>
      <w:tabs>
        <w:tab w:val="left" w:pos="113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542A90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37B1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7"/>
      </w:numPr>
      <w:spacing w:after="60"/>
      <w:jc w:val="both"/>
    </w:pPr>
  </w:style>
  <w:style w:type="paragraph" w:customStyle="1" w:styleId="Textbezslovn">
    <w:name w:val="_Text_bez_číslování"/>
    <w:basedOn w:val="Text2-1"/>
    <w:qFormat/>
    <w:rsid w:val="002D7FD6"/>
    <w:pPr>
      <w:numPr>
        <w:ilvl w:val="0"/>
        <w:numId w:val="0"/>
      </w:numPr>
      <w:ind w:left="737"/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qFormat/>
    <w:rsid w:val="00FE433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8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6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B7468BB-4D7E-4934-8859-33345E010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VTP_nové_logo-6.dotx</Template>
  <TotalTime>2</TotalTime>
  <Pages>11</Pages>
  <Words>2073</Words>
  <Characters>12234</Characters>
  <Application>Microsoft Office Word</Application>
  <DocSecurity>0</DocSecurity>
  <Lines>101</Lines>
  <Paragraphs>28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Jungová Kateřina</cp:lastModifiedBy>
  <cp:revision>3</cp:revision>
  <cp:lastPrinted>2020-02-03T11:13:00Z</cp:lastPrinted>
  <dcterms:created xsi:type="dcterms:W3CDTF">2020-02-04T09:49:00Z</dcterms:created>
  <dcterms:modified xsi:type="dcterms:W3CDTF">2020-02-04T12:22:00Z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