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26845D1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671VZ20-0-0046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940CF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Projekt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osy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koleje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č. 1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na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TÚ 2111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Kojetín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–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Tovačov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km 0,364 – 10,934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67120015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B32536">
        <w:rPr>
          <w:rFonts w:eastAsia="Times New Roman" w:cs="Times New Roman"/>
          <w:lang w:val="en-US" w:eastAsia="cs-CZ"/>
        </w:rPr>
        <w:t>185/2020-SŽDC-SŽGOLC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1DBBD225" w:rsidR="004E1498" w:rsidRPr="00746F8B" w:rsidRDefault="004E1498" w:rsidP="00B21694">
      <w:pPr>
        <w:pStyle w:val="Nadpis2"/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bookmarkStart w:id="0" w:name="_GoBack"/>
      <w:r w:rsidR="00B21694" w:rsidRPr="00B21694">
        <w:rPr>
          <w:i/>
        </w:rPr>
        <w:t>Tvorba směrového a výškového řešení osy koleje z mapování dodaného SŽG Olomouc s využitím stávajících směrových poměrů</w:t>
      </w:r>
      <w:bookmarkEnd w:id="0"/>
      <w:r w:rsidR="0086114C" w:rsidRPr="00746F8B">
        <w:t>.</w:t>
      </w:r>
    </w:p>
    <w:p w14:paraId="31E5226B" w14:textId="360FDAB4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B21694" w:rsidRDefault="004E1498" w:rsidP="00592757">
      <w:pPr>
        <w:pStyle w:val="Nadpis1"/>
        <w:rPr>
          <w:rFonts w:eastAsia="Times New Roman"/>
          <w:lang w:eastAsia="cs-CZ"/>
        </w:rPr>
      </w:pPr>
      <w:r w:rsidRPr="00B21694">
        <w:rPr>
          <w:rFonts w:eastAsia="Times New Roman"/>
          <w:lang w:eastAsia="cs-CZ"/>
        </w:rPr>
        <w:t>Místo a doba plnění</w:t>
      </w:r>
    </w:p>
    <w:p w14:paraId="4DCCF507" w14:textId="24B27FD4" w:rsidR="004E1498" w:rsidRPr="00B21694" w:rsidRDefault="004E1498" w:rsidP="00592757">
      <w:pPr>
        <w:pStyle w:val="Nadpis2"/>
        <w:jc w:val="left"/>
      </w:pPr>
      <w:r w:rsidRPr="00B21694">
        <w:t>Místem plnění je</w:t>
      </w:r>
      <w:r w:rsidR="009651C8" w:rsidRPr="00B21694">
        <w:t xml:space="preserve"> obvod SŽG Olomouc</w:t>
      </w:r>
    </w:p>
    <w:p w14:paraId="729B30FB" w14:textId="77777777" w:rsidR="009651C8" w:rsidRPr="00B21694" w:rsidRDefault="009651C8" w:rsidP="009651C8">
      <w:pPr>
        <w:pStyle w:val="Nadpis2"/>
      </w:pPr>
      <w:r w:rsidRPr="00B21694">
        <w:t xml:space="preserve">Zhotovitel je povinen </w:t>
      </w:r>
    </w:p>
    <w:p w14:paraId="1E699E9D" w14:textId="7AB1F7C8" w:rsidR="00B21694" w:rsidRPr="00B21694" w:rsidRDefault="00B21694" w:rsidP="00B21694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B21694">
        <w:t>odevzdat objednateli dokumentaci k připomínkám dle příloh</w:t>
      </w:r>
      <w:r w:rsidRPr="00B21694">
        <w:t xml:space="preserve">y č. 1 Smlouvy ke kontrole do </w:t>
      </w:r>
      <w:proofErr w:type="gramStart"/>
      <w:r w:rsidRPr="003F32CF">
        <w:rPr>
          <w:b/>
        </w:rPr>
        <w:t>22.05.2020</w:t>
      </w:r>
      <w:proofErr w:type="gramEnd"/>
      <w:r w:rsidRPr="00B21694">
        <w:t>,</w:t>
      </w:r>
    </w:p>
    <w:p w14:paraId="757582CE" w14:textId="082225F7" w:rsidR="004E1498" w:rsidRPr="00B21694" w:rsidRDefault="00B21694" w:rsidP="00B21694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B21694">
        <w:t>provést dílo zakázky (kompletní odevzdání zakázky se všem</w:t>
      </w:r>
      <w:r w:rsidRPr="00B21694">
        <w:t xml:space="preserve">i náležitostmi) nejpozději do </w:t>
      </w:r>
      <w:proofErr w:type="gramStart"/>
      <w:r w:rsidRPr="00756D75">
        <w:rPr>
          <w:b/>
        </w:rPr>
        <w:t>03.07.2020</w:t>
      </w:r>
      <w:proofErr w:type="gramEnd"/>
      <w:r w:rsidR="0086114C" w:rsidRPr="00756D75">
        <w:rPr>
          <w:b/>
        </w:rPr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07C68CC6" w:rsidR="009651C8" w:rsidRPr="00746F8B" w:rsidRDefault="00756D75" w:rsidP="00756D75">
      <w:pPr>
        <w:pStyle w:val="Nadpis3"/>
      </w:pPr>
      <w:r>
        <w:t>Objednatele p. Ing. T.</w:t>
      </w:r>
      <w:r w:rsidRPr="00756D75">
        <w:t xml:space="preserve"> Vachutka, tel. </w:t>
      </w:r>
      <w:proofErr w:type="gramStart"/>
      <w:r w:rsidRPr="00756D75">
        <w:t>972 742 193 , email</w:t>
      </w:r>
      <w:proofErr w:type="gramEnd"/>
      <w:r w:rsidRPr="00756D75">
        <w:t>: vachutka@szdc.cz</w:t>
      </w:r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</w:t>
      </w:r>
      <w:proofErr w:type="gramStart"/>
      <w:r w:rsidRPr="00D9782E">
        <w:rPr>
          <w:rFonts w:eastAsia="Calibri"/>
        </w:rPr>
        <w:t>za</w:t>
      </w:r>
      <w:proofErr w:type="gramEnd"/>
      <w:r w:rsidRPr="00D9782E">
        <w:rPr>
          <w:rFonts w:eastAsia="Calibri"/>
        </w:rPr>
        <w:t xml:space="preserve">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</w:t>
      </w:r>
      <w:r w:rsidRPr="00D9782E">
        <w:rPr>
          <w:rFonts w:eastAsia="Calibri"/>
        </w:rPr>
        <w:lastRenderedPageBreak/>
        <w:t xml:space="preserve">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7133EED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861F05F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04F6A65" w14:textId="77777777" w:rsidR="00756D75" w:rsidRPr="004E1498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35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351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35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351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3F32CF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46F8B"/>
    <w:rsid w:val="007510DD"/>
    <w:rsid w:val="00753EBA"/>
    <w:rsid w:val="00756D75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1128"/>
    <w:rsid w:val="008B6021"/>
    <w:rsid w:val="008D03B9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A3517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F11FA"/>
    <w:rsid w:val="00AF50F5"/>
    <w:rsid w:val="00B15D0D"/>
    <w:rsid w:val="00B17679"/>
    <w:rsid w:val="00B21694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C0BD0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C6991"/>
    <w:rsid w:val="00CD1FC4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1A96"/>
    <w:rsid w:val="00EB104F"/>
    <w:rsid w:val="00ED14BD"/>
    <w:rsid w:val="00EF1804"/>
    <w:rsid w:val="00EF50B7"/>
    <w:rsid w:val="00F0015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07CB347-438B-4E9F-B40B-BEB583FE6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1328</Words>
  <Characters>7840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26</cp:revision>
  <cp:lastPrinted>2020-01-30T09:18:00Z</cp:lastPrinted>
  <dcterms:created xsi:type="dcterms:W3CDTF">2020-01-23T08:12:00Z</dcterms:created>
  <dcterms:modified xsi:type="dcterms:W3CDTF">2020-01-30T09:23:00Z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