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B4" w:rsidRDefault="00AC1BBE">
      <w:pPr>
        <w:rPr>
          <w:b/>
          <w:bCs/>
          <w:iCs/>
        </w:rPr>
      </w:pPr>
      <w:bookmarkStart w:id="0" w:name="_GoBack"/>
      <w:bookmarkEnd w:id="0"/>
      <w:r w:rsidRPr="00AC1BBE">
        <w:rPr>
          <w:b/>
          <w:bCs/>
          <w:iCs/>
        </w:rPr>
        <w:t>Mostní evidenční systém a Evidenční systém tunelů</w:t>
      </w:r>
    </w:p>
    <w:p w:rsidR="00EF37F6" w:rsidRDefault="00EF37F6" w:rsidP="00EF37F6">
      <w:pPr>
        <w:rPr>
          <w:rFonts w:ascii="Arial" w:hAnsi="Arial" w:cs="Arial"/>
          <w:b/>
          <w:bCs/>
          <w:sz w:val="24"/>
          <w:szCs w:val="24"/>
        </w:rPr>
      </w:pPr>
      <w:r w:rsidRPr="00375426">
        <w:rPr>
          <w:rFonts w:ascii="Arial" w:hAnsi="Arial" w:cs="Arial"/>
          <w:b/>
          <w:bCs/>
          <w:sz w:val="24"/>
          <w:szCs w:val="24"/>
        </w:rPr>
        <w:t xml:space="preserve">TU </w:t>
      </w:r>
      <w:r>
        <w:rPr>
          <w:rFonts w:ascii="Arial" w:hAnsi="Arial" w:cs="Arial"/>
          <w:b/>
          <w:bCs/>
          <w:sz w:val="24"/>
          <w:szCs w:val="24"/>
        </w:rPr>
        <w:t>2511 Petrovice u Karviné (mimo) – Karviná město (včetně), km 0,480</w:t>
      </w:r>
      <w:r w:rsidRPr="00375426">
        <w:rPr>
          <w:rFonts w:ascii="Arial" w:hAnsi="Arial" w:cs="Arial"/>
          <w:b/>
          <w:bCs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sz w:val="24"/>
          <w:szCs w:val="24"/>
        </w:rPr>
        <w:t>5,280</w:t>
      </w:r>
    </w:p>
    <w:p w:rsidR="00F96C41" w:rsidRDefault="00F96C41" w:rsidP="00EF37F6">
      <w:pPr>
        <w:rPr>
          <w:rFonts w:ascii="Arial" w:hAnsi="Arial" w:cs="Arial"/>
          <w:b/>
          <w:bCs/>
          <w:sz w:val="24"/>
          <w:szCs w:val="24"/>
        </w:rPr>
      </w:pPr>
    </w:p>
    <w:p w:rsidR="00F96C41" w:rsidRDefault="00F96C41" w:rsidP="00EF37F6">
      <w:pPr>
        <w:rPr>
          <w:rFonts w:ascii="Arial" w:hAnsi="Arial" w:cs="Arial"/>
          <w:b/>
          <w:bCs/>
          <w:sz w:val="24"/>
          <w:szCs w:val="24"/>
        </w:rPr>
      </w:pPr>
    </w:p>
    <w:p w:rsidR="00F96C41" w:rsidRPr="00375426" w:rsidRDefault="00F96C41" w:rsidP="00EF37F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cs-CZ"/>
        </w:rPr>
        <w:drawing>
          <wp:inline distT="0" distB="0" distL="0" distR="0">
            <wp:extent cx="6645910" cy="5464810"/>
            <wp:effectExtent l="0" t="0" r="254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042BA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46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506" w:rsidRDefault="00813506">
      <w:pPr>
        <w:rPr>
          <w:b/>
          <w:bCs/>
          <w:iCs/>
        </w:rPr>
      </w:pPr>
    </w:p>
    <w:p w:rsidR="00813506" w:rsidRDefault="00813506">
      <w:pPr>
        <w:rPr>
          <w:b/>
          <w:bCs/>
          <w:iCs/>
        </w:rPr>
      </w:pPr>
    </w:p>
    <w:p w:rsidR="00813506" w:rsidRDefault="00813506">
      <w:pPr>
        <w:rPr>
          <w:b/>
          <w:bCs/>
          <w:iCs/>
        </w:rPr>
      </w:pPr>
    </w:p>
    <w:p w:rsidR="00AC1BBE" w:rsidRPr="00AC1BBE" w:rsidRDefault="00AC1BBE">
      <w:pPr>
        <w:rPr>
          <w:b/>
          <w:bCs/>
          <w:iCs/>
        </w:rPr>
      </w:pPr>
    </w:p>
    <w:p w:rsidR="00AC1BBE" w:rsidRDefault="00AC1BBE"/>
    <w:sectPr w:rsidR="00AC1BBE" w:rsidSect="006078D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E"/>
    <w:rsid w:val="001109EE"/>
    <w:rsid w:val="00127826"/>
    <w:rsid w:val="001C697C"/>
    <w:rsid w:val="00215E68"/>
    <w:rsid w:val="00344EB4"/>
    <w:rsid w:val="00371AAD"/>
    <w:rsid w:val="003727EC"/>
    <w:rsid w:val="00466345"/>
    <w:rsid w:val="006078D1"/>
    <w:rsid w:val="00731A93"/>
    <w:rsid w:val="00813506"/>
    <w:rsid w:val="00AC1BBE"/>
    <w:rsid w:val="00BD0798"/>
    <w:rsid w:val="00BF6A6B"/>
    <w:rsid w:val="00EF37F6"/>
    <w:rsid w:val="00F9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Jarosz Marcel</dc:creator>
  <cp:lastModifiedBy>Jarosz Marcel</cp:lastModifiedBy>
  <cp:revision>10</cp:revision>
  <dcterms:created xsi:type="dcterms:W3CDTF">2020-01-14T13:07:00Z</dcterms:created>
  <dcterms:modified xsi:type="dcterms:W3CDTF">2020-01-30T07:14:00Z</dcterms:modified>
</cp:coreProperties>
</file>