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5081D" w:rsidR="00D4228D" w:rsidP="00D4228D" w:rsidRDefault="00F82A61" w14:paraId="248408CB" w14:textId="513BCF7C">
      <w:pPr>
        <w:tabs>
          <w:tab w:val="left" w:pos="9356"/>
        </w:tabs>
        <w:overflowPunct w:val="0"/>
        <w:autoSpaceDE w:val="0"/>
        <w:autoSpaceDN w:val="0"/>
        <w:adjustRightInd w:val="0"/>
        <w:spacing w:after="0" w:line="276" w:lineRule="auto"/>
        <w:ind w:right="-710"/>
        <w:textAlignment w:val="baseline"/>
        <w:rPr>
          <w:rFonts w:eastAsia="Times New Roman" w:cs="Times New Roman"/>
          <w:b/>
          <w:szCs w:val="22"/>
          <w:lang w:eastAsia="cs-CZ"/>
        </w:rPr>
      </w:pPr>
      <w:bookmarkStart w:name="_Toc499564342" w:id="0"/>
      <w:bookmarkStart w:name="_Toc499564365" w:id="1"/>
      <w:bookmarkStart w:name="_Toc499564758" w:id="2"/>
      <w:r>
        <w:rPr>
          <w:rFonts w:eastAsia="Times New Roman" w:cs="Times New Roman"/>
          <w:b/>
          <w:szCs w:val="22"/>
          <w:lang w:eastAsia="cs-CZ"/>
        </w:rPr>
        <w:t>Příloha č. 2 S</w:t>
      </w:r>
      <w:r w:rsidRPr="0095081D" w:rsidR="00D4228D">
        <w:rPr>
          <w:rFonts w:eastAsia="Times New Roman" w:cs="Times New Roman"/>
          <w:b/>
          <w:szCs w:val="22"/>
          <w:lang w:eastAsia="cs-CZ"/>
        </w:rPr>
        <w:t>mlouvy o dílo</w:t>
      </w:r>
    </w:p>
    <w:p w:rsidR="005F4418" w:rsidP="000B1FCB" w:rsidRDefault="005F4418" w14:paraId="7C4072B0" w14:textId="77777777">
      <w:pPr>
        <w:pStyle w:val="Bezmezer"/>
      </w:pPr>
    </w:p>
    <w:p w:rsidRPr="00126412" w:rsidR="00E902EC" w:rsidP="00D4228D" w:rsidRDefault="00E902EC" w14:paraId="7C4072B1" w14:textId="419E6256">
      <w:pPr>
        <w:pStyle w:val="Nadpis1"/>
        <w:numPr>
          <w:ilvl w:val="0"/>
          <w:numId w:val="0"/>
        </w:numPr>
        <w:rPr>
          <w:rFonts w:eastAsia="Times New Roman"/>
          <w:lang w:eastAsia="cs-CZ"/>
        </w:rPr>
      </w:pPr>
      <w:r w:rsidRPr="00126412">
        <w:rPr>
          <w:rFonts w:eastAsia="Times New Roman"/>
          <w:lang w:eastAsia="cs-CZ"/>
        </w:rPr>
        <w:t>Obch</w:t>
      </w:r>
      <w:r>
        <w:rPr>
          <w:rFonts w:eastAsia="Times New Roman"/>
          <w:lang w:eastAsia="cs-CZ"/>
        </w:rPr>
        <w:t>odní podmínky ke Smlouvě o dílo</w:t>
      </w:r>
      <w:r w:rsidRPr="00D4228D" w:rsidR="00D4228D">
        <w:rPr>
          <w:rFonts w:eastAsia="Times New Roman"/>
          <w:lang w:eastAsia="cs-CZ"/>
        </w:rPr>
        <w:t xml:space="preserve"> </w:t>
      </w:r>
      <w:r w:rsidR="00D4228D">
        <w:rPr>
          <w:rFonts w:eastAsia="Times New Roman"/>
          <w:lang w:eastAsia="cs-CZ"/>
        </w:rPr>
        <w:t>č</w:t>
      </w:r>
      <w:r w:rsidRPr="00DE4EF5" w:rsidR="00D4228D">
        <w:rPr>
          <w:rFonts w:eastAsia="Times New Roman"/>
          <w:lang w:eastAsia="cs-CZ"/>
        </w:rPr>
        <w:t>.</w:t>
      </w:r>
      <w:r w:rsidR="0093519C">
        <w:rPr>
          <w:rFonts w:eastAsia="Times New Roman"/>
          <w:lang w:eastAsia="cs-CZ"/>
        </w:rPr>
        <w:t xml:space="preserve"> </w:t>
      </w:r>
      <w:bookmarkStart w:name="_GoBack" w:id="3"/>
      <w:bookmarkEnd w:id="3"/>
      <w:r w:rsidR="0093519C">
        <w:rPr xmlns:w="http://schemas.openxmlformats.org/wordprocessingml/2006/main">
          <w:rFonts w:eastAsia="Times New Roman"/>
          <w:lang w:val="en-US" w:eastAsia="cs-CZ"/>
        </w:rPr>
        <w:t xmlns:w="http://schemas.openxmlformats.org/wordprocessingml/2006/main">671VZ20-0-0033</w:t>
      </w:r>
      <w:r>
        <w:rPr>
          <w:rFonts w:eastAsia="Times New Roman"/>
          <w:lang w:eastAsia="cs-CZ"/>
        </w:rPr>
        <w:t xml:space="preserve">        </w:t>
      </w:r>
    </w:p>
    <w:p w:rsidRPr="00126412" w:rsidR="00E902EC" w:rsidP="00E902EC" w:rsidRDefault="00E902EC" w14:paraId="7C4072B2"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3"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4" w14:textId="77777777">
      <w:pPr>
        <w:spacing w:after="0" w:line="276" w:lineRule="auto"/>
        <w:rPr>
          <w:rFonts w:ascii="Calibri" w:hAnsi="Calibri" w:eastAsia="Times New Roman" w:cs="Times New Roman"/>
          <w:b/>
          <w:sz w:val="22"/>
          <w:szCs w:val="22"/>
          <w:lang w:eastAsia="cs-CZ"/>
        </w:rPr>
      </w:pPr>
    </w:p>
    <w:p w:rsidRPr="00126412" w:rsidR="00E902EC" w:rsidP="00E902EC" w:rsidRDefault="00E902EC" w14:paraId="7C4072B5" w14:textId="77777777">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rsidRPr="00126412" w:rsidR="00E902EC" w:rsidP="00E902EC" w:rsidRDefault="00E902EC" w14:paraId="7C4072B6" w14:textId="77777777">
      <w:pPr>
        <w:spacing w:after="0" w:line="276" w:lineRule="auto"/>
        <w:rPr>
          <w:rFonts w:ascii="Calibri" w:hAnsi="Calibri" w:eastAsia="Times New Roman" w:cs="Times New Roman"/>
          <w:b/>
          <w:sz w:val="22"/>
          <w:szCs w:val="22"/>
          <w:lang w:eastAsia="cs-CZ"/>
        </w:rPr>
      </w:pPr>
    </w:p>
    <w:p w:rsidRPr="00D63D4B" w:rsidR="00E902EC" w:rsidP="00E902EC" w:rsidRDefault="00E902EC" w14:paraId="7C4072B7" w14:textId="77777777">
      <w:pPr>
        <w:tabs>
          <w:tab w:val="right" w:leader="dot" w:pos="9061"/>
        </w:tabs>
        <w:spacing w:after="0" w:line="276" w:lineRule="auto"/>
        <w:rPr>
          <w:rFonts w:ascii="Calibri" w:hAnsi="Calibri" w:eastAsia="Times New Roman" w:cs="Times New Roman"/>
          <w:noProof/>
          <w:sz w:val="22"/>
          <w:szCs w:val="22"/>
          <w:lang w:eastAsia="cs-CZ"/>
        </w:rPr>
      </w:pPr>
      <w:r w:rsidRPr="00D63D4B">
        <w:rPr>
          <w:rFonts w:ascii="Calibri" w:hAnsi="Calibri" w:eastAsia="Times New Roman" w:cs="Times New Roman"/>
          <w:sz w:val="22"/>
          <w:szCs w:val="22"/>
          <w:lang w:eastAsia="cs-CZ"/>
        </w:rPr>
        <w:fldChar w:fldCharType="begin"/>
      </w:r>
      <w:r w:rsidRPr="00D63D4B">
        <w:rPr>
          <w:rFonts w:ascii="Calibri" w:hAnsi="Calibri" w:eastAsia="Times New Roman" w:cs="Times New Roman"/>
          <w:sz w:val="22"/>
          <w:szCs w:val="22"/>
          <w:lang w:eastAsia="cs-CZ"/>
        </w:rPr>
        <w:instrText xml:space="preserve"> TOC \o "1-3" \h \z \u </w:instrText>
      </w:r>
      <w:r w:rsidRPr="00D63D4B">
        <w:rPr>
          <w:rFonts w:ascii="Calibri" w:hAnsi="Calibri" w:eastAsia="Times New Roman" w:cs="Times New Roman"/>
          <w:sz w:val="22"/>
          <w:szCs w:val="22"/>
          <w:lang w:eastAsia="cs-CZ"/>
        </w:rPr>
        <w:fldChar w:fldCharType="separate"/>
      </w:r>
      <w:hyperlink w:history="1" w:anchor="_Toc463854351">
        <w:r w:rsidRPr="00D63D4B">
          <w:rPr>
            <w:rFonts w:ascii="Calibri" w:hAnsi="Calibri" w:eastAsia="Times New Roman" w:cs="Times New Roman"/>
            <w:noProof/>
            <w:sz w:val="20"/>
            <w:szCs w:val="20"/>
            <w:lang w:eastAsia="cs-CZ"/>
          </w:rPr>
          <w:t>ČÁST 1 - ÚVODNÍ USTANOVENÍ</w:t>
        </w:r>
        <w:r w:rsidRPr="00D63D4B">
          <w:rPr>
            <w:rFonts w:ascii="Times New Roman" w:hAnsi="Times New Roman" w:eastAsia="Times New Roman" w:cs="Times New Roman"/>
            <w:noProof/>
            <w:webHidden/>
            <w:sz w:val="20"/>
            <w:szCs w:val="20"/>
            <w:lang w:eastAsia="cs-CZ"/>
          </w:rPr>
          <w:tab/>
        </w:r>
        <w:r w:rsidRPr="00D63D4B">
          <w:rPr>
            <w:rFonts w:ascii="Times New Roman" w:hAnsi="Times New Roman" w:eastAsia="Times New Roman" w:cs="Times New Roman"/>
            <w:noProof/>
            <w:webHidden/>
            <w:sz w:val="20"/>
            <w:szCs w:val="20"/>
            <w:lang w:eastAsia="cs-CZ"/>
          </w:rPr>
          <w:fldChar w:fldCharType="begin"/>
        </w:r>
        <w:r w:rsidRPr="00D63D4B">
          <w:rPr>
            <w:rFonts w:ascii="Times New Roman" w:hAnsi="Times New Roman" w:eastAsia="Times New Roman" w:cs="Times New Roman"/>
            <w:noProof/>
            <w:webHidden/>
            <w:sz w:val="20"/>
            <w:szCs w:val="20"/>
            <w:lang w:eastAsia="cs-CZ"/>
          </w:rPr>
          <w:instrText xml:space="preserve"> PAGEREF _Toc463854351 \h </w:instrText>
        </w:r>
        <w:r w:rsidRPr="00D63D4B">
          <w:rPr>
            <w:rFonts w:ascii="Times New Roman" w:hAnsi="Times New Roman" w:eastAsia="Times New Roman" w:cs="Times New Roman"/>
            <w:noProof/>
            <w:webHidden/>
            <w:sz w:val="20"/>
            <w:szCs w:val="20"/>
            <w:lang w:eastAsia="cs-CZ"/>
          </w:rPr>
        </w:r>
        <w:r w:rsidRPr="00D63D4B">
          <w:rPr>
            <w:rFonts w:ascii="Times New Roman" w:hAnsi="Times New Roman" w:eastAsia="Times New Roman" w:cs="Times New Roman"/>
            <w:noProof/>
            <w:webHidden/>
            <w:sz w:val="20"/>
            <w:szCs w:val="20"/>
            <w:lang w:eastAsia="cs-CZ"/>
          </w:rPr>
          <w:fldChar w:fldCharType="separate"/>
        </w:r>
        <w:r w:rsidRPr="00D63D4B">
          <w:rPr>
            <w:rFonts w:ascii="Times New Roman" w:hAnsi="Times New Roman" w:eastAsia="Times New Roman" w:cs="Times New Roman"/>
            <w:noProof/>
            <w:webHidden/>
            <w:sz w:val="20"/>
            <w:szCs w:val="20"/>
            <w:lang w:eastAsia="cs-CZ"/>
          </w:rPr>
          <w:t>2</w:t>
        </w:r>
        <w:r w:rsidRPr="00D63D4B">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2">
        <w:r w:rsidRPr="00D63D4B" w:rsidR="00E902EC">
          <w:rPr>
            <w:rFonts w:ascii="Calibri" w:hAnsi="Calibri" w:eastAsia="Times New Roman" w:cs="Times New Roman"/>
            <w:noProof/>
            <w:sz w:val="20"/>
            <w:szCs w:val="20"/>
            <w:lang w:eastAsia="cs-CZ"/>
          </w:rPr>
          <w:t>ČÁST 2 - NÁVRH NA UZAVŘENÍ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3">
        <w:r w:rsidRPr="00D63D4B" w:rsidR="00E902EC">
          <w:rPr>
            <w:rFonts w:ascii="Calibri" w:hAnsi="Calibri" w:eastAsia="Times New Roman" w:cs="Times New Roman"/>
            <w:noProof/>
            <w:sz w:val="20"/>
            <w:szCs w:val="20"/>
            <w:lang w:eastAsia="cs-CZ"/>
          </w:rPr>
          <w:t>ČÁST 3 -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4">
        <w:r w:rsidRPr="00D63D4B" w:rsidR="00E902EC">
          <w:rPr>
            <w:rFonts w:ascii="Calibri" w:hAnsi="Calibri" w:eastAsia="Times New Roman" w:cs="Times New Roman"/>
            <w:noProof/>
            <w:sz w:val="20"/>
            <w:szCs w:val="20"/>
            <w:lang w:eastAsia="cs-CZ"/>
          </w:rPr>
          <w:t>ČÁST 4 - CENA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5">
        <w:r w:rsidRPr="00D63D4B" w:rsidR="00E902EC">
          <w:rPr>
            <w:rFonts w:ascii="Calibri" w:hAnsi="Calibri" w:eastAsia="Times New Roman" w:cs="Times New Roman"/>
            <w:noProof/>
            <w:sz w:val="20"/>
            <w:szCs w:val="20"/>
            <w:lang w:eastAsia="cs-CZ"/>
          </w:rPr>
          <w:t>ČÁST 5 - ZMĚNA CENY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6">
        <w:r w:rsidRPr="00D63D4B" w:rsidR="00E902EC">
          <w:rPr>
            <w:rFonts w:ascii="Calibri" w:hAnsi="Calibri" w:eastAsia="Times New Roman" w:cs="Times New Roman"/>
            <w:noProof/>
            <w:sz w:val="20"/>
            <w:szCs w:val="20"/>
            <w:lang w:eastAsia="cs-CZ"/>
          </w:rPr>
          <w:t>ČÁST 6 - PLATEBNÍ PODMÍNKY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7">
        <w:r w:rsidRPr="00D63D4B" w:rsidR="00E902EC">
          <w:rPr>
            <w:rFonts w:ascii="Calibri" w:hAnsi="Calibri" w:eastAsia="Times New Roman" w:cs="Times New Roman"/>
            <w:noProof/>
            <w:sz w:val="20"/>
            <w:szCs w:val="20"/>
            <w:lang w:eastAsia="cs-CZ"/>
          </w:rPr>
          <w:t>ČÁST 7 - MÍSTO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E"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8">
        <w:r w:rsidRPr="00D63D4B" w:rsidR="00E902EC">
          <w:rPr>
            <w:rFonts w:ascii="Calibri" w:hAnsi="Calibri" w:eastAsia="Times New Roman" w:cs="Times New Roman"/>
            <w:noProof/>
            <w:sz w:val="20"/>
            <w:szCs w:val="20"/>
            <w:lang w:eastAsia="cs-CZ"/>
          </w:rPr>
          <w:t>ČÁST 8 - DOBA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BF"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59">
        <w:r w:rsidRPr="00D63D4B" w:rsidR="00E902EC">
          <w:rPr>
            <w:rFonts w:ascii="Calibri" w:hAnsi="Calibri" w:eastAsia="Times New Roman" w:cs="Times New Roman"/>
            <w:noProof/>
            <w:sz w:val="20"/>
            <w:szCs w:val="20"/>
            <w:lang w:eastAsia="cs-CZ"/>
          </w:rPr>
          <w:t>ČÁST 9 - PROVÁDĚNÍ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_Toc463854359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0"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0">
        <w:r w:rsidRPr="00D63D4B" w:rsidR="00E902EC">
          <w:rPr>
            <w:rFonts w:ascii="Calibri" w:hAnsi="Calibri" w:eastAsia="Times New Roman" w:cs="Times New Roman"/>
            <w:noProof/>
            <w:sz w:val="20"/>
            <w:szCs w:val="20"/>
            <w:lang w:eastAsia="cs-CZ"/>
          </w:rPr>
          <w:t>ČÁST 10 - ZKUŠEBNÍ PROVOZ</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1"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1">
        <w:r w:rsidRPr="00D63D4B" w:rsidR="00E902EC">
          <w:rPr>
            <w:rFonts w:ascii="Calibri" w:hAnsi="Calibri" w:eastAsia="Times New Roman" w:cs="Times New Roman"/>
            <w:noProof/>
            <w:sz w:val="20"/>
            <w:szCs w:val="20"/>
            <w:lang w:eastAsia="cs-CZ"/>
          </w:rPr>
          <w:t>ČÁST 11 - PŘEPRAVA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9</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2"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2">
        <w:r w:rsidRPr="00D63D4B" w:rsidR="00E902EC">
          <w:rPr>
            <w:rFonts w:ascii="Calibri" w:hAnsi="Calibri" w:eastAsia="Times New Roman" w:cs="Times New Roman"/>
            <w:noProof/>
            <w:sz w:val="20"/>
            <w:szCs w:val="20"/>
            <w:lang w:eastAsia="cs-CZ"/>
          </w:rPr>
          <w:t>ČÁST 12 - PODDODAVATELÉ</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3"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3">
        <w:r w:rsidRPr="00D63D4B" w:rsidR="00E902EC">
          <w:rPr>
            <w:rFonts w:ascii="Calibri" w:hAnsi="Calibri" w:eastAsia="Times New Roman" w:cs="Times New Roman"/>
            <w:noProof/>
            <w:sz w:val="20"/>
            <w:szCs w:val="20"/>
            <w:lang w:eastAsia="cs-CZ"/>
          </w:rPr>
          <w:t>ČÁST 13 - PŘEDÁNÍ A PŘEVZETÍ DÍLA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10</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4"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4">
        <w:r w:rsidRPr="00D63D4B" w:rsidR="00E902EC">
          <w:rPr>
            <w:rFonts w:ascii="Calibri" w:hAnsi="Calibri" w:eastAsia="Times New Roman" w:cs="Times New Roman"/>
            <w:noProof/>
            <w:sz w:val="20"/>
            <w:szCs w:val="20"/>
            <w:lang w:eastAsia="cs-CZ"/>
          </w:rPr>
          <w:t>ČÁST 14 - VLASTNICKÉ PRÁVO A NEBEZPEČÍ ŠKODY</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_Toc463854364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5"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5">
        <w:r w:rsidRPr="00D63D4B" w:rsidR="00E902EC">
          <w:rPr>
            <w:rFonts w:ascii="Calibri" w:hAnsi="Calibri" w:eastAsia="Times New Roman" w:cs="Times New Roman"/>
            <w:noProof/>
            <w:sz w:val="20"/>
            <w:szCs w:val="20"/>
            <w:lang w:eastAsia="cs-CZ"/>
          </w:rPr>
          <w:t>ČÁST 15 - VADY PLNĚNÍ A ZÁRUKA</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_Toc463854365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12</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6"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6">
        <w:r w:rsidRPr="00D63D4B" w:rsidR="00E902EC">
          <w:rPr>
            <w:rFonts w:ascii="Calibri" w:hAnsi="Calibri" w:eastAsia="Times New Roman" w:cs="Times New Roman"/>
            <w:noProof/>
            <w:sz w:val="20"/>
            <w:szCs w:val="20"/>
            <w:lang w:eastAsia="cs-CZ"/>
          </w:rPr>
          <w:t>ČÁST 16 - UPLATNĚNÍ PRÁV Z VADNÉHO PLNĚNÍ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_Toc463854366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13</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7"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7">
        <w:r w:rsidRPr="00D63D4B" w:rsidR="00E902EC">
          <w:rPr>
            <w:rFonts w:ascii="Calibri" w:hAnsi="Calibri" w:eastAsia="Times New Roman" w:cs="Times New Roman"/>
            <w:noProof/>
            <w:sz w:val="20"/>
            <w:szCs w:val="20"/>
            <w:lang w:eastAsia="cs-CZ"/>
          </w:rPr>
          <w:t>ČÁST 17 - PODMÍNKY ODSTRANĚNÍ VAD</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_Toc463854367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8"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8">
        <w:r w:rsidRPr="00D63D4B" w:rsidR="00E902EC">
          <w:rPr>
            <w:rFonts w:ascii="Calibri" w:hAnsi="Calibri" w:eastAsia="Times New Roman" w:cs="Times New Roman"/>
            <w:noProof/>
            <w:sz w:val="20"/>
            <w:szCs w:val="20"/>
            <w:lang w:eastAsia="cs-CZ"/>
          </w:rPr>
          <w:t>ČÁST 18 - POJIŠTĚNÍ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_Toc463854368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14</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9"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69">
        <w:r w:rsidRPr="00D63D4B" w:rsidR="00E902EC">
          <w:rPr>
            <w:rFonts w:ascii="Calibri" w:hAnsi="Calibri" w:eastAsia="Times New Roman" w:cs="Times New Roman"/>
            <w:noProof/>
            <w:sz w:val="20"/>
            <w:szCs w:val="20"/>
            <w:lang w:eastAsia="cs-CZ"/>
          </w:rPr>
          <w:t>ČÁST 19 - DUŠEVNÍ VLASTNICTVÍ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_Toc463854369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A"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0">
        <w:r w:rsidRPr="00D63D4B" w:rsidR="00E902EC">
          <w:rPr>
            <w:rFonts w:ascii="Calibri" w:hAnsi="Calibri" w:eastAsia="Times New Roman" w:cs="Times New Roman"/>
            <w:noProof/>
            <w:sz w:val="20"/>
            <w:szCs w:val="20"/>
            <w:lang w:eastAsia="cs-CZ"/>
          </w:rPr>
          <w:t>ČÁST 20 - SANKCE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_Toc463854370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15</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B"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1">
        <w:r w:rsidRPr="00D63D4B" w:rsidR="00E902EC">
          <w:rPr>
            <w:rFonts w:ascii="Calibri" w:hAnsi="Calibri" w:eastAsia="Times New Roman" w:cs="Times New Roman"/>
            <w:noProof/>
            <w:sz w:val="20"/>
            <w:szCs w:val="20"/>
            <w:lang w:eastAsia="cs-CZ"/>
          </w:rPr>
          <w:t>ČÁST 21 - OBECNÁ ODPOVĚDNOST ZHOTOVITELE</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_Toc463854371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C"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2">
        <w:r w:rsidRPr="00D63D4B" w:rsidR="00E902EC">
          <w:rPr>
            <w:rFonts w:ascii="Calibri" w:hAnsi="Calibri" w:eastAsia="Times New Roman" w:cs="Times New Roman"/>
            <w:noProof/>
            <w:sz w:val="20"/>
            <w:szCs w:val="20"/>
            <w:lang w:eastAsia="cs-CZ"/>
          </w:rPr>
          <w:t>ČÁST 22 - ODSTOUPENÍ OD SMLOUVY O DÍLO</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_Toc463854372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16</w:t>
        </w:r>
        <w:r w:rsidRPr="00D63D4B" w:rsidR="00E902EC">
          <w:rPr>
            <w:rFonts w:ascii="Times New Roman" w:hAnsi="Times New Roman" w:eastAsia="Times New Roman" w:cs="Times New Roman"/>
            <w:noProof/>
            <w:webHidden/>
            <w:sz w:val="20"/>
            <w:szCs w:val="20"/>
            <w:lang w:eastAsia="cs-CZ"/>
          </w:rPr>
          <w:fldChar w:fldCharType="end"/>
        </w:r>
      </w:hyperlink>
    </w:p>
    <w:p w:rsidRPr="00D63D4B" w:rsidR="00E902EC" w:rsidP="00E902EC" w:rsidRDefault="00B6741E" w14:paraId="7C4072CD" w14:textId="77777777">
      <w:pPr>
        <w:tabs>
          <w:tab w:val="right" w:leader="dot" w:pos="9061"/>
        </w:tabs>
        <w:spacing w:after="0" w:line="276" w:lineRule="auto"/>
        <w:rPr>
          <w:rFonts w:ascii="Calibri" w:hAnsi="Calibri" w:eastAsia="Times New Roman" w:cs="Times New Roman"/>
          <w:noProof/>
          <w:sz w:val="22"/>
          <w:szCs w:val="22"/>
          <w:lang w:eastAsia="cs-CZ"/>
        </w:rPr>
      </w:pPr>
      <w:hyperlink w:history="1" w:anchor="_Toc463854373">
        <w:r w:rsidRPr="00D63D4B" w:rsidR="00E902EC">
          <w:rPr>
            <w:rFonts w:ascii="Calibri" w:hAnsi="Calibri" w:eastAsia="Times New Roman" w:cs="Times New Roman"/>
            <w:noProof/>
            <w:sz w:val="20"/>
            <w:szCs w:val="20"/>
            <w:lang w:eastAsia="cs-CZ"/>
          </w:rPr>
          <w:t>ČÁST 23 - OSTATNÍ UJEDNÁNÍ</w:t>
        </w:r>
        <w:r w:rsidRPr="00D63D4B" w:rsidR="00E902EC">
          <w:rPr>
            <w:rFonts w:ascii="Times New Roman" w:hAnsi="Times New Roman" w:eastAsia="Times New Roman" w:cs="Times New Roman"/>
            <w:noProof/>
            <w:webHidden/>
            <w:sz w:val="20"/>
            <w:szCs w:val="20"/>
            <w:lang w:eastAsia="cs-CZ"/>
          </w:rPr>
          <w:tab/>
        </w:r>
        <w:r w:rsidRPr="00D63D4B" w:rsidR="00E902EC">
          <w:rPr>
            <w:rFonts w:ascii="Times New Roman" w:hAnsi="Times New Roman" w:eastAsia="Times New Roman" w:cs="Times New Roman"/>
            <w:noProof/>
            <w:webHidden/>
            <w:sz w:val="20"/>
            <w:szCs w:val="20"/>
            <w:lang w:eastAsia="cs-CZ"/>
          </w:rPr>
          <w:fldChar w:fldCharType="begin"/>
        </w:r>
        <w:r w:rsidRPr="00D63D4B" w:rsidR="00E902EC">
          <w:rPr>
            <w:rFonts w:ascii="Times New Roman" w:hAnsi="Times New Roman" w:eastAsia="Times New Roman" w:cs="Times New Roman"/>
            <w:noProof/>
            <w:webHidden/>
            <w:sz w:val="20"/>
            <w:szCs w:val="20"/>
            <w:lang w:eastAsia="cs-CZ"/>
          </w:rPr>
          <w:instrText xml:space="preserve"> PAGEREF _Toc463854373 \h </w:instrText>
        </w:r>
        <w:r w:rsidRPr="00D63D4B" w:rsidR="00E902EC">
          <w:rPr>
            <w:rFonts w:ascii="Times New Roman" w:hAnsi="Times New Roman" w:eastAsia="Times New Roman" w:cs="Times New Roman"/>
            <w:noProof/>
            <w:webHidden/>
            <w:sz w:val="20"/>
            <w:szCs w:val="20"/>
            <w:lang w:eastAsia="cs-CZ"/>
          </w:rPr>
        </w:r>
        <w:r w:rsidRPr="00D63D4B" w:rsidR="00E902EC">
          <w:rPr>
            <w:rFonts w:ascii="Times New Roman" w:hAnsi="Times New Roman" w:eastAsia="Times New Roman" w:cs="Times New Roman"/>
            <w:noProof/>
            <w:webHidden/>
            <w:sz w:val="20"/>
            <w:szCs w:val="20"/>
            <w:lang w:eastAsia="cs-CZ"/>
          </w:rPr>
          <w:fldChar w:fldCharType="separate"/>
        </w:r>
        <w:r w:rsidRPr="00D63D4B" w:rsidR="00E902EC">
          <w:rPr>
            <w:rFonts w:ascii="Times New Roman" w:hAnsi="Times New Roman" w:eastAsia="Times New Roman" w:cs="Times New Roman"/>
            <w:noProof/>
            <w:webHidden/>
            <w:sz w:val="20"/>
            <w:szCs w:val="20"/>
            <w:lang w:eastAsia="cs-CZ"/>
          </w:rPr>
          <w:t>18</w:t>
        </w:r>
        <w:r w:rsidRPr="00D63D4B" w:rsidR="00E902EC">
          <w:rPr>
            <w:rFonts w:ascii="Times New Roman" w:hAnsi="Times New Roman" w:eastAsia="Times New Roman" w:cs="Times New Roman"/>
            <w:noProof/>
            <w:webHidden/>
            <w:sz w:val="20"/>
            <w:szCs w:val="20"/>
            <w:lang w:eastAsia="cs-CZ"/>
          </w:rPr>
          <w:fldChar w:fldCharType="end"/>
        </w:r>
      </w:hyperlink>
    </w:p>
    <w:p w:rsidRPr="00126412" w:rsidR="00E902EC" w:rsidP="00E902EC" w:rsidRDefault="00E902EC" w14:paraId="7C4072CE" w14:textId="77777777">
      <w:pPr>
        <w:overflowPunct w:val="0"/>
        <w:autoSpaceDE w:val="0"/>
        <w:autoSpaceDN w:val="0"/>
        <w:adjustRightInd w:val="0"/>
        <w:spacing w:after="0" w:line="276" w:lineRule="auto"/>
        <w:textAlignment w:val="baseline"/>
        <w:rPr>
          <w:rFonts w:ascii="Calibri" w:hAnsi="Calibri" w:eastAsia="Times New Roman" w:cs="Times New Roman"/>
          <w:sz w:val="24"/>
          <w:szCs w:val="20"/>
          <w:lang w:eastAsia="cs-CZ"/>
        </w:rPr>
      </w:pPr>
      <w:r w:rsidRPr="00D63D4B">
        <w:rPr>
          <w:rFonts w:ascii="Calibri" w:hAnsi="Calibri" w:eastAsia="Times New Roman" w:cs="Times New Roman"/>
          <w:sz w:val="22"/>
          <w:szCs w:val="22"/>
          <w:lang w:eastAsia="cs-CZ"/>
        </w:rPr>
        <w:fldChar w:fldCharType="end"/>
      </w:r>
    </w:p>
    <w:p w:rsidRPr="00126412" w:rsidR="00E902EC" w:rsidP="00E902EC" w:rsidRDefault="00E902EC" w14:paraId="7C4072C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hAnsi="Calibri" w:eastAsia="Times New Roman" w:cs="Times New Roman"/>
          <w:b/>
          <w:sz w:val="22"/>
          <w:szCs w:val="20"/>
          <w:lang w:eastAsia="cs-CZ"/>
        </w:rPr>
        <w:br w:type="page"/>
      </w:r>
      <w:bookmarkStart w:name="_Toc463854351" w:id="4"/>
      <w:r w:rsidRPr="00126412">
        <w:rPr>
          <w:rFonts w:eastAsia="Times New Roman" w:cs="Times New Roman"/>
          <w:b/>
          <w:lang w:eastAsia="cs-CZ"/>
        </w:rPr>
        <w:lastRenderedPageBreak/>
        <w:t>ÚVODNÍ USTANOVENÍ</w:t>
      </w:r>
      <w:bookmarkEnd w:id="4"/>
    </w:p>
    <w:p w:rsidRPr="00126412" w:rsidR="00E902EC" w:rsidP="00E902EC" w:rsidRDefault="00E902EC" w14:paraId="7C4072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rsidRPr="00126412" w:rsidR="00E902EC" w:rsidP="00E902EC" w:rsidRDefault="00E902EC" w14:paraId="7C4072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rsidRPr="00126412" w:rsidR="00E902EC" w:rsidP="00E902EC" w:rsidRDefault="00E902EC" w14:paraId="7C4072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rsidRPr="00126412" w:rsidR="00E902EC" w:rsidP="00E902EC" w:rsidRDefault="00E902EC" w14:paraId="7C4072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rsidRPr="00126412" w:rsidR="00E902EC" w:rsidP="00E902EC" w:rsidRDefault="00E902EC" w14:paraId="7C4072D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rsidRPr="00126412" w:rsidR="00E902EC" w:rsidP="00E902EC" w:rsidRDefault="00E902EC" w14:paraId="7C4072D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rsidRPr="00126412" w:rsidR="00E902EC" w:rsidP="00E902EC" w:rsidRDefault="00E902EC" w14:paraId="7C4072D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rsidRPr="00126412" w:rsidR="00E902EC" w:rsidP="00E902EC" w:rsidRDefault="00E902EC" w14:paraId="7C4072D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rsidRPr="00126412" w:rsidR="00E902EC" w:rsidP="00E902EC" w:rsidRDefault="00E902EC" w14:paraId="7C4072D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rsidRPr="00126412" w:rsidR="00E902EC" w:rsidP="00E902EC" w:rsidRDefault="00E902EC" w14:paraId="7C4072D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rsidRPr="00126412" w:rsidR="00E902EC" w:rsidP="00E902EC" w:rsidRDefault="00E902EC" w14:paraId="7C4072D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rsidRPr="00126412" w:rsidR="00E902EC" w:rsidP="00E902EC" w:rsidRDefault="00E902EC" w14:paraId="7C4072D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rsidRPr="00126412" w:rsidR="00E902EC" w:rsidP="00E902EC" w:rsidRDefault="00E902EC" w14:paraId="7C4072D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rsidRPr="00126412" w:rsidR="00E902EC" w:rsidP="00E902EC" w:rsidRDefault="00E902EC" w14:paraId="7C4072D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rsidRPr="00126412" w:rsidR="00E902EC" w:rsidP="00E902EC" w:rsidRDefault="00E902EC" w14:paraId="7C4072D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rsidRPr="00126412" w:rsidR="00E902EC" w:rsidP="00E902EC" w:rsidRDefault="00E902EC" w14:paraId="7C4072D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Pr="00126412" w:rsidR="00E902EC" w:rsidP="00E902EC" w:rsidRDefault="00E902EC" w14:paraId="7C4072E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Pr="00126412" w:rsidR="00E902EC" w:rsidP="00E902EC" w:rsidRDefault="00E902EC" w14:paraId="7C4072E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rsidRPr="00126412" w:rsidR="00E902EC" w:rsidP="00E902EC" w:rsidRDefault="00E902EC" w14:paraId="7C4072E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Pr="00126412" w:rsidR="00E902EC" w:rsidP="00E902EC" w:rsidRDefault="00E902EC" w14:paraId="7C4072E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rsidRPr="00126412" w:rsidR="00E902EC" w:rsidP="00E902EC" w:rsidRDefault="00E902EC" w14:paraId="7C4072E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rsidRPr="00126412" w:rsidR="00E902EC" w:rsidP="00E902EC" w:rsidRDefault="00E902EC" w14:paraId="7C4072E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rsidRPr="00126412" w:rsidR="00E902EC" w:rsidP="00E902EC" w:rsidRDefault="00E902EC" w14:paraId="7C4072E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rsidRPr="00126412" w:rsidR="00E902EC" w:rsidP="00E902EC" w:rsidRDefault="00E902EC" w14:paraId="7C4072E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rsidRPr="00126412" w:rsidR="00E902EC" w:rsidP="00E902EC" w:rsidRDefault="00E902EC" w14:paraId="7C4072E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rsidRPr="00126412" w:rsidR="00E902EC" w:rsidP="00E902EC" w:rsidRDefault="00E902EC" w14:paraId="7C4072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rsidRPr="00126412" w:rsidR="00E902EC" w:rsidP="00E902EC" w:rsidRDefault="00E902EC" w14:paraId="7C4072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rsidRPr="00126412" w:rsidR="00E902EC" w:rsidP="00E902EC" w:rsidRDefault="00E902EC" w14:paraId="7C4072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rsidRPr="00126412" w:rsidR="00E902EC" w:rsidP="00E902EC" w:rsidRDefault="00E902EC" w14:paraId="7C4072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rsidRPr="00126412" w:rsidR="00E902EC" w:rsidP="00E902EC" w:rsidRDefault="00E902EC" w14:paraId="7C4072ED"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2" w:id="5"/>
      <w:r w:rsidRPr="00126412">
        <w:rPr>
          <w:rFonts w:eastAsia="Times New Roman" w:cs="Times New Roman"/>
          <w:b/>
          <w:lang w:eastAsia="cs-CZ"/>
        </w:rPr>
        <w:t>NÁVRH NA UZAVŘENÍ SMLOUVY O DÍLO</w:t>
      </w:r>
      <w:bookmarkEnd w:id="5"/>
    </w:p>
    <w:p w:rsidRPr="00126412" w:rsidR="00E902EC" w:rsidP="00E902EC" w:rsidRDefault="00E902EC" w14:paraId="7C4072E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Pr="00126412" w:rsidR="00E902EC" w:rsidP="00E902EC" w:rsidRDefault="00E902EC" w14:paraId="7C4072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Pr="00126412" w:rsidR="00E902EC" w:rsidP="00E902EC" w:rsidRDefault="00E902EC" w14:paraId="7C4072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Pr="00126412" w:rsidR="00E902EC" w:rsidP="00E902EC" w:rsidRDefault="00E902EC" w14:paraId="7C4072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rsidRPr="00126412" w:rsidR="00E902EC" w:rsidP="00E902EC" w:rsidRDefault="00E902EC" w14:paraId="7C4072F2" w14:textId="77777777">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rsidRPr="00126412" w:rsidR="00E902EC" w:rsidP="00E902EC" w:rsidRDefault="00E902EC" w14:paraId="7C4072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rsidRPr="00126412" w:rsidR="00E902EC" w:rsidP="00E902EC" w:rsidRDefault="00E902EC" w14:paraId="7C4072F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3" w:id="6"/>
      <w:r w:rsidRPr="00126412">
        <w:rPr>
          <w:rFonts w:eastAsia="Times New Roman" w:cs="Times New Roman"/>
          <w:b/>
          <w:lang w:eastAsia="cs-CZ"/>
        </w:rPr>
        <w:t>DÍLO</w:t>
      </w:r>
      <w:bookmarkEnd w:id="6"/>
    </w:p>
    <w:p w:rsidRPr="00126412" w:rsidR="00E902EC" w:rsidP="00E902EC" w:rsidRDefault="00E902EC" w14:paraId="7C4072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Pr="00126412" w:rsidR="00E902EC" w:rsidP="00E902EC" w:rsidRDefault="00E902EC" w14:paraId="7C4072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rsidRPr="00126412" w:rsidR="00E902EC" w:rsidP="00E902EC" w:rsidRDefault="00E902EC" w14:paraId="7C4072F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Pr="00126412" w:rsidR="00E902EC" w:rsidP="00E902EC" w:rsidRDefault="00E902EC" w14:paraId="7C4072F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rsidRPr="00126412" w:rsidR="00E902EC" w:rsidP="00E902EC" w:rsidRDefault="00E902EC" w14:paraId="7C4072F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rsidRPr="00126412" w:rsidR="00E902EC" w:rsidP="00E902EC" w:rsidRDefault="00E902EC" w14:paraId="7C4072F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rsidRPr="00126412" w:rsidR="00E902EC" w:rsidP="00E902EC" w:rsidRDefault="00E902EC" w14:paraId="7C4072F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Pr="00126412" w:rsidR="00E902EC" w:rsidP="00E902EC" w:rsidRDefault="00E902EC" w14:paraId="7C4072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rsidRPr="00126412" w:rsidR="00E902EC" w:rsidP="00E902EC" w:rsidRDefault="00E902EC" w14:paraId="7C4072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rsidRPr="00126412" w:rsidR="00E902EC" w:rsidP="00E902EC" w:rsidRDefault="00E902EC" w14:paraId="7C4072F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4" w:id="7"/>
      <w:r w:rsidRPr="00126412">
        <w:rPr>
          <w:rFonts w:eastAsia="Times New Roman" w:cs="Times New Roman"/>
          <w:b/>
          <w:lang w:eastAsia="cs-CZ"/>
        </w:rPr>
        <w:t>CENA DÍLA</w:t>
      </w:r>
      <w:bookmarkEnd w:id="7"/>
    </w:p>
    <w:p w:rsidRPr="00126412" w:rsidR="00E902EC" w:rsidP="00E902EC" w:rsidRDefault="00E902EC" w14:paraId="7C4072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rsidRPr="00126412" w:rsidR="00E902EC" w:rsidP="00E902EC" w:rsidRDefault="00E902EC" w14:paraId="7C40730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Pr="00126412" w:rsidR="00E902EC" w:rsidP="00E902EC" w:rsidRDefault="00E902EC" w14:paraId="7C4073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rsidRPr="00126412" w:rsidR="00E902EC" w:rsidP="00E902EC" w:rsidRDefault="00E902EC" w14:paraId="7C40730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rsidRPr="00126412" w:rsidR="00E902EC" w:rsidP="00E902EC" w:rsidRDefault="00E902EC" w14:paraId="7C4073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0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rsidRPr="00126412" w:rsidR="00E902EC" w:rsidP="00E902EC" w:rsidRDefault="00E902EC" w14:paraId="7C407305" w14:textId="77777777">
      <w:pPr>
        <w:spacing w:after="0" w:line="276" w:lineRule="auto"/>
        <w:ind w:left="567"/>
        <w:rPr>
          <w:rFonts w:eastAsia="Times New Roman" w:cs="Times New Roman"/>
          <w:lang w:eastAsia="cs-CZ"/>
        </w:rPr>
      </w:pPr>
    </w:p>
    <w:p w:rsidRPr="00126412" w:rsidR="00E902EC" w:rsidP="00E902EC" w:rsidRDefault="00E902EC" w14:paraId="7C40730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1286592" w:id="8"/>
      <w:bookmarkStart w:name="_Toc463854355" w:id="9"/>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rsidRPr="00126412" w:rsidR="00E902EC" w:rsidP="00E902EC" w:rsidRDefault="00E902EC" w14:paraId="7C40730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rsidRPr="00126412" w:rsidR="00E902EC" w:rsidP="00E902EC" w:rsidRDefault="00E902EC" w14:paraId="7C4073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rsidRPr="00126412" w:rsidR="00E902EC" w:rsidP="00E902EC" w:rsidRDefault="00E902EC" w14:paraId="7C4073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rsidRPr="00126412" w:rsidR="00E902EC" w:rsidP="00E902EC" w:rsidRDefault="00E902EC" w14:paraId="7C40730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rsidRPr="00126412" w:rsidR="00E902EC" w:rsidP="00E902EC" w:rsidRDefault="00E902EC" w14:paraId="7C4073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rsidRPr="00126412" w:rsidR="00E902EC" w:rsidP="00E902EC" w:rsidRDefault="00E902EC" w14:paraId="7C40730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rsidRPr="00126412" w:rsidR="00E902EC" w:rsidP="00E902EC" w:rsidRDefault="00E902EC" w14:paraId="7C4073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Pr="00126412" w:rsidR="00E902EC" w:rsidP="00E902EC" w:rsidRDefault="00E902EC" w14:paraId="7C4073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rsidRPr="00126412" w:rsidR="00E902EC" w:rsidP="00E902EC" w:rsidRDefault="00E902EC" w14:paraId="7C40730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6" w:id="10"/>
      <w:r w:rsidRPr="00126412">
        <w:rPr>
          <w:rFonts w:eastAsia="Times New Roman" w:cs="Times New Roman"/>
          <w:b/>
          <w:lang w:eastAsia="cs-CZ"/>
        </w:rPr>
        <w:lastRenderedPageBreak/>
        <w:t>PLATEBNÍ PODMÍNKY</w:t>
      </w:r>
      <w:bookmarkEnd w:id="10"/>
    </w:p>
    <w:p w:rsidRPr="00126412" w:rsidR="00E902EC" w:rsidP="00E902EC" w:rsidRDefault="00E902EC" w14:paraId="7C4073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rsidRPr="00126412" w:rsidR="00E902EC" w:rsidP="00E902EC" w:rsidRDefault="00E902EC" w14:paraId="7C40731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75481" w:id="11"/>
      <w:r w:rsidRPr="00126412">
        <w:rPr>
          <w:rFonts w:eastAsia="Times New Roman" w:cs="Times New Roman"/>
          <w:lang w:eastAsia="cs-CZ"/>
        </w:rPr>
        <w:t>Zhotovitel vyúčtuje Objednateli Cenu díla a případnou DPH Výzvou k úhradě.</w:t>
      </w:r>
    </w:p>
    <w:p w:rsidRPr="00126412" w:rsidR="00E902EC" w:rsidP="00E902EC" w:rsidRDefault="00E902EC" w14:paraId="7C4073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365176" w:id="12"/>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rsidRPr="00126412" w:rsidR="00E902EC" w:rsidP="00E902EC" w:rsidRDefault="00E902EC" w14:paraId="7C40731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rsidRPr="00126412" w:rsidR="00E902EC" w:rsidP="00E902EC" w:rsidRDefault="00E902EC" w14:paraId="7C40731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rsidRPr="00126412" w:rsidR="00E902EC" w:rsidP="00E902EC" w:rsidRDefault="00E902EC" w14:paraId="7C40731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rsidRPr="00126412" w:rsidR="00E902EC" w:rsidP="00E902EC" w:rsidRDefault="00E902EC" w14:paraId="7C407316" w14:textId="77777777">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rsidRPr="00126412" w:rsidR="00E902EC" w:rsidP="00E902EC" w:rsidRDefault="00E902EC" w14:paraId="7C407317"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rsidRPr="00126412" w:rsidR="00E902EC" w:rsidP="00E902EC" w:rsidRDefault="00E902EC" w14:paraId="7C407318"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rsidRPr="00126412" w:rsidR="00E902EC" w:rsidP="00E902EC" w:rsidRDefault="00E902EC" w14:paraId="7C407319" w14:textId="77777777">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rsidRPr="00126412" w:rsidR="00E902EC" w:rsidP="00E902EC" w:rsidRDefault="00E902EC" w14:paraId="7C40731A" w14:textId="77777777">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rsidRPr="00126412" w:rsidR="00E902EC" w:rsidP="00E902EC" w:rsidRDefault="00E902EC" w14:paraId="7C40731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rsidRPr="00126412" w:rsidR="00E902EC" w:rsidP="00E902EC" w:rsidRDefault="00E902EC" w14:paraId="7C40731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rsidRPr="00126412" w:rsidR="00E902EC" w:rsidP="00E902EC" w:rsidRDefault="00E902EC" w14:paraId="7C40731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rsidRPr="00126412" w:rsidR="00E902EC" w:rsidP="00E902EC" w:rsidRDefault="00E902EC" w14:paraId="7C40731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Pr="00126412" w:rsidR="00E902EC" w:rsidP="00E902EC" w:rsidRDefault="00E902EC" w14:paraId="7C40731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rsidRPr="00126412" w:rsidR="00E902EC" w:rsidP="00E902EC" w:rsidRDefault="00E902EC" w14:paraId="7C40732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rsidRPr="00126412" w:rsidR="00E902EC" w:rsidP="00E902EC" w:rsidRDefault="00E902EC" w14:paraId="7C40732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7" w:id="13"/>
      <w:r w:rsidRPr="00126412">
        <w:rPr>
          <w:rFonts w:eastAsia="Times New Roman" w:cs="Times New Roman"/>
          <w:b/>
          <w:lang w:eastAsia="cs-CZ"/>
        </w:rPr>
        <w:t>MÍSTO PLNĚNÍ</w:t>
      </w:r>
      <w:bookmarkEnd w:id="13"/>
    </w:p>
    <w:p w:rsidRPr="00126412" w:rsidR="00E902EC" w:rsidP="00E902EC" w:rsidRDefault="00E902EC" w14:paraId="7C40732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Pr="00126412" w:rsidR="00E902EC" w:rsidP="00E902EC" w:rsidRDefault="00E902EC" w14:paraId="7C40732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8" w:id="14"/>
      <w:r w:rsidRPr="00126412">
        <w:rPr>
          <w:rFonts w:eastAsia="Times New Roman" w:cs="Times New Roman"/>
          <w:b/>
          <w:lang w:eastAsia="cs-CZ"/>
        </w:rPr>
        <w:t>DOBA PLNĚNÍ</w:t>
      </w:r>
      <w:bookmarkEnd w:id="14"/>
    </w:p>
    <w:p w:rsidRPr="00126412" w:rsidR="00E902EC" w:rsidP="00E902EC" w:rsidRDefault="00E902EC" w14:paraId="7C40732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rsidRPr="00126412" w:rsidR="00E902EC" w:rsidP="00E902EC" w:rsidRDefault="00E902EC" w14:paraId="7C40732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79963872" w:id="15"/>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rsidRPr="00126412" w:rsidR="00E902EC" w:rsidP="00E902EC" w:rsidRDefault="00E902EC" w14:paraId="7C40732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rsidRPr="00126412" w:rsidR="00E902EC" w:rsidP="00E902EC" w:rsidRDefault="00E902EC" w14:paraId="7C40732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rsidRPr="00126412" w:rsidR="00E902EC" w:rsidP="00E902EC" w:rsidRDefault="00E902EC" w14:paraId="7C40732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59" w:id="16"/>
      <w:r w:rsidRPr="00126412">
        <w:rPr>
          <w:rFonts w:eastAsia="Times New Roman" w:cs="Times New Roman"/>
          <w:b/>
          <w:lang w:eastAsia="cs-CZ"/>
        </w:rPr>
        <w:t>PROVÁDĚNÍ DÍLA</w:t>
      </w:r>
      <w:bookmarkEnd w:id="16"/>
    </w:p>
    <w:p w:rsidRPr="00126412" w:rsidR="00E902EC" w:rsidP="00E902EC" w:rsidRDefault="00E902EC" w14:paraId="7C40732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rsidRPr="00126412" w:rsidR="00E902EC" w:rsidP="00E902EC" w:rsidRDefault="00E902EC" w14:paraId="7C40732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rsidRPr="00126412" w:rsidR="00E902EC" w:rsidP="00E902EC" w:rsidRDefault="00E902EC" w14:paraId="7C40732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rsidRPr="00126412" w:rsidR="00E902EC" w:rsidP="00E902EC" w:rsidRDefault="00E902EC" w14:paraId="7C40732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Pr="00126412" w:rsidR="00E902EC" w:rsidP="00E902EC" w:rsidRDefault="00E902EC" w14:paraId="7C40732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Pr="00126412" w:rsidR="00E902EC" w:rsidP="00E902EC" w:rsidRDefault="00E902EC" w14:paraId="7C40732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rsidRPr="00126412" w:rsidR="00E902EC" w:rsidP="00E902EC" w:rsidRDefault="00E902EC" w14:paraId="7C40732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rsidRPr="00126412" w:rsidR="00E902EC" w:rsidP="00E902EC" w:rsidRDefault="00E902EC" w14:paraId="7C40733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rsidRPr="00126412" w:rsidR="00E902EC" w:rsidP="00E902EC" w:rsidRDefault="00E902EC" w14:paraId="7C40733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rsidRPr="00126412" w:rsidR="00E902EC" w:rsidP="00E902EC" w:rsidRDefault="00E902EC" w14:paraId="7C40733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rsidRPr="00126412" w:rsidR="00E902EC" w:rsidP="00E902EC" w:rsidRDefault="00E902EC" w14:paraId="7C407333"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rsidRPr="00126412" w:rsidR="00E902EC" w:rsidP="00E902EC" w:rsidRDefault="00E902EC" w14:paraId="7C40733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Pr="00126412" w:rsidR="00E902EC" w:rsidP="00E902EC" w:rsidRDefault="00E902EC" w14:paraId="7C40733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Pr="00126412" w:rsidR="00E902EC" w:rsidP="00E902EC" w:rsidRDefault="00E902EC" w14:paraId="7C40733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rsidRPr="00126412" w:rsidR="00E902EC" w:rsidP="00E902EC" w:rsidRDefault="00E902EC" w14:paraId="7C40733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Pr="00126412" w:rsidR="00E902EC" w:rsidP="00E902EC" w:rsidRDefault="00E902EC" w14:paraId="7C40733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Pr="00126412" w:rsidR="00E902EC" w:rsidP="00E902EC" w:rsidRDefault="00E902EC" w14:paraId="7C40733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rsidRPr="00126412" w:rsidR="00E902EC" w:rsidP="00E902EC" w:rsidRDefault="00E902EC" w14:paraId="7C40733A"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rsidRPr="00126412" w:rsidR="00E902EC" w:rsidP="00E902EC" w:rsidRDefault="00E902EC" w14:paraId="7C40733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rsidRPr="00126412" w:rsidR="00E902EC" w:rsidP="00E902EC" w:rsidRDefault="00E902EC" w14:paraId="7C40733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rsidRPr="00126412" w:rsidR="00E902EC" w:rsidP="00E902EC" w:rsidRDefault="00E902EC" w14:paraId="7C40733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rsidRPr="00126412" w:rsidR="00E902EC" w:rsidP="00E902EC" w:rsidRDefault="00E902EC" w14:paraId="7C40733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rsidRPr="00126412" w:rsidR="00E902EC" w:rsidP="00E902EC" w:rsidRDefault="00E902EC" w14:paraId="7C40733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rsidRPr="00126412" w:rsidR="00E902EC" w:rsidP="00E902EC" w:rsidRDefault="00E902EC" w14:paraId="7C40734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rsidRPr="00126412" w:rsidR="00E902EC" w:rsidP="00E902EC" w:rsidRDefault="00E902EC" w14:paraId="7C407341" w14:textId="77777777">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rsidRPr="00126412" w:rsidR="00E902EC" w:rsidP="00E902EC" w:rsidRDefault="00E902EC" w14:paraId="7C40734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rsidRPr="00B81E68" w:rsidR="00E902EC" w:rsidP="00E902EC" w:rsidRDefault="00E902EC" w14:paraId="7C407343" w14:textId="77777777">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rsidR="00E902EC" w:rsidP="00E902EC" w:rsidRDefault="00E902EC" w14:paraId="7C407344" w14:textId="77777777">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rsidRPr="00126412" w:rsidR="00E902EC" w:rsidP="00E902EC" w:rsidRDefault="00E902EC" w14:paraId="7C407345"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rsidRPr="00126412" w:rsidR="00E902EC" w:rsidP="00E902EC" w:rsidRDefault="00E902EC" w14:paraId="7C40734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rsidRPr="00126412" w:rsidR="00E902EC" w:rsidP="00E902EC" w:rsidRDefault="00E902EC" w14:paraId="7C40734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Pr="00126412" w:rsidR="00E902EC" w:rsidP="00E902EC" w:rsidRDefault="00E902EC" w14:paraId="7C407348"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rsidRPr="00126412" w:rsidR="00E902EC" w:rsidP="00E902EC" w:rsidRDefault="00E902EC" w14:paraId="7C40734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Pr="00126412" w:rsidR="00E902EC" w:rsidP="00E902EC" w:rsidRDefault="00E902EC" w14:paraId="7C40734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Pr="00126412" w:rsidR="00E902EC" w:rsidP="00E902EC" w:rsidRDefault="00E902EC" w14:paraId="7C40734B"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rsidRPr="00126412" w:rsidR="00E902EC" w:rsidP="00E902EC" w:rsidRDefault="00E902EC" w14:paraId="7C40734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Pr="00126412" w:rsidR="00E902EC" w:rsidP="00E902EC" w:rsidRDefault="00E902EC" w14:paraId="7C40734D"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rsidRPr="00126412" w:rsidR="00E902EC" w:rsidP="00E902EC" w:rsidRDefault="00E902EC" w14:paraId="7C40734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Pr="00126412" w:rsidR="00E902EC" w:rsidP="00E902EC" w:rsidRDefault="00E902EC" w14:paraId="7C40734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Pr="00126412" w:rsidR="00E902EC" w:rsidP="00E902EC" w:rsidRDefault="00E902EC" w14:paraId="7C40735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Pr="00126412" w:rsidR="00E902EC" w:rsidP="00E902EC" w:rsidRDefault="00E902EC" w14:paraId="7C407351" w14:textId="77777777">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Pr="00126412" w:rsidR="00E902EC" w:rsidP="00E902EC" w:rsidRDefault="00E902EC" w14:paraId="7C40735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Pr="00126412" w:rsidR="00E902EC" w:rsidP="00E902EC" w:rsidRDefault="00E902EC" w14:paraId="7C40735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rsidRPr="00126412" w:rsidR="00E902EC" w:rsidP="00E902EC" w:rsidRDefault="00E902EC" w14:paraId="7C40735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rsidRPr="00126412" w:rsidR="00E902EC" w:rsidP="00E902EC" w:rsidRDefault="00E902EC" w14:paraId="7C40735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0" w:id="17"/>
      <w:r w:rsidRPr="00126412">
        <w:rPr>
          <w:rFonts w:eastAsia="Times New Roman" w:cs="Times New Roman"/>
          <w:b/>
          <w:lang w:eastAsia="cs-CZ"/>
        </w:rPr>
        <w:t>ZKUŠEBNÍ PROVOZ</w:t>
      </w:r>
      <w:bookmarkEnd w:id="17"/>
    </w:p>
    <w:p w:rsidRPr="00126412" w:rsidR="00E902EC" w:rsidP="00E902EC" w:rsidRDefault="00E902EC" w14:paraId="7C40735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rsidRPr="00126412" w:rsidR="00E902EC" w:rsidP="00E902EC" w:rsidRDefault="00E902EC" w14:paraId="7C40735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Pr="00126412" w:rsidR="00E902EC" w:rsidP="00E902EC" w:rsidRDefault="00E902EC" w14:paraId="7C407358"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rsidRPr="00126412" w:rsidR="00E902EC" w:rsidP="00E902EC" w:rsidRDefault="00E902EC" w14:paraId="7C407359"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rsidRPr="00126412" w:rsidR="00E902EC" w:rsidP="00E902EC" w:rsidRDefault="00E902EC" w14:paraId="7C40735A"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rsidRPr="00126412" w:rsidR="00E902EC" w:rsidP="00E902EC" w:rsidRDefault="00E902EC" w14:paraId="7C40735B" w14:textId="77777777">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rsidRPr="00126412" w:rsidR="00E902EC" w:rsidP="00E902EC" w:rsidRDefault="00E902EC" w14:paraId="7C40735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rsidRPr="00126412" w:rsidR="00E902EC" w:rsidP="00E902EC" w:rsidRDefault="00E902EC" w14:paraId="7C40735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rsidRPr="00126412" w:rsidR="00E902EC" w:rsidP="00E902EC" w:rsidRDefault="00E902EC" w14:paraId="7C40735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1" w:id="18"/>
      <w:r w:rsidRPr="00126412">
        <w:rPr>
          <w:rFonts w:eastAsia="Times New Roman" w:cs="Times New Roman"/>
          <w:b/>
          <w:lang w:eastAsia="cs-CZ"/>
        </w:rPr>
        <w:t>PŘEPRAVA DÍLA</w:t>
      </w:r>
      <w:bookmarkEnd w:id="18"/>
    </w:p>
    <w:p w:rsidRPr="00126412" w:rsidR="00E902EC" w:rsidP="00E902EC" w:rsidRDefault="00E902EC" w14:paraId="7C40735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rsidRPr="00126412" w:rsidR="00E902EC" w:rsidP="00E902EC" w:rsidRDefault="00E902EC" w14:paraId="7C40736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Pr="00126412" w:rsidR="00E902EC" w:rsidP="00E902EC" w:rsidRDefault="00E902EC" w14:paraId="7C40736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rsidRPr="00126412" w:rsidR="00E902EC" w:rsidP="00E902EC" w:rsidRDefault="00E902EC" w14:paraId="7C40736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Pr="00126412" w:rsidR="00E902EC" w:rsidP="00E902EC" w:rsidRDefault="00E902EC" w14:paraId="7C40736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Pr="00126412" w:rsidR="00E902EC" w:rsidP="00E902EC" w:rsidRDefault="00E902EC" w14:paraId="7C40736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rsidRPr="00126412" w:rsidR="00E902EC" w:rsidP="00E902EC" w:rsidRDefault="00E902EC" w14:paraId="7C40736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6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rsidRPr="00126412" w:rsidR="00E902EC" w:rsidP="00E902EC" w:rsidRDefault="00E902EC" w14:paraId="7C40736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Pr="00126412" w:rsidR="00E902EC" w:rsidP="00E902EC" w:rsidRDefault="00E902EC" w14:paraId="7C40736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2" w:id="19"/>
      <w:r w:rsidRPr="00126412">
        <w:rPr>
          <w:rFonts w:eastAsia="Times New Roman" w:cs="Times New Roman"/>
          <w:b/>
          <w:lang w:eastAsia="cs-CZ"/>
        </w:rPr>
        <w:t>PODDODAVATELÉ</w:t>
      </w:r>
      <w:bookmarkEnd w:id="19"/>
    </w:p>
    <w:p w:rsidRPr="00126412" w:rsidR="00E902EC" w:rsidP="00E902EC" w:rsidRDefault="00E902EC" w14:paraId="7C40736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rsidRPr="00126412" w:rsidR="00E902EC" w:rsidP="00E902EC" w:rsidRDefault="00E902EC" w14:paraId="7C40736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rsidRPr="00126412" w:rsidR="00E902EC" w:rsidP="00E902EC" w:rsidRDefault="00E902EC" w14:paraId="7C40736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rsidRPr="00126412" w:rsidR="00E902EC" w:rsidP="00E902EC" w:rsidRDefault="00E902EC" w14:paraId="7C40736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rsidRPr="00126412" w:rsidR="00E902EC" w:rsidP="00E902EC" w:rsidRDefault="00E902EC" w14:paraId="7C40736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rsidRPr="00126412" w:rsidR="00E902EC" w:rsidP="00E902EC" w:rsidRDefault="00E902EC" w14:paraId="7C40736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rsidRPr="00126412" w:rsidR="00E902EC" w:rsidP="00E902EC" w:rsidRDefault="00E902EC" w14:paraId="7C40736F"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rsidRPr="00126412" w:rsidR="00E902EC" w:rsidP="00E902EC" w:rsidRDefault="00E902EC" w14:paraId="7C407370"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Ref380600013" w:id="20"/>
      <w:bookmarkStart w:name="_Ref380654090" w:id="21"/>
      <w:bookmarkStart w:name="_Ref381624634" w:id="22"/>
      <w:bookmarkStart w:name="_Toc463854363" w:id="2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rsidRPr="00126412" w:rsidR="00E902EC" w:rsidP="00E902EC" w:rsidRDefault="00E902EC" w14:paraId="7C40737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rsidRPr="00126412" w:rsidR="00E902EC" w:rsidP="00E902EC" w:rsidRDefault="00E902EC" w14:paraId="7C40737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rsidRPr="00126412" w:rsidR="00E902EC" w:rsidP="00E902EC" w:rsidRDefault="00E902EC" w14:paraId="7C40737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rsidRPr="00126412" w:rsidR="00E902EC" w:rsidP="00E902EC" w:rsidRDefault="00E902EC" w14:paraId="7C40737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rsidRPr="00126412" w:rsidR="00E902EC" w:rsidP="00E902EC" w:rsidRDefault="00E902EC" w14:paraId="7C40737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rsidRPr="00126412" w:rsidR="00E902EC" w:rsidP="00E902EC" w:rsidRDefault="00E902EC" w14:paraId="7C40737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rsidRPr="00126412" w:rsidR="00E902EC" w:rsidP="00E902EC" w:rsidRDefault="00E902EC" w14:paraId="7C40737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rsidRPr="00126412" w:rsidR="00E902EC" w:rsidP="00E902EC" w:rsidRDefault="00E902EC" w14:paraId="7C40737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rsidRPr="00126412" w:rsidR="00E902EC" w:rsidP="00E902EC" w:rsidRDefault="00E902EC" w14:paraId="7C40737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rsidRPr="00126412" w:rsidR="00E902EC" w:rsidP="00E902EC" w:rsidRDefault="00E902EC" w14:paraId="7C40737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Pr="00126412" w:rsidR="00E902EC" w:rsidP="00E902EC" w:rsidRDefault="00E902EC" w14:paraId="7C40737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643" w:id="24"/>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rsidRPr="00126412" w:rsidR="00E902EC" w:rsidP="00E902EC" w:rsidRDefault="00E902EC" w14:paraId="7C40737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Pr="00126412" w:rsidR="00E902EC" w:rsidP="00E902EC" w:rsidRDefault="00E902EC" w14:paraId="7C40737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rsidRPr="00126412" w:rsidR="00E902EC" w:rsidP="00E902EC" w:rsidRDefault="00E902EC" w14:paraId="7C40737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Pr="00126412" w:rsidR="00E902EC" w:rsidP="00E902EC" w:rsidRDefault="00E902EC" w14:paraId="7C40737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rsidRPr="00126412" w:rsidR="00E902EC" w:rsidP="00E902EC" w:rsidRDefault="00E902EC" w14:paraId="7C407380"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rsidRPr="00126412" w:rsidR="00E902EC" w:rsidP="00E902EC" w:rsidRDefault="00E902EC" w14:paraId="7C40738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rsidRPr="00126412" w:rsidR="00E902EC" w:rsidP="00E902EC" w:rsidRDefault="00E902EC" w14:paraId="7C40738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rsidRPr="00126412" w:rsidR="00E902EC" w:rsidP="00E902EC" w:rsidRDefault="00E902EC" w14:paraId="7C40738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rsidRPr="00126412" w:rsidR="00E902EC" w:rsidP="00E902EC" w:rsidRDefault="00E902EC" w14:paraId="7C407384"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rsidRPr="00126412" w:rsidR="00E902EC" w:rsidP="00E902EC" w:rsidRDefault="00E902EC" w14:paraId="7C40738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rsidRPr="00126412" w:rsidR="00E902EC" w:rsidP="00E902EC" w:rsidRDefault="00E902EC" w14:paraId="7C40738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rsidRPr="00126412" w:rsidR="00E902EC" w:rsidP="00E902EC" w:rsidRDefault="00E902EC" w14:paraId="7C407387" w14:textId="77777777">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Pr="00126412" w:rsidR="00E902EC" w:rsidP="00E902EC" w:rsidRDefault="00E902EC" w14:paraId="7C40738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rsidRPr="00126412" w:rsidR="00E902EC" w:rsidP="00E902EC" w:rsidRDefault="00E902EC" w14:paraId="7C40738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name="_Ref381607647" w:id="25"/>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rsidRPr="00126412" w:rsidR="00E902EC" w:rsidP="00E902EC" w:rsidRDefault="00E902EC" w14:paraId="7C40738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07795" w:id="26"/>
      <w:r w:rsidRPr="00126412">
        <w:rPr>
          <w:rFonts w:eastAsia="Times New Roman" w:cs="Times New Roman"/>
          <w:lang w:eastAsia="cs-CZ"/>
        </w:rPr>
        <w:lastRenderedPageBreak/>
        <w:t>Podpisem Předávacího protokolu nebo záznamu o nepřevzetí Díla je přejímací řízení ukončeno.</w:t>
      </w:r>
      <w:bookmarkEnd w:id="26"/>
    </w:p>
    <w:p w:rsidRPr="00126412" w:rsidR="00E902EC" w:rsidP="00E902EC" w:rsidRDefault="00E902EC" w14:paraId="7C40738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rsidRPr="00126412" w:rsidR="00E902EC" w:rsidP="00E902EC" w:rsidRDefault="00E902EC" w14:paraId="7C40738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rsidRPr="00126412" w:rsidR="00E902EC" w:rsidP="00E902EC" w:rsidRDefault="00E902EC" w14:paraId="7C40738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rsidRPr="00126412" w:rsidR="00E902EC" w:rsidP="00E902EC" w:rsidRDefault="00E902EC" w14:paraId="7C40738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4" w:id="27"/>
      <w:r w:rsidRPr="00126412">
        <w:rPr>
          <w:rFonts w:eastAsia="Times New Roman" w:cs="Times New Roman"/>
          <w:b/>
          <w:lang w:eastAsia="cs-CZ"/>
        </w:rPr>
        <w:t>VLASTNICKÉ PRÁVO A NEBEZPEČÍ ŠKODY</w:t>
      </w:r>
      <w:bookmarkEnd w:id="27"/>
    </w:p>
    <w:p w:rsidRPr="00126412" w:rsidR="00E902EC" w:rsidP="00E902EC" w:rsidRDefault="00E902EC" w14:paraId="7C40738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37" w:id="28"/>
      <w:r w:rsidRPr="00126412">
        <w:rPr>
          <w:rFonts w:eastAsia="Times New Roman" w:cs="Times New Roman"/>
          <w:lang w:eastAsia="cs-CZ"/>
        </w:rPr>
        <w:t>Vlastnické právo k Dílu náleží od počátku Objednateli.</w:t>
      </w:r>
      <w:bookmarkEnd w:id="28"/>
    </w:p>
    <w:p w:rsidRPr="00126412" w:rsidR="00E902EC" w:rsidP="00E902EC" w:rsidRDefault="00E902EC" w14:paraId="7C40739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1041" w:id="29"/>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Pr="00126412" w:rsidR="00E902EC" w:rsidP="00E902EC" w:rsidRDefault="00E902EC" w14:paraId="7C40739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rsidRPr="00126412" w:rsidR="00E902EC" w:rsidP="00E902EC" w:rsidRDefault="00E902EC" w14:paraId="7C40739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rsidRPr="00126412" w:rsidR="00E902EC" w:rsidP="00E902EC" w:rsidRDefault="00E902EC" w14:paraId="7C40739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Pr="00126412" w:rsidR="00E902EC" w:rsidP="00E902EC" w:rsidRDefault="00E902EC" w14:paraId="7C40739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rsidRPr="00126412" w:rsidR="00E902EC" w:rsidP="00E902EC" w:rsidRDefault="00E902EC" w14:paraId="7C40739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rsidRPr="00126412" w:rsidR="00E902EC" w:rsidP="00E902EC" w:rsidRDefault="00E902EC" w14:paraId="7C40739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rsidRPr="00126412" w:rsidR="00E902EC" w:rsidP="00E902EC" w:rsidRDefault="00E902EC" w14:paraId="7C407397"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5" w:id="30"/>
      <w:r w:rsidRPr="00126412">
        <w:rPr>
          <w:rFonts w:eastAsia="Times New Roman" w:cs="Times New Roman"/>
          <w:b/>
          <w:lang w:eastAsia="cs-CZ"/>
        </w:rPr>
        <w:t>VADY PLNĚNÍ A ZÁRUKA</w:t>
      </w:r>
      <w:bookmarkEnd w:id="30"/>
    </w:p>
    <w:p w:rsidRPr="00126412" w:rsidR="00E902EC" w:rsidP="00E902EC" w:rsidRDefault="00E902EC" w14:paraId="7C40739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26" w:id="31"/>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rsidRPr="00126412" w:rsidR="00E902EC" w:rsidP="00E902EC" w:rsidRDefault="00E902EC" w14:paraId="7C40739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rsidRPr="00126412" w:rsidR="00E902EC" w:rsidP="00E902EC" w:rsidRDefault="00E902EC" w14:paraId="7C40739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49" w:id="32"/>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rsidRPr="00126412" w:rsidR="00E902EC" w:rsidP="00E902EC" w:rsidRDefault="00E902EC" w14:paraId="7C40739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59994" w:id="33"/>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rsidRPr="00126412" w:rsidR="00E902EC" w:rsidP="00E902EC" w:rsidRDefault="00E902EC" w14:paraId="7C40739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Pr="00126412" w:rsidR="00E902EC" w:rsidP="00E902EC" w:rsidRDefault="00E902EC" w14:paraId="7C40739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rsidRPr="00126412" w:rsidR="00E902EC" w:rsidP="00E902EC" w:rsidRDefault="00E902EC" w14:paraId="7C40739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rsidRPr="00126412" w:rsidR="00E902EC" w:rsidP="00E902EC" w:rsidRDefault="00E902EC" w14:paraId="7C40739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Pr="00126412" w:rsidR="00E902EC" w:rsidP="00E902EC" w:rsidRDefault="00E902EC" w14:paraId="7C4073A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rsidRPr="00126412" w:rsidR="00E902EC" w:rsidP="00E902EC" w:rsidRDefault="00E902EC" w14:paraId="7C4073A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Pr="00126412" w:rsidR="00E902EC" w:rsidP="00E902EC" w:rsidRDefault="00E902EC" w14:paraId="7C4073A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rsidRPr="00126412" w:rsidR="00E902EC" w:rsidP="00E902EC" w:rsidRDefault="00E902EC" w14:paraId="7C4073A3"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6" w:id="34"/>
      <w:r w:rsidRPr="00126412">
        <w:rPr>
          <w:rFonts w:eastAsia="Times New Roman" w:cs="Times New Roman"/>
          <w:b/>
          <w:lang w:eastAsia="cs-CZ"/>
        </w:rPr>
        <w:t>UPLATNĚNÍ PRÁV Z VADNÉHO PLNĚNÍ</w:t>
      </w:r>
      <w:bookmarkEnd w:id="34"/>
    </w:p>
    <w:p w:rsidRPr="00126412" w:rsidR="00E902EC" w:rsidP="00E902EC" w:rsidRDefault="00E902EC" w14:paraId="7C4073A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414033" w:id="35"/>
      <w:r w:rsidRPr="00126412">
        <w:rPr>
          <w:rFonts w:eastAsia="Times New Roman" w:cs="Times New Roman"/>
          <w:lang w:eastAsia="cs-CZ"/>
        </w:rPr>
        <w:t>Odpovídá-li Zhotovitel za vady Díla, má Objednatel práva z vadného plnění.</w:t>
      </w:r>
      <w:bookmarkEnd w:id="35"/>
    </w:p>
    <w:p w:rsidRPr="00126412" w:rsidR="00E902EC" w:rsidP="00E902EC" w:rsidRDefault="00E902EC" w14:paraId="7C4073A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Pr="00126412" w:rsidR="00E902EC" w:rsidP="00E902EC" w:rsidRDefault="00E902EC" w14:paraId="7C4073A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Pr="00126412" w:rsidR="00E902EC" w:rsidP="00E902EC" w:rsidRDefault="00E902EC" w14:paraId="7C4073A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7242" w:id="36"/>
      <w:r w:rsidRPr="00126412">
        <w:rPr>
          <w:rFonts w:eastAsia="Times New Roman" w:cs="Times New Roman"/>
          <w:lang w:eastAsia="cs-CZ"/>
        </w:rPr>
        <w:t>Má-li Předmět díla vady, za které Zhotovitel odpovídá, má Objednatel právo</w:t>
      </w:r>
      <w:bookmarkEnd w:id="36"/>
    </w:p>
    <w:p w:rsidRPr="00126412" w:rsidR="00E902EC" w:rsidP="00E902EC" w:rsidRDefault="00E902EC" w14:paraId="7C4073A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rsidRPr="00126412" w:rsidR="00E902EC" w:rsidP="00E902EC" w:rsidRDefault="00E902EC" w14:paraId="7C4073A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rsidRPr="00126412" w:rsidR="00E902EC" w:rsidP="00E902EC" w:rsidRDefault="00E902EC" w14:paraId="7C4073A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rsidRPr="00126412" w:rsidR="00E902EC" w:rsidP="00E902EC" w:rsidRDefault="00E902EC" w14:paraId="7C4073A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rsidRPr="00126412" w:rsidR="00E902EC" w:rsidP="00E902EC" w:rsidRDefault="00E902EC" w14:paraId="7C4073A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Pr="00126412" w:rsidR="00E902EC" w:rsidP="00E902EC" w:rsidRDefault="00E902EC" w14:paraId="7C4073A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Pr="00126412" w:rsidR="00E902EC" w:rsidP="00E902EC" w:rsidRDefault="00E902EC" w14:paraId="7C4073A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Pr="00126412" w:rsidR="00E902EC" w:rsidP="00E902EC" w:rsidRDefault="00E902EC" w14:paraId="7C4073A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Pr="00126412" w:rsidR="00E902EC" w:rsidP="00E902EC" w:rsidRDefault="00E902EC" w14:paraId="7C4073B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rsidRPr="00126412" w:rsidR="00E902EC" w:rsidP="00E902EC" w:rsidRDefault="00E902EC" w14:paraId="7C4073B1"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7" w:id="37"/>
      <w:r w:rsidRPr="00126412">
        <w:rPr>
          <w:rFonts w:eastAsia="Times New Roman" w:cs="Times New Roman"/>
          <w:b/>
          <w:lang w:eastAsia="cs-CZ"/>
        </w:rPr>
        <w:t>PODMÍNKY ODSTRANĚNÍ VAD</w:t>
      </w:r>
      <w:bookmarkEnd w:id="37"/>
    </w:p>
    <w:p w:rsidRPr="00126412" w:rsidR="00E902EC" w:rsidP="00E902EC" w:rsidRDefault="00E902EC" w14:paraId="7C4073B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Pr="00126412" w:rsidR="00E902EC" w:rsidP="00E902EC" w:rsidRDefault="00E902EC" w14:paraId="7C4073B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rsidRPr="00126412" w:rsidR="00E902EC" w:rsidP="00E902EC" w:rsidRDefault="00E902EC" w14:paraId="7C4073B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rsidRPr="00126412" w:rsidR="00E902EC" w:rsidP="00E902EC" w:rsidRDefault="00E902EC" w14:paraId="7C4073B5"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rsidRPr="00126412" w:rsidR="00E902EC" w:rsidP="00E902EC" w:rsidRDefault="00E902EC" w14:paraId="7C4073B6"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rsidRPr="00126412" w:rsidR="00E902EC" w:rsidP="00E902EC" w:rsidRDefault="00E902EC" w14:paraId="7C4073B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rsidRPr="00126412" w:rsidR="00E902EC" w:rsidP="00E902EC" w:rsidRDefault="00E902EC" w14:paraId="7C4073B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rsidRPr="00126412" w:rsidR="00E902EC" w:rsidP="00E902EC" w:rsidRDefault="00E902EC" w14:paraId="7C4073B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Pr="00126412" w:rsidR="00E902EC" w:rsidP="00E902EC" w:rsidRDefault="00E902EC" w14:paraId="7C4073B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rsidRPr="00126412" w:rsidR="00E902EC" w:rsidP="00E902EC" w:rsidRDefault="00E902EC" w14:paraId="7C4073B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rsidRPr="00126412" w:rsidR="00E902EC" w:rsidP="00E902EC" w:rsidRDefault="00E902EC" w14:paraId="7C4073B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0669256" w:id="38"/>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rsidRPr="00126412" w:rsidR="00E902EC" w:rsidP="00E902EC" w:rsidRDefault="00E902EC" w14:paraId="7C4073B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name="_Ref381628763" w:id="39"/>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rsidRPr="00126412" w:rsidR="00E902EC" w:rsidP="00E902EC" w:rsidRDefault="00E902EC" w14:paraId="7C4073B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rsidRPr="00126412" w:rsidR="00E902EC" w:rsidP="00E902EC" w:rsidRDefault="00E902EC" w14:paraId="7C4073BF"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8" w:id="40"/>
      <w:r w:rsidRPr="00126412">
        <w:rPr>
          <w:rFonts w:eastAsia="Times New Roman" w:cs="Times New Roman"/>
          <w:b/>
          <w:lang w:eastAsia="cs-CZ"/>
        </w:rPr>
        <w:t>POJIŠTĚNÍ</w:t>
      </w:r>
      <w:bookmarkEnd w:id="40"/>
    </w:p>
    <w:p w:rsidRPr="00126412" w:rsidR="00E902EC" w:rsidP="00E902EC" w:rsidRDefault="00E902EC" w14:paraId="7C4073C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rsidRPr="00126412" w:rsidR="00E902EC" w:rsidP="00E902EC" w:rsidRDefault="00E902EC" w14:paraId="7C4073C1"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66845" w:id="41"/>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rsidRPr="00126412" w:rsidR="00E902EC" w:rsidP="00E902EC" w:rsidRDefault="00E902EC" w14:paraId="7C4073C2"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Pr="00126412" w:rsidR="00E902EC" w:rsidP="00E902EC" w:rsidRDefault="00E902EC" w14:paraId="7C4073C3"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name="_Ref370071864" w:id="42"/>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rsidRPr="00126412" w:rsidR="00E902EC" w:rsidP="00E902EC" w:rsidRDefault="00E902EC" w14:paraId="7C4073C4"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rsidRPr="00126412" w:rsidR="00E902EC" w:rsidP="00E902EC" w:rsidRDefault="00E902EC" w14:paraId="7C4073C5"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rsidRPr="00126412" w:rsidR="00E902EC" w:rsidP="00E902EC" w:rsidRDefault="00E902EC" w14:paraId="7C4073C6"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69" w:id="43"/>
      <w:r w:rsidRPr="00126412">
        <w:rPr>
          <w:rFonts w:eastAsia="Times New Roman" w:cs="Times New Roman"/>
          <w:b/>
          <w:lang w:eastAsia="cs-CZ"/>
        </w:rPr>
        <w:t>DUŠEVNÍ VLASTNICTVÍ</w:t>
      </w:r>
      <w:bookmarkEnd w:id="43"/>
    </w:p>
    <w:p w:rsidRPr="00126412" w:rsidR="00E902EC" w:rsidP="00E902EC" w:rsidRDefault="00E902EC" w14:paraId="7C4073C7" w14:textId="77777777">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Pr="00126412" w:rsidR="00E902EC" w:rsidP="00E902EC" w:rsidRDefault="00E902EC" w14:paraId="7C4073C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rsidRPr="00126412" w:rsidR="00E902EC" w:rsidP="00E902EC" w:rsidRDefault="00E902EC" w14:paraId="7C4073C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rsidRPr="00126412" w:rsidR="00E902EC" w:rsidP="00E902EC" w:rsidRDefault="00E902EC" w14:paraId="7C4073C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rsidRPr="00126412" w:rsidR="00E902EC" w:rsidP="00E902EC" w:rsidRDefault="00E902EC" w14:paraId="7C4073C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rsidRPr="00126412" w:rsidR="00E902EC" w:rsidP="00E902EC" w:rsidRDefault="00E902EC" w14:paraId="7C4073C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rsidRPr="00126412" w:rsidR="00E902EC" w:rsidP="00E902EC" w:rsidRDefault="00E902EC" w14:paraId="7C4073C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rsidRPr="00126412" w:rsidR="00E902EC" w:rsidP="00E902EC" w:rsidRDefault="00E902EC" w14:paraId="7C4073C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rsidRPr="00126412" w:rsidR="00E902EC" w:rsidP="00E902EC" w:rsidRDefault="00E902EC" w14:paraId="7C4073C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rsidRPr="00126412" w:rsidR="00E902EC" w:rsidP="00E902EC" w:rsidRDefault="00E902EC" w14:paraId="7C4073D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rsidRPr="00126412" w:rsidR="00E902EC" w:rsidP="00E902EC" w:rsidRDefault="00E902EC" w14:paraId="7C4073D1"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rsidRPr="00126412" w:rsidR="00E902EC" w:rsidP="00E902EC" w:rsidRDefault="00E902EC" w14:paraId="7C4073D2"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rsidRPr="00126412" w:rsidR="00E902EC" w:rsidP="00E902EC" w:rsidRDefault="00E902EC" w14:paraId="7C4073D3"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rsidRPr="00126412" w:rsidR="00E902EC" w:rsidP="00E902EC" w:rsidRDefault="00E902EC" w14:paraId="7C4073D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Pr="00126412" w:rsidR="00E902EC" w:rsidP="00E902EC" w:rsidRDefault="00E902EC" w14:paraId="7C4073D5"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0" w:id="44"/>
      <w:r w:rsidRPr="00126412">
        <w:rPr>
          <w:rFonts w:eastAsia="Times New Roman" w:cs="Times New Roman"/>
          <w:b/>
          <w:lang w:eastAsia="cs-CZ"/>
        </w:rPr>
        <w:t>SANKCE</w:t>
      </w:r>
      <w:bookmarkEnd w:id="44"/>
    </w:p>
    <w:p w:rsidRPr="00126412" w:rsidR="00E902EC" w:rsidP="00E902EC" w:rsidRDefault="00E902EC" w14:paraId="7C4073D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rsidRPr="00126412" w:rsidR="00E902EC" w:rsidP="00E902EC" w:rsidRDefault="00E902EC" w14:paraId="7C4073D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rsidRPr="00126412" w:rsidR="00E902EC" w:rsidP="00E902EC" w:rsidRDefault="00E902EC" w14:paraId="7C4073D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Pr="00126412" w:rsidR="00E902EC" w:rsidP="00E902EC" w:rsidRDefault="00E902EC" w14:paraId="7C4073D9"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rsidR="00E902EC" w:rsidP="00E902EC" w:rsidRDefault="00E902EC" w14:paraId="7C4073D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Pr="008E2F07" w:rsidR="00E902EC" w:rsidP="00E902EC" w:rsidRDefault="00E902EC" w14:paraId="7C4073DB" w14:textId="77777777">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rsidRPr="00126412" w:rsidR="00E902EC" w:rsidP="00E902EC" w:rsidRDefault="00E902EC" w14:paraId="7C4073D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rsidRPr="00126412" w:rsidR="00E902EC" w:rsidP="00E902EC" w:rsidRDefault="00E902EC" w14:paraId="7C4073D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rsidRPr="00126412" w:rsidR="00E902EC" w:rsidP="00E902EC" w:rsidRDefault="00E902EC" w14:paraId="7C4073DE"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1" w:id="45"/>
      <w:r w:rsidRPr="00126412">
        <w:rPr>
          <w:rFonts w:eastAsia="Times New Roman" w:cs="Times New Roman"/>
          <w:b/>
          <w:lang w:eastAsia="cs-CZ"/>
        </w:rPr>
        <w:lastRenderedPageBreak/>
        <w:t>OBECNÁ ODPOVĚDNOST ZHOTOVITELE</w:t>
      </w:r>
      <w:bookmarkEnd w:id="45"/>
    </w:p>
    <w:p w:rsidRPr="00126412" w:rsidR="00E902EC" w:rsidP="00E902EC" w:rsidRDefault="00E902EC" w14:paraId="7C4073D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Pr="00126412" w:rsidR="00E902EC" w:rsidP="00E902EC" w:rsidRDefault="00E902EC" w14:paraId="7C4073E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Pr="00126412" w:rsidR="00E902EC" w:rsidP="00E902EC" w:rsidRDefault="00E902EC" w14:paraId="7C4073E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rsidRPr="00126412" w:rsidR="00E902EC" w:rsidP="00E902EC" w:rsidRDefault="00E902EC" w14:paraId="7C4073E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Pr="00126412" w:rsidR="00E902EC" w:rsidP="00E902EC" w:rsidRDefault="00E902EC" w14:paraId="7C4073E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Pr="00126412" w:rsidR="00E902EC" w:rsidP="00E902EC" w:rsidRDefault="00E902EC" w14:paraId="7C4073E4"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2" w:id="46"/>
      <w:r w:rsidRPr="00126412">
        <w:rPr>
          <w:rFonts w:eastAsia="Times New Roman" w:cs="Times New Roman"/>
          <w:b/>
          <w:lang w:eastAsia="cs-CZ"/>
        </w:rPr>
        <w:t>ODSTOUPENÍ OD SMLOUVY O DÍLO</w:t>
      </w:r>
      <w:bookmarkEnd w:id="46"/>
    </w:p>
    <w:p w:rsidRPr="00126412" w:rsidR="00E902EC" w:rsidP="00E902EC" w:rsidRDefault="00E902EC" w14:paraId="7C4073E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rsidRPr="00126412" w:rsidR="00E902EC" w:rsidP="00E902EC" w:rsidRDefault="00E902EC" w14:paraId="7C4073E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Pr="00126412" w:rsidR="00E902EC" w:rsidP="00E902EC" w:rsidRDefault="00E902EC" w14:paraId="7C4073E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rsidRPr="00126412" w:rsidR="00E902EC" w:rsidP="00E902EC" w:rsidRDefault="00E902EC" w14:paraId="7C4073E8"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rsidRPr="00126412" w:rsidR="00E902EC" w:rsidP="00E902EC" w:rsidRDefault="00E902EC" w14:paraId="7C4073E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rsidRPr="00126412" w:rsidR="00E902EC" w:rsidP="00E902EC" w:rsidRDefault="00E902EC" w14:paraId="7C4073EA"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rsidRPr="00126412" w:rsidR="00E902EC" w:rsidP="00E902EC" w:rsidRDefault="00E902EC" w14:paraId="7C4073EB"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rsidRPr="00126412" w:rsidR="00E902EC" w:rsidP="00E902EC" w:rsidRDefault="00E902EC" w14:paraId="7C4073EC"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rsidRPr="00126412" w:rsidR="00E902EC" w:rsidP="00E902EC" w:rsidRDefault="00E902EC" w14:paraId="7C4073ED"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rsidRPr="00126412" w:rsidR="00E902EC" w:rsidP="00E902EC" w:rsidRDefault="00E902EC" w14:paraId="7C4073EE"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rsidRPr="00126412" w:rsidR="00E902EC" w:rsidP="00E902EC" w:rsidRDefault="00E902EC" w14:paraId="7C4073E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rsidRPr="00126412" w:rsidR="00E902EC" w:rsidP="00E902EC" w:rsidRDefault="00E902EC" w14:paraId="7C4073F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rsidRPr="00126412" w:rsidR="00E902EC" w:rsidP="00E902EC" w:rsidRDefault="00E902EC" w14:paraId="7C4073F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Pr="00126412" w:rsidR="00E902EC" w:rsidP="00E902EC" w:rsidRDefault="00E902EC" w14:paraId="7C4073F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rsidRPr="00126412" w:rsidR="00E902EC" w:rsidP="00E902EC" w:rsidRDefault="00E902EC" w14:paraId="7C4073F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Pr="00126412" w:rsidR="00E902EC" w:rsidP="00E902EC" w:rsidRDefault="00E902EC" w14:paraId="7C4073F4"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Pr="00126412" w:rsidR="00E902EC" w:rsidP="00E902EC" w:rsidRDefault="00E902EC" w14:paraId="7C4073F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Pr="00126412" w:rsidR="00E902EC" w:rsidP="00E902EC" w:rsidRDefault="00E902EC" w14:paraId="7C4073F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Pr="00126412" w:rsidR="00E902EC" w:rsidP="00E902EC" w:rsidRDefault="00E902EC" w14:paraId="7C4073F7"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rsidRPr="00126412" w:rsidR="00E902EC" w:rsidP="00E902EC" w:rsidRDefault="00E902EC" w14:paraId="7C4073F8" w14:textId="77777777">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name="_Toc463854373" w:id="47"/>
      <w:r w:rsidRPr="00126412">
        <w:rPr>
          <w:rFonts w:eastAsia="Times New Roman" w:cs="Times New Roman"/>
          <w:b/>
          <w:lang w:eastAsia="cs-CZ"/>
        </w:rPr>
        <w:t>OSTATNÍ UJEDNÁNÍ</w:t>
      </w:r>
      <w:bookmarkEnd w:id="47"/>
    </w:p>
    <w:p w:rsidRPr="00126412" w:rsidR="00E902EC" w:rsidP="00E902EC" w:rsidRDefault="00E902EC" w14:paraId="7C4073F9" w14:textId="77777777">
      <w:pPr>
        <w:overflowPunct w:val="0"/>
        <w:autoSpaceDE w:val="0"/>
        <w:autoSpaceDN w:val="0"/>
        <w:adjustRightInd w:val="0"/>
        <w:spacing w:after="0" w:line="276" w:lineRule="auto"/>
        <w:ind w:left="567"/>
        <w:textAlignment w:val="baseline"/>
        <w:rPr>
          <w:rFonts w:eastAsia="Times New Roman" w:cs="Times New Roman"/>
          <w:b/>
          <w:lang w:eastAsia="cs-CZ"/>
        </w:rPr>
      </w:pPr>
      <w:bookmarkStart w:name="_Ref380406284" w:id="48"/>
      <w:r w:rsidRPr="00126412">
        <w:rPr>
          <w:rFonts w:eastAsia="Times New Roman" w:cs="Times New Roman"/>
          <w:b/>
          <w:lang w:eastAsia="cs-CZ"/>
        </w:rPr>
        <w:t>Částečné plnění</w:t>
      </w:r>
    </w:p>
    <w:p w:rsidRPr="00126412" w:rsidR="00E902EC" w:rsidP="00E902EC" w:rsidRDefault="00E902EC" w14:paraId="7C4073FA"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rsidRPr="00126412" w:rsidR="00E902EC" w:rsidP="00E902EC" w:rsidRDefault="00E902EC" w14:paraId="7C4073FB" w14:textId="77777777">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rsidRPr="00126412" w:rsidR="00E902EC" w:rsidP="00E902EC" w:rsidRDefault="00E902EC" w14:paraId="7C4073FC"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rsidRPr="00126412" w:rsidR="00E902EC" w:rsidP="00E902EC" w:rsidRDefault="00E902EC" w14:paraId="7C4073F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rsidRPr="00126412" w:rsidR="00E902EC" w:rsidP="00E902EC" w:rsidRDefault="00E902EC" w14:paraId="7C4073F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rsidRPr="00126412" w:rsidR="00E902EC" w:rsidP="00E902EC" w:rsidRDefault="00E902EC" w14:paraId="7C4073FF"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Pr="00126412" w:rsidR="00E902EC" w:rsidP="00E902EC" w:rsidRDefault="00E902EC" w14:paraId="7C407400"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rsidRPr="00126412" w:rsidR="00E902EC" w:rsidP="00E902EC" w:rsidRDefault="00E902EC" w14:paraId="7C407401"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Pr="00126412" w:rsidR="00E902EC" w:rsidP="00E902EC" w:rsidRDefault="00E902EC" w14:paraId="7C407402"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rsidRPr="00126412" w:rsidR="00E902EC" w:rsidP="00E902EC" w:rsidRDefault="00E902EC" w14:paraId="7C407403"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Pr="00126412" w:rsidR="00E902EC" w:rsidP="00E902EC" w:rsidRDefault="00E902EC" w14:paraId="7C407404"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rsidRPr="00126412" w:rsidR="00E902EC" w:rsidP="00E902EC" w:rsidRDefault="00E902EC" w14:paraId="7C407405"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Pr="00126412" w:rsidR="00E902EC" w:rsidP="00E902EC" w:rsidRDefault="00E902EC" w14:paraId="7C407406"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rsidRPr="00126412" w:rsidR="00E902EC" w:rsidP="00E902EC" w:rsidRDefault="00E902EC" w14:paraId="7C407407"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rsidRPr="00126412" w:rsidR="00E902EC" w:rsidP="00E902EC" w:rsidRDefault="00E902EC" w14:paraId="7C407408"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rsidRPr="00126412" w:rsidR="00E902EC" w:rsidP="00E902EC" w:rsidRDefault="00E902EC" w14:paraId="7C407409" w14:textId="77777777">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rsidRPr="00126412" w:rsidR="00E902EC" w:rsidP="00E902EC" w:rsidRDefault="00E902EC" w14:paraId="7C40740A"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rsidRPr="00126412" w:rsidR="00E902EC" w:rsidP="00E902EC" w:rsidRDefault="00E902EC" w14:paraId="7C40740B"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Pr="00126412" w:rsidR="00E902EC" w:rsidP="00E902EC" w:rsidRDefault="00E902EC" w14:paraId="7C40740C"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rsidRPr="00126412" w:rsidR="00E902EC" w:rsidP="00E902EC" w:rsidRDefault="00E902EC" w14:paraId="7C40740D"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rsidRPr="00126412" w:rsidR="00E902EC" w:rsidP="00E902EC" w:rsidRDefault="00E902EC" w14:paraId="7C40740E"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rsidRPr="00126412" w:rsidR="00E902EC" w:rsidP="00E902EC" w:rsidRDefault="00E902EC" w14:paraId="7C40740F" w14:textId="77777777">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rsidRPr="00126412" w:rsidR="00E902EC" w:rsidP="00E902EC" w:rsidRDefault="00E902EC" w14:paraId="7C407410"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rsidRPr="00126412" w:rsidR="00E902EC" w:rsidP="00E902EC" w:rsidRDefault="00E902EC" w14:paraId="7C407411" w14:textId="77777777">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rsidRPr="00126412" w:rsidR="00E902EC" w:rsidP="00E902EC" w:rsidRDefault="00E902EC" w14:paraId="7C407412" w14:textId="77777777">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E902EC" w:rsidP="00E902EC" w:rsidRDefault="00E902EC" w14:paraId="7C407413"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DD71404"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F278B8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B1FC17B"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C4E81E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3ADB067D"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7F94B562"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06FF77DA" w14:textId="77777777">
      <w:pPr>
        <w:overflowPunct w:val="0"/>
        <w:autoSpaceDE w:val="0"/>
        <w:autoSpaceDN w:val="0"/>
        <w:adjustRightInd w:val="0"/>
        <w:spacing w:after="0" w:line="276" w:lineRule="auto"/>
        <w:textAlignment w:val="baseline"/>
        <w:rPr>
          <w:rFonts w:eastAsia="Times New Roman" w:cs="Times New Roman"/>
          <w:lang w:eastAsia="cs-CZ"/>
        </w:rPr>
      </w:pPr>
    </w:p>
    <w:p w:rsidR="0080548D" w:rsidP="00E902EC" w:rsidRDefault="0080548D" w14:paraId="11A5946E" w14:textId="77777777">
      <w:pPr>
        <w:overflowPunct w:val="0"/>
        <w:autoSpaceDE w:val="0"/>
        <w:autoSpaceDN w:val="0"/>
        <w:adjustRightInd w:val="0"/>
        <w:spacing w:after="0" w:line="276" w:lineRule="auto"/>
        <w:textAlignment w:val="baseline"/>
        <w:rPr>
          <w:rFonts w:eastAsia="Times New Roman" w:cs="Times New Roman"/>
          <w:lang w:eastAsia="cs-CZ"/>
        </w:rPr>
      </w:pPr>
    </w:p>
    <w:p w:rsidRPr="00126412" w:rsidR="0080548D" w:rsidP="00E902EC" w:rsidRDefault="0080548D" w14:paraId="183BF636" w14:textId="77777777">
      <w:pPr>
        <w:overflowPunct w:val="0"/>
        <w:autoSpaceDE w:val="0"/>
        <w:autoSpaceDN w:val="0"/>
        <w:adjustRightInd w:val="0"/>
        <w:spacing w:after="0" w:line="276" w:lineRule="auto"/>
        <w:textAlignment w:val="baseline"/>
        <w:rPr>
          <w:rFonts w:eastAsia="Times New Roman" w:cs="Times New Roman"/>
          <w:lang w:eastAsia="cs-CZ"/>
        </w:rPr>
      </w:pPr>
    </w:p>
    <w:p w:rsidRPr="0067331D" w:rsidR="0080548D" w:rsidP="0080548D" w:rsidRDefault="0080548D" w14:paraId="597165B6" w14:textId="77777777">
      <w:pPr>
        <w:keepLines/>
        <w:jc w:val="both"/>
        <w:rPr>
          <w:rFonts w:ascii="Calibri" w:hAnsi="Calibri"/>
          <w:sz w:val="22"/>
          <w:szCs w:val="22"/>
        </w:rPr>
      </w:pPr>
      <w:r w:rsidRPr="0067331D">
        <w:rPr>
          <w:rFonts w:ascii="Calibri" w:hAnsi="Calibri"/>
          <w:sz w:val="22"/>
          <w:szCs w:val="22"/>
        </w:rPr>
        <w:lastRenderedPageBreak/>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80548D" w:rsidP="0080548D" w:rsidRDefault="0080548D" w14:paraId="6E57D500" w14:textId="77777777">
      <w:pPr>
        <w:keepLines/>
        <w:jc w:val="both"/>
        <w:rPr>
          <w:rFonts w:ascii="Calibri" w:hAnsi="Calibri"/>
          <w:b/>
          <w:sz w:val="22"/>
          <w:szCs w:val="22"/>
        </w:rPr>
      </w:pPr>
    </w:p>
    <w:p w:rsidR="0080548D" w:rsidP="0080548D" w:rsidRDefault="0080548D" w14:paraId="3A9351B1" w14:textId="77777777">
      <w:pPr>
        <w:keepLines/>
        <w:rPr>
          <w:b/>
        </w:rPr>
      </w:pPr>
    </w:p>
    <w:p w:rsidR="0080548D" w:rsidP="0080548D" w:rsidRDefault="0080548D" w14:paraId="40B1D455" w14:textId="77777777">
      <w:pPr>
        <w:keepLines/>
        <w:rPr>
          <w:b/>
        </w:rPr>
      </w:pPr>
    </w:p>
    <w:p w:rsidR="0080548D" w:rsidP="0080548D" w:rsidRDefault="0080548D" w14:paraId="012BA357" w14:textId="77777777">
      <w:pPr>
        <w:keepLines/>
        <w:rPr>
          <w:b/>
        </w:rPr>
      </w:pPr>
    </w:p>
    <w:p w:rsidRPr="000968B4" w:rsidR="0080548D" w:rsidP="0080548D" w:rsidRDefault="0080548D" w14:paraId="0225E7A6" w14:textId="77777777">
      <w:pPr>
        <w:keepLines/>
        <w:rPr>
          <w:rFonts w:ascii="Calibri" w:hAnsi="Calibri"/>
          <w:sz w:val="22"/>
          <w:szCs w:val="22"/>
        </w:rPr>
      </w:pPr>
      <w:r>
        <w:rPr>
          <w:b/>
        </w:rPr>
        <w:t>__________________________</w:t>
      </w:r>
      <w:r>
        <w:rPr>
          <w:b/>
        </w:rPr>
        <w:tab/>
      </w:r>
      <w:r>
        <w:rPr>
          <w:b/>
        </w:rPr>
        <w:tab/>
      </w:r>
      <w:r>
        <w:rPr>
          <w:b/>
        </w:rPr>
        <w:tab/>
        <w:t>__________________________</w:t>
      </w:r>
    </w:p>
    <w:p w:rsidR="0080548D" w:rsidP="0080548D" w:rsidRDefault="0080548D" w14:paraId="033470C6" w14:textId="77777777">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Pr="00126412" w:rsidR="00E902EC" w:rsidP="00E902EC" w:rsidRDefault="00E902EC" w14:paraId="7C407414" w14:textId="77777777">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rsidRPr="00126412" w:rsidR="00E902EC" w:rsidP="00E902EC" w:rsidRDefault="00E902EC" w14:paraId="7C407415" w14:textId="77777777">
      <w:pPr>
        <w:overflowPunct w:val="0"/>
        <w:autoSpaceDE w:val="0"/>
        <w:autoSpaceDN w:val="0"/>
        <w:adjustRightInd w:val="0"/>
        <w:spacing w:after="0" w:line="276" w:lineRule="auto"/>
        <w:textAlignment w:val="baseline"/>
        <w:rPr>
          <w:rFonts w:eastAsia="Times New Roman" w:cs="Times New Roman"/>
          <w:lang w:eastAsia="cs-CZ"/>
        </w:rPr>
      </w:pPr>
    </w:p>
    <w:sectPr w:rsidRPr="00126412" w:rsidR="00E902EC"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2F6221" w14:textId="77777777" w:rsidR="00B6741E" w:rsidRDefault="00B6741E" w:rsidP="00962258">
      <w:pPr>
        <w:spacing w:after="0" w:line="240" w:lineRule="auto"/>
      </w:pPr>
      <w:r>
        <w:separator/>
      </w:r>
    </w:p>
  </w:endnote>
  <w:endnote w:type="continuationSeparator" w:id="0">
    <w:p w14:paraId="4E140A88" w14:textId="77777777" w:rsidR="00B6741E" w:rsidRDefault="00B674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7C40741F" w14:textId="77777777" w:rsidTr="006331B8">
      <w:trPr>
        <w:trHeight w:val="2239"/>
      </w:trPr>
      <w:tc>
        <w:tcPr>
          <w:tcW w:w="5980" w:type="dxa"/>
        </w:tcPr>
        <w:p w14:paraId="7C40741E" w14:textId="77777777" w:rsidR="00E45417" w:rsidRPr="00331E6D" w:rsidRDefault="00E45417" w:rsidP="00331E6D">
          <w:pPr>
            <w:pStyle w:val="Zpat"/>
            <w:spacing w:before="320"/>
            <w:rPr>
              <w:b/>
              <w:sz w:val="30"/>
              <w:szCs w:val="30"/>
            </w:rPr>
          </w:pPr>
        </w:p>
      </w:tc>
    </w:tr>
  </w:tbl>
  <w:p w14:paraId="7C407420"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25" w14:textId="77777777" w:rsidTr="00C13DF2">
      <w:tc>
        <w:tcPr>
          <w:tcW w:w="1361" w:type="dxa"/>
          <w:tcMar>
            <w:left w:w="0" w:type="dxa"/>
            <w:right w:w="0" w:type="dxa"/>
          </w:tcMar>
          <w:vAlign w:val="bottom"/>
        </w:tcPr>
        <w:p w14:paraId="7C407421"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22"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7C407423" w14:textId="77777777" w:rsidR="006331B8" w:rsidRPr="006331B8" w:rsidRDefault="006331B8" w:rsidP="006331B8">
          <w:pPr>
            <w:tabs>
              <w:tab w:val="center" w:pos="4536"/>
              <w:tab w:val="right" w:pos="9072"/>
            </w:tabs>
            <w:rPr>
              <w:sz w:val="12"/>
            </w:rPr>
          </w:pPr>
        </w:p>
      </w:tc>
      <w:tc>
        <w:tcPr>
          <w:tcW w:w="2921" w:type="dxa"/>
        </w:tcPr>
        <w:p w14:paraId="7C407424" w14:textId="77777777" w:rsidR="006331B8" w:rsidRPr="006331B8" w:rsidRDefault="006331B8" w:rsidP="006331B8">
          <w:pPr>
            <w:tabs>
              <w:tab w:val="center" w:pos="4536"/>
              <w:tab w:val="right" w:pos="9072"/>
            </w:tabs>
            <w:rPr>
              <w:sz w:val="12"/>
            </w:rPr>
          </w:pPr>
        </w:p>
      </w:tc>
    </w:tr>
  </w:tbl>
  <w:p w14:paraId="7C407426"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7C40743E" wp14:editId="7C40743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792DB7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7C407440" wp14:editId="7C40744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CB86E3"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7C407427" w14:textId="77777777" w:rsidR="006331B8" w:rsidRDefault="006331B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7C40743A" w14:textId="77777777" w:rsidTr="00C13DF2">
      <w:tc>
        <w:tcPr>
          <w:tcW w:w="1361" w:type="dxa"/>
          <w:tcMar>
            <w:left w:w="0" w:type="dxa"/>
            <w:right w:w="0" w:type="dxa"/>
          </w:tcMar>
          <w:vAlign w:val="bottom"/>
        </w:tcPr>
        <w:p w14:paraId="7C407433" w14:textId="7777777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93519C">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93519C">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7C407434"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7C407435"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7C407436"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7C407437" w14:textId="77777777" w:rsidR="006331B8" w:rsidRPr="006331B8" w:rsidRDefault="006331B8" w:rsidP="006331B8">
          <w:pPr>
            <w:tabs>
              <w:tab w:val="center" w:pos="4536"/>
              <w:tab w:val="right" w:pos="9072"/>
            </w:tabs>
            <w:rPr>
              <w:sz w:val="12"/>
            </w:rPr>
          </w:pPr>
          <w:r w:rsidRPr="006331B8">
            <w:rPr>
              <w:sz w:val="12"/>
            </w:rPr>
            <w:t>IČ: 709 94 234 DIČ: CZ 709 94 234</w:t>
          </w:r>
        </w:p>
        <w:p w14:paraId="7C407438"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7C407439" w14:textId="77777777" w:rsidR="006331B8" w:rsidRPr="006331B8" w:rsidRDefault="006331B8" w:rsidP="006331B8">
          <w:pPr>
            <w:tabs>
              <w:tab w:val="center" w:pos="4536"/>
              <w:tab w:val="right" w:pos="9072"/>
            </w:tabs>
            <w:rPr>
              <w:sz w:val="12"/>
            </w:rPr>
          </w:pPr>
        </w:p>
      </w:tc>
    </w:tr>
  </w:tbl>
  <w:p w14:paraId="7C40743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7C407444" wp14:editId="7C4074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3C164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7C407446" wp14:editId="7C40744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CBA8CC7"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7C40743C" w14:textId="77777777" w:rsidR="006331B8" w:rsidRPr="006331B8" w:rsidRDefault="006331B8" w:rsidP="006331B8">
    <w:pPr>
      <w:tabs>
        <w:tab w:val="center" w:pos="4536"/>
        <w:tab w:val="right" w:pos="9072"/>
      </w:tabs>
      <w:spacing w:after="0" w:line="240" w:lineRule="auto"/>
      <w:rPr>
        <w:sz w:val="2"/>
        <w:szCs w:val="2"/>
      </w:rPr>
    </w:pPr>
  </w:p>
  <w:p w14:paraId="7C40743D" w14:textId="77777777" w:rsidR="006331B8" w:rsidRDefault="006331B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69F97A" w14:textId="77777777" w:rsidR="00B6741E" w:rsidRDefault="00B6741E" w:rsidP="00193398">
      <w:pPr>
        <w:spacing w:before="240" w:after="0" w:line="240" w:lineRule="auto"/>
      </w:pPr>
      <w:r>
        <w:separator/>
      </w:r>
    </w:p>
  </w:footnote>
  <w:footnote w:type="continuationSeparator" w:id="0">
    <w:p w14:paraId="27D93627" w14:textId="77777777" w:rsidR="00B6741E" w:rsidRDefault="00B6741E" w:rsidP="00193398">
      <w:pPr>
        <w:spacing w:before="24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A" w14:textId="77777777" w:rsidR="0016634D" w:rsidRDefault="0016634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0741B" w14:textId="77777777" w:rsidR="006331B8" w:rsidRPr="00D6163D" w:rsidRDefault="006331B8" w:rsidP="006331B8">
    <w:pPr>
      <w:pStyle w:val="Zhlav"/>
      <w:rPr>
        <w:sz w:val="8"/>
        <w:szCs w:val="8"/>
      </w:rPr>
    </w:pPr>
  </w:p>
  <w:p w14:paraId="7C40741C" w14:textId="77777777" w:rsidR="006331B8" w:rsidRPr="00460660" w:rsidRDefault="006331B8" w:rsidP="006331B8">
    <w:pPr>
      <w:pStyle w:val="Zhlav"/>
      <w:rPr>
        <w:sz w:val="2"/>
        <w:szCs w:val="2"/>
      </w:rPr>
    </w:pPr>
  </w:p>
  <w:p w14:paraId="7C40741D" w14:textId="77777777" w:rsidR="006331B8" w:rsidRDefault="006331B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7C40742B" w14:textId="77777777" w:rsidTr="00BD42BB">
      <w:trPr>
        <w:trHeight w:hRule="exact" w:val="936"/>
      </w:trPr>
      <w:tc>
        <w:tcPr>
          <w:tcW w:w="1361" w:type="dxa"/>
          <w:tcMar>
            <w:left w:w="0" w:type="dxa"/>
            <w:right w:w="0" w:type="dxa"/>
          </w:tcMar>
        </w:tcPr>
        <w:p w14:paraId="7C407428"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7C407442" wp14:editId="7C407443">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C407429" w14:textId="77777777" w:rsidR="006331B8" w:rsidRDefault="006331B8" w:rsidP="006331B8">
          <w:pPr>
            <w:pStyle w:val="Zpat"/>
            <w:ind w:left="-1276"/>
          </w:pPr>
        </w:p>
      </w:tc>
      <w:tc>
        <w:tcPr>
          <w:tcW w:w="5698" w:type="dxa"/>
          <w:shd w:val="clear" w:color="auto" w:fill="auto"/>
          <w:tcMar>
            <w:left w:w="0" w:type="dxa"/>
            <w:right w:w="0" w:type="dxa"/>
          </w:tcMar>
        </w:tcPr>
        <w:p w14:paraId="7C40742A" w14:textId="77777777" w:rsidR="006331B8" w:rsidRPr="00D6163D" w:rsidRDefault="006331B8" w:rsidP="006331B8">
          <w:pPr>
            <w:pStyle w:val="Druhdokumentu"/>
          </w:pPr>
        </w:p>
      </w:tc>
    </w:tr>
    <w:tr w:rsidR="006331B8" w14:paraId="7C40742F" w14:textId="77777777" w:rsidTr="00BD42BB">
      <w:trPr>
        <w:trHeight w:hRule="exact" w:val="318"/>
      </w:trPr>
      <w:tc>
        <w:tcPr>
          <w:tcW w:w="1361" w:type="dxa"/>
          <w:tcMar>
            <w:left w:w="0" w:type="dxa"/>
            <w:right w:w="0" w:type="dxa"/>
          </w:tcMar>
        </w:tcPr>
        <w:p w14:paraId="7C40742C"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7C40742D" w14:textId="77777777" w:rsidR="006331B8" w:rsidRDefault="006331B8" w:rsidP="006331B8">
          <w:pPr>
            <w:pStyle w:val="Zpat"/>
            <w:ind w:left="-1276"/>
          </w:pPr>
        </w:p>
      </w:tc>
      <w:tc>
        <w:tcPr>
          <w:tcW w:w="5698" w:type="dxa"/>
          <w:shd w:val="clear" w:color="auto" w:fill="auto"/>
          <w:tcMar>
            <w:left w:w="0" w:type="dxa"/>
            <w:right w:w="0" w:type="dxa"/>
          </w:tcMar>
        </w:tcPr>
        <w:p w14:paraId="7C40742E" w14:textId="77777777" w:rsidR="006331B8" w:rsidRPr="00D6163D" w:rsidRDefault="006331B8" w:rsidP="006331B8">
          <w:pPr>
            <w:pStyle w:val="Druhdokumentu"/>
          </w:pPr>
        </w:p>
      </w:tc>
    </w:tr>
  </w:tbl>
  <w:p w14:paraId="7C407430" w14:textId="77777777" w:rsidR="006331B8" w:rsidRPr="00D6163D" w:rsidRDefault="006331B8" w:rsidP="006331B8">
    <w:pPr>
      <w:pStyle w:val="Zhlav"/>
      <w:rPr>
        <w:sz w:val="8"/>
        <w:szCs w:val="8"/>
      </w:rPr>
    </w:pPr>
  </w:p>
  <w:p w14:paraId="7C407431" w14:textId="77777777" w:rsidR="006331B8" w:rsidRPr="00460660" w:rsidRDefault="006331B8" w:rsidP="006331B8">
    <w:pPr>
      <w:pStyle w:val="Zhlav"/>
      <w:rPr>
        <w:sz w:val="2"/>
        <w:szCs w:val="2"/>
      </w:rPr>
    </w:pPr>
  </w:p>
  <w:p w14:paraId="7C407432" w14:textId="77777777" w:rsidR="006331B8" w:rsidRPr="006331B8" w:rsidRDefault="006331B8" w:rsidP="006331B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8A0A2E"/>
    <w:lvl w:ilvl="0">
      <w:start w:val="1"/>
      <w:numFmt w:val="decimal"/>
      <w:lvlText w:val="%1."/>
      <w:lvlJc w:val="left"/>
      <w:pPr>
        <w:tabs>
          <w:tab w:val="num" w:pos="1492"/>
        </w:tabs>
        <w:ind w:left="1492" w:hanging="360"/>
      </w:pPr>
    </w:lvl>
  </w:abstractNum>
  <w:abstractNum w:abstractNumId="1">
    <w:nsid w:val="FFFFFF7D"/>
    <w:multiLevelType w:val="singleLevel"/>
    <w:tmpl w:val="FCEC777A"/>
    <w:lvl w:ilvl="0">
      <w:start w:val="1"/>
      <w:numFmt w:val="decimal"/>
      <w:lvlText w:val="%1."/>
      <w:lvlJc w:val="left"/>
      <w:pPr>
        <w:tabs>
          <w:tab w:val="num" w:pos="1209"/>
        </w:tabs>
        <w:ind w:left="1209" w:hanging="360"/>
      </w:pPr>
    </w:lvl>
  </w:abstractNum>
  <w:abstractNum w:abstractNumId="2">
    <w:nsid w:val="FFFFFF7E"/>
    <w:multiLevelType w:val="singleLevel"/>
    <w:tmpl w:val="D116B652"/>
    <w:lvl w:ilvl="0">
      <w:start w:val="1"/>
      <w:numFmt w:val="decimal"/>
      <w:lvlText w:val="%1."/>
      <w:lvlJc w:val="left"/>
      <w:pPr>
        <w:tabs>
          <w:tab w:val="num" w:pos="926"/>
        </w:tabs>
        <w:ind w:left="926" w:hanging="360"/>
      </w:pPr>
    </w:lvl>
  </w:abstractNum>
  <w:abstractNum w:abstractNumId="3">
    <w:nsid w:val="FFFFFF7F"/>
    <w:multiLevelType w:val="singleLevel"/>
    <w:tmpl w:val="ACA260E8"/>
    <w:lvl w:ilvl="0">
      <w:start w:val="1"/>
      <w:numFmt w:val="decimal"/>
      <w:lvlText w:val="%1."/>
      <w:lvlJc w:val="left"/>
      <w:pPr>
        <w:tabs>
          <w:tab w:val="num" w:pos="643"/>
        </w:tabs>
        <w:ind w:left="643" w:hanging="360"/>
      </w:pPr>
    </w:lvl>
  </w:abstractNum>
  <w:abstractNum w:abstractNumId="4">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E66DBC"/>
    <w:lvl w:ilvl="0">
      <w:start w:val="1"/>
      <w:numFmt w:val="decimal"/>
      <w:lvlText w:val="%1."/>
      <w:lvlJc w:val="left"/>
      <w:pPr>
        <w:tabs>
          <w:tab w:val="num" w:pos="360"/>
        </w:tabs>
        <w:ind w:left="360" w:hanging="360"/>
      </w:pPr>
    </w:lvl>
  </w:abstractNum>
  <w:abstractNum w:abstractNumId="9">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nsid w:val="0CEC6D70"/>
    <w:multiLevelType w:val="multilevel"/>
    <w:tmpl w:val="0D34D660"/>
    <w:numStyleLink w:val="ListBulletmultilevel"/>
  </w:abstractNum>
  <w:abstractNum w:abstractNumId="13">
    <w:nsid w:val="11C44B5B"/>
    <w:multiLevelType w:val="multilevel"/>
    <w:tmpl w:val="CABE99FC"/>
    <w:numStyleLink w:val="ListNumbermultilevel"/>
  </w:abstractNum>
  <w:abstractNum w:abstractNumId="1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nsid w:val="1C7A3187"/>
    <w:multiLevelType w:val="multilevel"/>
    <w:tmpl w:val="CABE99FC"/>
    <w:numStyleLink w:val="ListNumbermultilevel"/>
  </w:abstractNum>
  <w:abstractNum w:abstractNumId="16">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BF76403"/>
    <w:multiLevelType w:val="multilevel"/>
    <w:tmpl w:val="0D34D660"/>
    <w:numStyleLink w:val="ListBulletmultilevel"/>
  </w:abstractNum>
  <w:abstractNum w:abstractNumId="19">
    <w:nsid w:val="34EE549F"/>
    <w:multiLevelType w:val="multilevel"/>
    <w:tmpl w:val="CABE99FC"/>
    <w:numStyleLink w:val="ListNumbermultilevel"/>
  </w:abstractNum>
  <w:abstractNum w:abstractNumId="2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nsid w:val="6E347E82"/>
    <w:multiLevelType w:val="multilevel"/>
    <w:tmpl w:val="CABE99FC"/>
    <w:numStyleLink w:val="ListNumbermultilevel"/>
  </w:abstractNum>
  <w:abstractNum w:abstractNumId="24">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4070991"/>
    <w:multiLevelType w:val="multilevel"/>
    <w:tmpl w:val="CABE99FC"/>
    <w:numStyleLink w:val="ListNumbermultilevel"/>
  </w:abstractNum>
  <w:abstractNum w:abstractNumId="26">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gutterAtTop/>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72C1E"/>
    <w:rsid w:val="00081652"/>
    <w:rsid w:val="00095E60"/>
    <w:rsid w:val="000B1FCB"/>
    <w:rsid w:val="000B4EB8"/>
    <w:rsid w:val="000C41F2"/>
    <w:rsid w:val="000D22C4"/>
    <w:rsid w:val="000D27D1"/>
    <w:rsid w:val="000F2A5F"/>
    <w:rsid w:val="00114472"/>
    <w:rsid w:val="001150F2"/>
    <w:rsid w:val="00120D55"/>
    <w:rsid w:val="0014707C"/>
    <w:rsid w:val="001517B3"/>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1432C"/>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34464"/>
    <w:rsid w:val="00743525"/>
    <w:rsid w:val="0076286B"/>
    <w:rsid w:val="00766846"/>
    <w:rsid w:val="0077673A"/>
    <w:rsid w:val="007846E1"/>
    <w:rsid w:val="007A5172"/>
    <w:rsid w:val="007B2700"/>
    <w:rsid w:val="007B570C"/>
    <w:rsid w:val="007C6854"/>
    <w:rsid w:val="007D0BD6"/>
    <w:rsid w:val="007D1B2B"/>
    <w:rsid w:val="007E3370"/>
    <w:rsid w:val="007E4A6E"/>
    <w:rsid w:val="007E5335"/>
    <w:rsid w:val="007F56A7"/>
    <w:rsid w:val="0080548D"/>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519C"/>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6741E"/>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4228D"/>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2A61"/>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072B0"/>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titul">
    <w:name w:val="Subtitle"/>
    <w:basedOn w:val="Normln"/>
    <w:next w:val="Normln"/>
    <w:link w:val="Podtitul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1E7A071C-2A4E-425B-B8B7-1C1D8003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18</Pages>
  <Words>8520</Words>
  <Characters>50268</Characters>
  <Application>Microsoft Office Word</Application>
  <DocSecurity>0</DocSecurity>
  <Lines>418</Lines>
  <Paragraphs>117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Navrátil David, Bc.</cp:lastModifiedBy>
  <cp:revision>3</cp:revision>
  <cp:lastPrinted>2017-11-27T16:01:00Z</cp:lastPrinted>
  <dcterms:created xsi:type="dcterms:W3CDTF">2020-01-23T08:44:00Z</dcterms:created>
  <dcterms:modified xsi:type="dcterms:W3CDTF">2020-01-23T08:44:00Z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