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488D38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92FA4">
        <w:rPr>
          <w:b/>
          <w:color w:val="FF5200" w:themeColor="accent2"/>
          <w:sz w:val="36"/>
          <w:szCs w:val="36"/>
        </w:rPr>
        <w:t>„</w:t>
      </w:r>
      <w:r w:rsidR="00DA6AEE" w:rsidRPr="00DA6AEE">
        <w:rPr>
          <w:b/>
          <w:color w:val="FF5200" w:themeColor="accent2"/>
          <w:sz w:val="36"/>
          <w:szCs w:val="36"/>
        </w:rPr>
        <w:t xml:space="preserve">Mazací prostředek k ošetřování kluzných stoliček a závěrů výhybek </w:t>
      </w:r>
      <w:r w:rsidR="00911C0D">
        <w:rPr>
          <w:b/>
          <w:color w:val="FF5200" w:themeColor="accent2"/>
          <w:sz w:val="36"/>
          <w:szCs w:val="36"/>
        </w:rPr>
        <w:t>Interflon</w:t>
      </w:r>
      <w:r w:rsidR="00DA6AEE" w:rsidRPr="00DA6AEE">
        <w:rPr>
          <w:b/>
          <w:color w:val="FF5200" w:themeColor="accent2"/>
          <w:sz w:val="36"/>
          <w:szCs w:val="36"/>
        </w:rPr>
        <w:t xml:space="preserve"> – 202</w:t>
      </w:r>
      <w:r w:rsidR="00DA6AEE">
        <w:rPr>
          <w:b/>
          <w:color w:val="FF5200" w:themeColor="accent2"/>
          <w:sz w:val="36"/>
          <w:szCs w:val="36"/>
        </w:rPr>
        <w:t>3</w:t>
      </w:r>
      <w:r w:rsidR="0031280B" w:rsidRPr="00F92FA4">
        <w:rPr>
          <w:b/>
          <w:color w:val="FF5200" w:themeColor="accent2"/>
          <w:sz w:val="36"/>
          <w:szCs w:val="36"/>
        </w:rPr>
        <w:t>“</w:t>
      </w:r>
      <w:r w:rsidR="000128D4" w:rsidRPr="00F92FA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11C0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1399</w:t>
      </w:r>
      <w:r w:rsidR="00F92FA4" w:rsidRP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</w:t>
      </w:r>
      <w:r w:rsidR="00911C0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</w:t>
      </w:r>
      <w:r w:rsid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813F5A2" w14:textId="77777777" w:rsidR="00DA6AEE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0C2F8EF" w14:textId="5CF40A39" w:rsidR="00DA6AEE" w:rsidRDefault="004E208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2004366" w:history="1">
            <w:r w:rsidR="00DA6AEE" w:rsidRPr="00B34A2B">
              <w:rPr>
                <w:rStyle w:val="Hypertextovodkaz"/>
                <w:noProof/>
              </w:rPr>
              <w:t>Kapitola 1.</w:t>
            </w:r>
            <w:r w:rsidR="00DA6AE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A6AEE" w:rsidRPr="00B34A2B">
              <w:rPr>
                <w:rStyle w:val="Hypertextovodkaz"/>
                <w:noProof/>
              </w:rPr>
              <w:t>Základní údaje k nabídce</w:t>
            </w:r>
            <w:r w:rsidR="00DA6AEE">
              <w:rPr>
                <w:noProof/>
                <w:webHidden/>
              </w:rPr>
              <w:tab/>
            </w:r>
            <w:r w:rsidR="00DA6AEE">
              <w:rPr>
                <w:noProof/>
                <w:webHidden/>
              </w:rPr>
              <w:fldChar w:fldCharType="begin"/>
            </w:r>
            <w:r w:rsidR="00DA6AEE">
              <w:rPr>
                <w:noProof/>
                <w:webHidden/>
              </w:rPr>
              <w:instrText xml:space="preserve"> PAGEREF _Toc122004366 \h </w:instrText>
            </w:r>
            <w:r w:rsidR="00DA6AEE">
              <w:rPr>
                <w:noProof/>
                <w:webHidden/>
              </w:rPr>
            </w:r>
            <w:r w:rsidR="00DA6A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DA6AEE">
              <w:rPr>
                <w:noProof/>
                <w:webHidden/>
              </w:rPr>
              <w:fldChar w:fldCharType="end"/>
            </w:r>
          </w:hyperlink>
        </w:p>
        <w:p w14:paraId="52D49B53" w14:textId="04AD2BB2" w:rsidR="00DA6AEE" w:rsidRDefault="004E208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2004367" w:history="1">
            <w:r w:rsidR="00DA6AEE" w:rsidRPr="00B34A2B">
              <w:rPr>
                <w:rStyle w:val="Hypertextovodkaz"/>
                <w:noProof/>
              </w:rPr>
              <w:t>Kapitola 2.</w:t>
            </w:r>
            <w:r w:rsidR="00DA6AE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A6AEE" w:rsidRPr="00B34A2B">
              <w:rPr>
                <w:rStyle w:val="Hypertextovodkaz"/>
                <w:noProof/>
              </w:rPr>
              <w:t>Čestné prohlášení o splnění základní způsobilosti</w:t>
            </w:r>
            <w:r w:rsidR="00DA6AEE">
              <w:rPr>
                <w:noProof/>
                <w:webHidden/>
              </w:rPr>
              <w:tab/>
            </w:r>
            <w:r w:rsidR="00DA6AEE">
              <w:rPr>
                <w:noProof/>
                <w:webHidden/>
              </w:rPr>
              <w:fldChar w:fldCharType="begin"/>
            </w:r>
            <w:r w:rsidR="00DA6AEE">
              <w:rPr>
                <w:noProof/>
                <w:webHidden/>
              </w:rPr>
              <w:instrText xml:space="preserve"> PAGEREF _Toc122004367 \h </w:instrText>
            </w:r>
            <w:r w:rsidR="00DA6AEE">
              <w:rPr>
                <w:noProof/>
                <w:webHidden/>
              </w:rPr>
            </w:r>
            <w:r w:rsidR="00DA6A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A6AEE">
              <w:rPr>
                <w:noProof/>
                <w:webHidden/>
              </w:rPr>
              <w:fldChar w:fldCharType="end"/>
            </w:r>
          </w:hyperlink>
        </w:p>
        <w:p w14:paraId="4157A954" w14:textId="692AE733" w:rsidR="00DA6AEE" w:rsidRDefault="004E208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2004368" w:history="1">
            <w:r w:rsidR="00DA6AEE" w:rsidRPr="00B34A2B">
              <w:rPr>
                <w:rStyle w:val="Hypertextovodkaz"/>
                <w:noProof/>
              </w:rPr>
              <w:t>Kapitola 3.</w:t>
            </w:r>
            <w:r w:rsidR="00DA6AE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A6AEE" w:rsidRPr="00B34A2B">
              <w:rPr>
                <w:rStyle w:val="Hypertextovodkaz"/>
                <w:noProof/>
              </w:rPr>
              <w:t>Čestné prohlášení účastníka o střetu zájmů</w:t>
            </w:r>
            <w:r w:rsidR="00DA6AEE">
              <w:rPr>
                <w:noProof/>
                <w:webHidden/>
              </w:rPr>
              <w:tab/>
            </w:r>
            <w:r w:rsidR="00DA6AEE">
              <w:rPr>
                <w:noProof/>
                <w:webHidden/>
              </w:rPr>
              <w:fldChar w:fldCharType="begin"/>
            </w:r>
            <w:r w:rsidR="00DA6AEE">
              <w:rPr>
                <w:noProof/>
                <w:webHidden/>
              </w:rPr>
              <w:instrText xml:space="preserve"> PAGEREF _Toc122004368 \h </w:instrText>
            </w:r>
            <w:r w:rsidR="00DA6AEE">
              <w:rPr>
                <w:noProof/>
                <w:webHidden/>
              </w:rPr>
            </w:r>
            <w:r w:rsidR="00DA6A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A6AEE">
              <w:rPr>
                <w:noProof/>
                <w:webHidden/>
              </w:rPr>
              <w:fldChar w:fldCharType="end"/>
            </w:r>
          </w:hyperlink>
        </w:p>
        <w:p w14:paraId="5B07C937" w14:textId="1566D939" w:rsidR="00DA6AEE" w:rsidRDefault="004E208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2004369" w:history="1">
            <w:r w:rsidR="00DA6AEE" w:rsidRPr="00B34A2B">
              <w:rPr>
                <w:rStyle w:val="Hypertextovodkaz"/>
                <w:noProof/>
              </w:rPr>
              <w:t>Kapitola 4.</w:t>
            </w:r>
            <w:r w:rsidR="00DA6AE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A6AEE" w:rsidRPr="00B34A2B">
              <w:rPr>
                <w:rStyle w:val="Hypertextovodkaz"/>
                <w:noProof/>
              </w:rPr>
              <w:t>Čestné prohlášení účastníka k neuzavření zakázaných dohod</w:t>
            </w:r>
            <w:r w:rsidR="00DA6AEE">
              <w:rPr>
                <w:noProof/>
                <w:webHidden/>
              </w:rPr>
              <w:tab/>
            </w:r>
            <w:r w:rsidR="00DA6AEE">
              <w:rPr>
                <w:noProof/>
                <w:webHidden/>
              </w:rPr>
              <w:fldChar w:fldCharType="begin"/>
            </w:r>
            <w:r w:rsidR="00DA6AEE">
              <w:rPr>
                <w:noProof/>
                <w:webHidden/>
              </w:rPr>
              <w:instrText xml:space="preserve"> PAGEREF _Toc122004369 \h </w:instrText>
            </w:r>
            <w:r w:rsidR="00DA6AEE">
              <w:rPr>
                <w:noProof/>
                <w:webHidden/>
              </w:rPr>
            </w:r>
            <w:r w:rsidR="00DA6A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A6AEE">
              <w:rPr>
                <w:noProof/>
                <w:webHidden/>
              </w:rPr>
              <w:fldChar w:fldCharType="end"/>
            </w:r>
          </w:hyperlink>
        </w:p>
        <w:p w14:paraId="54BF2AAE" w14:textId="3BA1677F" w:rsidR="00DA6AEE" w:rsidRDefault="004E208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2004370" w:history="1">
            <w:r w:rsidR="00DA6AEE" w:rsidRPr="00B34A2B">
              <w:rPr>
                <w:rStyle w:val="Hypertextovodkaz"/>
                <w:rFonts w:eastAsia="Times New Roman"/>
                <w:noProof/>
              </w:rPr>
              <w:t>Kapitola 5.</w:t>
            </w:r>
            <w:r w:rsidR="00DA6AE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A6AEE" w:rsidRPr="00B34A2B">
              <w:rPr>
                <w:rStyle w:val="Hypertextovodkaz"/>
                <w:noProof/>
              </w:rPr>
              <w:t>Čestné</w:t>
            </w:r>
            <w:r w:rsidR="00DA6AEE" w:rsidRPr="00B34A2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DA6AEE">
              <w:rPr>
                <w:noProof/>
                <w:webHidden/>
              </w:rPr>
              <w:tab/>
            </w:r>
            <w:r w:rsidR="00DA6AEE">
              <w:rPr>
                <w:noProof/>
                <w:webHidden/>
              </w:rPr>
              <w:fldChar w:fldCharType="begin"/>
            </w:r>
            <w:r w:rsidR="00DA6AEE">
              <w:rPr>
                <w:noProof/>
                <w:webHidden/>
              </w:rPr>
              <w:instrText xml:space="preserve"> PAGEREF _Toc122004370 \h </w:instrText>
            </w:r>
            <w:r w:rsidR="00DA6AEE">
              <w:rPr>
                <w:noProof/>
                <w:webHidden/>
              </w:rPr>
            </w:r>
            <w:r w:rsidR="00DA6A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A6AEE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22004366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4064BE2" w14:textId="77777777" w:rsidR="00A93ACA" w:rsidRDefault="00A93ACA" w:rsidP="008B1A2C"/>
    <w:p w14:paraId="0191CDFC" w14:textId="77F52E83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F92FA4">
        <w:t xml:space="preserve">jako </w:t>
      </w:r>
      <w:r w:rsidR="000128D4" w:rsidRPr="00F92FA4">
        <w:rPr>
          <w:rFonts w:eastAsia="Times New Roman" w:cs="Times New Roman"/>
          <w:lang w:eastAsia="cs-CZ"/>
        </w:rPr>
        <w:t xml:space="preserve">podlimitní </w:t>
      </w:r>
      <w:r w:rsidR="00F92FA4" w:rsidRPr="00F92FA4">
        <w:rPr>
          <w:rFonts w:eastAsia="Times New Roman" w:cs="Times New Roman"/>
          <w:lang w:eastAsia="cs-CZ"/>
        </w:rPr>
        <w:t>sektorovou veřejnou zakázku</w:t>
      </w:r>
      <w:r w:rsidRPr="00F92FA4">
        <w:t>, jsou pravdivé</w:t>
      </w:r>
      <w:r w:rsidR="009771C9" w:rsidRPr="00F92FA4">
        <w:t>, úplné a odpovídají skutečnosti</w:t>
      </w:r>
      <w:r w:rsidRPr="00F92FA4">
        <w:t xml:space="preserve">. Účastník si je vědom důsledků záměrného uvedení nepravdivých údajů, které v rovině tohoto </w:t>
      </w:r>
      <w:r w:rsidR="00626DB3" w:rsidRPr="00F92FA4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04852647" w14:textId="77777777" w:rsidR="0039501E" w:rsidRDefault="0039501E" w:rsidP="0039501E">
      <w:r>
        <w:t xml:space="preserve">Nabídková cena za celý předpokládaný předmět plnění v Kč bez DPH: </w:t>
      </w:r>
      <w:r w:rsidRPr="00592903">
        <w:rPr>
          <w:highlight w:val="green"/>
        </w:rPr>
        <w:t>...</w:t>
      </w:r>
    </w:p>
    <w:p w14:paraId="1CAD1E65" w14:textId="77777777" w:rsidR="0039501E" w:rsidRDefault="0039501E" w:rsidP="008B1A2C">
      <w:pPr>
        <w:rPr>
          <w:b/>
        </w:rPr>
      </w:pPr>
    </w:p>
    <w:p w14:paraId="2915FC32" w14:textId="361AE4AC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267D5860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1B42DAC" w14:textId="6848EE4F" w:rsidR="0039501E" w:rsidRDefault="0039501E" w:rsidP="00996617">
      <w:pPr>
        <w:tabs>
          <w:tab w:val="left" w:pos="7125"/>
        </w:tabs>
        <w:spacing w:after="0"/>
      </w:pPr>
    </w:p>
    <w:p w14:paraId="50EB29D6" w14:textId="68B0C81D" w:rsidR="0039501E" w:rsidRDefault="0039501E" w:rsidP="00996617">
      <w:pPr>
        <w:tabs>
          <w:tab w:val="left" w:pos="7125"/>
        </w:tabs>
        <w:spacing w:after="0"/>
      </w:pPr>
    </w:p>
    <w:p w14:paraId="60F9E46A" w14:textId="6DBC9537" w:rsidR="0039501E" w:rsidRDefault="0039501E" w:rsidP="00996617">
      <w:pPr>
        <w:tabs>
          <w:tab w:val="left" w:pos="7125"/>
        </w:tabs>
        <w:spacing w:after="0"/>
      </w:pPr>
    </w:p>
    <w:p w14:paraId="76B54F98" w14:textId="24BB7AB9" w:rsidR="0039501E" w:rsidRDefault="0039501E" w:rsidP="00996617">
      <w:pPr>
        <w:tabs>
          <w:tab w:val="left" w:pos="7125"/>
        </w:tabs>
        <w:spacing w:after="0"/>
      </w:pPr>
    </w:p>
    <w:p w14:paraId="475FD277" w14:textId="4219EF1B" w:rsidR="0039501E" w:rsidRDefault="0039501E" w:rsidP="00996617">
      <w:pPr>
        <w:tabs>
          <w:tab w:val="left" w:pos="7125"/>
        </w:tabs>
        <w:spacing w:after="0"/>
      </w:pPr>
    </w:p>
    <w:p w14:paraId="77F6AA68" w14:textId="4CF4628C" w:rsidR="0039501E" w:rsidRDefault="0039501E" w:rsidP="00996617">
      <w:pPr>
        <w:tabs>
          <w:tab w:val="left" w:pos="7125"/>
        </w:tabs>
        <w:spacing w:after="0"/>
      </w:pPr>
    </w:p>
    <w:p w14:paraId="56757DFC" w14:textId="746F0050" w:rsidR="0039501E" w:rsidRDefault="0039501E" w:rsidP="00996617">
      <w:pPr>
        <w:tabs>
          <w:tab w:val="left" w:pos="7125"/>
        </w:tabs>
        <w:spacing w:after="0"/>
      </w:pPr>
    </w:p>
    <w:p w14:paraId="616C001C" w14:textId="074D268A" w:rsidR="0039501E" w:rsidRDefault="0039501E" w:rsidP="00996617">
      <w:pPr>
        <w:tabs>
          <w:tab w:val="left" w:pos="7125"/>
        </w:tabs>
        <w:spacing w:after="0"/>
      </w:pPr>
    </w:p>
    <w:p w14:paraId="35CC32FB" w14:textId="77777777" w:rsidR="0039501E" w:rsidRDefault="0039501E" w:rsidP="00996617">
      <w:pPr>
        <w:tabs>
          <w:tab w:val="left" w:pos="7125"/>
        </w:tabs>
        <w:spacing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E208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4E2087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200436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5A85AAB1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200436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911A66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200436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343E0DD" w:rsidR="00E85D44" w:rsidRDefault="00E85D44"/>
    <w:p w14:paraId="0E167008" w14:textId="0DD48C32" w:rsidR="00FC4C8B" w:rsidRDefault="00FC4C8B"/>
    <w:p w14:paraId="2E1310DD" w14:textId="2C7AB8B1" w:rsidR="00FC4C8B" w:rsidRDefault="00FC4C8B"/>
    <w:p w14:paraId="7B0C1FEF" w14:textId="1B321886" w:rsidR="00FC4C8B" w:rsidRDefault="00FC4C8B"/>
    <w:p w14:paraId="6BE39A87" w14:textId="15AC22AF" w:rsidR="00FC4C8B" w:rsidRDefault="00FC4C8B"/>
    <w:p w14:paraId="07BB4DF2" w14:textId="37AA037F" w:rsidR="00FC4C8B" w:rsidRDefault="00FC4C8B"/>
    <w:p w14:paraId="1054FD06" w14:textId="277B9983" w:rsidR="00FC4C8B" w:rsidRDefault="00FC4C8B"/>
    <w:p w14:paraId="4BBCF142" w14:textId="2A80536F" w:rsidR="00FC4C8B" w:rsidRDefault="00FC4C8B"/>
    <w:p w14:paraId="180D96BA" w14:textId="5C5C2965" w:rsidR="00FC4C8B" w:rsidRDefault="00FC4C8B"/>
    <w:p w14:paraId="56AD0100" w14:textId="460C39C3" w:rsidR="00FC4C8B" w:rsidRDefault="00FC4C8B"/>
    <w:p w14:paraId="5E10C2BB" w14:textId="440B786B" w:rsidR="00FC4C8B" w:rsidRDefault="00FC4C8B"/>
    <w:p w14:paraId="07177DB6" w14:textId="2B3E649E" w:rsidR="00FC4C8B" w:rsidRDefault="00FC4C8B"/>
    <w:p w14:paraId="13A6CF67" w14:textId="016F5945" w:rsidR="00FC4C8B" w:rsidRDefault="00FC4C8B"/>
    <w:p w14:paraId="27C05E0C" w14:textId="19E4ABC2" w:rsidR="00FC4C8B" w:rsidRDefault="00FC4C8B"/>
    <w:p w14:paraId="749DF5B2" w14:textId="6AE7A968" w:rsidR="00FC4C8B" w:rsidRDefault="00FC4C8B"/>
    <w:p w14:paraId="545AE70D" w14:textId="3E5EC9B2" w:rsidR="00FC4C8B" w:rsidRDefault="00FC4C8B"/>
    <w:p w14:paraId="556C81B0" w14:textId="3EB8167A" w:rsidR="00FC4C8B" w:rsidRDefault="00FC4C8B"/>
    <w:p w14:paraId="3743227C" w14:textId="258EB28F" w:rsidR="00FC4C8B" w:rsidRDefault="00FC4C8B"/>
    <w:p w14:paraId="6E64E4AC" w14:textId="2FA59AB0" w:rsidR="00FC4C8B" w:rsidRDefault="00FC4C8B"/>
    <w:p w14:paraId="7F2C23AE" w14:textId="5B61D0EE" w:rsidR="00FC4C8B" w:rsidRDefault="00FC4C8B"/>
    <w:p w14:paraId="52992B14" w14:textId="59167854" w:rsidR="00FC4C8B" w:rsidRDefault="00FC4C8B"/>
    <w:p w14:paraId="4E131518" w14:textId="4D1D06BF" w:rsidR="00FC4C8B" w:rsidRDefault="00FC4C8B"/>
    <w:p w14:paraId="6D989CBC" w14:textId="12C1BFDA" w:rsidR="00FC4C8B" w:rsidRDefault="00FC4C8B"/>
    <w:p w14:paraId="77F704B7" w14:textId="77777777" w:rsidR="00FC4C8B" w:rsidRDefault="00FC4C8B" w:rsidP="00FC4C8B">
      <w:pPr>
        <w:pStyle w:val="Nadpis2"/>
        <w:numPr>
          <w:ilvl w:val="0"/>
          <w:numId w:val="34"/>
        </w:numPr>
        <w:ind w:left="643"/>
        <w:rPr>
          <w:rFonts w:eastAsia="Times New Roman"/>
        </w:rPr>
      </w:pPr>
      <w:bookmarkStart w:id="5" w:name="_Toc102994139"/>
      <w:bookmarkStart w:id="6" w:name="_Toc12200437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  <w:bookmarkEnd w:id="6"/>
    </w:p>
    <w:p w14:paraId="5A7CCAA7" w14:textId="77777777" w:rsidR="00FC4C8B" w:rsidRDefault="00FC4C8B" w:rsidP="00FC4C8B"/>
    <w:p w14:paraId="00775159" w14:textId="77777777" w:rsidR="00FC4C8B" w:rsidRDefault="00FC4C8B" w:rsidP="00FC4C8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7C786D4A" w14:textId="77777777" w:rsidR="00FC4C8B" w:rsidRDefault="00FC4C8B" w:rsidP="00FC4C8B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3305A54C" w14:textId="77777777" w:rsidR="00FC4C8B" w:rsidRPr="007F769F" w:rsidRDefault="00FC4C8B" w:rsidP="00FC4C8B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AA32BE6" w14:textId="77777777" w:rsidR="00FC4C8B" w:rsidRPr="007F769F" w:rsidRDefault="00FC4C8B" w:rsidP="00FC4C8B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60D807D8" w14:textId="77777777" w:rsidR="00FC4C8B" w:rsidRPr="007F769F" w:rsidRDefault="00FC4C8B" w:rsidP="00FC4C8B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AB1DBE2" w14:textId="77777777" w:rsidR="00FC4C8B" w:rsidRDefault="00FC4C8B" w:rsidP="00FC4C8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44D54F3" w14:textId="77777777" w:rsidR="00FC4C8B" w:rsidRPr="00A035EA" w:rsidRDefault="00FC4C8B" w:rsidP="00FC4C8B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55C0E50A" w14:textId="77777777" w:rsidR="00FC4C8B" w:rsidRDefault="00FC4C8B" w:rsidP="00FC4C8B">
      <w:pPr>
        <w:spacing w:line="240" w:lineRule="auto"/>
        <w:jc w:val="both"/>
        <w:rPr>
          <w:rFonts w:eastAsia="Calibri" w:cs="Times New Roman"/>
        </w:rPr>
      </w:pPr>
    </w:p>
    <w:p w14:paraId="641F86B9" w14:textId="77777777" w:rsidR="00FC4C8B" w:rsidRDefault="00FC4C8B" w:rsidP="00FC4C8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28805C19" w14:textId="77777777" w:rsidR="00FC4C8B" w:rsidRDefault="00FC4C8B" w:rsidP="00FC4C8B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5F59EC58" w14:textId="77777777" w:rsidR="00FC4C8B" w:rsidRDefault="00FC4C8B" w:rsidP="00FC4C8B"/>
    <w:p w14:paraId="17CCCDD4" w14:textId="77777777" w:rsidR="00FC4C8B" w:rsidRPr="00B87D91" w:rsidRDefault="00FC4C8B" w:rsidP="00FC4C8B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2700FA09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6B84F1B3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6395656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DE9C2DF" w14:textId="7BE5B315" w:rsidR="00FC4C8B" w:rsidRDefault="00FC4C8B"/>
    <w:p w14:paraId="3614372C" w14:textId="40956747" w:rsidR="00FC4C8B" w:rsidRDefault="00FC4C8B"/>
    <w:p w14:paraId="3EA7F5E5" w14:textId="77777777" w:rsidR="00FC4C8B" w:rsidRDefault="00FC4C8B"/>
    <w:sectPr w:rsidR="00FC4C8B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23671" w14:textId="77777777" w:rsidR="00FD0E2E" w:rsidRDefault="00FD0E2E" w:rsidP="00962258">
      <w:pPr>
        <w:spacing w:after="0" w:line="240" w:lineRule="auto"/>
      </w:pPr>
      <w:r>
        <w:separator/>
      </w:r>
    </w:p>
  </w:endnote>
  <w:endnote w:type="continuationSeparator" w:id="0">
    <w:p w14:paraId="25ADAA0F" w14:textId="77777777" w:rsidR="00FD0E2E" w:rsidRDefault="00FD0E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5A97A9E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61DC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4ED5A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B42B987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286C7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DA50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4AB1B6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B7DD3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60A2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50A0D" w14:textId="77777777" w:rsidR="00FD0E2E" w:rsidRDefault="00FD0E2E" w:rsidP="00962258">
      <w:pPr>
        <w:spacing w:after="0" w:line="240" w:lineRule="auto"/>
      </w:pPr>
      <w:r>
        <w:separator/>
      </w:r>
    </w:p>
  </w:footnote>
  <w:footnote w:type="continuationSeparator" w:id="0">
    <w:p w14:paraId="5D24A36D" w14:textId="77777777" w:rsidR="00FD0E2E" w:rsidRDefault="00FD0E2E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BA5F081" w14:textId="77777777" w:rsidR="00FC4C8B" w:rsidRDefault="00FC4C8B" w:rsidP="00FC4C8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780843E0" w14:textId="77777777" w:rsidR="00FC4C8B" w:rsidRDefault="00FC4C8B" w:rsidP="00FC4C8B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020DF5C" w14:textId="77777777" w:rsidR="00FC4C8B" w:rsidRDefault="00FC4C8B" w:rsidP="00FC4C8B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3825B758" w14:textId="77777777" w:rsidR="00FC4C8B" w:rsidRDefault="00FC4C8B" w:rsidP="00FC4C8B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19F78C9A" w14:textId="77777777" w:rsidR="00FC4C8B" w:rsidRDefault="00FC4C8B" w:rsidP="00FC4C8B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48D9BD6C" w14:textId="77777777" w:rsidR="00FC4C8B" w:rsidRDefault="00FC4C8B" w:rsidP="00FC4C8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6444AB07" w14:textId="77777777" w:rsidR="00FC4C8B" w:rsidRPr="00EB54C9" w:rsidRDefault="00FC4C8B" w:rsidP="00FC4C8B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DF6"/>
    <w:rsid w:val="0031280B"/>
    <w:rsid w:val="00321D98"/>
    <w:rsid w:val="003221F2"/>
    <w:rsid w:val="00341DCF"/>
    <w:rsid w:val="00354C5C"/>
    <w:rsid w:val="00357BC6"/>
    <w:rsid w:val="0036634F"/>
    <w:rsid w:val="0039501E"/>
    <w:rsid w:val="003956C6"/>
    <w:rsid w:val="00396EF9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2087"/>
    <w:rsid w:val="004E3A53"/>
    <w:rsid w:val="004F20BC"/>
    <w:rsid w:val="004F4B9B"/>
    <w:rsid w:val="004F69EA"/>
    <w:rsid w:val="0051019F"/>
    <w:rsid w:val="00511AB9"/>
    <w:rsid w:val="00523682"/>
    <w:rsid w:val="00523EA7"/>
    <w:rsid w:val="00551BC2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54420"/>
    <w:rsid w:val="0066060A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3349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2FDF"/>
    <w:rsid w:val="00904780"/>
    <w:rsid w:val="00911A66"/>
    <w:rsid w:val="00911C0D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93ACA"/>
    <w:rsid w:val="00AA4CBB"/>
    <w:rsid w:val="00AA65FA"/>
    <w:rsid w:val="00AA7351"/>
    <w:rsid w:val="00AC1810"/>
    <w:rsid w:val="00AD056F"/>
    <w:rsid w:val="00AD6731"/>
    <w:rsid w:val="00B159DC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A6AEE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081E"/>
    <w:rsid w:val="00F520D3"/>
    <w:rsid w:val="00F5558F"/>
    <w:rsid w:val="00F659EB"/>
    <w:rsid w:val="00F76E9F"/>
    <w:rsid w:val="00F814D9"/>
    <w:rsid w:val="00F86BA6"/>
    <w:rsid w:val="00F92FA4"/>
    <w:rsid w:val="00FC1929"/>
    <w:rsid w:val="00FC4B68"/>
    <w:rsid w:val="00FC4C8B"/>
    <w:rsid w:val="00FC5583"/>
    <w:rsid w:val="00FC6389"/>
    <w:rsid w:val="00FD0E2E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B1F8CA"/>
  <w15:docId w15:val="{E97C89E6-C4E6-41C1-A8F2-4611F490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983ECF-342B-4942-87C5-645A23448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7</Pages>
  <Words>1109</Words>
  <Characters>6544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9</cp:revision>
  <cp:lastPrinted>2023-01-11T09:38:00Z</cp:lastPrinted>
  <dcterms:created xsi:type="dcterms:W3CDTF">2022-11-08T14:08:00Z</dcterms:created>
  <dcterms:modified xsi:type="dcterms:W3CDTF">2023-01-11T09:39:00Z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