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Pr="004B2D81" w:rsidRDefault="0035531B" w:rsidP="00AD0C7B">
      <w:pPr>
        <w:pStyle w:val="Titul2"/>
      </w:pPr>
      <w:r>
        <w:t xml:space="preserve">Část </w:t>
      </w:r>
      <w:r w:rsidRPr="004B2D81">
        <w:t>2</w:t>
      </w:r>
    </w:p>
    <w:p w14:paraId="331F9CF7" w14:textId="77777777" w:rsidR="00AD0C7B" w:rsidRPr="004B2D81" w:rsidRDefault="0035531B" w:rsidP="006C2343">
      <w:pPr>
        <w:pStyle w:val="Titul1"/>
        <w:rPr>
          <w:caps w:val="0"/>
          <w:sz w:val="48"/>
        </w:rPr>
      </w:pPr>
      <w:r w:rsidRPr="004B2D81">
        <w:rPr>
          <w:caps w:val="0"/>
          <w:sz w:val="48"/>
        </w:rPr>
        <w:t>Pokyny pro dodavatele</w:t>
      </w:r>
    </w:p>
    <w:p w14:paraId="41F72D1B" w14:textId="77777777" w:rsidR="00EB46E5" w:rsidRPr="004B2D81" w:rsidRDefault="00EF7EA5" w:rsidP="00EB46E5">
      <w:pPr>
        <w:pStyle w:val="Titul2"/>
      </w:pPr>
      <w:r w:rsidRPr="004B2D81">
        <w:t>Projektová dokumentace a z</w:t>
      </w:r>
      <w:r w:rsidR="00EB46E5" w:rsidRPr="004B2D81">
        <w:t>hotovení stavby</w:t>
      </w:r>
      <w:r w:rsidR="0035531B" w:rsidRPr="004B2D81">
        <w:t xml:space="preserve"> </w:t>
      </w:r>
    </w:p>
    <w:p w14:paraId="428A458B" w14:textId="77777777" w:rsidR="0035531B" w:rsidRPr="004B2D81" w:rsidRDefault="0035531B" w:rsidP="00EB46E5">
      <w:pPr>
        <w:pStyle w:val="Titul2"/>
      </w:pPr>
    </w:p>
    <w:p w14:paraId="4D9AAC14" w14:textId="4C933517" w:rsidR="0035531B" w:rsidRPr="004B2D81" w:rsidRDefault="0035531B" w:rsidP="00EB46E5">
      <w:pPr>
        <w:pStyle w:val="Titul2"/>
      </w:pPr>
      <w:r w:rsidRPr="004B2D81">
        <w:t>„</w:t>
      </w:r>
      <w:r w:rsidR="003F1208" w:rsidRPr="004B2D81">
        <w:t>ETCS Brno Horní Heršpice – Zastávka u Brna</w:t>
      </w:r>
      <w:r w:rsidRPr="004B2D81">
        <w:t>“</w:t>
      </w:r>
    </w:p>
    <w:p w14:paraId="489EF4AE" w14:textId="77777777" w:rsidR="007E7867" w:rsidRPr="004B2D81" w:rsidRDefault="007E7867" w:rsidP="000C6E66">
      <w:pPr>
        <w:pStyle w:val="Text1-1"/>
        <w:numPr>
          <w:ilvl w:val="0"/>
          <w:numId w:val="0"/>
        </w:numPr>
        <w:tabs>
          <w:tab w:val="left" w:pos="708"/>
        </w:tabs>
        <w:ind w:left="737" w:hanging="737"/>
      </w:pPr>
    </w:p>
    <w:p w14:paraId="3E10F77F" w14:textId="5391D8B6" w:rsidR="000C6E66" w:rsidRPr="004B2D81" w:rsidRDefault="000C6E66" w:rsidP="000C6E66">
      <w:pPr>
        <w:pStyle w:val="Text1-1"/>
        <w:numPr>
          <w:ilvl w:val="0"/>
          <w:numId w:val="0"/>
        </w:numPr>
        <w:tabs>
          <w:tab w:val="left" w:pos="708"/>
        </w:tabs>
        <w:ind w:left="737" w:hanging="737"/>
      </w:pPr>
      <w:r w:rsidRPr="004B2D81">
        <w:t xml:space="preserve">Č.j. </w:t>
      </w:r>
      <w:r w:rsidR="004B2D81" w:rsidRPr="004B2D81">
        <w:t>25</w:t>
      </w:r>
      <w:r w:rsidR="00132573">
        <w:t>3</w:t>
      </w:r>
      <w:r w:rsidR="002E57CD">
        <w:t>92</w:t>
      </w:r>
      <w:r w:rsidR="004B2D81" w:rsidRPr="004B2D81">
        <w:t>/</w:t>
      </w:r>
      <w:r w:rsidR="00CF2EFA" w:rsidRPr="004B2D81">
        <w:t>2022-SŽ-SS</w:t>
      </w:r>
      <w:r w:rsidR="00132573">
        <w:t>Z</w:t>
      </w:r>
      <w:r w:rsidR="00CF2EFA" w:rsidRPr="004B2D81">
        <w:t>-OVZ</w:t>
      </w:r>
    </w:p>
    <w:p w14:paraId="43C10BFB" w14:textId="77777777" w:rsidR="00A00D28" w:rsidRPr="004B2D81" w:rsidRDefault="00A00D28" w:rsidP="00A00D28">
      <w:pPr>
        <w:spacing w:after="0" w:line="240" w:lineRule="auto"/>
        <w:rPr>
          <w:i/>
        </w:rPr>
      </w:pPr>
    </w:p>
    <w:p w14:paraId="619E5374" w14:textId="77777777" w:rsidR="003F1208" w:rsidRPr="004B2D81" w:rsidRDefault="003F1208" w:rsidP="00FE4333">
      <w:pPr>
        <w:pStyle w:val="Nadpisbezsl1-1"/>
      </w:pPr>
    </w:p>
    <w:p w14:paraId="5156E3E3" w14:textId="77777777" w:rsidR="003F1208" w:rsidRPr="004B2D81" w:rsidRDefault="003F1208" w:rsidP="00FE4333">
      <w:pPr>
        <w:pStyle w:val="Nadpisbezsl1-1"/>
      </w:pPr>
    </w:p>
    <w:p w14:paraId="404D77FA" w14:textId="77777777" w:rsidR="003F1208" w:rsidRDefault="003F1208" w:rsidP="00FE4333">
      <w:pPr>
        <w:pStyle w:val="Nadpisbezsl1-1"/>
      </w:pPr>
    </w:p>
    <w:p w14:paraId="35D5D1DE" w14:textId="52EFAF63" w:rsidR="003F1208" w:rsidRDefault="003F1208" w:rsidP="00FE4333">
      <w:pPr>
        <w:pStyle w:val="Nadpisbezsl1-1"/>
      </w:pPr>
    </w:p>
    <w:p w14:paraId="50283970" w14:textId="656FC07A" w:rsidR="008A7524" w:rsidRDefault="008A7524" w:rsidP="00FE4333">
      <w:pPr>
        <w:pStyle w:val="Nadpisbezsl1-1"/>
      </w:pPr>
    </w:p>
    <w:p w14:paraId="0B37F69E" w14:textId="6A80E5AF" w:rsidR="008A7524" w:rsidRDefault="008A7524" w:rsidP="00FE4333">
      <w:pPr>
        <w:pStyle w:val="Nadpisbezsl1-1"/>
      </w:pPr>
    </w:p>
    <w:p w14:paraId="6DF86BAC" w14:textId="77777777" w:rsidR="008A7524" w:rsidRDefault="008A7524" w:rsidP="00FE4333">
      <w:pPr>
        <w:pStyle w:val="Nadpisbezsl1-1"/>
      </w:pPr>
    </w:p>
    <w:p w14:paraId="460FDB0D" w14:textId="77777777" w:rsidR="008A7524" w:rsidRDefault="008A7524" w:rsidP="008A7524"/>
    <w:p w14:paraId="695357BD" w14:textId="77777777" w:rsidR="008A7524" w:rsidRPr="00242AF8" w:rsidRDefault="008A7524" w:rsidP="008A7524">
      <w:pPr>
        <w:spacing w:after="0"/>
        <w:rPr>
          <w:color w:val="FF0000"/>
        </w:rPr>
      </w:pPr>
      <w:r w:rsidRPr="00242AF8">
        <w:rPr>
          <w:noProof/>
          <w:color w:val="FF0000"/>
          <w:lang w:eastAsia="cs-CZ"/>
        </w:rPr>
        <w:drawing>
          <wp:inline distT="0" distB="0" distL="0" distR="0" wp14:anchorId="3B49A883" wp14:editId="13D28B1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3D59DB95" w14:textId="77777777" w:rsidR="008A7524" w:rsidRDefault="008A7524" w:rsidP="008A7524">
      <w:pPr>
        <w:rPr>
          <w:rFonts w:asciiTheme="majorHAnsi" w:hAnsiTheme="majorHAnsi"/>
          <w:b/>
          <w:caps/>
          <w:sz w:val="22"/>
        </w:rPr>
      </w:pPr>
      <w:r>
        <w:br w:type="page"/>
      </w:r>
    </w:p>
    <w:p w14:paraId="48FA01C3" w14:textId="77777777" w:rsidR="003F1208" w:rsidRDefault="003F1208" w:rsidP="00FE4333">
      <w:pPr>
        <w:pStyle w:val="Nadpisbezsl1-1"/>
      </w:pPr>
    </w:p>
    <w:p w14:paraId="5B3EAFF2" w14:textId="34068434" w:rsidR="00BD7E91" w:rsidRDefault="00BD7E91" w:rsidP="00FE4333">
      <w:pPr>
        <w:pStyle w:val="Nadpisbezsl1-1"/>
      </w:pPr>
      <w:r>
        <w:t>Obsah</w:t>
      </w:r>
      <w:r w:rsidR="00887F36">
        <w:t xml:space="preserve"> </w:t>
      </w:r>
    </w:p>
    <w:p w14:paraId="49ECEA1A" w14:textId="6708EBBD" w:rsidR="008F77E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3031471" w:history="1">
        <w:r w:rsidR="008F77E2" w:rsidRPr="00F3501A">
          <w:rPr>
            <w:rStyle w:val="Hypertextovodkaz"/>
          </w:rPr>
          <w:t>1.</w:t>
        </w:r>
        <w:r w:rsidR="008F77E2">
          <w:rPr>
            <w:rFonts w:eastAsiaTheme="minorEastAsia"/>
            <w:caps w:val="0"/>
            <w:noProof/>
            <w:sz w:val="22"/>
            <w:szCs w:val="22"/>
            <w:lang w:eastAsia="cs-CZ"/>
          </w:rPr>
          <w:tab/>
        </w:r>
        <w:r w:rsidR="008F77E2" w:rsidRPr="00F3501A">
          <w:rPr>
            <w:rStyle w:val="Hypertextovodkaz"/>
          </w:rPr>
          <w:t>ÚVODNÍ USTANOVENÍ</w:t>
        </w:r>
        <w:r w:rsidR="008F77E2">
          <w:rPr>
            <w:noProof/>
            <w:webHidden/>
          </w:rPr>
          <w:tab/>
        </w:r>
        <w:r w:rsidR="008F77E2">
          <w:rPr>
            <w:noProof/>
            <w:webHidden/>
          </w:rPr>
          <w:fldChar w:fldCharType="begin"/>
        </w:r>
        <w:r w:rsidR="008F77E2">
          <w:rPr>
            <w:noProof/>
            <w:webHidden/>
          </w:rPr>
          <w:instrText xml:space="preserve"> PAGEREF _Toc123031471 \h </w:instrText>
        </w:r>
        <w:r w:rsidR="008F77E2">
          <w:rPr>
            <w:noProof/>
            <w:webHidden/>
          </w:rPr>
        </w:r>
        <w:r w:rsidR="008F77E2">
          <w:rPr>
            <w:noProof/>
            <w:webHidden/>
          </w:rPr>
          <w:fldChar w:fldCharType="separate"/>
        </w:r>
        <w:r w:rsidR="006106FA">
          <w:rPr>
            <w:noProof/>
            <w:webHidden/>
          </w:rPr>
          <w:t>3</w:t>
        </w:r>
        <w:r w:rsidR="008F77E2">
          <w:rPr>
            <w:noProof/>
            <w:webHidden/>
          </w:rPr>
          <w:fldChar w:fldCharType="end"/>
        </w:r>
      </w:hyperlink>
    </w:p>
    <w:p w14:paraId="20DDBE4A" w14:textId="2E4942D9" w:rsidR="008F77E2" w:rsidRDefault="00087EE6">
      <w:pPr>
        <w:pStyle w:val="Obsah1"/>
        <w:rPr>
          <w:rFonts w:eastAsiaTheme="minorEastAsia"/>
          <w:caps w:val="0"/>
          <w:noProof/>
          <w:sz w:val="22"/>
          <w:szCs w:val="22"/>
          <w:lang w:eastAsia="cs-CZ"/>
        </w:rPr>
      </w:pPr>
      <w:hyperlink w:anchor="_Toc123031472" w:history="1">
        <w:r w:rsidR="008F77E2" w:rsidRPr="00F3501A">
          <w:rPr>
            <w:rStyle w:val="Hypertextovodkaz"/>
          </w:rPr>
          <w:t>2.</w:t>
        </w:r>
        <w:r w:rsidR="008F77E2">
          <w:rPr>
            <w:rFonts w:eastAsiaTheme="minorEastAsia"/>
            <w:caps w:val="0"/>
            <w:noProof/>
            <w:sz w:val="22"/>
            <w:szCs w:val="22"/>
            <w:lang w:eastAsia="cs-CZ"/>
          </w:rPr>
          <w:tab/>
        </w:r>
        <w:r w:rsidR="008F77E2" w:rsidRPr="00F3501A">
          <w:rPr>
            <w:rStyle w:val="Hypertextovodkaz"/>
          </w:rPr>
          <w:t>IDENTIFIKAČNÍ ÚDAJE ZADAVATELE</w:t>
        </w:r>
        <w:r w:rsidR="008F77E2">
          <w:rPr>
            <w:noProof/>
            <w:webHidden/>
          </w:rPr>
          <w:tab/>
        </w:r>
        <w:r w:rsidR="008F77E2">
          <w:rPr>
            <w:noProof/>
            <w:webHidden/>
          </w:rPr>
          <w:fldChar w:fldCharType="begin"/>
        </w:r>
        <w:r w:rsidR="008F77E2">
          <w:rPr>
            <w:noProof/>
            <w:webHidden/>
          </w:rPr>
          <w:instrText xml:space="preserve"> PAGEREF _Toc123031472 \h </w:instrText>
        </w:r>
        <w:r w:rsidR="008F77E2">
          <w:rPr>
            <w:noProof/>
            <w:webHidden/>
          </w:rPr>
        </w:r>
        <w:r w:rsidR="008F77E2">
          <w:rPr>
            <w:noProof/>
            <w:webHidden/>
          </w:rPr>
          <w:fldChar w:fldCharType="separate"/>
        </w:r>
        <w:r w:rsidR="006106FA">
          <w:rPr>
            <w:noProof/>
            <w:webHidden/>
          </w:rPr>
          <w:t>3</w:t>
        </w:r>
        <w:r w:rsidR="008F77E2">
          <w:rPr>
            <w:noProof/>
            <w:webHidden/>
          </w:rPr>
          <w:fldChar w:fldCharType="end"/>
        </w:r>
      </w:hyperlink>
    </w:p>
    <w:p w14:paraId="75D9E45D" w14:textId="5DE0BDAD" w:rsidR="008F77E2" w:rsidRDefault="00087EE6">
      <w:pPr>
        <w:pStyle w:val="Obsah1"/>
        <w:rPr>
          <w:rFonts w:eastAsiaTheme="minorEastAsia"/>
          <w:caps w:val="0"/>
          <w:noProof/>
          <w:sz w:val="22"/>
          <w:szCs w:val="22"/>
          <w:lang w:eastAsia="cs-CZ"/>
        </w:rPr>
      </w:pPr>
      <w:hyperlink w:anchor="_Toc123031473" w:history="1">
        <w:r w:rsidR="008F77E2" w:rsidRPr="00F3501A">
          <w:rPr>
            <w:rStyle w:val="Hypertextovodkaz"/>
          </w:rPr>
          <w:t>3.</w:t>
        </w:r>
        <w:r w:rsidR="008F77E2">
          <w:rPr>
            <w:rFonts w:eastAsiaTheme="minorEastAsia"/>
            <w:caps w:val="0"/>
            <w:noProof/>
            <w:sz w:val="22"/>
            <w:szCs w:val="22"/>
            <w:lang w:eastAsia="cs-CZ"/>
          </w:rPr>
          <w:tab/>
        </w:r>
        <w:r w:rsidR="008F77E2" w:rsidRPr="00F3501A">
          <w:rPr>
            <w:rStyle w:val="Hypertextovodkaz"/>
          </w:rPr>
          <w:t>KOMUNIKACE MEZI ZADAVATELEM a DODAVATELEM</w:t>
        </w:r>
        <w:r w:rsidR="008F77E2">
          <w:rPr>
            <w:noProof/>
            <w:webHidden/>
          </w:rPr>
          <w:tab/>
        </w:r>
        <w:r w:rsidR="008F77E2">
          <w:rPr>
            <w:noProof/>
            <w:webHidden/>
          </w:rPr>
          <w:fldChar w:fldCharType="begin"/>
        </w:r>
        <w:r w:rsidR="008F77E2">
          <w:rPr>
            <w:noProof/>
            <w:webHidden/>
          </w:rPr>
          <w:instrText xml:space="preserve"> PAGEREF _Toc123031473 \h </w:instrText>
        </w:r>
        <w:r w:rsidR="008F77E2">
          <w:rPr>
            <w:noProof/>
            <w:webHidden/>
          </w:rPr>
        </w:r>
        <w:r w:rsidR="008F77E2">
          <w:rPr>
            <w:noProof/>
            <w:webHidden/>
          </w:rPr>
          <w:fldChar w:fldCharType="separate"/>
        </w:r>
        <w:r w:rsidR="006106FA">
          <w:rPr>
            <w:noProof/>
            <w:webHidden/>
          </w:rPr>
          <w:t>4</w:t>
        </w:r>
        <w:r w:rsidR="008F77E2">
          <w:rPr>
            <w:noProof/>
            <w:webHidden/>
          </w:rPr>
          <w:fldChar w:fldCharType="end"/>
        </w:r>
      </w:hyperlink>
    </w:p>
    <w:p w14:paraId="431AA890" w14:textId="62390F95" w:rsidR="008F77E2" w:rsidRDefault="00087EE6">
      <w:pPr>
        <w:pStyle w:val="Obsah1"/>
        <w:rPr>
          <w:rFonts w:eastAsiaTheme="minorEastAsia"/>
          <w:caps w:val="0"/>
          <w:noProof/>
          <w:sz w:val="22"/>
          <w:szCs w:val="22"/>
          <w:lang w:eastAsia="cs-CZ"/>
        </w:rPr>
      </w:pPr>
      <w:hyperlink w:anchor="_Toc123031474" w:history="1">
        <w:r w:rsidR="008F77E2" w:rsidRPr="00F3501A">
          <w:rPr>
            <w:rStyle w:val="Hypertextovodkaz"/>
          </w:rPr>
          <w:t>4.</w:t>
        </w:r>
        <w:r w:rsidR="008F77E2">
          <w:rPr>
            <w:rFonts w:eastAsiaTheme="minorEastAsia"/>
            <w:caps w:val="0"/>
            <w:noProof/>
            <w:sz w:val="22"/>
            <w:szCs w:val="22"/>
            <w:lang w:eastAsia="cs-CZ"/>
          </w:rPr>
          <w:tab/>
        </w:r>
        <w:r w:rsidR="008F77E2" w:rsidRPr="00F3501A">
          <w:rPr>
            <w:rStyle w:val="Hypertextovodkaz"/>
          </w:rPr>
          <w:t>ÚČEL a PŘEDMĚT PLNĚNÍ VEŘEJNÉ ZAKÁZKY</w:t>
        </w:r>
        <w:r w:rsidR="008F77E2">
          <w:rPr>
            <w:noProof/>
            <w:webHidden/>
          </w:rPr>
          <w:tab/>
        </w:r>
        <w:r w:rsidR="008F77E2">
          <w:rPr>
            <w:noProof/>
            <w:webHidden/>
          </w:rPr>
          <w:fldChar w:fldCharType="begin"/>
        </w:r>
        <w:r w:rsidR="008F77E2">
          <w:rPr>
            <w:noProof/>
            <w:webHidden/>
          </w:rPr>
          <w:instrText xml:space="preserve"> PAGEREF _Toc123031474 \h </w:instrText>
        </w:r>
        <w:r w:rsidR="008F77E2">
          <w:rPr>
            <w:noProof/>
            <w:webHidden/>
          </w:rPr>
        </w:r>
        <w:r w:rsidR="008F77E2">
          <w:rPr>
            <w:noProof/>
            <w:webHidden/>
          </w:rPr>
          <w:fldChar w:fldCharType="separate"/>
        </w:r>
        <w:r w:rsidR="006106FA">
          <w:rPr>
            <w:noProof/>
            <w:webHidden/>
          </w:rPr>
          <w:t>4</w:t>
        </w:r>
        <w:r w:rsidR="008F77E2">
          <w:rPr>
            <w:noProof/>
            <w:webHidden/>
          </w:rPr>
          <w:fldChar w:fldCharType="end"/>
        </w:r>
      </w:hyperlink>
    </w:p>
    <w:p w14:paraId="70C181FD" w14:textId="24F65D2D" w:rsidR="008F77E2" w:rsidRDefault="00087EE6">
      <w:pPr>
        <w:pStyle w:val="Obsah1"/>
        <w:rPr>
          <w:rFonts w:eastAsiaTheme="minorEastAsia"/>
          <w:caps w:val="0"/>
          <w:noProof/>
          <w:sz w:val="22"/>
          <w:szCs w:val="22"/>
          <w:lang w:eastAsia="cs-CZ"/>
        </w:rPr>
      </w:pPr>
      <w:hyperlink w:anchor="_Toc123031475" w:history="1">
        <w:r w:rsidR="008F77E2" w:rsidRPr="00F3501A">
          <w:rPr>
            <w:rStyle w:val="Hypertextovodkaz"/>
          </w:rPr>
          <w:t>5.</w:t>
        </w:r>
        <w:r w:rsidR="008F77E2">
          <w:rPr>
            <w:rFonts w:eastAsiaTheme="minorEastAsia"/>
            <w:caps w:val="0"/>
            <w:noProof/>
            <w:sz w:val="22"/>
            <w:szCs w:val="22"/>
            <w:lang w:eastAsia="cs-CZ"/>
          </w:rPr>
          <w:tab/>
        </w:r>
        <w:r w:rsidR="008F77E2" w:rsidRPr="00F3501A">
          <w:rPr>
            <w:rStyle w:val="Hypertextovodkaz"/>
          </w:rPr>
          <w:t>ZDROJE FINANCOVÁNÍ a PŘEDPOKLÁDANÁ HODNOTA VEŘEJNÉ ZAKÁZKY</w:t>
        </w:r>
        <w:r w:rsidR="008F77E2">
          <w:rPr>
            <w:noProof/>
            <w:webHidden/>
          </w:rPr>
          <w:tab/>
        </w:r>
        <w:r w:rsidR="008F77E2">
          <w:rPr>
            <w:noProof/>
            <w:webHidden/>
          </w:rPr>
          <w:fldChar w:fldCharType="begin"/>
        </w:r>
        <w:r w:rsidR="008F77E2">
          <w:rPr>
            <w:noProof/>
            <w:webHidden/>
          </w:rPr>
          <w:instrText xml:space="preserve"> PAGEREF _Toc123031475 \h </w:instrText>
        </w:r>
        <w:r w:rsidR="008F77E2">
          <w:rPr>
            <w:noProof/>
            <w:webHidden/>
          </w:rPr>
        </w:r>
        <w:r w:rsidR="008F77E2">
          <w:rPr>
            <w:noProof/>
            <w:webHidden/>
          </w:rPr>
          <w:fldChar w:fldCharType="separate"/>
        </w:r>
        <w:r w:rsidR="006106FA">
          <w:rPr>
            <w:noProof/>
            <w:webHidden/>
          </w:rPr>
          <w:t>5</w:t>
        </w:r>
        <w:r w:rsidR="008F77E2">
          <w:rPr>
            <w:noProof/>
            <w:webHidden/>
          </w:rPr>
          <w:fldChar w:fldCharType="end"/>
        </w:r>
      </w:hyperlink>
    </w:p>
    <w:p w14:paraId="4AA4B368" w14:textId="1F14C296" w:rsidR="008F77E2" w:rsidRDefault="00087EE6">
      <w:pPr>
        <w:pStyle w:val="Obsah1"/>
        <w:rPr>
          <w:rFonts w:eastAsiaTheme="minorEastAsia"/>
          <w:caps w:val="0"/>
          <w:noProof/>
          <w:sz w:val="22"/>
          <w:szCs w:val="22"/>
          <w:lang w:eastAsia="cs-CZ"/>
        </w:rPr>
      </w:pPr>
      <w:hyperlink w:anchor="_Toc123031476" w:history="1">
        <w:r w:rsidR="008F77E2" w:rsidRPr="00F3501A">
          <w:rPr>
            <w:rStyle w:val="Hypertextovodkaz"/>
          </w:rPr>
          <w:t>6.</w:t>
        </w:r>
        <w:r w:rsidR="008F77E2">
          <w:rPr>
            <w:rFonts w:eastAsiaTheme="minorEastAsia"/>
            <w:caps w:val="0"/>
            <w:noProof/>
            <w:sz w:val="22"/>
            <w:szCs w:val="22"/>
            <w:lang w:eastAsia="cs-CZ"/>
          </w:rPr>
          <w:tab/>
        </w:r>
        <w:r w:rsidR="008F77E2" w:rsidRPr="00F3501A">
          <w:rPr>
            <w:rStyle w:val="Hypertextovodkaz"/>
          </w:rPr>
          <w:t>OBSAH ZADÁVACÍ DOKUMENTACE</w:t>
        </w:r>
        <w:r w:rsidR="008F77E2">
          <w:rPr>
            <w:noProof/>
            <w:webHidden/>
          </w:rPr>
          <w:tab/>
        </w:r>
        <w:r w:rsidR="008F77E2">
          <w:rPr>
            <w:noProof/>
            <w:webHidden/>
          </w:rPr>
          <w:fldChar w:fldCharType="begin"/>
        </w:r>
        <w:r w:rsidR="008F77E2">
          <w:rPr>
            <w:noProof/>
            <w:webHidden/>
          </w:rPr>
          <w:instrText xml:space="preserve"> PAGEREF _Toc123031476 \h </w:instrText>
        </w:r>
        <w:r w:rsidR="008F77E2">
          <w:rPr>
            <w:noProof/>
            <w:webHidden/>
          </w:rPr>
        </w:r>
        <w:r w:rsidR="008F77E2">
          <w:rPr>
            <w:noProof/>
            <w:webHidden/>
          </w:rPr>
          <w:fldChar w:fldCharType="separate"/>
        </w:r>
        <w:r w:rsidR="006106FA">
          <w:rPr>
            <w:noProof/>
            <w:webHidden/>
          </w:rPr>
          <w:t>6</w:t>
        </w:r>
        <w:r w:rsidR="008F77E2">
          <w:rPr>
            <w:noProof/>
            <w:webHidden/>
          </w:rPr>
          <w:fldChar w:fldCharType="end"/>
        </w:r>
      </w:hyperlink>
    </w:p>
    <w:p w14:paraId="2B837739" w14:textId="29589951" w:rsidR="008F77E2" w:rsidRDefault="00087EE6">
      <w:pPr>
        <w:pStyle w:val="Obsah1"/>
        <w:rPr>
          <w:rFonts w:eastAsiaTheme="minorEastAsia"/>
          <w:caps w:val="0"/>
          <w:noProof/>
          <w:sz w:val="22"/>
          <w:szCs w:val="22"/>
          <w:lang w:eastAsia="cs-CZ"/>
        </w:rPr>
      </w:pPr>
      <w:hyperlink w:anchor="_Toc123031477" w:history="1">
        <w:r w:rsidR="008F77E2" w:rsidRPr="00F3501A">
          <w:rPr>
            <w:rStyle w:val="Hypertextovodkaz"/>
          </w:rPr>
          <w:t>7.</w:t>
        </w:r>
        <w:r w:rsidR="008F77E2">
          <w:rPr>
            <w:rFonts w:eastAsiaTheme="minorEastAsia"/>
            <w:caps w:val="0"/>
            <w:noProof/>
            <w:sz w:val="22"/>
            <w:szCs w:val="22"/>
            <w:lang w:eastAsia="cs-CZ"/>
          </w:rPr>
          <w:tab/>
        </w:r>
        <w:r w:rsidR="008F77E2" w:rsidRPr="00F3501A">
          <w:rPr>
            <w:rStyle w:val="Hypertextovodkaz"/>
          </w:rPr>
          <w:t>VYSVĚTLENÍ, ZMĚNY a DOPLNĚNÍ ZADÁVACÍ DOKUMENTACE</w:t>
        </w:r>
        <w:r w:rsidR="008F77E2">
          <w:rPr>
            <w:noProof/>
            <w:webHidden/>
          </w:rPr>
          <w:tab/>
        </w:r>
        <w:r w:rsidR="008F77E2">
          <w:rPr>
            <w:noProof/>
            <w:webHidden/>
          </w:rPr>
          <w:fldChar w:fldCharType="begin"/>
        </w:r>
        <w:r w:rsidR="008F77E2">
          <w:rPr>
            <w:noProof/>
            <w:webHidden/>
          </w:rPr>
          <w:instrText xml:space="preserve"> PAGEREF _Toc123031477 \h </w:instrText>
        </w:r>
        <w:r w:rsidR="008F77E2">
          <w:rPr>
            <w:noProof/>
            <w:webHidden/>
          </w:rPr>
        </w:r>
        <w:r w:rsidR="008F77E2">
          <w:rPr>
            <w:noProof/>
            <w:webHidden/>
          </w:rPr>
          <w:fldChar w:fldCharType="separate"/>
        </w:r>
        <w:r w:rsidR="006106FA">
          <w:rPr>
            <w:noProof/>
            <w:webHidden/>
          </w:rPr>
          <w:t>7</w:t>
        </w:r>
        <w:r w:rsidR="008F77E2">
          <w:rPr>
            <w:noProof/>
            <w:webHidden/>
          </w:rPr>
          <w:fldChar w:fldCharType="end"/>
        </w:r>
      </w:hyperlink>
    </w:p>
    <w:p w14:paraId="6D818266" w14:textId="2E359846" w:rsidR="008F77E2" w:rsidRDefault="00087EE6">
      <w:pPr>
        <w:pStyle w:val="Obsah1"/>
        <w:rPr>
          <w:rFonts w:eastAsiaTheme="minorEastAsia"/>
          <w:caps w:val="0"/>
          <w:noProof/>
          <w:sz w:val="22"/>
          <w:szCs w:val="22"/>
          <w:lang w:eastAsia="cs-CZ"/>
        </w:rPr>
      </w:pPr>
      <w:hyperlink w:anchor="_Toc123031478" w:history="1">
        <w:r w:rsidR="008F77E2" w:rsidRPr="00F3501A">
          <w:rPr>
            <w:rStyle w:val="Hypertextovodkaz"/>
          </w:rPr>
          <w:t>8.</w:t>
        </w:r>
        <w:r w:rsidR="008F77E2">
          <w:rPr>
            <w:rFonts w:eastAsiaTheme="minorEastAsia"/>
            <w:caps w:val="0"/>
            <w:noProof/>
            <w:sz w:val="22"/>
            <w:szCs w:val="22"/>
            <w:lang w:eastAsia="cs-CZ"/>
          </w:rPr>
          <w:tab/>
        </w:r>
        <w:r w:rsidR="008F77E2" w:rsidRPr="00F3501A">
          <w:rPr>
            <w:rStyle w:val="Hypertextovodkaz"/>
          </w:rPr>
          <w:t>POŽADAVKY ZADAVATELE NA KVALIFIKACI</w:t>
        </w:r>
        <w:r w:rsidR="008F77E2">
          <w:rPr>
            <w:noProof/>
            <w:webHidden/>
          </w:rPr>
          <w:tab/>
        </w:r>
        <w:r w:rsidR="008F77E2">
          <w:rPr>
            <w:noProof/>
            <w:webHidden/>
          </w:rPr>
          <w:fldChar w:fldCharType="begin"/>
        </w:r>
        <w:r w:rsidR="008F77E2">
          <w:rPr>
            <w:noProof/>
            <w:webHidden/>
          </w:rPr>
          <w:instrText xml:space="preserve"> PAGEREF _Toc123031478 \h </w:instrText>
        </w:r>
        <w:r w:rsidR="008F77E2">
          <w:rPr>
            <w:noProof/>
            <w:webHidden/>
          </w:rPr>
        </w:r>
        <w:r w:rsidR="008F77E2">
          <w:rPr>
            <w:noProof/>
            <w:webHidden/>
          </w:rPr>
          <w:fldChar w:fldCharType="separate"/>
        </w:r>
        <w:r w:rsidR="006106FA">
          <w:rPr>
            <w:noProof/>
            <w:webHidden/>
          </w:rPr>
          <w:t>7</w:t>
        </w:r>
        <w:r w:rsidR="008F77E2">
          <w:rPr>
            <w:noProof/>
            <w:webHidden/>
          </w:rPr>
          <w:fldChar w:fldCharType="end"/>
        </w:r>
      </w:hyperlink>
    </w:p>
    <w:p w14:paraId="1C7461D7" w14:textId="2A0A6447" w:rsidR="008F77E2" w:rsidRDefault="00087EE6">
      <w:pPr>
        <w:pStyle w:val="Obsah1"/>
        <w:rPr>
          <w:rFonts w:eastAsiaTheme="minorEastAsia"/>
          <w:caps w:val="0"/>
          <w:noProof/>
          <w:sz w:val="22"/>
          <w:szCs w:val="22"/>
          <w:lang w:eastAsia="cs-CZ"/>
        </w:rPr>
      </w:pPr>
      <w:hyperlink w:anchor="_Toc123031479" w:history="1">
        <w:r w:rsidR="008F77E2" w:rsidRPr="00F3501A">
          <w:rPr>
            <w:rStyle w:val="Hypertextovodkaz"/>
          </w:rPr>
          <w:t>9.</w:t>
        </w:r>
        <w:r w:rsidR="008F77E2">
          <w:rPr>
            <w:rFonts w:eastAsiaTheme="minorEastAsia"/>
            <w:caps w:val="0"/>
            <w:noProof/>
            <w:sz w:val="22"/>
            <w:szCs w:val="22"/>
            <w:lang w:eastAsia="cs-CZ"/>
          </w:rPr>
          <w:tab/>
        </w:r>
        <w:r w:rsidR="008F77E2" w:rsidRPr="00F3501A">
          <w:rPr>
            <w:rStyle w:val="Hypertextovodkaz"/>
          </w:rPr>
          <w:t>DALŠÍ INFORMACE/DOKUMENTY PŘEDKLÁDANÉ DODAVATELEM v NABÍDCE</w:t>
        </w:r>
        <w:r w:rsidR="008F77E2">
          <w:rPr>
            <w:noProof/>
            <w:webHidden/>
          </w:rPr>
          <w:tab/>
        </w:r>
        <w:r w:rsidR="008F77E2">
          <w:rPr>
            <w:noProof/>
            <w:webHidden/>
          </w:rPr>
          <w:fldChar w:fldCharType="begin"/>
        </w:r>
        <w:r w:rsidR="008F77E2">
          <w:rPr>
            <w:noProof/>
            <w:webHidden/>
          </w:rPr>
          <w:instrText xml:space="preserve"> PAGEREF _Toc123031479 \h </w:instrText>
        </w:r>
        <w:r w:rsidR="008F77E2">
          <w:rPr>
            <w:noProof/>
            <w:webHidden/>
          </w:rPr>
        </w:r>
        <w:r w:rsidR="008F77E2">
          <w:rPr>
            <w:noProof/>
            <w:webHidden/>
          </w:rPr>
          <w:fldChar w:fldCharType="separate"/>
        </w:r>
        <w:r w:rsidR="006106FA">
          <w:rPr>
            <w:noProof/>
            <w:webHidden/>
          </w:rPr>
          <w:t>21</w:t>
        </w:r>
        <w:r w:rsidR="008F77E2">
          <w:rPr>
            <w:noProof/>
            <w:webHidden/>
          </w:rPr>
          <w:fldChar w:fldCharType="end"/>
        </w:r>
      </w:hyperlink>
    </w:p>
    <w:p w14:paraId="37DA4667" w14:textId="33EB4291" w:rsidR="008F77E2" w:rsidRDefault="00087EE6">
      <w:pPr>
        <w:pStyle w:val="Obsah1"/>
        <w:rPr>
          <w:rFonts w:eastAsiaTheme="minorEastAsia"/>
          <w:caps w:val="0"/>
          <w:noProof/>
          <w:sz w:val="22"/>
          <w:szCs w:val="22"/>
          <w:lang w:eastAsia="cs-CZ"/>
        </w:rPr>
      </w:pPr>
      <w:hyperlink w:anchor="_Toc123031480" w:history="1">
        <w:r w:rsidR="008F77E2" w:rsidRPr="00F3501A">
          <w:rPr>
            <w:rStyle w:val="Hypertextovodkaz"/>
          </w:rPr>
          <w:t>10.</w:t>
        </w:r>
        <w:r w:rsidR="008F77E2">
          <w:rPr>
            <w:rFonts w:eastAsiaTheme="minorEastAsia"/>
            <w:caps w:val="0"/>
            <w:noProof/>
            <w:sz w:val="22"/>
            <w:szCs w:val="22"/>
            <w:lang w:eastAsia="cs-CZ"/>
          </w:rPr>
          <w:tab/>
        </w:r>
        <w:r w:rsidR="008F77E2" w:rsidRPr="00F3501A">
          <w:rPr>
            <w:rStyle w:val="Hypertextovodkaz"/>
          </w:rPr>
          <w:t>PROHLÍDKA MÍSTA PLNĚNÍ (STAVENIŠTĚ)</w:t>
        </w:r>
        <w:r w:rsidR="008F77E2">
          <w:rPr>
            <w:noProof/>
            <w:webHidden/>
          </w:rPr>
          <w:tab/>
        </w:r>
        <w:r w:rsidR="008F77E2">
          <w:rPr>
            <w:noProof/>
            <w:webHidden/>
          </w:rPr>
          <w:fldChar w:fldCharType="begin"/>
        </w:r>
        <w:r w:rsidR="008F77E2">
          <w:rPr>
            <w:noProof/>
            <w:webHidden/>
          </w:rPr>
          <w:instrText xml:space="preserve"> PAGEREF _Toc123031480 \h </w:instrText>
        </w:r>
        <w:r w:rsidR="008F77E2">
          <w:rPr>
            <w:noProof/>
            <w:webHidden/>
          </w:rPr>
        </w:r>
        <w:r w:rsidR="008F77E2">
          <w:rPr>
            <w:noProof/>
            <w:webHidden/>
          </w:rPr>
          <w:fldChar w:fldCharType="separate"/>
        </w:r>
        <w:r w:rsidR="006106FA">
          <w:rPr>
            <w:noProof/>
            <w:webHidden/>
          </w:rPr>
          <w:t>24</w:t>
        </w:r>
        <w:r w:rsidR="008F77E2">
          <w:rPr>
            <w:noProof/>
            <w:webHidden/>
          </w:rPr>
          <w:fldChar w:fldCharType="end"/>
        </w:r>
      </w:hyperlink>
    </w:p>
    <w:p w14:paraId="4BCBBA54" w14:textId="4858C3CD" w:rsidR="008F77E2" w:rsidRDefault="00087EE6">
      <w:pPr>
        <w:pStyle w:val="Obsah1"/>
        <w:rPr>
          <w:rFonts w:eastAsiaTheme="minorEastAsia"/>
          <w:caps w:val="0"/>
          <w:noProof/>
          <w:sz w:val="22"/>
          <w:szCs w:val="22"/>
          <w:lang w:eastAsia="cs-CZ"/>
        </w:rPr>
      </w:pPr>
      <w:hyperlink w:anchor="_Toc123031481" w:history="1">
        <w:r w:rsidR="008F77E2" w:rsidRPr="00F3501A">
          <w:rPr>
            <w:rStyle w:val="Hypertextovodkaz"/>
          </w:rPr>
          <w:t>11.</w:t>
        </w:r>
        <w:r w:rsidR="008F77E2">
          <w:rPr>
            <w:rFonts w:eastAsiaTheme="minorEastAsia"/>
            <w:caps w:val="0"/>
            <w:noProof/>
            <w:sz w:val="22"/>
            <w:szCs w:val="22"/>
            <w:lang w:eastAsia="cs-CZ"/>
          </w:rPr>
          <w:tab/>
        </w:r>
        <w:r w:rsidR="008F77E2" w:rsidRPr="00F3501A">
          <w:rPr>
            <w:rStyle w:val="Hypertextovodkaz"/>
          </w:rPr>
          <w:t>JAZYK NABÍDEK A KOMUNIKAČNÍ JAZYK</w:t>
        </w:r>
        <w:r w:rsidR="008F77E2">
          <w:rPr>
            <w:noProof/>
            <w:webHidden/>
          </w:rPr>
          <w:tab/>
        </w:r>
        <w:r w:rsidR="008F77E2">
          <w:rPr>
            <w:noProof/>
            <w:webHidden/>
          </w:rPr>
          <w:fldChar w:fldCharType="begin"/>
        </w:r>
        <w:r w:rsidR="008F77E2">
          <w:rPr>
            <w:noProof/>
            <w:webHidden/>
          </w:rPr>
          <w:instrText xml:space="preserve"> PAGEREF _Toc123031481 \h </w:instrText>
        </w:r>
        <w:r w:rsidR="008F77E2">
          <w:rPr>
            <w:noProof/>
            <w:webHidden/>
          </w:rPr>
        </w:r>
        <w:r w:rsidR="008F77E2">
          <w:rPr>
            <w:noProof/>
            <w:webHidden/>
          </w:rPr>
          <w:fldChar w:fldCharType="separate"/>
        </w:r>
        <w:r w:rsidR="006106FA">
          <w:rPr>
            <w:noProof/>
            <w:webHidden/>
          </w:rPr>
          <w:t>24</w:t>
        </w:r>
        <w:r w:rsidR="008F77E2">
          <w:rPr>
            <w:noProof/>
            <w:webHidden/>
          </w:rPr>
          <w:fldChar w:fldCharType="end"/>
        </w:r>
      </w:hyperlink>
    </w:p>
    <w:p w14:paraId="61B80B58" w14:textId="42CB448C" w:rsidR="008F77E2" w:rsidRDefault="00087EE6">
      <w:pPr>
        <w:pStyle w:val="Obsah1"/>
        <w:rPr>
          <w:rFonts w:eastAsiaTheme="minorEastAsia"/>
          <w:caps w:val="0"/>
          <w:noProof/>
          <w:sz w:val="22"/>
          <w:szCs w:val="22"/>
          <w:lang w:eastAsia="cs-CZ"/>
        </w:rPr>
      </w:pPr>
      <w:hyperlink w:anchor="_Toc123031482" w:history="1">
        <w:r w:rsidR="008F77E2" w:rsidRPr="00F3501A">
          <w:rPr>
            <w:rStyle w:val="Hypertextovodkaz"/>
          </w:rPr>
          <w:t>12.</w:t>
        </w:r>
        <w:r w:rsidR="008F77E2">
          <w:rPr>
            <w:rFonts w:eastAsiaTheme="minorEastAsia"/>
            <w:caps w:val="0"/>
            <w:noProof/>
            <w:sz w:val="22"/>
            <w:szCs w:val="22"/>
            <w:lang w:eastAsia="cs-CZ"/>
          </w:rPr>
          <w:tab/>
        </w:r>
        <w:r w:rsidR="008F77E2" w:rsidRPr="00F3501A">
          <w:rPr>
            <w:rStyle w:val="Hypertextovodkaz"/>
          </w:rPr>
          <w:t>OBSAH a PODÁVÁNÍ NABÍDEK</w:t>
        </w:r>
        <w:r w:rsidR="008F77E2">
          <w:rPr>
            <w:noProof/>
            <w:webHidden/>
          </w:rPr>
          <w:tab/>
        </w:r>
        <w:r w:rsidR="008F77E2">
          <w:rPr>
            <w:noProof/>
            <w:webHidden/>
          </w:rPr>
          <w:fldChar w:fldCharType="begin"/>
        </w:r>
        <w:r w:rsidR="008F77E2">
          <w:rPr>
            <w:noProof/>
            <w:webHidden/>
          </w:rPr>
          <w:instrText xml:space="preserve"> PAGEREF _Toc123031482 \h </w:instrText>
        </w:r>
        <w:r w:rsidR="008F77E2">
          <w:rPr>
            <w:noProof/>
            <w:webHidden/>
          </w:rPr>
        </w:r>
        <w:r w:rsidR="008F77E2">
          <w:rPr>
            <w:noProof/>
            <w:webHidden/>
          </w:rPr>
          <w:fldChar w:fldCharType="separate"/>
        </w:r>
        <w:r w:rsidR="006106FA">
          <w:rPr>
            <w:noProof/>
            <w:webHidden/>
          </w:rPr>
          <w:t>24</w:t>
        </w:r>
        <w:r w:rsidR="008F77E2">
          <w:rPr>
            <w:noProof/>
            <w:webHidden/>
          </w:rPr>
          <w:fldChar w:fldCharType="end"/>
        </w:r>
      </w:hyperlink>
    </w:p>
    <w:p w14:paraId="6C981F35" w14:textId="3A710FCE" w:rsidR="008F77E2" w:rsidRDefault="00087EE6">
      <w:pPr>
        <w:pStyle w:val="Obsah1"/>
        <w:rPr>
          <w:rFonts w:eastAsiaTheme="minorEastAsia"/>
          <w:caps w:val="0"/>
          <w:noProof/>
          <w:sz w:val="22"/>
          <w:szCs w:val="22"/>
          <w:lang w:eastAsia="cs-CZ"/>
        </w:rPr>
      </w:pPr>
      <w:hyperlink w:anchor="_Toc123031483" w:history="1">
        <w:r w:rsidR="008F77E2" w:rsidRPr="00F3501A">
          <w:rPr>
            <w:rStyle w:val="Hypertextovodkaz"/>
          </w:rPr>
          <w:t>13.</w:t>
        </w:r>
        <w:r w:rsidR="008F77E2">
          <w:rPr>
            <w:rFonts w:eastAsiaTheme="minorEastAsia"/>
            <w:caps w:val="0"/>
            <w:noProof/>
            <w:sz w:val="22"/>
            <w:szCs w:val="22"/>
            <w:lang w:eastAsia="cs-CZ"/>
          </w:rPr>
          <w:tab/>
        </w:r>
        <w:r w:rsidR="008F77E2" w:rsidRPr="00F3501A">
          <w:rPr>
            <w:rStyle w:val="Hypertextovodkaz"/>
          </w:rPr>
          <w:t>POŽADAVKY NA ZPRACOVÁNÍ NABÍDKOVÉ CENY</w:t>
        </w:r>
        <w:r w:rsidR="008F77E2">
          <w:rPr>
            <w:noProof/>
            <w:webHidden/>
          </w:rPr>
          <w:tab/>
        </w:r>
        <w:r w:rsidR="008F77E2">
          <w:rPr>
            <w:noProof/>
            <w:webHidden/>
          </w:rPr>
          <w:fldChar w:fldCharType="begin"/>
        </w:r>
        <w:r w:rsidR="008F77E2">
          <w:rPr>
            <w:noProof/>
            <w:webHidden/>
          </w:rPr>
          <w:instrText xml:space="preserve"> PAGEREF _Toc123031483 \h </w:instrText>
        </w:r>
        <w:r w:rsidR="008F77E2">
          <w:rPr>
            <w:noProof/>
            <w:webHidden/>
          </w:rPr>
        </w:r>
        <w:r w:rsidR="008F77E2">
          <w:rPr>
            <w:noProof/>
            <w:webHidden/>
          </w:rPr>
          <w:fldChar w:fldCharType="separate"/>
        </w:r>
        <w:r w:rsidR="006106FA">
          <w:rPr>
            <w:noProof/>
            <w:webHidden/>
          </w:rPr>
          <w:t>27</w:t>
        </w:r>
        <w:r w:rsidR="008F77E2">
          <w:rPr>
            <w:noProof/>
            <w:webHidden/>
          </w:rPr>
          <w:fldChar w:fldCharType="end"/>
        </w:r>
      </w:hyperlink>
    </w:p>
    <w:p w14:paraId="22F23834" w14:textId="00B23A3C" w:rsidR="008F77E2" w:rsidRDefault="00087EE6">
      <w:pPr>
        <w:pStyle w:val="Obsah1"/>
        <w:rPr>
          <w:rFonts w:eastAsiaTheme="minorEastAsia"/>
          <w:caps w:val="0"/>
          <w:noProof/>
          <w:sz w:val="22"/>
          <w:szCs w:val="22"/>
          <w:lang w:eastAsia="cs-CZ"/>
        </w:rPr>
      </w:pPr>
      <w:hyperlink w:anchor="_Toc123031484" w:history="1">
        <w:r w:rsidR="008F77E2" w:rsidRPr="00F3501A">
          <w:rPr>
            <w:rStyle w:val="Hypertextovodkaz"/>
          </w:rPr>
          <w:t>14.</w:t>
        </w:r>
        <w:r w:rsidR="008F77E2">
          <w:rPr>
            <w:rFonts w:eastAsiaTheme="minorEastAsia"/>
            <w:caps w:val="0"/>
            <w:noProof/>
            <w:sz w:val="22"/>
            <w:szCs w:val="22"/>
            <w:lang w:eastAsia="cs-CZ"/>
          </w:rPr>
          <w:tab/>
        </w:r>
        <w:r w:rsidR="008F77E2" w:rsidRPr="00F3501A">
          <w:rPr>
            <w:rStyle w:val="Hypertextovodkaz"/>
          </w:rPr>
          <w:t>VARIANTY NABÍDKY</w:t>
        </w:r>
        <w:r w:rsidR="008F77E2">
          <w:rPr>
            <w:noProof/>
            <w:webHidden/>
          </w:rPr>
          <w:tab/>
        </w:r>
        <w:r w:rsidR="008F77E2">
          <w:rPr>
            <w:noProof/>
            <w:webHidden/>
          </w:rPr>
          <w:fldChar w:fldCharType="begin"/>
        </w:r>
        <w:r w:rsidR="008F77E2">
          <w:rPr>
            <w:noProof/>
            <w:webHidden/>
          </w:rPr>
          <w:instrText xml:space="preserve"> PAGEREF _Toc123031484 \h </w:instrText>
        </w:r>
        <w:r w:rsidR="008F77E2">
          <w:rPr>
            <w:noProof/>
            <w:webHidden/>
          </w:rPr>
        </w:r>
        <w:r w:rsidR="008F77E2">
          <w:rPr>
            <w:noProof/>
            <w:webHidden/>
          </w:rPr>
          <w:fldChar w:fldCharType="separate"/>
        </w:r>
        <w:r w:rsidR="006106FA">
          <w:rPr>
            <w:noProof/>
            <w:webHidden/>
          </w:rPr>
          <w:t>27</w:t>
        </w:r>
        <w:r w:rsidR="008F77E2">
          <w:rPr>
            <w:noProof/>
            <w:webHidden/>
          </w:rPr>
          <w:fldChar w:fldCharType="end"/>
        </w:r>
      </w:hyperlink>
    </w:p>
    <w:p w14:paraId="4162F7C9" w14:textId="100EB0F8" w:rsidR="008F77E2" w:rsidRDefault="00087EE6">
      <w:pPr>
        <w:pStyle w:val="Obsah1"/>
        <w:rPr>
          <w:rFonts w:eastAsiaTheme="minorEastAsia"/>
          <w:caps w:val="0"/>
          <w:noProof/>
          <w:sz w:val="22"/>
          <w:szCs w:val="22"/>
          <w:lang w:eastAsia="cs-CZ"/>
        </w:rPr>
      </w:pPr>
      <w:hyperlink w:anchor="_Toc123031485" w:history="1">
        <w:r w:rsidR="008F77E2" w:rsidRPr="00F3501A">
          <w:rPr>
            <w:rStyle w:val="Hypertextovodkaz"/>
          </w:rPr>
          <w:t>15.</w:t>
        </w:r>
        <w:r w:rsidR="008F77E2">
          <w:rPr>
            <w:rFonts w:eastAsiaTheme="minorEastAsia"/>
            <w:caps w:val="0"/>
            <w:noProof/>
            <w:sz w:val="22"/>
            <w:szCs w:val="22"/>
            <w:lang w:eastAsia="cs-CZ"/>
          </w:rPr>
          <w:tab/>
        </w:r>
        <w:r w:rsidR="008F77E2" w:rsidRPr="00F3501A">
          <w:rPr>
            <w:rStyle w:val="Hypertextovodkaz"/>
          </w:rPr>
          <w:t>OTEVÍRÁNÍ NABÍDEK</w:t>
        </w:r>
        <w:r w:rsidR="008F77E2">
          <w:rPr>
            <w:noProof/>
            <w:webHidden/>
          </w:rPr>
          <w:tab/>
        </w:r>
        <w:r w:rsidR="008F77E2">
          <w:rPr>
            <w:noProof/>
            <w:webHidden/>
          </w:rPr>
          <w:fldChar w:fldCharType="begin"/>
        </w:r>
        <w:r w:rsidR="008F77E2">
          <w:rPr>
            <w:noProof/>
            <w:webHidden/>
          </w:rPr>
          <w:instrText xml:space="preserve"> PAGEREF _Toc123031485 \h </w:instrText>
        </w:r>
        <w:r w:rsidR="008F77E2">
          <w:rPr>
            <w:noProof/>
            <w:webHidden/>
          </w:rPr>
        </w:r>
        <w:r w:rsidR="008F77E2">
          <w:rPr>
            <w:noProof/>
            <w:webHidden/>
          </w:rPr>
          <w:fldChar w:fldCharType="separate"/>
        </w:r>
        <w:r w:rsidR="006106FA">
          <w:rPr>
            <w:noProof/>
            <w:webHidden/>
          </w:rPr>
          <w:t>27</w:t>
        </w:r>
        <w:r w:rsidR="008F77E2">
          <w:rPr>
            <w:noProof/>
            <w:webHidden/>
          </w:rPr>
          <w:fldChar w:fldCharType="end"/>
        </w:r>
      </w:hyperlink>
    </w:p>
    <w:p w14:paraId="0CC8AC25" w14:textId="284F3726" w:rsidR="008F77E2" w:rsidRDefault="00087EE6">
      <w:pPr>
        <w:pStyle w:val="Obsah1"/>
        <w:rPr>
          <w:rFonts w:eastAsiaTheme="minorEastAsia"/>
          <w:caps w:val="0"/>
          <w:noProof/>
          <w:sz w:val="22"/>
          <w:szCs w:val="22"/>
          <w:lang w:eastAsia="cs-CZ"/>
        </w:rPr>
      </w:pPr>
      <w:hyperlink w:anchor="_Toc123031486" w:history="1">
        <w:r w:rsidR="008F77E2" w:rsidRPr="00F3501A">
          <w:rPr>
            <w:rStyle w:val="Hypertextovodkaz"/>
          </w:rPr>
          <w:t>16.</w:t>
        </w:r>
        <w:r w:rsidR="008F77E2">
          <w:rPr>
            <w:rFonts w:eastAsiaTheme="minorEastAsia"/>
            <w:caps w:val="0"/>
            <w:noProof/>
            <w:sz w:val="22"/>
            <w:szCs w:val="22"/>
            <w:lang w:eastAsia="cs-CZ"/>
          </w:rPr>
          <w:tab/>
        </w:r>
        <w:r w:rsidR="008F77E2" w:rsidRPr="00F3501A">
          <w:rPr>
            <w:rStyle w:val="Hypertextovodkaz"/>
          </w:rPr>
          <w:t>POSOUZENÍ SPLNĚNÍ PODMÍNEK ÚČASTI</w:t>
        </w:r>
        <w:r w:rsidR="008F77E2">
          <w:rPr>
            <w:noProof/>
            <w:webHidden/>
          </w:rPr>
          <w:tab/>
        </w:r>
        <w:r w:rsidR="008F77E2">
          <w:rPr>
            <w:noProof/>
            <w:webHidden/>
          </w:rPr>
          <w:fldChar w:fldCharType="begin"/>
        </w:r>
        <w:r w:rsidR="008F77E2">
          <w:rPr>
            <w:noProof/>
            <w:webHidden/>
          </w:rPr>
          <w:instrText xml:space="preserve"> PAGEREF _Toc123031486 \h </w:instrText>
        </w:r>
        <w:r w:rsidR="008F77E2">
          <w:rPr>
            <w:noProof/>
            <w:webHidden/>
          </w:rPr>
        </w:r>
        <w:r w:rsidR="008F77E2">
          <w:rPr>
            <w:noProof/>
            <w:webHidden/>
          </w:rPr>
          <w:fldChar w:fldCharType="separate"/>
        </w:r>
        <w:r w:rsidR="006106FA">
          <w:rPr>
            <w:noProof/>
            <w:webHidden/>
          </w:rPr>
          <w:t>27</w:t>
        </w:r>
        <w:r w:rsidR="008F77E2">
          <w:rPr>
            <w:noProof/>
            <w:webHidden/>
          </w:rPr>
          <w:fldChar w:fldCharType="end"/>
        </w:r>
      </w:hyperlink>
    </w:p>
    <w:p w14:paraId="0980BDEB" w14:textId="5BCA1FB1" w:rsidR="008F77E2" w:rsidRDefault="00087EE6">
      <w:pPr>
        <w:pStyle w:val="Obsah1"/>
        <w:rPr>
          <w:rFonts w:eastAsiaTheme="minorEastAsia"/>
          <w:caps w:val="0"/>
          <w:noProof/>
          <w:sz w:val="22"/>
          <w:szCs w:val="22"/>
          <w:lang w:eastAsia="cs-CZ"/>
        </w:rPr>
      </w:pPr>
      <w:hyperlink w:anchor="_Toc123031487" w:history="1">
        <w:r w:rsidR="008F77E2" w:rsidRPr="00F3501A">
          <w:rPr>
            <w:rStyle w:val="Hypertextovodkaz"/>
          </w:rPr>
          <w:t>17.</w:t>
        </w:r>
        <w:r w:rsidR="008F77E2">
          <w:rPr>
            <w:rFonts w:eastAsiaTheme="minorEastAsia"/>
            <w:caps w:val="0"/>
            <w:noProof/>
            <w:sz w:val="22"/>
            <w:szCs w:val="22"/>
            <w:lang w:eastAsia="cs-CZ"/>
          </w:rPr>
          <w:tab/>
        </w:r>
        <w:r w:rsidR="008F77E2" w:rsidRPr="00F3501A">
          <w:rPr>
            <w:rStyle w:val="Hypertextovodkaz"/>
          </w:rPr>
          <w:t>HODNOCENÍ NABÍDEK</w:t>
        </w:r>
        <w:r w:rsidR="008F77E2">
          <w:rPr>
            <w:noProof/>
            <w:webHidden/>
          </w:rPr>
          <w:tab/>
        </w:r>
        <w:r w:rsidR="008F77E2">
          <w:rPr>
            <w:noProof/>
            <w:webHidden/>
          </w:rPr>
          <w:fldChar w:fldCharType="begin"/>
        </w:r>
        <w:r w:rsidR="008F77E2">
          <w:rPr>
            <w:noProof/>
            <w:webHidden/>
          </w:rPr>
          <w:instrText xml:space="preserve"> PAGEREF _Toc123031487 \h </w:instrText>
        </w:r>
        <w:r w:rsidR="008F77E2">
          <w:rPr>
            <w:noProof/>
            <w:webHidden/>
          </w:rPr>
        </w:r>
        <w:r w:rsidR="008F77E2">
          <w:rPr>
            <w:noProof/>
            <w:webHidden/>
          </w:rPr>
          <w:fldChar w:fldCharType="separate"/>
        </w:r>
        <w:r w:rsidR="006106FA">
          <w:rPr>
            <w:noProof/>
            <w:webHidden/>
          </w:rPr>
          <w:t>28</w:t>
        </w:r>
        <w:r w:rsidR="008F77E2">
          <w:rPr>
            <w:noProof/>
            <w:webHidden/>
          </w:rPr>
          <w:fldChar w:fldCharType="end"/>
        </w:r>
      </w:hyperlink>
    </w:p>
    <w:p w14:paraId="2B0295DF" w14:textId="3C6C224C" w:rsidR="008F77E2" w:rsidRDefault="00087EE6">
      <w:pPr>
        <w:pStyle w:val="Obsah1"/>
        <w:rPr>
          <w:rFonts w:eastAsiaTheme="minorEastAsia"/>
          <w:caps w:val="0"/>
          <w:noProof/>
          <w:sz w:val="22"/>
          <w:szCs w:val="22"/>
          <w:lang w:eastAsia="cs-CZ"/>
        </w:rPr>
      </w:pPr>
      <w:hyperlink w:anchor="_Toc123031488" w:history="1">
        <w:r w:rsidR="008F77E2" w:rsidRPr="00F3501A">
          <w:rPr>
            <w:rStyle w:val="Hypertextovodkaz"/>
          </w:rPr>
          <w:t>18.</w:t>
        </w:r>
        <w:r w:rsidR="008F77E2">
          <w:rPr>
            <w:rFonts w:eastAsiaTheme="minorEastAsia"/>
            <w:caps w:val="0"/>
            <w:noProof/>
            <w:sz w:val="22"/>
            <w:szCs w:val="22"/>
            <w:lang w:eastAsia="cs-CZ"/>
          </w:rPr>
          <w:tab/>
        </w:r>
        <w:r w:rsidR="008F77E2" w:rsidRPr="00F3501A">
          <w:rPr>
            <w:rStyle w:val="Hypertextovodkaz"/>
          </w:rPr>
          <w:t>ZRUŠENÍ ZADÁVACÍHO ŘÍZENÍ</w:t>
        </w:r>
        <w:r w:rsidR="008F77E2">
          <w:rPr>
            <w:noProof/>
            <w:webHidden/>
          </w:rPr>
          <w:tab/>
        </w:r>
        <w:r w:rsidR="008F77E2">
          <w:rPr>
            <w:noProof/>
            <w:webHidden/>
          </w:rPr>
          <w:fldChar w:fldCharType="begin"/>
        </w:r>
        <w:r w:rsidR="008F77E2">
          <w:rPr>
            <w:noProof/>
            <w:webHidden/>
          </w:rPr>
          <w:instrText xml:space="preserve"> PAGEREF _Toc123031488 \h </w:instrText>
        </w:r>
        <w:r w:rsidR="008F77E2">
          <w:rPr>
            <w:noProof/>
            <w:webHidden/>
          </w:rPr>
        </w:r>
        <w:r w:rsidR="008F77E2">
          <w:rPr>
            <w:noProof/>
            <w:webHidden/>
          </w:rPr>
          <w:fldChar w:fldCharType="separate"/>
        </w:r>
        <w:r w:rsidR="006106FA">
          <w:rPr>
            <w:noProof/>
            <w:webHidden/>
          </w:rPr>
          <w:t>28</w:t>
        </w:r>
        <w:r w:rsidR="008F77E2">
          <w:rPr>
            <w:noProof/>
            <w:webHidden/>
          </w:rPr>
          <w:fldChar w:fldCharType="end"/>
        </w:r>
      </w:hyperlink>
    </w:p>
    <w:p w14:paraId="1D3C5A04" w14:textId="2E517B97" w:rsidR="008F77E2" w:rsidRDefault="00087EE6">
      <w:pPr>
        <w:pStyle w:val="Obsah1"/>
        <w:rPr>
          <w:rFonts w:eastAsiaTheme="minorEastAsia"/>
          <w:caps w:val="0"/>
          <w:noProof/>
          <w:sz w:val="22"/>
          <w:szCs w:val="22"/>
          <w:lang w:eastAsia="cs-CZ"/>
        </w:rPr>
      </w:pPr>
      <w:hyperlink w:anchor="_Toc123031489" w:history="1">
        <w:r w:rsidR="008F77E2" w:rsidRPr="00F3501A">
          <w:rPr>
            <w:rStyle w:val="Hypertextovodkaz"/>
          </w:rPr>
          <w:t>19.</w:t>
        </w:r>
        <w:r w:rsidR="008F77E2">
          <w:rPr>
            <w:rFonts w:eastAsiaTheme="minorEastAsia"/>
            <w:caps w:val="0"/>
            <w:noProof/>
            <w:sz w:val="22"/>
            <w:szCs w:val="22"/>
            <w:lang w:eastAsia="cs-CZ"/>
          </w:rPr>
          <w:tab/>
        </w:r>
        <w:r w:rsidR="008F77E2" w:rsidRPr="00F3501A">
          <w:rPr>
            <w:rStyle w:val="Hypertextovodkaz"/>
          </w:rPr>
          <w:t>UZAVŘENÍ SMLOUVY</w:t>
        </w:r>
        <w:r w:rsidR="008F77E2">
          <w:rPr>
            <w:noProof/>
            <w:webHidden/>
          </w:rPr>
          <w:tab/>
        </w:r>
        <w:r w:rsidR="008F77E2">
          <w:rPr>
            <w:noProof/>
            <w:webHidden/>
          </w:rPr>
          <w:fldChar w:fldCharType="begin"/>
        </w:r>
        <w:r w:rsidR="008F77E2">
          <w:rPr>
            <w:noProof/>
            <w:webHidden/>
          </w:rPr>
          <w:instrText xml:space="preserve"> PAGEREF _Toc123031489 \h </w:instrText>
        </w:r>
        <w:r w:rsidR="008F77E2">
          <w:rPr>
            <w:noProof/>
            <w:webHidden/>
          </w:rPr>
        </w:r>
        <w:r w:rsidR="008F77E2">
          <w:rPr>
            <w:noProof/>
            <w:webHidden/>
          </w:rPr>
          <w:fldChar w:fldCharType="separate"/>
        </w:r>
        <w:r w:rsidR="006106FA">
          <w:rPr>
            <w:noProof/>
            <w:webHidden/>
          </w:rPr>
          <w:t>28</w:t>
        </w:r>
        <w:r w:rsidR="008F77E2">
          <w:rPr>
            <w:noProof/>
            <w:webHidden/>
          </w:rPr>
          <w:fldChar w:fldCharType="end"/>
        </w:r>
      </w:hyperlink>
    </w:p>
    <w:p w14:paraId="2F56024D" w14:textId="0548AAD7" w:rsidR="008F77E2" w:rsidRDefault="00087EE6">
      <w:pPr>
        <w:pStyle w:val="Obsah1"/>
        <w:rPr>
          <w:rFonts w:eastAsiaTheme="minorEastAsia"/>
          <w:caps w:val="0"/>
          <w:noProof/>
          <w:sz w:val="22"/>
          <w:szCs w:val="22"/>
          <w:lang w:eastAsia="cs-CZ"/>
        </w:rPr>
      </w:pPr>
      <w:hyperlink w:anchor="_Toc123031490" w:history="1">
        <w:r w:rsidR="008F77E2" w:rsidRPr="00F3501A">
          <w:rPr>
            <w:rStyle w:val="Hypertextovodkaz"/>
          </w:rPr>
          <w:t>20.</w:t>
        </w:r>
        <w:r w:rsidR="008F77E2">
          <w:rPr>
            <w:rFonts w:eastAsiaTheme="minorEastAsia"/>
            <w:caps w:val="0"/>
            <w:noProof/>
            <w:sz w:val="22"/>
            <w:szCs w:val="22"/>
            <w:lang w:eastAsia="cs-CZ"/>
          </w:rPr>
          <w:tab/>
        </w:r>
        <w:r w:rsidR="008F77E2" w:rsidRPr="00F3501A">
          <w:rPr>
            <w:rStyle w:val="Hypertextovodkaz"/>
          </w:rPr>
          <w:t>OCHRANA INFORMACÍ</w:t>
        </w:r>
        <w:r w:rsidR="008F77E2">
          <w:rPr>
            <w:noProof/>
            <w:webHidden/>
          </w:rPr>
          <w:tab/>
        </w:r>
        <w:r w:rsidR="008F77E2">
          <w:rPr>
            <w:noProof/>
            <w:webHidden/>
          </w:rPr>
          <w:fldChar w:fldCharType="begin"/>
        </w:r>
        <w:r w:rsidR="008F77E2">
          <w:rPr>
            <w:noProof/>
            <w:webHidden/>
          </w:rPr>
          <w:instrText xml:space="preserve"> PAGEREF _Toc123031490 \h </w:instrText>
        </w:r>
        <w:r w:rsidR="008F77E2">
          <w:rPr>
            <w:noProof/>
            <w:webHidden/>
          </w:rPr>
        </w:r>
        <w:r w:rsidR="008F77E2">
          <w:rPr>
            <w:noProof/>
            <w:webHidden/>
          </w:rPr>
          <w:fldChar w:fldCharType="separate"/>
        </w:r>
        <w:r w:rsidR="006106FA">
          <w:rPr>
            <w:noProof/>
            <w:webHidden/>
          </w:rPr>
          <w:t>31</w:t>
        </w:r>
        <w:r w:rsidR="008F77E2">
          <w:rPr>
            <w:noProof/>
            <w:webHidden/>
          </w:rPr>
          <w:fldChar w:fldCharType="end"/>
        </w:r>
      </w:hyperlink>
    </w:p>
    <w:p w14:paraId="11A31C51" w14:textId="4827F051" w:rsidR="008F77E2" w:rsidRDefault="00087EE6">
      <w:pPr>
        <w:pStyle w:val="Obsah1"/>
        <w:rPr>
          <w:rFonts w:eastAsiaTheme="minorEastAsia"/>
          <w:caps w:val="0"/>
          <w:noProof/>
          <w:sz w:val="22"/>
          <w:szCs w:val="22"/>
          <w:lang w:eastAsia="cs-CZ"/>
        </w:rPr>
      </w:pPr>
      <w:hyperlink w:anchor="_Toc123031491" w:history="1">
        <w:r w:rsidR="008F77E2" w:rsidRPr="00F3501A">
          <w:rPr>
            <w:rStyle w:val="Hypertextovodkaz"/>
          </w:rPr>
          <w:t>21.</w:t>
        </w:r>
        <w:r w:rsidR="008F77E2">
          <w:rPr>
            <w:rFonts w:eastAsiaTheme="minorEastAsia"/>
            <w:caps w:val="0"/>
            <w:noProof/>
            <w:sz w:val="22"/>
            <w:szCs w:val="22"/>
            <w:lang w:eastAsia="cs-CZ"/>
          </w:rPr>
          <w:tab/>
        </w:r>
        <w:r w:rsidR="008F77E2" w:rsidRPr="00F3501A">
          <w:rPr>
            <w:rStyle w:val="Hypertextovodkaz"/>
          </w:rPr>
          <w:t>ZADÁVACÍ LHŮTA A JISTOTA ZA NABÍDKU</w:t>
        </w:r>
        <w:r w:rsidR="008F77E2">
          <w:rPr>
            <w:noProof/>
            <w:webHidden/>
          </w:rPr>
          <w:tab/>
        </w:r>
        <w:r w:rsidR="008F77E2">
          <w:rPr>
            <w:noProof/>
            <w:webHidden/>
          </w:rPr>
          <w:fldChar w:fldCharType="begin"/>
        </w:r>
        <w:r w:rsidR="008F77E2">
          <w:rPr>
            <w:noProof/>
            <w:webHidden/>
          </w:rPr>
          <w:instrText xml:space="preserve"> PAGEREF _Toc123031491 \h </w:instrText>
        </w:r>
        <w:r w:rsidR="008F77E2">
          <w:rPr>
            <w:noProof/>
            <w:webHidden/>
          </w:rPr>
        </w:r>
        <w:r w:rsidR="008F77E2">
          <w:rPr>
            <w:noProof/>
            <w:webHidden/>
          </w:rPr>
          <w:fldChar w:fldCharType="separate"/>
        </w:r>
        <w:r w:rsidR="006106FA">
          <w:rPr>
            <w:noProof/>
            <w:webHidden/>
          </w:rPr>
          <w:t>32</w:t>
        </w:r>
        <w:r w:rsidR="008F77E2">
          <w:rPr>
            <w:noProof/>
            <w:webHidden/>
          </w:rPr>
          <w:fldChar w:fldCharType="end"/>
        </w:r>
      </w:hyperlink>
    </w:p>
    <w:p w14:paraId="398208D2" w14:textId="5C051E38" w:rsidR="008F77E2" w:rsidRDefault="00087EE6">
      <w:pPr>
        <w:pStyle w:val="Obsah1"/>
        <w:rPr>
          <w:rFonts w:eastAsiaTheme="minorEastAsia"/>
          <w:caps w:val="0"/>
          <w:noProof/>
          <w:sz w:val="22"/>
          <w:szCs w:val="22"/>
          <w:lang w:eastAsia="cs-CZ"/>
        </w:rPr>
      </w:pPr>
      <w:hyperlink w:anchor="_Toc123031492" w:history="1">
        <w:r w:rsidR="008F77E2" w:rsidRPr="00F3501A">
          <w:rPr>
            <w:rStyle w:val="Hypertextovodkaz"/>
          </w:rPr>
          <w:t>22.</w:t>
        </w:r>
        <w:r w:rsidR="008F77E2">
          <w:rPr>
            <w:rFonts w:eastAsiaTheme="minorEastAsia"/>
            <w:caps w:val="0"/>
            <w:noProof/>
            <w:sz w:val="22"/>
            <w:szCs w:val="22"/>
            <w:lang w:eastAsia="cs-CZ"/>
          </w:rPr>
          <w:tab/>
        </w:r>
        <w:r w:rsidR="008F77E2" w:rsidRPr="00F3501A">
          <w:rPr>
            <w:rStyle w:val="Hypertextovodkaz"/>
          </w:rPr>
          <w:t>SOCIÁLNĚ A ENVIRONMENTÁLNĚ ODPOVĚDNÉ ZADÁVÁNÍ, INOVACE</w:t>
        </w:r>
        <w:r w:rsidR="008F77E2">
          <w:rPr>
            <w:noProof/>
            <w:webHidden/>
          </w:rPr>
          <w:tab/>
        </w:r>
        <w:r w:rsidR="008F77E2">
          <w:rPr>
            <w:noProof/>
            <w:webHidden/>
          </w:rPr>
          <w:fldChar w:fldCharType="begin"/>
        </w:r>
        <w:r w:rsidR="008F77E2">
          <w:rPr>
            <w:noProof/>
            <w:webHidden/>
          </w:rPr>
          <w:instrText xml:space="preserve"> PAGEREF _Toc123031492 \h </w:instrText>
        </w:r>
        <w:r w:rsidR="008F77E2">
          <w:rPr>
            <w:noProof/>
            <w:webHidden/>
          </w:rPr>
        </w:r>
        <w:r w:rsidR="008F77E2">
          <w:rPr>
            <w:noProof/>
            <w:webHidden/>
          </w:rPr>
          <w:fldChar w:fldCharType="separate"/>
        </w:r>
        <w:r w:rsidR="006106FA">
          <w:rPr>
            <w:noProof/>
            <w:webHidden/>
          </w:rPr>
          <w:t>32</w:t>
        </w:r>
        <w:r w:rsidR="008F77E2">
          <w:rPr>
            <w:noProof/>
            <w:webHidden/>
          </w:rPr>
          <w:fldChar w:fldCharType="end"/>
        </w:r>
      </w:hyperlink>
    </w:p>
    <w:p w14:paraId="4C993F5F" w14:textId="042F5979" w:rsidR="008F77E2" w:rsidRDefault="00087EE6">
      <w:pPr>
        <w:pStyle w:val="Obsah1"/>
        <w:rPr>
          <w:rFonts w:eastAsiaTheme="minorEastAsia"/>
          <w:caps w:val="0"/>
          <w:noProof/>
          <w:sz w:val="22"/>
          <w:szCs w:val="22"/>
          <w:lang w:eastAsia="cs-CZ"/>
        </w:rPr>
      </w:pPr>
      <w:hyperlink w:anchor="_Toc123031493" w:history="1">
        <w:r w:rsidR="008F77E2" w:rsidRPr="00F3501A">
          <w:rPr>
            <w:rStyle w:val="Hypertextovodkaz"/>
          </w:rPr>
          <w:t>23.</w:t>
        </w:r>
        <w:r w:rsidR="008F77E2">
          <w:rPr>
            <w:rFonts w:eastAsiaTheme="minorEastAsia"/>
            <w:caps w:val="0"/>
            <w:noProof/>
            <w:sz w:val="22"/>
            <w:szCs w:val="22"/>
            <w:lang w:eastAsia="cs-CZ"/>
          </w:rPr>
          <w:tab/>
        </w:r>
        <w:r w:rsidR="008F77E2" w:rsidRPr="00F3501A">
          <w:rPr>
            <w:rStyle w:val="Hypertextovodkaz"/>
          </w:rPr>
          <w:t>Další zadávací podmínky v návaznosti na sankce v souvislosti se situací na Ukrajině</w:t>
        </w:r>
        <w:r w:rsidR="008F77E2">
          <w:rPr>
            <w:noProof/>
            <w:webHidden/>
          </w:rPr>
          <w:tab/>
        </w:r>
        <w:r w:rsidR="008F77E2">
          <w:rPr>
            <w:noProof/>
            <w:webHidden/>
          </w:rPr>
          <w:fldChar w:fldCharType="begin"/>
        </w:r>
        <w:r w:rsidR="008F77E2">
          <w:rPr>
            <w:noProof/>
            <w:webHidden/>
          </w:rPr>
          <w:instrText xml:space="preserve"> PAGEREF _Toc123031493 \h </w:instrText>
        </w:r>
        <w:r w:rsidR="008F77E2">
          <w:rPr>
            <w:noProof/>
            <w:webHidden/>
          </w:rPr>
        </w:r>
        <w:r w:rsidR="008F77E2">
          <w:rPr>
            <w:noProof/>
            <w:webHidden/>
          </w:rPr>
          <w:fldChar w:fldCharType="separate"/>
        </w:r>
        <w:r w:rsidR="006106FA">
          <w:rPr>
            <w:noProof/>
            <w:webHidden/>
          </w:rPr>
          <w:t>33</w:t>
        </w:r>
        <w:r w:rsidR="008F77E2">
          <w:rPr>
            <w:noProof/>
            <w:webHidden/>
          </w:rPr>
          <w:fldChar w:fldCharType="end"/>
        </w:r>
      </w:hyperlink>
    </w:p>
    <w:p w14:paraId="2E210C9C" w14:textId="2BD10D05" w:rsidR="008F77E2" w:rsidRDefault="00087EE6">
      <w:pPr>
        <w:pStyle w:val="Obsah1"/>
        <w:rPr>
          <w:rFonts w:eastAsiaTheme="minorEastAsia"/>
          <w:caps w:val="0"/>
          <w:noProof/>
          <w:sz w:val="22"/>
          <w:szCs w:val="22"/>
          <w:lang w:eastAsia="cs-CZ"/>
        </w:rPr>
      </w:pPr>
      <w:hyperlink w:anchor="_Toc123031494" w:history="1">
        <w:r w:rsidR="008F77E2" w:rsidRPr="00F3501A">
          <w:rPr>
            <w:rStyle w:val="Hypertextovodkaz"/>
          </w:rPr>
          <w:t>24.</w:t>
        </w:r>
        <w:r w:rsidR="008F77E2">
          <w:rPr>
            <w:rFonts w:eastAsiaTheme="minorEastAsia"/>
            <w:caps w:val="0"/>
            <w:noProof/>
            <w:sz w:val="22"/>
            <w:szCs w:val="22"/>
            <w:lang w:eastAsia="cs-CZ"/>
          </w:rPr>
          <w:tab/>
        </w:r>
        <w:r w:rsidR="008F77E2" w:rsidRPr="00F3501A">
          <w:rPr>
            <w:rStyle w:val="Hypertextovodkaz"/>
          </w:rPr>
          <w:t>PŘÍLOHY TĚCHTO POKYNŮ</w:t>
        </w:r>
        <w:r w:rsidR="008F77E2">
          <w:rPr>
            <w:noProof/>
            <w:webHidden/>
          </w:rPr>
          <w:tab/>
        </w:r>
        <w:r w:rsidR="008F77E2">
          <w:rPr>
            <w:noProof/>
            <w:webHidden/>
          </w:rPr>
          <w:fldChar w:fldCharType="begin"/>
        </w:r>
        <w:r w:rsidR="008F77E2">
          <w:rPr>
            <w:noProof/>
            <w:webHidden/>
          </w:rPr>
          <w:instrText xml:space="preserve"> PAGEREF _Toc123031494 \h </w:instrText>
        </w:r>
        <w:r w:rsidR="008F77E2">
          <w:rPr>
            <w:noProof/>
            <w:webHidden/>
          </w:rPr>
        </w:r>
        <w:r w:rsidR="008F77E2">
          <w:rPr>
            <w:noProof/>
            <w:webHidden/>
          </w:rPr>
          <w:fldChar w:fldCharType="separate"/>
        </w:r>
        <w:r w:rsidR="006106FA">
          <w:rPr>
            <w:noProof/>
            <w:webHidden/>
          </w:rPr>
          <w:t>34</w:t>
        </w:r>
        <w:r w:rsidR="008F77E2">
          <w:rPr>
            <w:noProof/>
            <w:webHidden/>
          </w:rPr>
          <w:fldChar w:fldCharType="end"/>
        </w:r>
      </w:hyperlink>
    </w:p>
    <w:p w14:paraId="0E7F91FD" w14:textId="26B06477"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23031471"/>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6BE038E5"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23031472"/>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Identifikátor datové schránky: uccchjm</w:t>
      </w:r>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1E36D4C8" w:rsidR="0035531B" w:rsidRDefault="0035531B" w:rsidP="0035531B">
      <w:pPr>
        <w:pStyle w:val="Textbezslovn"/>
      </w:pPr>
      <w:r w:rsidRPr="000174E8">
        <w:tab/>
      </w:r>
      <w:r w:rsidRPr="000174E8">
        <w:tab/>
      </w:r>
    </w:p>
    <w:p w14:paraId="28951FC0" w14:textId="7F210ADF" w:rsidR="0035531B" w:rsidRDefault="0035531B" w:rsidP="0035531B">
      <w:pPr>
        <w:pStyle w:val="Nadpis1-1"/>
      </w:pPr>
      <w:bookmarkStart w:id="6" w:name="_Toc123031473"/>
      <w:r>
        <w:t>KOMUNIKACE MEZI ZADAVATELEM</w:t>
      </w:r>
      <w:r w:rsidR="00845C50">
        <w:t xml:space="preserve"> a </w:t>
      </w:r>
      <w:r>
        <w:t>DODAVATELEM</w:t>
      </w:r>
      <w:bookmarkEnd w:id="6"/>
      <w:r>
        <w:t xml:space="preserve"> </w:t>
      </w:r>
    </w:p>
    <w:p w14:paraId="7BEFC1C4" w14:textId="11E3DDEE" w:rsidR="0035531B" w:rsidRPr="004B2D81"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2" w:history="1">
        <w:r w:rsidR="009070CD" w:rsidRPr="004B2D81">
          <w:rPr>
            <w:rStyle w:val="Hypertextovodkaz"/>
            <w:noProof w:val="0"/>
            <w:color w:val="auto"/>
          </w:rPr>
          <w:t>https://zakazky.spravazeleznic.cz/</w:t>
        </w:r>
      </w:hyperlink>
      <w:r w:rsidRPr="004B2D81">
        <w:t>), který je profilem zadavatele</w:t>
      </w:r>
      <w:r w:rsidR="00845C50" w:rsidRPr="004B2D81">
        <w:t xml:space="preserve"> a </w:t>
      </w:r>
      <w:r w:rsidRPr="004B2D81">
        <w:t>splňuje podmínky vyhlášky č. 260/2016 Sb.,</w:t>
      </w:r>
      <w:r w:rsidR="00092CC9" w:rsidRPr="004B2D81">
        <w:t xml:space="preserve"> o </w:t>
      </w:r>
      <w:r w:rsidRPr="004B2D81">
        <w:t>stanovení podrobnějších podmínek týkajících se elektronických nástrojů, elektronických úkonů při zadávání veřejných zakázek</w:t>
      </w:r>
      <w:r w:rsidR="00845C50" w:rsidRPr="004B2D81">
        <w:t xml:space="preserve"> a </w:t>
      </w:r>
      <w:r w:rsidRPr="004B2D81">
        <w:t>certifikátu shody. Na komunikaci ze strany dodavatele učiněnou elektronicky, avšak nikoliv prostřednictvím elektronického nástroje E-ZAK, bude zadavatel vždy odpovídat prostřednictvím elektronického nástroje</w:t>
      </w:r>
      <w:r w:rsidR="007E7867" w:rsidRPr="004B2D81">
        <w:t xml:space="preserve"> s výjimkou případů, kdy komunikace s dodavatelem prostřednictvím elektronického nástroje nebude objektivně možná, např. s ohledem na chybějící registraci dodavatele v elektronickém nástroji</w:t>
      </w:r>
      <w:r w:rsidRPr="004B2D81">
        <w:t>.</w:t>
      </w:r>
      <w:r w:rsidR="004E4BDF" w:rsidRPr="004B2D81">
        <w:t xml:space="preserve"> </w:t>
      </w:r>
    </w:p>
    <w:p w14:paraId="37E9852C" w14:textId="00503832" w:rsidR="0035531B" w:rsidRPr="004B2D81" w:rsidRDefault="0035531B" w:rsidP="0035531B">
      <w:pPr>
        <w:pStyle w:val="Text1-1"/>
      </w:pPr>
      <w:r w:rsidRPr="004B2D81">
        <w:t xml:space="preserve">Kontaktní osobou zadavatele pro zadávací řízení je: </w:t>
      </w:r>
      <w:r w:rsidR="003F1208" w:rsidRPr="004B2D81">
        <w:t>Vladimíra Hlídková</w:t>
      </w:r>
    </w:p>
    <w:p w14:paraId="724D0E14" w14:textId="77777777" w:rsidR="003F1208" w:rsidRPr="004B2D81" w:rsidRDefault="003F1208" w:rsidP="003F1208">
      <w:pPr>
        <w:pStyle w:val="Textbezslovn"/>
        <w:spacing w:after="0"/>
      </w:pPr>
      <w:r w:rsidRPr="004B2D81">
        <w:t xml:space="preserve">telefon: </w:t>
      </w:r>
      <w:r w:rsidRPr="004B2D81">
        <w:tab/>
        <w:t>+420 724 321 788</w:t>
      </w:r>
    </w:p>
    <w:p w14:paraId="112210AD" w14:textId="77777777" w:rsidR="003F1208" w:rsidRPr="004B2D81" w:rsidRDefault="003F1208" w:rsidP="003F1208">
      <w:pPr>
        <w:pStyle w:val="Textbezslovn"/>
        <w:spacing w:after="0"/>
      </w:pPr>
      <w:r w:rsidRPr="004B2D81">
        <w:t xml:space="preserve">e-mail: </w:t>
      </w:r>
      <w:r w:rsidRPr="004B2D81">
        <w:tab/>
        <w:t>hlidkova@spravazeleznic.cz</w:t>
      </w:r>
    </w:p>
    <w:p w14:paraId="62E6769E" w14:textId="77777777" w:rsidR="003F1208" w:rsidRPr="004B2D81" w:rsidRDefault="003F1208" w:rsidP="003F1208">
      <w:pPr>
        <w:pStyle w:val="Textbezslovn"/>
        <w:spacing w:after="0"/>
      </w:pPr>
      <w:r w:rsidRPr="004B2D81">
        <w:t xml:space="preserve">adresa: </w:t>
      </w:r>
      <w:r w:rsidRPr="004B2D81">
        <w:tab/>
        <w:t>Správa železnic, státní organizace</w:t>
      </w:r>
    </w:p>
    <w:p w14:paraId="3E6166F6" w14:textId="77777777" w:rsidR="003F1208" w:rsidRPr="004B2D81" w:rsidRDefault="003F1208" w:rsidP="003F1208">
      <w:pPr>
        <w:pStyle w:val="Textbezslovn"/>
        <w:spacing w:after="0"/>
      </w:pPr>
      <w:r w:rsidRPr="004B2D81">
        <w:tab/>
      </w:r>
      <w:r w:rsidRPr="004B2D81">
        <w:tab/>
        <w:t>Stavební správa západ</w:t>
      </w:r>
    </w:p>
    <w:p w14:paraId="357C8FD6" w14:textId="71FE7810" w:rsidR="004B2D81" w:rsidRPr="004B2D81" w:rsidRDefault="003F1208" w:rsidP="004B2D81">
      <w:pPr>
        <w:pStyle w:val="Ftext"/>
        <w:spacing w:before="0" w:after="0" w:line="240" w:lineRule="auto"/>
        <w:rPr>
          <w:rFonts w:asciiTheme="minorHAnsi" w:hAnsiTheme="minorHAnsi"/>
          <w:sz w:val="18"/>
          <w:szCs w:val="18"/>
        </w:rPr>
      </w:pPr>
      <w:r w:rsidRPr="004B2D81">
        <w:tab/>
      </w:r>
      <w:r w:rsidRPr="004B2D81">
        <w:tab/>
      </w:r>
      <w:r w:rsidR="004B2D81" w:rsidRPr="004B2D81">
        <w:tab/>
      </w:r>
      <w:r w:rsidR="004B2D81" w:rsidRPr="004B2D81">
        <w:rPr>
          <w:rFonts w:asciiTheme="minorHAnsi" w:hAnsiTheme="minorHAnsi"/>
          <w:sz w:val="18"/>
          <w:szCs w:val="18"/>
        </w:rPr>
        <w:t xml:space="preserve">Ke Štvanici 656/3, </w:t>
      </w:r>
    </w:p>
    <w:p w14:paraId="06A6E6FA" w14:textId="77777777" w:rsidR="004B2D81" w:rsidRPr="004B2D81" w:rsidRDefault="004B2D81" w:rsidP="004B2D81">
      <w:pPr>
        <w:pStyle w:val="Ftext"/>
        <w:spacing w:before="0" w:after="0" w:line="240" w:lineRule="auto"/>
        <w:ind w:left="1418" w:firstLine="709"/>
        <w:rPr>
          <w:rFonts w:asciiTheme="minorHAnsi" w:hAnsiTheme="minorHAnsi"/>
          <w:sz w:val="18"/>
          <w:szCs w:val="18"/>
        </w:rPr>
      </w:pPr>
      <w:r w:rsidRPr="004B2D81">
        <w:rPr>
          <w:rFonts w:asciiTheme="minorHAnsi" w:hAnsiTheme="minorHAnsi"/>
          <w:sz w:val="18"/>
          <w:szCs w:val="18"/>
        </w:rPr>
        <w:t>186 00 Praha 8 – Karlín</w:t>
      </w:r>
    </w:p>
    <w:p w14:paraId="7FD4B398" w14:textId="74066C7B" w:rsidR="003F1208" w:rsidRPr="004B2D81" w:rsidRDefault="003F1208" w:rsidP="004B2D81">
      <w:pPr>
        <w:pStyle w:val="Textbezslovn"/>
        <w:spacing w:after="0"/>
      </w:pPr>
    </w:p>
    <w:p w14:paraId="3F8325C7" w14:textId="77777777" w:rsidR="0035531B" w:rsidRPr="004B2D81" w:rsidRDefault="0035531B" w:rsidP="0035531B">
      <w:pPr>
        <w:pStyle w:val="Nadpis1-1"/>
      </w:pPr>
      <w:bookmarkStart w:id="7" w:name="_Toc123031474"/>
      <w:r w:rsidRPr="004B2D81">
        <w:t>ÚČEL</w:t>
      </w:r>
      <w:r w:rsidR="00845C50" w:rsidRPr="004B2D81">
        <w:t xml:space="preserve"> a </w:t>
      </w:r>
      <w:r w:rsidRPr="004B2D81">
        <w:t>PŘEDMĚT PLNĚNÍ VEŘEJNÉ ZAKÁZKY</w:t>
      </w:r>
      <w:bookmarkEnd w:id="7"/>
    </w:p>
    <w:p w14:paraId="254D1557" w14:textId="77777777" w:rsidR="0035531B" w:rsidRDefault="0035531B" w:rsidP="0035531B">
      <w:pPr>
        <w:pStyle w:val="Text1-1"/>
      </w:pPr>
      <w:r>
        <w:t>Účel veřejné zakázky</w:t>
      </w:r>
    </w:p>
    <w:p w14:paraId="2E991C1E" w14:textId="154FC729" w:rsidR="003F1208" w:rsidRDefault="003F1208" w:rsidP="0035531B">
      <w:pPr>
        <w:pStyle w:val="Textbezslovn"/>
        <w:rPr>
          <w:highlight w:val="green"/>
        </w:rPr>
      </w:pPr>
      <w:r w:rsidRPr="004A3628">
        <w:rPr>
          <w:rFonts w:ascii="Verdana" w:hAnsi="Verdana" w:cs="Arial"/>
          <w:color w:val="000000"/>
        </w:rPr>
        <w:t>Účelem této stavby je vybudování traťové části systému ETCS L2 s využitím již vybudované technologie staničního zabezpečovacího zařízení, traťového zabezpečovacího zařízení, přejezdového zabezpečovacího zařízení a dálkového ovládání zabezpečovacího zařízení z RDP Brno, s využitím stávajícího přenosového systému pro DOZ, doplnění systému GSM-R včetně zaokruhování systémů, s využitím stávajícího sdělovacího zařízení a vybudování DDTS.</w:t>
      </w:r>
    </w:p>
    <w:p w14:paraId="27A581F1" w14:textId="77777777" w:rsidR="0035531B" w:rsidRDefault="0035531B" w:rsidP="0035531B">
      <w:pPr>
        <w:pStyle w:val="Text1-1"/>
      </w:pPr>
      <w:r>
        <w:t>Předmět plnění veřejné zakázky</w:t>
      </w:r>
    </w:p>
    <w:p w14:paraId="76FCCFC3" w14:textId="4A62F45C" w:rsidR="001723F7" w:rsidRPr="004B2D81" w:rsidRDefault="001723F7" w:rsidP="00EF7EA5">
      <w:pPr>
        <w:pStyle w:val="Textbezslovn"/>
      </w:pPr>
      <w:r w:rsidRPr="004B2D81">
        <w:t xml:space="preserve">Předmětem </w:t>
      </w:r>
      <w:r w:rsidR="004B2D81" w:rsidRPr="004B2D81">
        <w:t>zakázky</w:t>
      </w:r>
      <w:r w:rsidRPr="004B2D81">
        <w:t xml:space="preserve"> je výstavba traťové části jednotného evropského vlakového zabezpečovače ERTMS/ETCS</w:t>
      </w:r>
      <w:r w:rsidR="004B2D81" w:rsidRPr="004B2D81">
        <w:t xml:space="preserve"> </w:t>
      </w:r>
      <w:r w:rsidR="00AD5E18">
        <w:t>v tr. úseku  Brno Horní Heršpice – Zastávka u Brna</w:t>
      </w:r>
      <w:r w:rsidR="004B2D81" w:rsidRPr="004B2D81">
        <w:t xml:space="preserve">. </w:t>
      </w:r>
    </w:p>
    <w:p w14:paraId="0CB5B737" w14:textId="52BBFA59" w:rsidR="00EF7EA5" w:rsidRPr="004B2D81" w:rsidRDefault="00EF7EA5" w:rsidP="00EF7EA5">
      <w:pPr>
        <w:pStyle w:val="Textbezslovn"/>
      </w:pPr>
      <w:r w:rsidRPr="004B2D81">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w:t>
      </w:r>
      <w:r w:rsidR="00F05537" w:rsidRPr="004B2D81">
        <w:t>s</w:t>
      </w:r>
      <w:r w:rsidRPr="004B2D81">
        <w:t xml:space="preserve">měrnice </w:t>
      </w:r>
      <w:r w:rsidR="00F05537" w:rsidRPr="004B2D81">
        <w:t>SŽ SM011 Dokumentace staveb Správy železnic, státní organizace</w:t>
      </w:r>
      <w:r w:rsidRPr="004B2D81">
        <w:t xml:space="preserve"> a </w:t>
      </w:r>
      <w:r w:rsidR="00F05537" w:rsidRPr="004B2D81">
        <w:t xml:space="preserve">dle </w:t>
      </w:r>
      <w:r w:rsidRPr="004B2D81">
        <w:t xml:space="preserve">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32427081" w14:textId="7F78223A" w:rsidR="00EF7EA5" w:rsidRPr="004B2D81" w:rsidRDefault="00EF7EA5" w:rsidP="00EF7EA5">
      <w:pPr>
        <w:pStyle w:val="Textbezslovn"/>
      </w:pPr>
      <w:r w:rsidRPr="004B2D81">
        <w:t>Projektová dokumentace bude určovat hmotové, materiálové, stavebnětechnické, technologické, dispoziční a provozní vlastnosti díla a jakost zohledňují</w:t>
      </w:r>
      <w:r w:rsidR="006B4F23" w:rsidRPr="004B2D81">
        <w:t>cí</w:t>
      </w:r>
      <w:r w:rsidRPr="004B2D81">
        <w:t xml:space="preserve"> vliv stavby na životní prostředí a umožňovat vyhotovení soupisu prací s výkazem výměr, podrobného položkového rozpočtu jednotlivých objektů stavební části (SO) a </w:t>
      </w:r>
      <w:r w:rsidR="005B127F" w:rsidRPr="004B2D81">
        <w:t xml:space="preserve">objektů technických a technologických zařízení </w:t>
      </w:r>
      <w:r w:rsidRPr="004B2D81">
        <w:t xml:space="preserve">(PS) a souhrnný rozpočet jako podklad pro dílčí fakturaci v průběhu realizace stavby. Projektová dokumentace bude respektovat schválenou </w:t>
      </w:r>
      <w:r w:rsidR="003E2FBA" w:rsidRPr="004B2D81">
        <w:t>zjednodušenou dokumentaci ve stadiu 2</w:t>
      </w:r>
      <w:r w:rsidRPr="004B2D81">
        <w:t xml:space="preserve">, včetně schválených investičních nákladů. </w:t>
      </w:r>
      <w:r w:rsidRPr="004B2D81">
        <w:lastRenderedPageBreak/>
        <w:t>Součástí projek</w:t>
      </w:r>
      <w:r w:rsidR="000A7769" w:rsidRPr="004B2D81">
        <w:t>tových</w:t>
      </w:r>
      <w:r w:rsidRPr="004B2D81">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9E2CF31" w14:textId="04B201EA" w:rsidR="00EF7EA5" w:rsidRPr="004B2D81" w:rsidRDefault="00EF7EA5" w:rsidP="00EF7EA5">
      <w:pPr>
        <w:pStyle w:val="Textbezslovn"/>
      </w:pPr>
      <w:r w:rsidRPr="004B2D81">
        <w:t xml:space="preserve">Zhotovitel v rámci zpracování projektové dokumentace zajistí zpracování podkladů pro realizaci stavby v potřebném množství a podobě. Zhotovitel stavby zajistí zpracování žádostí o potřebná </w:t>
      </w:r>
      <w:r w:rsidR="00F86B75">
        <w:t xml:space="preserve">územní rozhodnutí a </w:t>
      </w:r>
      <w:r w:rsidRPr="004B2D81">
        <w:t xml:space="preserve">stavební povolení a zajistí vydání </w:t>
      </w:r>
      <w:r w:rsidR="00F86B75">
        <w:t xml:space="preserve">územního rozhodnutí a </w:t>
      </w:r>
      <w:r w:rsidRPr="004B2D81">
        <w:t>stavebního povolení, nebo oznámení ve zkráceném řízení.</w:t>
      </w:r>
    </w:p>
    <w:p w14:paraId="2344C2DA" w14:textId="182BCD42" w:rsidR="00002451" w:rsidRPr="00113521" w:rsidRDefault="00970A72" w:rsidP="00970A72">
      <w:pPr>
        <w:pStyle w:val="Textbezslovn"/>
      </w:pPr>
      <w:r w:rsidRPr="004B2D81">
        <w:t>Součástí předmětu plnění veřejné zakázky jsou i činnosti, které budou prováděny v souvislosti s pravidly publicity projektů spolufinancovaných z</w:t>
      </w:r>
      <w:r w:rsidR="003F1208" w:rsidRPr="004B2D81">
        <w:t> Operačního programu doprava 3</w:t>
      </w:r>
      <w:r w:rsidRPr="004B2D81">
        <w:t>. Ocenění těchto činností publicity stavby bude zahrnuto do nabídkové ceny, náklady publicity budou uvedeny v</w:t>
      </w:r>
      <w:r w:rsidR="00870197" w:rsidRPr="004B2D81">
        <w:t> oceněných Požadavcích na výkon nebo funkci</w:t>
      </w:r>
      <w:r w:rsidRPr="004B2D81">
        <w:t xml:space="preserve">. Zajištění publicity stavby si zadavatel vyhrazuje jako změnu závazku ze smlouvy v souladu s ustanovením § 100 odst. 1 ZZVZ. Dodavateli bude uhrazen jen skutečně provedený rozsah tohoto plnění. V případě, že tato veřejná zakázka nebude </w:t>
      </w:r>
      <w:r w:rsidRPr="00113521">
        <w:t>spolufinancovaná z prostředků Evropské unie, zajištění publicity stavby nebude dodavatelem provedeno. Rozsah plnění, který nebude realizován, se nezapočítává do limitů pro změny podle § 222 odst. 4 až 6 a 9 ZZVZ.</w:t>
      </w:r>
    </w:p>
    <w:p w14:paraId="3D4AA533" w14:textId="1CB8E2D8" w:rsidR="003F1208" w:rsidRPr="00113521" w:rsidRDefault="003F1208" w:rsidP="003F1208">
      <w:pPr>
        <w:pStyle w:val="Text2-2"/>
        <w:numPr>
          <w:ilvl w:val="0"/>
          <w:numId w:val="0"/>
        </w:numPr>
        <w:ind w:left="709" w:firstLine="28"/>
      </w:pPr>
      <w:r w:rsidRPr="00113521">
        <w:t>Součástí Díla je mimo jiné otestování, certifikace a získání veškerých podkladů pro uvedení stavby do provozu podle platných právních předpisů ČR a EU a podle interních předpisů Správy železnic, státní organizace (dále jen „SŽ“) pro provoz traťové části systému ETCS L2, která musí být interoperabilní a 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(základní specifikace 3, verze 2) systému ETCS dle aktuálně platných TSI CCS.</w:t>
      </w:r>
    </w:p>
    <w:p w14:paraId="48BCACD6" w14:textId="39A5A8AD" w:rsidR="0035531B" w:rsidRDefault="00EF7EA5" w:rsidP="00EF7EA5">
      <w:pPr>
        <w:pStyle w:val="Textbezslovn"/>
      </w:pPr>
      <w:r w:rsidRPr="00113521">
        <w:t xml:space="preserve">Bližší specifikace předmětu plnění veřejné zakázky je upravena v dalších částech </w:t>
      </w:r>
      <w:r>
        <w:t>zadávací dokumentace.</w:t>
      </w:r>
    </w:p>
    <w:p w14:paraId="093F5B26" w14:textId="77777777" w:rsidR="0035531B" w:rsidRDefault="0035531B" w:rsidP="0035531B">
      <w:pPr>
        <w:pStyle w:val="Text1-1"/>
      </w:pPr>
      <w:r>
        <w:t>Klasifikace předmětu veřejné zakázky</w:t>
      </w:r>
    </w:p>
    <w:p w14:paraId="56A7B1EF" w14:textId="77777777" w:rsidR="003F1208" w:rsidRPr="00113521" w:rsidRDefault="003F1208" w:rsidP="003F1208">
      <w:pPr>
        <w:pStyle w:val="Text1-1"/>
        <w:numPr>
          <w:ilvl w:val="0"/>
          <w:numId w:val="0"/>
        </w:numPr>
        <w:spacing w:after="0"/>
        <w:ind w:left="737"/>
      </w:pPr>
      <w:r w:rsidRPr="00113521">
        <w:t>CPV kód 45314000-1 Instalace a montáž telekomunikačního zařízení</w:t>
      </w:r>
    </w:p>
    <w:p w14:paraId="7A61F7E3" w14:textId="77777777" w:rsidR="003F1208" w:rsidRPr="00113521" w:rsidRDefault="003F1208" w:rsidP="003F1208">
      <w:pPr>
        <w:pStyle w:val="Text1-1"/>
        <w:numPr>
          <w:ilvl w:val="0"/>
          <w:numId w:val="0"/>
        </w:numPr>
        <w:spacing w:after="0"/>
        <w:ind w:left="737"/>
      </w:pPr>
      <w:r w:rsidRPr="00113521">
        <w:t>CPV kód 32570000-9 Komunikační zařízení</w:t>
      </w:r>
    </w:p>
    <w:p w14:paraId="1B6FA60B" w14:textId="77777777" w:rsidR="003F1208" w:rsidRPr="00113521" w:rsidRDefault="003F1208" w:rsidP="003F1208">
      <w:pPr>
        <w:pStyle w:val="Text1-1"/>
        <w:numPr>
          <w:ilvl w:val="0"/>
          <w:numId w:val="0"/>
        </w:numPr>
        <w:spacing w:after="0"/>
        <w:ind w:left="737"/>
      </w:pPr>
      <w:r w:rsidRPr="00113521">
        <w:t>CPV kód 35121000-8 Zabezpečovací zařízení</w:t>
      </w:r>
    </w:p>
    <w:p w14:paraId="2541C119" w14:textId="77777777" w:rsidR="003F1208" w:rsidRPr="00113521" w:rsidRDefault="003F1208" w:rsidP="003F1208">
      <w:pPr>
        <w:pStyle w:val="Text1-1"/>
        <w:numPr>
          <w:ilvl w:val="0"/>
          <w:numId w:val="0"/>
        </w:numPr>
        <w:ind w:left="737"/>
      </w:pPr>
      <w:r w:rsidRPr="00113521">
        <w:t xml:space="preserve">CPV kód 71320000-7 Technické projektování </w:t>
      </w:r>
    </w:p>
    <w:p w14:paraId="2CD1AE8E" w14:textId="77777777" w:rsidR="0035531B" w:rsidRPr="00113521" w:rsidRDefault="00EF7EA5" w:rsidP="00EF7EA5">
      <w:pPr>
        <w:pStyle w:val="Text1-1"/>
      </w:pPr>
      <w:r w:rsidRPr="00113521">
        <w:t>Doba plnění veřejné zakázky je uvedena v Příloze k nabídce, jež tvoří díl 2 část 3 zadávací dokumentace</w:t>
      </w:r>
      <w:r w:rsidR="008B780E" w:rsidRPr="00113521">
        <w:t>, resp. je přílohou č. 7 Smlouvy o dílo</w:t>
      </w:r>
      <w:r w:rsidR="0035531B" w:rsidRPr="00113521">
        <w:t>.</w:t>
      </w:r>
    </w:p>
    <w:p w14:paraId="032251A9" w14:textId="77777777" w:rsidR="0035531B" w:rsidRPr="00113521" w:rsidRDefault="0035531B" w:rsidP="006F6B09">
      <w:pPr>
        <w:pStyle w:val="Nadpis1-1"/>
      </w:pPr>
      <w:bookmarkStart w:id="8" w:name="_Toc123031475"/>
      <w:r w:rsidRPr="00113521">
        <w:t>ZDROJE FINANCOVÁNÍ</w:t>
      </w:r>
      <w:r w:rsidR="00845C50" w:rsidRPr="00113521">
        <w:t xml:space="preserve"> a </w:t>
      </w:r>
      <w:r w:rsidRPr="00113521">
        <w:t>PŘEDPOKLÁDANÁ HODNOTA VEŘEJNÉ ZAKÁZKY</w:t>
      </w:r>
      <w:bookmarkEnd w:id="8"/>
    </w:p>
    <w:p w14:paraId="56A36C3A" w14:textId="37496653" w:rsidR="0035531B" w:rsidRPr="00113521" w:rsidRDefault="0035531B" w:rsidP="003F1208">
      <w:pPr>
        <w:pStyle w:val="Text1-1"/>
      </w:pPr>
      <w:r w:rsidRPr="00113521">
        <w:t>Předpokládá se spolufinancování této veřejné zakázky jak</w:t>
      </w:r>
      <w:r w:rsidR="0060115D" w:rsidRPr="00113521">
        <w:t xml:space="preserve"> z </w:t>
      </w:r>
      <w:r w:rsidRPr="00113521">
        <w:t>prostředků České republiky - Státního fondu dopravní infrastruktury, tak i</w:t>
      </w:r>
      <w:r w:rsidR="0060115D" w:rsidRPr="00113521">
        <w:t xml:space="preserve"> z </w:t>
      </w:r>
      <w:r w:rsidRPr="00113521">
        <w:t>prostředků Evropské unie – Fondu soudržnosti</w:t>
      </w:r>
      <w:r w:rsidR="00092CC9" w:rsidRPr="00113521">
        <w:t xml:space="preserve"> v </w:t>
      </w:r>
      <w:r w:rsidRPr="00113521">
        <w:t>rámci Operačního programu Doprava.</w:t>
      </w:r>
    </w:p>
    <w:p w14:paraId="567BD0E0" w14:textId="59DFC39F" w:rsidR="0035531B" w:rsidRPr="00113521" w:rsidRDefault="0035531B" w:rsidP="0035531B">
      <w:pPr>
        <w:pStyle w:val="Text1-1"/>
      </w:pPr>
      <w:r w:rsidRPr="00113521">
        <w:t>Konečným příjemcem prostředků ze zdrojů uvedených</w:t>
      </w:r>
      <w:r w:rsidR="00092CC9" w:rsidRPr="00113521">
        <w:t xml:space="preserve"> v </w:t>
      </w:r>
      <w:r w:rsidRPr="00113521">
        <w:t>článku 5.1 těchto Pokynů je Správa železni</w:t>
      </w:r>
      <w:r w:rsidR="004976AA" w:rsidRPr="00113521">
        <w:t>c</w:t>
      </w:r>
      <w:r w:rsidRPr="00113521">
        <w:t>, státní organizace, se sídlem Praha 1, Nové Město, Dlážděná 1003/7, PSČ 110 00 (zadavatel).</w:t>
      </w:r>
    </w:p>
    <w:p w14:paraId="6709101E" w14:textId="6E0A7131" w:rsidR="0035531B" w:rsidRPr="00113521" w:rsidRDefault="0035531B" w:rsidP="0035531B">
      <w:pPr>
        <w:pStyle w:val="Text1-1"/>
      </w:pPr>
      <w:r w:rsidRPr="00113521">
        <w:t xml:space="preserve">Předpokládaná hodnota veřejné zakázky činí </w:t>
      </w:r>
      <w:r w:rsidR="003F1208" w:rsidRPr="00113521">
        <w:rPr>
          <w:rFonts w:ascii="Tahoma" w:hAnsi="Tahoma" w:cs="Tahoma"/>
          <w:b/>
          <w:bCs/>
          <w:sz w:val="19"/>
          <w:szCs w:val="19"/>
        </w:rPr>
        <w:t>422</w:t>
      </w:r>
      <w:r w:rsidR="00B450E6" w:rsidRPr="00113521">
        <w:rPr>
          <w:rFonts w:ascii="Tahoma" w:hAnsi="Tahoma" w:cs="Tahoma"/>
          <w:b/>
          <w:bCs/>
          <w:sz w:val="19"/>
          <w:szCs w:val="19"/>
        </w:rPr>
        <w:t xml:space="preserve"> </w:t>
      </w:r>
      <w:r w:rsidR="003F1208" w:rsidRPr="00113521">
        <w:rPr>
          <w:rFonts w:ascii="Tahoma" w:hAnsi="Tahoma" w:cs="Tahoma"/>
          <w:b/>
          <w:bCs/>
          <w:sz w:val="19"/>
          <w:szCs w:val="19"/>
        </w:rPr>
        <w:t>308 </w:t>
      </w:r>
      <w:r w:rsidR="00B450E6" w:rsidRPr="00113521">
        <w:rPr>
          <w:rFonts w:ascii="Tahoma" w:hAnsi="Tahoma" w:cs="Tahoma"/>
          <w:b/>
          <w:bCs/>
          <w:sz w:val="19"/>
          <w:szCs w:val="19"/>
        </w:rPr>
        <w:t xml:space="preserve"> 2</w:t>
      </w:r>
      <w:r w:rsidR="003F1208" w:rsidRPr="00113521">
        <w:rPr>
          <w:rFonts w:ascii="Tahoma" w:hAnsi="Tahoma" w:cs="Tahoma"/>
          <w:b/>
          <w:bCs/>
          <w:sz w:val="19"/>
          <w:szCs w:val="19"/>
        </w:rPr>
        <w:t>05,-</w:t>
      </w:r>
      <w:r w:rsidRPr="00113521">
        <w:t xml:space="preserve"> </w:t>
      </w:r>
      <w:r w:rsidRPr="00113521">
        <w:rPr>
          <w:b/>
        </w:rPr>
        <w:t>Kč</w:t>
      </w:r>
      <w:r w:rsidRPr="00113521">
        <w:t xml:space="preserve"> (bez DPH).</w:t>
      </w:r>
    </w:p>
    <w:p w14:paraId="61BC3A92" w14:textId="77777777" w:rsidR="0035531B" w:rsidRPr="00113521" w:rsidRDefault="0035531B" w:rsidP="006F6B09">
      <w:pPr>
        <w:pStyle w:val="Nadpis1-1"/>
      </w:pPr>
      <w:bookmarkStart w:id="9" w:name="_Toc123031476"/>
      <w:r w:rsidRPr="00113521">
        <w:lastRenderedPageBreak/>
        <w:t>OBSAH ZADÁVACÍ DOKUMENTACE</w:t>
      </w:r>
      <w:bookmarkEnd w:id="9"/>
      <w:r w:rsidRPr="00113521">
        <w:t xml:space="preserve"> </w:t>
      </w:r>
    </w:p>
    <w:p w14:paraId="0D1FCD8E" w14:textId="77777777" w:rsidR="0035531B" w:rsidRPr="00113521" w:rsidRDefault="0035531B" w:rsidP="0035531B">
      <w:pPr>
        <w:pStyle w:val="Text1-1"/>
      </w:pPr>
      <w:r w:rsidRPr="00113521">
        <w:t>Zadávací dokumentaci tvoří následující dokumenty obsahující zadávací podmínky, zpřístupňované dodavatelům ode dne uveřejnění oznámení</w:t>
      </w:r>
      <w:r w:rsidR="00092CC9" w:rsidRPr="00113521">
        <w:t xml:space="preserve"> o </w:t>
      </w:r>
      <w:r w:rsidRPr="00113521">
        <w:t xml:space="preserve">zahájení zadávacího řízení – veřejné služby: </w:t>
      </w:r>
    </w:p>
    <w:p w14:paraId="181D8440" w14:textId="77777777" w:rsidR="0035531B" w:rsidRPr="00113521" w:rsidRDefault="0035531B" w:rsidP="00845C50">
      <w:pPr>
        <w:pStyle w:val="Textbezslovn"/>
        <w:tabs>
          <w:tab w:val="left" w:pos="1701"/>
        </w:tabs>
        <w:ind w:left="1701" w:hanging="964"/>
        <w:rPr>
          <w:rStyle w:val="Tun9b"/>
        </w:rPr>
      </w:pPr>
      <w:r w:rsidRPr="00113521">
        <w:rPr>
          <w:rStyle w:val="Tun9b"/>
        </w:rPr>
        <w:t>DÍL 1</w:t>
      </w:r>
      <w:r w:rsidRPr="00113521">
        <w:rPr>
          <w:rStyle w:val="Tun9b"/>
        </w:rPr>
        <w:tab/>
        <w:t>POŽADAVKY</w:t>
      </w:r>
      <w:r w:rsidR="00845C50" w:rsidRPr="00113521">
        <w:rPr>
          <w:rStyle w:val="Tun9b"/>
        </w:rPr>
        <w:t xml:space="preserve"> </w:t>
      </w:r>
      <w:r w:rsidR="00BB4AF2" w:rsidRPr="00113521">
        <w:rPr>
          <w:rStyle w:val="Tun9b"/>
        </w:rPr>
        <w:t>A</w:t>
      </w:r>
      <w:r w:rsidR="00845C50" w:rsidRPr="00113521">
        <w:rPr>
          <w:rStyle w:val="Tun9b"/>
        </w:rPr>
        <w:t> </w:t>
      </w:r>
      <w:r w:rsidRPr="00113521">
        <w:rPr>
          <w:rStyle w:val="Tun9b"/>
        </w:rPr>
        <w:t>PODMÍNKY PRO ZPRACOVÁNÍ NABÍDKY</w:t>
      </w:r>
    </w:p>
    <w:p w14:paraId="3F673F8D" w14:textId="77777777" w:rsidR="0035531B" w:rsidRPr="00113521" w:rsidRDefault="0035531B" w:rsidP="00845C50">
      <w:pPr>
        <w:pStyle w:val="Textbezslovn"/>
        <w:tabs>
          <w:tab w:val="left" w:pos="1701"/>
        </w:tabs>
        <w:spacing w:after="0"/>
        <w:ind w:left="1701" w:hanging="964"/>
      </w:pPr>
      <w:r w:rsidRPr="00113521">
        <w:t>Část 1</w:t>
      </w:r>
      <w:r w:rsidRPr="00113521">
        <w:tab/>
        <w:t>Oznámení</w:t>
      </w:r>
      <w:r w:rsidR="00092CC9" w:rsidRPr="00113521">
        <w:t xml:space="preserve"> o </w:t>
      </w:r>
      <w:r w:rsidRPr="00113521">
        <w:t>zahájení zadávacího řízení – veřejné služby</w:t>
      </w:r>
    </w:p>
    <w:p w14:paraId="76FDD5D1" w14:textId="77777777" w:rsidR="0035531B" w:rsidRPr="00113521" w:rsidRDefault="0035531B" w:rsidP="00845C50">
      <w:pPr>
        <w:pStyle w:val="Textbezslovn"/>
        <w:tabs>
          <w:tab w:val="left" w:pos="1701"/>
        </w:tabs>
        <w:ind w:left="1701" w:hanging="964"/>
      </w:pPr>
      <w:r w:rsidRPr="00113521">
        <w:t>Část 2</w:t>
      </w:r>
      <w:r w:rsidRPr="00113521">
        <w:tab/>
        <w:t>Pokyny pro dodavatele</w:t>
      </w:r>
    </w:p>
    <w:p w14:paraId="0300ABB7" w14:textId="77777777" w:rsidR="0035531B" w:rsidRPr="00113521" w:rsidRDefault="0035531B" w:rsidP="00845C50">
      <w:pPr>
        <w:pStyle w:val="Textbezslovn"/>
        <w:tabs>
          <w:tab w:val="left" w:pos="1701"/>
        </w:tabs>
        <w:ind w:left="1701" w:hanging="964"/>
        <w:rPr>
          <w:rStyle w:val="Tun9b"/>
        </w:rPr>
      </w:pPr>
      <w:r w:rsidRPr="00113521">
        <w:rPr>
          <w:rStyle w:val="Tun9b"/>
        </w:rPr>
        <w:t>DÍL 2</w:t>
      </w:r>
      <w:r w:rsidRPr="00113521">
        <w:rPr>
          <w:rStyle w:val="Tun9b"/>
        </w:rPr>
        <w:tab/>
        <w:t>SMLOUVA</w:t>
      </w:r>
      <w:r w:rsidR="00845C50" w:rsidRPr="00113521">
        <w:rPr>
          <w:rStyle w:val="Tun9b"/>
        </w:rPr>
        <w:t xml:space="preserve"> </w:t>
      </w:r>
      <w:r w:rsidR="00BB4AF2" w:rsidRPr="00113521">
        <w:rPr>
          <w:rStyle w:val="Tun9b"/>
        </w:rPr>
        <w:t>A</w:t>
      </w:r>
      <w:r w:rsidR="00845C50" w:rsidRPr="00113521">
        <w:rPr>
          <w:rStyle w:val="Tun9b"/>
        </w:rPr>
        <w:t> </w:t>
      </w:r>
      <w:r w:rsidRPr="00113521">
        <w:rPr>
          <w:rStyle w:val="Tun9b"/>
        </w:rPr>
        <w:t>JEJÍ SOUČÁSTI</w:t>
      </w:r>
    </w:p>
    <w:p w14:paraId="4BC83777" w14:textId="77777777" w:rsidR="0035531B" w:rsidRPr="00113521" w:rsidRDefault="0035531B" w:rsidP="00845C50">
      <w:pPr>
        <w:pStyle w:val="Textbezslovn"/>
        <w:tabs>
          <w:tab w:val="left" w:pos="1701"/>
        </w:tabs>
        <w:spacing w:after="0"/>
        <w:ind w:left="1701" w:hanging="964"/>
      </w:pPr>
      <w:r w:rsidRPr="00113521">
        <w:t>Část 1</w:t>
      </w:r>
      <w:r w:rsidRPr="00113521">
        <w:tab/>
        <w:t>Smlouva</w:t>
      </w:r>
      <w:r w:rsidR="00092CC9" w:rsidRPr="00113521">
        <w:t xml:space="preserve"> o </w:t>
      </w:r>
      <w:r w:rsidRPr="00113521">
        <w:t>dílo (včetně příloh)</w:t>
      </w:r>
    </w:p>
    <w:p w14:paraId="5B049B9C" w14:textId="77777777" w:rsidR="0035531B" w:rsidRPr="00113521" w:rsidRDefault="0035531B" w:rsidP="00845C50">
      <w:pPr>
        <w:pStyle w:val="Textbezslovn"/>
        <w:tabs>
          <w:tab w:val="left" w:pos="1701"/>
        </w:tabs>
        <w:spacing w:after="0"/>
        <w:ind w:left="1701" w:hanging="964"/>
      </w:pPr>
      <w:r w:rsidRPr="00113521">
        <w:t>Část 2</w:t>
      </w:r>
      <w:r w:rsidRPr="00113521">
        <w:tab/>
        <w:t xml:space="preserve">Dopis nabídky </w:t>
      </w:r>
    </w:p>
    <w:p w14:paraId="5AD2962C" w14:textId="77777777" w:rsidR="0035531B" w:rsidRPr="00113521" w:rsidRDefault="0035531B" w:rsidP="00845C50">
      <w:pPr>
        <w:pStyle w:val="Textbezslovn"/>
        <w:tabs>
          <w:tab w:val="left" w:pos="1701"/>
        </w:tabs>
        <w:spacing w:after="0"/>
        <w:ind w:left="1701" w:hanging="964"/>
      </w:pPr>
      <w:r w:rsidRPr="00113521">
        <w:t>Část 3</w:t>
      </w:r>
      <w:r w:rsidRPr="00113521">
        <w:tab/>
        <w:t>Příloha</w:t>
      </w:r>
      <w:r w:rsidR="00BC6D2B" w:rsidRPr="00113521">
        <w:t xml:space="preserve"> k </w:t>
      </w:r>
      <w:r w:rsidRPr="00113521">
        <w:t>nabídce</w:t>
      </w:r>
    </w:p>
    <w:p w14:paraId="5BD80267" w14:textId="77777777" w:rsidR="0035531B" w:rsidRPr="00113521" w:rsidRDefault="0035531B" w:rsidP="00845C50">
      <w:pPr>
        <w:pStyle w:val="Textbezslovn"/>
        <w:tabs>
          <w:tab w:val="left" w:pos="1701"/>
        </w:tabs>
        <w:spacing w:after="0"/>
        <w:ind w:left="1701" w:hanging="964"/>
      </w:pPr>
      <w:r w:rsidRPr="00113521">
        <w:t>Část 4</w:t>
      </w:r>
      <w:r w:rsidRPr="00113521">
        <w:tab/>
      </w:r>
      <w:r w:rsidR="00EE53CB" w:rsidRPr="00113521">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Pr="00113521" w:rsidRDefault="0035531B" w:rsidP="00EE53CB">
      <w:pPr>
        <w:pStyle w:val="Textbezslovn"/>
        <w:tabs>
          <w:tab w:val="left" w:pos="1701"/>
        </w:tabs>
        <w:spacing w:after="0"/>
        <w:ind w:left="1701" w:hanging="964"/>
      </w:pPr>
      <w:r w:rsidRPr="00113521">
        <w:t xml:space="preserve">Část 5 </w:t>
      </w:r>
      <w:r w:rsidRPr="00113521">
        <w:tab/>
      </w:r>
      <w:r w:rsidR="00EE53CB" w:rsidRPr="00113521">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rsidRPr="00113521">
        <w:tab/>
      </w:r>
    </w:p>
    <w:p w14:paraId="4012356D" w14:textId="77777777" w:rsidR="0035531B" w:rsidRPr="00113521" w:rsidRDefault="00EE53CB" w:rsidP="00845C50">
      <w:pPr>
        <w:pStyle w:val="Textbezslovn"/>
        <w:tabs>
          <w:tab w:val="left" w:pos="1701"/>
        </w:tabs>
        <w:spacing w:after="0"/>
        <w:ind w:left="1701" w:hanging="964"/>
      </w:pPr>
      <w:r w:rsidRPr="00113521">
        <w:tab/>
      </w:r>
      <w:r w:rsidR="0035531B" w:rsidRPr="00113521">
        <w:t>Obecné podmínky</w:t>
      </w:r>
      <w:r w:rsidR="00845C50" w:rsidRPr="00113521">
        <w:t xml:space="preserve"> a </w:t>
      </w:r>
      <w:r w:rsidR="0035531B" w:rsidRPr="00113521">
        <w:t>Zvláštní podmínky společně jako „Smluvní podmínky“</w:t>
      </w:r>
    </w:p>
    <w:p w14:paraId="15987503" w14:textId="77777777" w:rsidR="0035531B" w:rsidRPr="00113521" w:rsidRDefault="0035531B" w:rsidP="00845C50">
      <w:pPr>
        <w:pStyle w:val="Textbezslovn"/>
        <w:tabs>
          <w:tab w:val="left" w:pos="1701"/>
        </w:tabs>
        <w:spacing w:after="0"/>
        <w:ind w:left="1701" w:hanging="964"/>
      </w:pPr>
      <w:r w:rsidRPr="00113521">
        <w:t xml:space="preserve">Část 6 </w:t>
      </w:r>
      <w:r w:rsidRPr="00113521">
        <w:tab/>
        <w:t>Technické kvalitativní podmínky staveb státních drah (TKP)</w:t>
      </w:r>
    </w:p>
    <w:p w14:paraId="14CDA279" w14:textId="77777777" w:rsidR="0035531B" w:rsidRPr="00113521" w:rsidRDefault="0035531B" w:rsidP="00845C50">
      <w:pPr>
        <w:pStyle w:val="Textbezslovn"/>
        <w:tabs>
          <w:tab w:val="left" w:pos="1701"/>
        </w:tabs>
        <w:spacing w:after="0"/>
        <w:ind w:left="1701" w:hanging="964"/>
      </w:pPr>
      <w:r w:rsidRPr="00113521">
        <w:t xml:space="preserve">Část 7 </w:t>
      </w:r>
      <w:r w:rsidRPr="00113521">
        <w:tab/>
        <w:t>Všeobecné technické podmínky</w:t>
      </w:r>
    </w:p>
    <w:p w14:paraId="2FDEC025" w14:textId="77777777" w:rsidR="0035531B" w:rsidRPr="00113521" w:rsidRDefault="0035531B" w:rsidP="00845C50">
      <w:pPr>
        <w:pStyle w:val="Textbezslovn"/>
        <w:tabs>
          <w:tab w:val="left" w:pos="1701"/>
        </w:tabs>
        <w:spacing w:after="0"/>
        <w:ind w:left="1701" w:hanging="964"/>
      </w:pPr>
      <w:r w:rsidRPr="00113521">
        <w:t>Část 8</w:t>
      </w:r>
      <w:r w:rsidRPr="00113521">
        <w:tab/>
        <w:t>Zvláštní technické podmínky</w:t>
      </w:r>
    </w:p>
    <w:p w14:paraId="0F7E0A29" w14:textId="77777777" w:rsidR="00932A5F" w:rsidRPr="00113521" w:rsidRDefault="00932A5F" w:rsidP="00932A5F">
      <w:pPr>
        <w:pStyle w:val="Textbezslovn"/>
        <w:tabs>
          <w:tab w:val="left" w:pos="1701"/>
        </w:tabs>
        <w:spacing w:after="0"/>
        <w:ind w:left="1701" w:hanging="964"/>
      </w:pPr>
      <w:r w:rsidRPr="00113521">
        <w:t>Část 9</w:t>
      </w:r>
      <w:r w:rsidRPr="00113521">
        <w:tab/>
        <w:t>Ostatní dokumenty tvořící součást Smlouvy (dostupné na https://www.sfdi.cz/pravidla-metodiky-a-ceniky/metodiky/)</w:t>
      </w:r>
    </w:p>
    <w:p w14:paraId="71587BA4" w14:textId="77777777" w:rsidR="00932A5F" w:rsidRPr="00113521" w:rsidRDefault="00932A5F" w:rsidP="00932A5F">
      <w:pPr>
        <w:pStyle w:val="Textbezslovn"/>
        <w:tabs>
          <w:tab w:val="left" w:pos="1701"/>
        </w:tabs>
        <w:spacing w:after="0"/>
        <w:ind w:left="1701" w:hanging="964"/>
      </w:pPr>
      <w:r w:rsidRPr="00113521">
        <w:tab/>
        <w:t>Metodika pro kvantifikaci finančních nároků při zpoždění a prodloužení – schváleno Ministerstvem dopravy dne 10.11.2020</w:t>
      </w:r>
    </w:p>
    <w:p w14:paraId="6A8C3DFC" w14:textId="77777777" w:rsidR="00932A5F" w:rsidRPr="00113521" w:rsidRDefault="00932A5F" w:rsidP="00932A5F">
      <w:pPr>
        <w:pStyle w:val="Textbezslovn"/>
        <w:tabs>
          <w:tab w:val="left" w:pos="1701"/>
        </w:tabs>
        <w:spacing w:after="0"/>
        <w:ind w:left="1701" w:hanging="964"/>
      </w:pPr>
      <w:r w:rsidRPr="00113521">
        <w:tab/>
        <w:t>Metodika pro časové řízení u stavebních zakázek podle Smluvních podmínek FIDIC (1.vydání leden 2018) schváleno Ministerstvem dopravy dne 20.2.2018</w:t>
      </w:r>
    </w:p>
    <w:p w14:paraId="2132CCAF" w14:textId="58319577" w:rsidR="00932A5F" w:rsidRPr="00113521" w:rsidRDefault="00932A5F" w:rsidP="00932A5F">
      <w:pPr>
        <w:pStyle w:val="Textbezslovn"/>
        <w:tabs>
          <w:tab w:val="left" w:pos="1701"/>
        </w:tabs>
        <w:spacing w:after="0"/>
        <w:ind w:left="1701" w:hanging="964"/>
      </w:pPr>
      <w:r w:rsidRPr="00113521">
        <w:tab/>
        <w:t>Metodika pro správu změn díla (variací) u stavebních zakázek financovaných z rozpočtu SFDI podle smluvních podmínek FIDIC (Červené knihy) ve vztahu k úpravě zadávání veřejných zakázek – 1.vydání, leden 2018</w:t>
      </w:r>
    </w:p>
    <w:p w14:paraId="013FD039" w14:textId="77777777" w:rsidR="003B2BAB" w:rsidRPr="00113521" w:rsidRDefault="003B2BAB" w:rsidP="00932A5F">
      <w:pPr>
        <w:pStyle w:val="Textbezslovn"/>
        <w:tabs>
          <w:tab w:val="left" w:pos="1701"/>
        </w:tabs>
        <w:spacing w:after="0"/>
        <w:ind w:left="1701" w:hanging="964"/>
      </w:pPr>
    </w:p>
    <w:p w14:paraId="0521266D" w14:textId="403BAEA3" w:rsidR="0035531B" w:rsidRPr="00113521" w:rsidRDefault="0035531B" w:rsidP="00845C50">
      <w:pPr>
        <w:pStyle w:val="Textbezslovn"/>
        <w:tabs>
          <w:tab w:val="left" w:pos="1701"/>
        </w:tabs>
        <w:ind w:left="1701" w:hanging="964"/>
        <w:rPr>
          <w:rStyle w:val="Tun9b"/>
        </w:rPr>
      </w:pPr>
      <w:r w:rsidRPr="00044F4C">
        <w:rPr>
          <w:rStyle w:val="Tun9b"/>
        </w:rPr>
        <w:t>DÍL 3</w:t>
      </w:r>
      <w:r w:rsidRPr="00044F4C">
        <w:rPr>
          <w:rStyle w:val="Tun9b"/>
        </w:rPr>
        <w:tab/>
      </w:r>
      <w:r w:rsidR="00B40A21" w:rsidRPr="00044F4C">
        <w:rPr>
          <w:rStyle w:val="Tun9b"/>
        </w:rPr>
        <w:t xml:space="preserve">ZJEDNODUŠENÁ </w:t>
      </w:r>
      <w:r w:rsidR="00EE53CB" w:rsidRPr="00044F4C">
        <w:rPr>
          <w:rStyle w:val="Tun9b"/>
        </w:rPr>
        <w:t xml:space="preserve">DOKUMENTACE </w:t>
      </w:r>
      <w:r w:rsidR="00B40A21" w:rsidRPr="00044F4C">
        <w:rPr>
          <w:rStyle w:val="Tun9b"/>
        </w:rPr>
        <w:t>STAVBY VE STADIU 2</w:t>
      </w:r>
    </w:p>
    <w:p w14:paraId="63CBC490" w14:textId="77777777" w:rsidR="0035531B" w:rsidRPr="00113521" w:rsidRDefault="0035531B" w:rsidP="00845C50">
      <w:pPr>
        <w:pStyle w:val="Textbezslovn"/>
        <w:tabs>
          <w:tab w:val="left" w:pos="1701"/>
        </w:tabs>
        <w:ind w:left="1701" w:hanging="964"/>
        <w:rPr>
          <w:rStyle w:val="Tun9b"/>
        </w:rPr>
      </w:pPr>
      <w:r w:rsidRPr="00113521">
        <w:rPr>
          <w:rStyle w:val="Tun9b"/>
        </w:rPr>
        <w:t>DÍL 4</w:t>
      </w:r>
      <w:r w:rsidRPr="00113521">
        <w:rPr>
          <w:rStyle w:val="Tun9b"/>
        </w:rPr>
        <w:tab/>
      </w:r>
      <w:r w:rsidR="00EE53CB" w:rsidRPr="00113521">
        <w:rPr>
          <w:rStyle w:val="Tun9b"/>
        </w:rPr>
        <w:t>POŽADAVKY NA VÝKON NEBO FUNKCI</w:t>
      </w:r>
    </w:p>
    <w:p w14:paraId="1B40C585" w14:textId="77777777" w:rsidR="0035531B" w:rsidRPr="00113521" w:rsidRDefault="0035531B" w:rsidP="00845C50">
      <w:pPr>
        <w:pStyle w:val="Textbezslovn"/>
        <w:tabs>
          <w:tab w:val="left" w:pos="1701"/>
        </w:tabs>
        <w:spacing w:after="0"/>
        <w:ind w:left="1701" w:hanging="964"/>
      </w:pPr>
      <w:r w:rsidRPr="00113521">
        <w:t>Část 1</w:t>
      </w:r>
      <w:r w:rsidRPr="00113521">
        <w:tab/>
        <w:t>Komentář</w:t>
      </w:r>
      <w:r w:rsidR="00BC6D2B" w:rsidRPr="00113521">
        <w:t xml:space="preserve"> k </w:t>
      </w:r>
      <w:r w:rsidR="00EE53CB" w:rsidRPr="00113521">
        <w:t xml:space="preserve">požadavkům na výkon nebo funkci  </w:t>
      </w:r>
    </w:p>
    <w:p w14:paraId="1EE646CD" w14:textId="77777777" w:rsidR="0035531B" w:rsidRPr="00113521" w:rsidRDefault="0035531B" w:rsidP="00845C50">
      <w:pPr>
        <w:pStyle w:val="Textbezslovn"/>
        <w:tabs>
          <w:tab w:val="left" w:pos="1701"/>
        </w:tabs>
        <w:spacing w:after="0"/>
        <w:ind w:left="1701" w:hanging="964"/>
      </w:pPr>
      <w:r w:rsidRPr="00113521">
        <w:t>Část 2</w:t>
      </w:r>
      <w:r w:rsidRPr="00113521">
        <w:tab/>
        <w:t>Rekapitulace ceny</w:t>
      </w:r>
    </w:p>
    <w:p w14:paraId="0336E4E4" w14:textId="77777777" w:rsidR="00EE53CB" w:rsidRPr="00113521" w:rsidRDefault="0035531B" w:rsidP="00EE53CB">
      <w:pPr>
        <w:pStyle w:val="Textbezslovn"/>
        <w:tabs>
          <w:tab w:val="left" w:pos="1701"/>
        </w:tabs>
        <w:spacing w:after="0"/>
        <w:ind w:left="1701" w:hanging="964"/>
      </w:pPr>
      <w:r w:rsidRPr="00113521">
        <w:t>Část 3</w:t>
      </w:r>
      <w:r w:rsidRPr="00113521">
        <w:tab/>
      </w:r>
      <w:r w:rsidR="00EE53CB" w:rsidRPr="00113521">
        <w:t>Požadavky na výkon nebo funkci</w:t>
      </w:r>
    </w:p>
    <w:p w14:paraId="6BF7BE11" w14:textId="77777777" w:rsidR="0035531B" w:rsidRPr="00113521" w:rsidRDefault="00EE53CB" w:rsidP="00845C50">
      <w:pPr>
        <w:pStyle w:val="Textbezslovn"/>
        <w:tabs>
          <w:tab w:val="left" w:pos="1701"/>
        </w:tabs>
        <w:ind w:left="1701" w:hanging="964"/>
      </w:pPr>
      <w:r w:rsidRPr="00113521">
        <w:tab/>
        <w:t>Zadavatel v souladu s § 92 odst. 2 ZZVZ nahradil dokumenty dle § 92 odst. 1 ZZVZ požadavky na výkon nebo funkci.</w:t>
      </w:r>
      <w:r w:rsidR="0035531B" w:rsidRPr="00113521">
        <w:t xml:space="preserve"> </w:t>
      </w:r>
    </w:p>
    <w:p w14:paraId="1A4377B5" w14:textId="72693E07" w:rsidR="005A3D2F" w:rsidRPr="00113521" w:rsidRDefault="0035531B" w:rsidP="00C42A05">
      <w:pPr>
        <w:pStyle w:val="Text1-1"/>
        <w:spacing w:after="0"/>
        <w:rPr>
          <w:rStyle w:val="Hypertextovodkaz"/>
          <w:noProof w:val="0"/>
          <w:color w:val="auto"/>
          <w:u w:val="none"/>
        </w:rPr>
      </w:pPr>
      <w:r w:rsidRPr="00113521">
        <w:t>Zadávací dokumentace je přístupná na profilu zadavatele</w:t>
      </w:r>
      <w:r w:rsidR="00DD22E5" w:rsidRPr="00113521">
        <w:t xml:space="preserve">: </w:t>
      </w:r>
      <w:hyperlink r:id="rId13" w:history="1">
        <w:r w:rsidR="009070CD" w:rsidRPr="00113521">
          <w:rPr>
            <w:rStyle w:val="Hypertextovodkaz"/>
            <w:noProof w:val="0"/>
            <w:color w:val="auto"/>
          </w:rPr>
          <w:t>https://zakazky.spravazeleznic.cz/</w:t>
        </w:r>
      </w:hyperlink>
      <w:r w:rsidRPr="00113521">
        <w:t>,</w:t>
      </w:r>
      <w:r w:rsidR="00845C50" w:rsidRPr="00113521">
        <w:t xml:space="preserve"> s </w:t>
      </w:r>
      <w:r w:rsidRPr="00113521">
        <w:t>výjimkou oznámení</w:t>
      </w:r>
      <w:r w:rsidR="00092CC9" w:rsidRPr="00113521">
        <w:t xml:space="preserve"> o </w:t>
      </w:r>
      <w:r w:rsidRPr="00113521">
        <w:t>zahájení zadávacího řízení – veřejné služby, které je dostupné</w:t>
      </w:r>
      <w:r w:rsidR="00845C50" w:rsidRPr="00113521">
        <w:t xml:space="preserve"> </w:t>
      </w:r>
      <w:r w:rsidRPr="00113521">
        <w:t>na stránkách Věstníku veřejných zakázek dostupných z:</w:t>
      </w:r>
      <w:r w:rsidR="00845C50" w:rsidRPr="00113521">
        <w:t xml:space="preserve"> </w:t>
      </w:r>
      <w:hyperlink r:id="rId14" w:history="1">
        <w:r w:rsidR="005A3D2F" w:rsidRPr="00113521">
          <w:rPr>
            <w:rStyle w:val="Hypertextovodkaz"/>
            <w:noProof w:val="0"/>
            <w:color w:val="auto"/>
          </w:rPr>
          <w:t>https://vestnikverejnychzakazek.cz/</w:t>
        </w:r>
      </w:hyperlink>
      <w:r w:rsidR="004E4BDF" w:rsidRPr="00113521">
        <w:rPr>
          <w:rStyle w:val="Hypertextovodkaz"/>
          <w:noProof w:val="0"/>
          <w:color w:val="auto"/>
        </w:rPr>
        <w:t>.</w:t>
      </w:r>
    </w:p>
    <w:p w14:paraId="295429F4" w14:textId="77777777" w:rsidR="00DD22E5" w:rsidRPr="00113521" w:rsidRDefault="00DD22E5" w:rsidP="00DD22E5">
      <w:pPr>
        <w:pStyle w:val="Text1-1"/>
        <w:numPr>
          <w:ilvl w:val="0"/>
          <w:numId w:val="0"/>
        </w:numPr>
        <w:spacing w:after="0"/>
        <w:ind w:left="737"/>
        <w:rPr>
          <w:highlight w:val="green"/>
        </w:rPr>
      </w:pPr>
    </w:p>
    <w:p w14:paraId="12DC85C7" w14:textId="77777777" w:rsidR="005A3D2F" w:rsidRPr="00113521" w:rsidRDefault="0035531B" w:rsidP="005A3D2F">
      <w:pPr>
        <w:pStyle w:val="Text1-1"/>
        <w:spacing w:after="0"/>
      </w:pPr>
      <w:r w:rsidRPr="00113521">
        <w:t xml:space="preserve">Zadavatel umožňuje dodavateli přístup ke všem svým interním předpisům následujícím způsobem: </w:t>
      </w:r>
      <w:hyperlink r:id="rId15" w:history="1">
        <w:r w:rsidR="005A3D2F" w:rsidRPr="00113521">
          <w:rPr>
            <w:rStyle w:val="Hypertextovodkaz"/>
            <w:noProof w:val="0"/>
            <w:color w:val="auto"/>
          </w:rPr>
          <w:t>http://www.tudc.cz/</w:t>
        </w:r>
      </w:hyperlink>
      <w:r w:rsidR="005A3D2F" w:rsidRPr="00113521">
        <w:t xml:space="preserve"> nebo</w:t>
      </w:r>
      <w:r w:rsidR="0002609D" w:rsidRPr="00113521">
        <w:t xml:space="preserve"> </w:t>
      </w:r>
      <w:hyperlink r:id="rId16" w:history="1">
        <w:r w:rsidR="009070CD" w:rsidRPr="00113521">
          <w:rPr>
            <w:rStyle w:val="Hypertextovodkaz"/>
            <w:noProof w:val="0"/>
            <w:color w:val="auto"/>
          </w:rPr>
          <w:t>https://www.spravazeleznic.cz/</w:t>
        </w:r>
      </w:hyperlink>
      <w:r w:rsidR="009070CD" w:rsidRPr="00113521">
        <w:t xml:space="preserve"> </w:t>
      </w:r>
      <w:r w:rsidR="0002609D" w:rsidRPr="00113521">
        <w:t>(v sekci „O nás“ –&gt; „Vnitřní předpisy“ odkaz „Dokumenty a předpisy“).</w:t>
      </w:r>
    </w:p>
    <w:p w14:paraId="3104F08C" w14:textId="77777777" w:rsidR="0035531B" w:rsidRPr="00113521" w:rsidRDefault="0035531B" w:rsidP="005A3D2F">
      <w:pPr>
        <w:pStyle w:val="Text1-1"/>
        <w:numPr>
          <w:ilvl w:val="0"/>
          <w:numId w:val="0"/>
        </w:numPr>
        <w:spacing w:after="0"/>
        <w:ind w:left="737"/>
      </w:pPr>
    </w:p>
    <w:p w14:paraId="258CE8C1" w14:textId="63DFBCB5" w:rsidR="0035531B" w:rsidRPr="00113521" w:rsidRDefault="00EE53CB" w:rsidP="00EE53CB">
      <w:pPr>
        <w:pStyle w:val="Text1-1"/>
      </w:pPr>
      <w:r w:rsidRPr="00113521">
        <w:t xml:space="preserve">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w:t>
      </w:r>
      <w:r w:rsidRPr="00113521">
        <w:lastRenderedPageBreak/>
        <w:t>k jakýmkoliv a všem podmínkám a povinnostem, které mohou jakýmkoliv způsobem ovlivnit cenu a správnost nabídky nebo provedení stavby</w:t>
      </w:r>
      <w:r w:rsidR="0035531B" w:rsidRPr="00113521">
        <w:t>.</w:t>
      </w:r>
    </w:p>
    <w:p w14:paraId="29C9E8F0" w14:textId="77777777" w:rsidR="0035531B" w:rsidRPr="00113521" w:rsidRDefault="0035531B" w:rsidP="0035531B">
      <w:pPr>
        <w:pStyle w:val="Text1-1"/>
      </w:pPr>
      <w:r w:rsidRPr="00113521">
        <w:t>Zadavatel sděluje, že následující části zadávací dokumentace vypracovala osoba odlišná od zadavatele,</w:t>
      </w:r>
      <w:r w:rsidR="00845C50" w:rsidRPr="00113521">
        <w:t xml:space="preserve"> a </w:t>
      </w:r>
      <w:r w:rsidRPr="00113521">
        <w:t xml:space="preserve">to: </w:t>
      </w:r>
    </w:p>
    <w:p w14:paraId="41FA1B33" w14:textId="77777777" w:rsidR="0035531B" w:rsidRPr="00113521" w:rsidRDefault="00EE53CB" w:rsidP="00EE53CB">
      <w:pPr>
        <w:pStyle w:val="Odrka1-1"/>
      </w:pPr>
      <w:r w:rsidRPr="00113521">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rsidRPr="00113521">
        <w:t>.</w:t>
      </w:r>
    </w:p>
    <w:p w14:paraId="412C16A3" w14:textId="77777777" w:rsidR="003B2BAB" w:rsidRPr="00113521" w:rsidRDefault="003B2BAB" w:rsidP="003B2BAB">
      <w:pPr>
        <w:pStyle w:val="Odrka1-1"/>
      </w:pPr>
      <w:r w:rsidRPr="00113521">
        <w:t>Zjednodušená dokumentace ve stadiu 2 : SUDOP Brno spol. s r.o., Kounicova 26, 611 36 Brno, IČ: 449 60 417, DIČ: CZ 449 60 417, Zapsaný v OR u Krajského soudu v Brně, spisová vložka č. C3803</w:t>
      </w:r>
    </w:p>
    <w:p w14:paraId="14DF5D34" w14:textId="77777777" w:rsidR="0035531B" w:rsidRPr="00113521" w:rsidRDefault="0035531B" w:rsidP="0035531B">
      <w:pPr>
        <w:pStyle w:val="Text1-1"/>
      </w:pPr>
      <w:r w:rsidRPr="00113521">
        <w:t>Pro vyloučení pochybností zadavatel uvádí, že ohledně této veřejné zakázky nevedl předběžné tržní konzultace.</w:t>
      </w:r>
    </w:p>
    <w:p w14:paraId="199DD8C6" w14:textId="77777777" w:rsidR="0035531B" w:rsidRPr="00113521" w:rsidRDefault="0035531B" w:rsidP="00CC4380">
      <w:pPr>
        <w:pStyle w:val="Nadpis1-1"/>
      </w:pPr>
      <w:bookmarkStart w:id="10" w:name="_Toc123031477"/>
      <w:r w:rsidRPr="00113521">
        <w:t>VYSVĚTLENÍ, ZMĚNY</w:t>
      </w:r>
      <w:r w:rsidR="00845C50" w:rsidRPr="00113521">
        <w:t xml:space="preserve"> a </w:t>
      </w:r>
      <w:r w:rsidRPr="00113521">
        <w:t>DOPLNĚNÍ ZADÁVACÍ DOKUMENTACE</w:t>
      </w:r>
      <w:bookmarkEnd w:id="10"/>
      <w:r w:rsidRPr="00113521">
        <w:t xml:space="preserve"> </w:t>
      </w:r>
    </w:p>
    <w:p w14:paraId="5791EE68" w14:textId="77777777" w:rsidR="0035531B" w:rsidRPr="00113521" w:rsidRDefault="0035531B" w:rsidP="0035531B">
      <w:pPr>
        <w:pStyle w:val="Text1-1"/>
      </w:pPr>
      <w:r w:rsidRPr="00113521">
        <w:t>Dodavatel je oprávněn</w:t>
      </w:r>
      <w:r w:rsidR="00092CC9" w:rsidRPr="00113521">
        <w:t xml:space="preserve"> v </w:t>
      </w:r>
      <w:r w:rsidRPr="00113521">
        <w:t>souladu</w:t>
      </w:r>
      <w:r w:rsidR="00845C50" w:rsidRPr="00113521">
        <w:t xml:space="preserve"> s </w:t>
      </w:r>
      <w:r w:rsidRPr="00113521">
        <w:t>ustanovením § 98 ZZVZ podávat žádosti</w:t>
      </w:r>
      <w:r w:rsidR="00092CC9" w:rsidRPr="00113521">
        <w:t xml:space="preserve"> o </w:t>
      </w:r>
      <w:r w:rsidRPr="00113521">
        <w:t>vysvětlení zadávací dokumentace prostřednictvím elektronického nástroje E-ZAK na adrese:</w:t>
      </w:r>
      <w:r w:rsidR="00DD22E5" w:rsidRPr="00113521">
        <w:t xml:space="preserve"> </w:t>
      </w:r>
      <w:hyperlink r:id="rId17" w:history="1">
        <w:r w:rsidR="009070CD" w:rsidRPr="00113521">
          <w:rPr>
            <w:rStyle w:val="Hypertextovodkaz"/>
            <w:noProof w:val="0"/>
            <w:color w:val="auto"/>
          </w:rPr>
          <w:t>https://zakazky.spravazeleznic.cz/</w:t>
        </w:r>
      </w:hyperlink>
      <w:r w:rsidRPr="00113521">
        <w:t>, případně jinou formou písemné elektronické komunikace. Při komunikaci uskutečňované prostřednictvím datové schránky dodavatel</w:t>
      </w:r>
      <w:r w:rsidR="00092CC9" w:rsidRPr="00113521">
        <w:t xml:space="preserve"> v </w:t>
      </w:r>
      <w:r w:rsidRPr="00113521">
        <w:t>žádosti uvede kontaktní osobu zadavatele pro zadávací řízení. Zadavatel bude na žádosti</w:t>
      </w:r>
      <w:r w:rsidR="00092CC9" w:rsidRPr="00113521">
        <w:t xml:space="preserve"> o </w:t>
      </w:r>
      <w:r w:rsidRPr="00113521">
        <w:t xml:space="preserve">vysvětlení zadávací dokumentace odpovídat pouze prostřednictvím elektronického nástroje E-ZAK na adrese: </w:t>
      </w:r>
      <w:hyperlink r:id="rId18" w:history="1">
        <w:r w:rsidR="009070CD" w:rsidRPr="00113521">
          <w:rPr>
            <w:rStyle w:val="Hypertextovodkaz"/>
            <w:noProof w:val="0"/>
            <w:color w:val="auto"/>
          </w:rPr>
          <w:t>https://zakazky.spravazeleznic.cz/</w:t>
        </w:r>
      </w:hyperlink>
      <w:r w:rsidRPr="00113521">
        <w:t>. Pokud dodavatel</w:t>
      </w:r>
      <w:r w:rsidR="00092CC9" w:rsidRPr="00113521">
        <w:t xml:space="preserve"> o </w:t>
      </w:r>
      <w:r w:rsidRPr="00113521">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113521">
        <w:t xml:space="preserve"> v </w:t>
      </w:r>
      <w:r w:rsidRPr="00113521">
        <w:t>takovém případě však není vázán lhůtami stanovenými</w:t>
      </w:r>
      <w:r w:rsidR="00092CC9" w:rsidRPr="00113521">
        <w:t xml:space="preserve"> v </w:t>
      </w:r>
      <w:r w:rsidRPr="00113521">
        <w:t>§ 98 odst. 1 ZZVZ.</w:t>
      </w:r>
    </w:p>
    <w:p w14:paraId="1473FAC1" w14:textId="06388DF9" w:rsidR="0035531B" w:rsidRDefault="0035531B" w:rsidP="0035531B">
      <w:pPr>
        <w:pStyle w:val="Text1-1"/>
      </w:pPr>
      <w:r w:rsidRPr="00113521">
        <w:t>Zadavatel může zadávací dokumentaci vysvětlit i bez obdržené žádosti. Vysvětlení, včetně případně souvisejících dokumentů, uveřejní zadavatel na svém p</w:t>
      </w:r>
      <w:r>
        <w:t xml:space="preserve">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23031478"/>
      <w:r>
        <w:t>POŽADAVKY ZADAVATELE NA KVALIFIKACI</w:t>
      </w:r>
      <w:bookmarkEnd w:id="11"/>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Pr="00113521"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w:t>
      </w:r>
      <w:r w:rsidRPr="00113521">
        <w:lastRenderedPageBreak/>
        <w:t>odpovídajícím živnostenským listem,</w:t>
      </w:r>
      <w:r w:rsidR="00845C50" w:rsidRPr="00113521">
        <w:t xml:space="preserve"> a </w:t>
      </w:r>
      <w:r w:rsidRPr="00113521">
        <w:t xml:space="preserve">to až do doby vydání prvního výpisu ze živnostenského rejstříku dodavateli. </w:t>
      </w:r>
    </w:p>
    <w:p w14:paraId="50E161CC" w14:textId="77777777" w:rsidR="0035531B" w:rsidRPr="00113521" w:rsidRDefault="0035531B" w:rsidP="00CC4380">
      <w:pPr>
        <w:pStyle w:val="Textbezslovn"/>
        <w:ind w:left="1077"/>
      </w:pPr>
      <w:r w:rsidRPr="00113521">
        <w:t>Dodavatel doloží, že má</w:t>
      </w:r>
      <w:r w:rsidR="00BC6D2B" w:rsidRPr="00113521">
        <w:t xml:space="preserve"> k </w:t>
      </w:r>
      <w:r w:rsidRPr="00113521">
        <w:t xml:space="preserve">dispozici </w:t>
      </w:r>
      <w:r w:rsidR="002F3208" w:rsidRPr="00113521">
        <w:t xml:space="preserve">živnostenské </w:t>
      </w:r>
      <w:r w:rsidRPr="00113521">
        <w:t>oprávnění</w:t>
      </w:r>
      <w:r w:rsidR="00BC6D2B" w:rsidRPr="00113521">
        <w:t xml:space="preserve"> k </w:t>
      </w:r>
      <w:r w:rsidRPr="00113521">
        <w:t xml:space="preserve">podnikání pro následující činnosti: </w:t>
      </w:r>
    </w:p>
    <w:p w14:paraId="534871E5" w14:textId="07D6FCED" w:rsidR="00264132" w:rsidRPr="00113521" w:rsidRDefault="0035531B" w:rsidP="00A31866">
      <w:pPr>
        <w:pStyle w:val="Odrka1-2-"/>
        <w:spacing w:after="0"/>
      </w:pPr>
      <w:r w:rsidRPr="00113521">
        <w:t>Provádění staveb, jejich změn</w:t>
      </w:r>
      <w:r w:rsidR="00845C50" w:rsidRPr="00113521">
        <w:t xml:space="preserve"> a </w:t>
      </w:r>
      <w:r w:rsidR="00264132" w:rsidRPr="00113521">
        <w:t>odstraňování</w:t>
      </w:r>
    </w:p>
    <w:p w14:paraId="313FFA61" w14:textId="00F85E5B" w:rsidR="0035531B" w:rsidRPr="00113521" w:rsidRDefault="00264132" w:rsidP="00A31866">
      <w:pPr>
        <w:pStyle w:val="Odrka1-2-"/>
        <w:spacing w:after="0"/>
      </w:pPr>
      <w:r w:rsidRPr="00113521">
        <w:t>Projektovou činnost ve výstavbě</w:t>
      </w:r>
    </w:p>
    <w:p w14:paraId="7E753693" w14:textId="6BECC394" w:rsidR="0035531B" w:rsidRPr="00113521" w:rsidRDefault="0035531B" w:rsidP="00A31866">
      <w:pPr>
        <w:pStyle w:val="Odrka1-2-"/>
        <w:spacing w:after="0"/>
      </w:pPr>
      <w:r w:rsidRPr="00113521">
        <w:t>Revize, prohlídky</w:t>
      </w:r>
      <w:r w:rsidR="00845C50" w:rsidRPr="00113521">
        <w:t xml:space="preserve"> a </w:t>
      </w:r>
      <w:r w:rsidRPr="00113521">
        <w:t>zkoušky určených technických zařízení</w:t>
      </w:r>
      <w:r w:rsidR="00092CC9" w:rsidRPr="00113521">
        <w:t xml:space="preserve"> v </w:t>
      </w:r>
      <w:r w:rsidR="00264132" w:rsidRPr="00113521">
        <w:t>provozu</w:t>
      </w:r>
    </w:p>
    <w:p w14:paraId="71BB8F59" w14:textId="57B33C25" w:rsidR="0035531B" w:rsidRDefault="0035531B" w:rsidP="00A31866">
      <w:pPr>
        <w:pStyle w:val="Odrka1-2-"/>
        <w:spacing w:after="0"/>
      </w:pPr>
      <w:r w:rsidRPr="00113521">
        <w:t xml:space="preserve">Výkon zeměměřických </w:t>
      </w:r>
      <w:r w:rsidR="00264132" w:rsidRPr="00113521">
        <w:t>činností</w:t>
      </w:r>
    </w:p>
    <w:p w14:paraId="121732A2" w14:textId="77777777" w:rsidR="00745669" w:rsidRPr="00113521" w:rsidRDefault="00745669" w:rsidP="00745669">
      <w:pPr>
        <w:pStyle w:val="Odrka1-2-"/>
        <w:numPr>
          <w:ilvl w:val="0"/>
          <w:numId w:val="0"/>
        </w:numPr>
        <w:spacing w:after="0"/>
        <w:ind w:left="1531"/>
      </w:pPr>
    </w:p>
    <w:p w14:paraId="7400370E" w14:textId="77777777" w:rsidR="0035531B" w:rsidRPr="00113521" w:rsidRDefault="0035531B" w:rsidP="00092CC9">
      <w:pPr>
        <w:pStyle w:val="Odrka1-1"/>
      </w:pPr>
      <w:r w:rsidRPr="00113521">
        <w:t>Odborná způsobilost:</w:t>
      </w:r>
    </w:p>
    <w:p w14:paraId="474D0CF2" w14:textId="77777777" w:rsidR="00E65C98" w:rsidRPr="00113521" w:rsidRDefault="0035531B" w:rsidP="00CC4380">
      <w:pPr>
        <w:pStyle w:val="Odrka1-2-"/>
        <w:rPr>
          <w:rStyle w:val="Tun9b"/>
          <w:b w:val="0"/>
        </w:rPr>
      </w:pPr>
      <w:r w:rsidRPr="00113521">
        <w:t>Zadavatel požaduje předložení dokladu</w:t>
      </w:r>
      <w:r w:rsidR="00092CC9" w:rsidRPr="00113521">
        <w:t xml:space="preserve"> o </w:t>
      </w:r>
      <w:r w:rsidRPr="00113521">
        <w:t>autorizaci</w:t>
      </w:r>
      <w:r w:rsidR="00092CC9" w:rsidRPr="00113521">
        <w:t xml:space="preserve"> v </w:t>
      </w:r>
      <w:r w:rsidRPr="00113521">
        <w:t xml:space="preserve">rozsahu dle § 5 odst. 3 písm. </w:t>
      </w:r>
    </w:p>
    <w:p w14:paraId="17987390" w14:textId="77777777" w:rsidR="00E65C98" w:rsidRPr="00113521" w:rsidRDefault="00E65C98" w:rsidP="00E65C98">
      <w:pPr>
        <w:pStyle w:val="Odrka1-1"/>
        <w:numPr>
          <w:ilvl w:val="0"/>
          <w:numId w:val="0"/>
        </w:numPr>
        <w:ind w:left="1190" w:firstLine="341"/>
      </w:pPr>
      <w:r w:rsidRPr="00113521">
        <w:rPr>
          <w:b/>
        </w:rPr>
        <w:t xml:space="preserve">e) </w:t>
      </w:r>
      <w:r w:rsidRPr="00113521">
        <w:t>technologická zařízení staveb</w:t>
      </w:r>
    </w:p>
    <w:p w14:paraId="4E962710" w14:textId="7E7B42ED" w:rsidR="0035531B" w:rsidRPr="00113521" w:rsidRDefault="0035531B" w:rsidP="00E65C98">
      <w:pPr>
        <w:pStyle w:val="Odrka1-2-"/>
        <w:numPr>
          <w:ilvl w:val="0"/>
          <w:numId w:val="0"/>
        </w:numPr>
        <w:ind w:left="1531"/>
      </w:pPr>
      <w:r w:rsidRPr="00113521">
        <w:t>zákona č. 360/1992 Sb.,</w:t>
      </w:r>
      <w:r w:rsidR="00092CC9" w:rsidRPr="00113521">
        <w:t xml:space="preserve"> o </w:t>
      </w:r>
      <w:r w:rsidRPr="00113521">
        <w:t>výkonu povolání autorizovaných architektů</w:t>
      </w:r>
      <w:r w:rsidR="00845C50" w:rsidRPr="00113521">
        <w:t xml:space="preserve"> a</w:t>
      </w:r>
      <w:r w:rsidR="00092CC9" w:rsidRPr="00113521">
        <w:t xml:space="preserve"> o </w:t>
      </w:r>
      <w:r w:rsidRPr="00113521">
        <w:t>výkonu povolání autorizovaných inženýrů</w:t>
      </w:r>
      <w:r w:rsidR="00845C50" w:rsidRPr="00113521">
        <w:t xml:space="preserve"> a </w:t>
      </w:r>
      <w:r w:rsidRPr="00113521">
        <w:t>techniků činných ve výstavbě, ve znění pozdějších předpisů</w:t>
      </w:r>
      <w:r w:rsidR="00E65C98" w:rsidRPr="00113521">
        <w:t xml:space="preserve"> (dále jen „autorizační zákon“)</w:t>
      </w:r>
      <w:r w:rsidRPr="00113521">
        <w:t>.</w:t>
      </w:r>
    </w:p>
    <w:p w14:paraId="71658326" w14:textId="156E1EEE" w:rsidR="0035531B" w:rsidRPr="00113521" w:rsidRDefault="0035531B" w:rsidP="00CC4380">
      <w:pPr>
        <w:pStyle w:val="Odrka1-2-"/>
      </w:pPr>
      <w:r w:rsidRPr="00113521">
        <w:t>Zadavatel požaduje předložení úředního oprávnění pro ověřování výsledků zeměměřických činností</w:t>
      </w:r>
      <w:r w:rsidR="00092CC9" w:rsidRPr="00113521">
        <w:t xml:space="preserve"> v </w:t>
      </w:r>
      <w:r w:rsidRPr="00113521">
        <w:t xml:space="preserve">rozsahu dle § 13 odst. 1 písm. </w:t>
      </w:r>
      <w:r w:rsidRPr="00113521">
        <w:rPr>
          <w:rStyle w:val="Tun9b"/>
        </w:rPr>
        <w:t>a)</w:t>
      </w:r>
      <w:r w:rsidR="00845C50" w:rsidRPr="00113521">
        <w:rPr>
          <w:rStyle w:val="Tun9b"/>
        </w:rPr>
        <w:t xml:space="preserve"> </w:t>
      </w:r>
      <w:r w:rsidR="00845C50" w:rsidRPr="00113521">
        <w:rPr>
          <w:rStyle w:val="Tun9b"/>
          <w:b w:val="0"/>
        </w:rPr>
        <w:t>a</w:t>
      </w:r>
      <w:r w:rsidR="00845C50" w:rsidRPr="00113521">
        <w:rPr>
          <w:rStyle w:val="Tun9b"/>
        </w:rPr>
        <w:t> </w:t>
      </w:r>
      <w:r w:rsidRPr="00113521">
        <w:rPr>
          <w:rStyle w:val="Tun9b"/>
        </w:rPr>
        <w:t>c)</w:t>
      </w:r>
      <w:r w:rsidRPr="00113521">
        <w:t xml:space="preserve"> zákona č. 200/1994 Sb.,</w:t>
      </w:r>
      <w:r w:rsidR="00092CC9" w:rsidRPr="00113521">
        <w:t xml:space="preserve"> o </w:t>
      </w:r>
      <w:r w:rsidRPr="00113521">
        <w:t>zeměměřictví</w:t>
      </w:r>
      <w:r w:rsidR="00845C50" w:rsidRPr="00113521">
        <w:t xml:space="preserve"> a</w:t>
      </w:r>
      <w:r w:rsidR="00092CC9" w:rsidRPr="00113521">
        <w:t xml:space="preserve"> o </w:t>
      </w:r>
      <w:r w:rsidRPr="00113521">
        <w:t>změně</w:t>
      </w:r>
      <w:r w:rsidR="00845C50" w:rsidRPr="00113521">
        <w:t xml:space="preserve"> a </w:t>
      </w:r>
      <w:r w:rsidRPr="00113521">
        <w:t>doplnění některých zákonů souvisejících</w:t>
      </w:r>
      <w:r w:rsidR="00845C50" w:rsidRPr="00113521">
        <w:t xml:space="preserve"> s </w:t>
      </w:r>
      <w:r w:rsidRPr="00113521">
        <w:t>jeho zavedením, ve znění pozdějších předpisů.</w:t>
      </w:r>
    </w:p>
    <w:p w14:paraId="6FBCD750" w14:textId="77777777" w:rsidR="0035531B" w:rsidRDefault="0035531B" w:rsidP="00CC4380">
      <w:pPr>
        <w:pStyle w:val="Textbezslovn"/>
        <w:ind w:left="1077"/>
      </w:pPr>
      <w:r w:rsidRPr="00113521">
        <w:t>Je-li dodavatel fyzickou osobou, musí odbornou způsobilost splňovat buď sám, nebo prostřednictvím jiné fyzické osoby (zaměstnanec nebo jiná</w:t>
      </w:r>
      <w:r w:rsidR="00845C50" w:rsidRPr="00113521">
        <w:t xml:space="preserve"> s </w:t>
      </w:r>
      <w:r w:rsidRPr="00113521">
        <w:t xml:space="preserve">dodavatelem </w:t>
      </w:r>
      <w:r>
        <w:t>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113521" w:rsidRDefault="0035531B" w:rsidP="0035531B">
      <w:pPr>
        <w:pStyle w:val="Text1-1"/>
        <w:rPr>
          <w:rStyle w:val="Tun9b"/>
        </w:rPr>
      </w:pPr>
      <w:r w:rsidRPr="00113521">
        <w:rPr>
          <w:rStyle w:val="Tun9b"/>
        </w:rPr>
        <w:t>Ekonomická kvalifikace</w:t>
      </w:r>
    </w:p>
    <w:p w14:paraId="35001C38" w14:textId="77777777" w:rsidR="0035531B" w:rsidRPr="00113521" w:rsidRDefault="0035531B" w:rsidP="00CC4380">
      <w:pPr>
        <w:pStyle w:val="Textbezslovn"/>
      </w:pPr>
      <w:r w:rsidRPr="00113521">
        <w:t>Splnění kritérií ekonomické kvalifikace podle § 78 ZZVZ prokáže dodavatel předložením údajů</w:t>
      </w:r>
      <w:r w:rsidR="00092CC9" w:rsidRPr="00113521">
        <w:t xml:space="preserve"> o </w:t>
      </w:r>
      <w:r w:rsidRPr="00113521">
        <w:t>celkovém ročním obratu dodavatele, zjištěném podle zvláštních právních předpisů</w:t>
      </w:r>
      <w:r w:rsidR="002C04EE" w:rsidRPr="00113521">
        <w:rPr>
          <w:rStyle w:val="Znakapoznpodarou"/>
        </w:rPr>
        <w:footnoteReference w:id="1"/>
      </w:r>
      <w:r w:rsidRPr="00113521">
        <w:t>, za poslední tři uzavřená, bezprostředně předcházející účetní období; jestliže dodavatel vznikl později, postačí, doloží-li údaje</w:t>
      </w:r>
      <w:r w:rsidR="00092CC9" w:rsidRPr="00113521">
        <w:t xml:space="preserve"> o </w:t>
      </w:r>
      <w:r w:rsidRPr="00113521">
        <w:t>svém obratu</w:t>
      </w:r>
      <w:r w:rsidR="00092CC9" w:rsidRPr="00113521">
        <w:t xml:space="preserve"> v </w:t>
      </w:r>
      <w:r w:rsidRPr="00113521">
        <w:t>požadované výši za všechna účetní období od svého vzniku;</w:t>
      </w:r>
    </w:p>
    <w:p w14:paraId="60476C6E" w14:textId="62DB4DBF" w:rsidR="0035531B" w:rsidRPr="00113521" w:rsidRDefault="0035531B" w:rsidP="00092CC9">
      <w:pPr>
        <w:pStyle w:val="Odrka1-1"/>
      </w:pPr>
      <w:r w:rsidRPr="00113521">
        <w:t>celkový roční obrat dodavatele, zjištěný podle zvláštních právních předpisů, nesmí činit</w:t>
      </w:r>
      <w:r w:rsidR="00092CC9" w:rsidRPr="00113521">
        <w:t xml:space="preserve"> v </w:t>
      </w:r>
      <w:r w:rsidRPr="00113521">
        <w:t>žádném</w:t>
      </w:r>
      <w:r w:rsidR="0060115D" w:rsidRPr="00113521">
        <w:t xml:space="preserve"> z </w:t>
      </w:r>
      <w:r w:rsidRPr="00113521">
        <w:t xml:space="preserve">bezprostředně předcházejících tří uzavřených účetních období méně než </w:t>
      </w:r>
      <w:r w:rsidR="00E9042B" w:rsidRPr="00113521">
        <w:rPr>
          <w:b/>
        </w:rPr>
        <w:t>160</w:t>
      </w:r>
      <w:r w:rsidR="00ED5E72" w:rsidRPr="00113521">
        <w:rPr>
          <w:b/>
        </w:rPr>
        <w:t xml:space="preserve"> 000 000,-</w:t>
      </w:r>
      <w:r w:rsidR="00ED5E72" w:rsidRPr="00113521">
        <w:t xml:space="preserve"> </w:t>
      </w:r>
      <w:r w:rsidR="00ED5E72" w:rsidRPr="00113521">
        <w:rPr>
          <w:b/>
        </w:rPr>
        <w:t>Kč</w:t>
      </w:r>
      <w:r w:rsidR="00ED5E72" w:rsidRPr="00113521">
        <w:t xml:space="preserve"> </w:t>
      </w:r>
      <w:r w:rsidRPr="00113521">
        <w:t>bez DPH;</w:t>
      </w:r>
    </w:p>
    <w:p w14:paraId="2F179ADE" w14:textId="77777777" w:rsidR="0035531B" w:rsidRPr="00113521" w:rsidRDefault="0035531B" w:rsidP="00092CC9">
      <w:pPr>
        <w:pStyle w:val="Odrka1-1"/>
      </w:pPr>
      <w:r w:rsidRPr="00113521">
        <w:t>zadavatel pro vyloučení pochybností výslovně</w:t>
      </w:r>
      <w:r w:rsidR="00092CC9" w:rsidRPr="00113521">
        <w:t xml:space="preserve"> v </w:t>
      </w:r>
      <w:r w:rsidRPr="00113521">
        <w:t>souladu</w:t>
      </w:r>
      <w:r w:rsidR="00845C50" w:rsidRPr="00113521">
        <w:t xml:space="preserve"> s </w:t>
      </w:r>
      <w:r w:rsidRPr="00113521">
        <w:t>§ 84 ZZVZ uvádí, že požadovaného obratu musí dosáhnout dodavatel sám, případně jej může prokázat jako celek samostatně jeden</w:t>
      </w:r>
      <w:r w:rsidR="0060115D" w:rsidRPr="00113521">
        <w:t xml:space="preserve"> z </w:t>
      </w:r>
      <w:r w:rsidRPr="00113521">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rsidRPr="00113521">
        <w:t>dodavatel prokáže splnění tohoto kvalifikačního kritéria předložením čestného prohlášení</w:t>
      </w:r>
      <w:r w:rsidR="00092CC9" w:rsidRPr="00113521">
        <w:t xml:space="preserve"> o </w:t>
      </w:r>
      <w:r w:rsidRPr="00113521">
        <w:t>výši obratu</w:t>
      </w:r>
      <w:r w:rsidR="00845C50" w:rsidRPr="00113521">
        <w:t xml:space="preserve"> s </w:t>
      </w:r>
      <w:r w:rsidRPr="00113521">
        <w:t>uvedením požadovaných údajů, jehož přílohou budou příslušné výkazy zisku</w:t>
      </w:r>
      <w:r w:rsidR="00845C50" w:rsidRPr="00113521">
        <w:t xml:space="preserve"> a </w:t>
      </w:r>
      <w:r w:rsidRPr="00113521">
        <w:t>ztrát dodavatele nebo obdobné doklady podle právního řádu země sídla dodavatele. Z těchto dokladů musí být ověřitelné, že dodavatel</w:t>
      </w:r>
      <w:r w:rsidR="00092CC9" w:rsidRPr="00113521">
        <w:t xml:space="preserve"> v </w:t>
      </w:r>
      <w:r w:rsidRPr="00113521">
        <w:t>každém</w:t>
      </w:r>
      <w:r w:rsidR="0060115D" w:rsidRPr="00113521">
        <w:t xml:space="preserve"> z </w:t>
      </w:r>
      <w:r w:rsidRPr="00113521">
        <w:t xml:space="preserve">bezprostředně předcházejících tří uzavřených účetních období (popř. za účetní období od svého vzniku) dosáhl alespoň minimální </w:t>
      </w:r>
      <w:r>
        <w:t xml:space="preserve">požadované výše celkového ročního obratu. Skutečností rozhodnou pro určení posledních tří uzavřených účetních </w:t>
      </w:r>
      <w:r>
        <w:lastRenderedPageBreak/>
        <w:t>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797F09F1" w14:textId="77777777" w:rsidR="00ED5E72" w:rsidRPr="00113521" w:rsidRDefault="002B66F2" w:rsidP="001758BE">
      <w:pPr>
        <w:pStyle w:val="Odrka1-1"/>
      </w:pPr>
      <w:r>
        <w:t xml:space="preserve">Zadavatel požaduje předložení seznamu významných ukončených služeb obdobného charakteru poskytnutých dodavatelem v </w:t>
      </w:r>
      <w:r w:rsidRPr="00ED5E72">
        <w:t xml:space="preserve">posledních </w:t>
      </w:r>
      <w:r w:rsidR="0038050F" w:rsidRPr="00ED5E72">
        <w:t>5</w:t>
      </w:r>
      <w:r w:rsidRPr="00ED5E72">
        <w:t xml:space="preserve"> letech před zahájením zadávacího řízení. Za významné služby obdobného charakteru</w:t>
      </w:r>
      <w:r>
        <w:t xml:space="preserve"> se pokládají </w:t>
      </w:r>
      <w:r w:rsidRPr="00113521">
        <w:t>projek</w:t>
      </w:r>
      <w:r w:rsidR="000A7769" w:rsidRPr="00113521">
        <w:t>tové</w:t>
      </w:r>
      <w:r w:rsidRPr="00113521">
        <w:t xml:space="preserve"> práce spočívající ve zhotovení dokumentace ve stupni projektové dokumentace pro </w:t>
      </w:r>
      <w:r w:rsidR="00B31001" w:rsidRPr="00113521">
        <w:t xml:space="preserve">vydání </w:t>
      </w:r>
      <w:r w:rsidRPr="00113521">
        <w:t>stavební</w:t>
      </w:r>
      <w:r w:rsidR="00B31001" w:rsidRPr="00113521">
        <w:t>ho</w:t>
      </w:r>
      <w:r w:rsidRPr="00113521">
        <w:t xml:space="preserve"> povolení (</w:t>
      </w:r>
      <w:r w:rsidR="00B31001" w:rsidRPr="00113521">
        <w:t>dále jen „</w:t>
      </w:r>
      <w:r w:rsidRPr="00113521">
        <w:t>DSP</w:t>
      </w:r>
      <w:r w:rsidR="00B31001" w:rsidRPr="00113521">
        <w:t>“</w:t>
      </w:r>
      <w:r w:rsidRPr="00113521">
        <w:t xml:space="preserve">) nebo ve stupni </w:t>
      </w:r>
      <w:r w:rsidR="00E61C9B" w:rsidRPr="00113521">
        <w:t xml:space="preserve">projektové </w:t>
      </w:r>
      <w:r w:rsidRPr="00113521">
        <w:t xml:space="preserve">dokumentace pro </w:t>
      </w:r>
      <w:r w:rsidR="00B31001" w:rsidRPr="00113521">
        <w:t xml:space="preserve">vydání </w:t>
      </w:r>
      <w:r w:rsidRPr="00113521">
        <w:t>společné</w:t>
      </w:r>
      <w:r w:rsidR="00B31001" w:rsidRPr="00113521">
        <w:t>ho</w:t>
      </w:r>
      <w:r w:rsidRPr="00113521">
        <w:t xml:space="preserve"> povolení (</w:t>
      </w:r>
      <w:r w:rsidR="00B31001" w:rsidRPr="00113521">
        <w:t>dále jen „</w:t>
      </w:r>
      <w:r w:rsidRPr="00113521">
        <w:t>DUSP</w:t>
      </w:r>
      <w:r w:rsidR="00B31001" w:rsidRPr="00113521">
        <w:t>“</w:t>
      </w:r>
      <w:r w:rsidRPr="00113521">
        <w:t xml:space="preserve">) nebo ve </w:t>
      </w:r>
      <w:r w:rsidR="00B31001" w:rsidRPr="00113521">
        <w:t xml:space="preserve">stupních </w:t>
      </w:r>
      <w:r w:rsidRPr="00113521">
        <w:t xml:space="preserve">projektové dokumentace pro </w:t>
      </w:r>
      <w:r w:rsidR="00B31001" w:rsidRPr="00113521">
        <w:t xml:space="preserve">vydání </w:t>
      </w:r>
      <w:r w:rsidRPr="00113521">
        <w:t>stavební</w:t>
      </w:r>
      <w:r w:rsidR="00B31001" w:rsidRPr="00113521">
        <w:t>ho</w:t>
      </w:r>
      <w:r w:rsidRPr="00113521">
        <w:t xml:space="preserve"> povolení a projektové dokumentace pro provádění stavby (</w:t>
      </w:r>
      <w:r w:rsidR="00B31001" w:rsidRPr="00113521">
        <w:t>dále jen „</w:t>
      </w:r>
      <w:r w:rsidR="00613FCF" w:rsidRPr="00113521">
        <w:t>DSP+</w:t>
      </w:r>
      <w:r w:rsidRPr="00113521">
        <w:t>PDPS</w:t>
      </w:r>
      <w:r w:rsidR="00B31001" w:rsidRPr="00113521">
        <w:t>“</w:t>
      </w:r>
      <w:r w:rsidRPr="00113521">
        <w:t xml:space="preserve">) </w:t>
      </w:r>
      <w:r w:rsidR="00613FCF" w:rsidRPr="00113521">
        <w:t xml:space="preserve">nebo ve </w:t>
      </w:r>
      <w:r w:rsidR="00B31001" w:rsidRPr="00113521">
        <w:t xml:space="preserve">stupních </w:t>
      </w:r>
      <w:r w:rsidR="00613FCF" w:rsidRPr="00113521">
        <w:t xml:space="preserve">projektové dokumentace pro </w:t>
      </w:r>
      <w:r w:rsidR="00B31001" w:rsidRPr="00113521">
        <w:t xml:space="preserve">vydání </w:t>
      </w:r>
      <w:r w:rsidR="00613FCF" w:rsidRPr="00113521">
        <w:t>společné</w:t>
      </w:r>
      <w:r w:rsidR="00B31001" w:rsidRPr="00113521">
        <w:t>ho</w:t>
      </w:r>
      <w:r w:rsidR="00613FCF" w:rsidRPr="00113521">
        <w:t xml:space="preserve"> povolení a projektové dokumentace pro provádění stavby (</w:t>
      </w:r>
      <w:r w:rsidR="00B31001" w:rsidRPr="00113521">
        <w:t>dále jen „</w:t>
      </w:r>
      <w:r w:rsidR="00613FCF" w:rsidRPr="00113521">
        <w:t>DUSP+PDPS</w:t>
      </w:r>
      <w:r w:rsidR="00B31001" w:rsidRPr="00113521">
        <w:t>“</w:t>
      </w:r>
      <w:r w:rsidR="00613FCF" w:rsidRPr="00113521">
        <w:t xml:space="preserve">) </w:t>
      </w:r>
      <w:r w:rsidR="002D6B5B" w:rsidRPr="00113521">
        <w:t>dle zvláštních právních předpisů</w:t>
      </w:r>
      <w:r w:rsidR="002D6B5B" w:rsidRPr="00113521">
        <w:rPr>
          <w:rStyle w:val="Znakapoznpodarou"/>
        </w:rPr>
        <w:footnoteReference w:id="2"/>
      </w:r>
      <w:r w:rsidR="002D6B5B" w:rsidRPr="00113521">
        <w:t xml:space="preserve"> </w:t>
      </w:r>
      <w:r w:rsidRPr="00113521">
        <w:t>pro stavby železničních drah</w:t>
      </w:r>
      <w:r w:rsidR="00ED5E72" w:rsidRPr="00113521">
        <w:t xml:space="preserve"> </w:t>
      </w:r>
      <w:r w:rsidRPr="00113521">
        <w:t>ve smyslu § 5 odst. 1 a § 3 odst. 1 zák. č. 266/1994 Sb., o dráhách, ve znění pozdějších předpisů, které svým charakterem odpovídají profesnímu obsahu zadávané veřejné zakázky, tj. zahrnují alespoň následující činnosti: projektování na systému ETCS</w:t>
      </w:r>
      <w:r w:rsidR="00ED5E72" w:rsidRPr="00113521">
        <w:t xml:space="preserve">. </w:t>
      </w:r>
    </w:p>
    <w:p w14:paraId="23EC1B79" w14:textId="11B57610" w:rsidR="002B66F2" w:rsidRPr="00113521" w:rsidRDefault="002B66F2" w:rsidP="00ED5E72">
      <w:pPr>
        <w:pStyle w:val="Odrka1-1"/>
        <w:numPr>
          <w:ilvl w:val="0"/>
          <w:numId w:val="0"/>
        </w:numPr>
        <w:ind w:left="1077"/>
      </w:pPr>
      <w:r w:rsidRPr="00113521">
        <w:t xml:space="preserve">Za </w:t>
      </w:r>
      <w:r w:rsidR="00FD3FF0" w:rsidRPr="00113521">
        <w:t xml:space="preserve">významnou </w:t>
      </w:r>
      <w:r w:rsidRPr="00113521">
        <w:t>službu obdobného charakteru, resp. projek</w:t>
      </w:r>
      <w:r w:rsidR="000A7769" w:rsidRPr="00113521">
        <w:t>tové</w:t>
      </w:r>
      <w:r w:rsidRPr="00113521">
        <w:t xml:space="preserve"> práce spočívající ve zhotovení dokumentace ve stupni DSP nebo DUSP nebo DSPPDPS</w:t>
      </w:r>
      <w:r w:rsidR="00613FCF" w:rsidRPr="00113521">
        <w:t xml:space="preserve"> nebo DUSP+PDPS</w:t>
      </w:r>
      <w:r w:rsidRPr="00113521">
        <w:t>, zadavatel považuje rovněž provedení aktualizace dokumentace ve stupni DSP nebo DUSP nebo DSP</w:t>
      </w:r>
      <w:r w:rsidR="00613FCF" w:rsidRPr="00113521">
        <w:t>+</w:t>
      </w:r>
      <w:r w:rsidRPr="00113521">
        <w:t>PDPS</w:t>
      </w:r>
      <w:r w:rsidR="00613FCF" w:rsidRPr="00113521">
        <w:t xml:space="preserve"> nebo DUSP+PDPS</w:t>
      </w:r>
      <w:r w:rsidRPr="00113521">
        <w:t>.</w:t>
      </w:r>
    </w:p>
    <w:p w14:paraId="0D48E1A9" w14:textId="472F67B8" w:rsidR="00B31001" w:rsidRPr="00113521" w:rsidRDefault="00B31001" w:rsidP="003303BF">
      <w:pPr>
        <w:pStyle w:val="Textbezslovn"/>
        <w:ind w:left="1077"/>
      </w:pPr>
      <w:r w:rsidRPr="00113521">
        <w:t xml:space="preserve">Pro účely doložení požadované technické kvalifikace se dokumentacemi ve stupních DSP+PDSP rozumí jak dokumentace zpracovaná dle přílohy č. 5 vyhl.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o rozsahu a obsahu projektové dokumentace dopravních staveb, ve znění účinném od 1. 12. 2018. </w:t>
      </w:r>
      <w:r w:rsidR="00F91B4A" w:rsidRPr="00113521">
        <w:t>Jako dokumentaci ve stupni PDPS však nelze předložit PDPS zpracovanou dle přílohy č. 6 vyhl. č. 146/2008 Sb., o rozsahu a obsahu projektové dokumentace dopravních staveb, ve znění účinném do 30. 11. 2018.</w:t>
      </w:r>
      <w:r w:rsidR="00F05537" w:rsidRPr="00113521">
        <w:t xml:space="preserve"> 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SŽ SM011 používá označení DUSL.</w:t>
      </w:r>
    </w:p>
    <w:p w14:paraId="4D4E98EC" w14:textId="2A13E3F9" w:rsidR="001758BE" w:rsidRPr="00113521" w:rsidRDefault="001758BE" w:rsidP="001758BE">
      <w:pPr>
        <w:pStyle w:val="Textbezslovn"/>
        <w:ind w:left="1077"/>
      </w:pPr>
      <w:r w:rsidRPr="00113521">
        <w:t xml:space="preserve">Zadavatel požaduje, aby dodavatel informacemi uvedenými v seznamu významných služeb prokázal, že celkový součet </w:t>
      </w:r>
      <w:r w:rsidR="0054231A" w:rsidRPr="00113521">
        <w:t xml:space="preserve">hodnot významných služeb obdobného charakteru za posledních 5 let před zahájením zadávacího řízení, které dodavatel poskytl, musí dosahovat v souhrnu nejméně </w:t>
      </w:r>
      <w:r w:rsidR="0054231A" w:rsidRPr="00113521">
        <w:rPr>
          <w:b/>
        </w:rPr>
        <w:t>30 mil.</w:t>
      </w:r>
      <w:r w:rsidR="0054231A" w:rsidRPr="00113521">
        <w:t xml:space="preserve"> </w:t>
      </w:r>
      <w:r w:rsidR="0054231A" w:rsidRPr="00113521">
        <w:rPr>
          <w:b/>
        </w:rPr>
        <w:t xml:space="preserve">Kč </w:t>
      </w:r>
      <w:r w:rsidR="0054231A" w:rsidRPr="00113521">
        <w:t xml:space="preserve">bez DPH, přičemž alespoň jedna služba musí dosahovat hodnoty nejméně </w:t>
      </w:r>
      <w:r w:rsidR="0054231A" w:rsidRPr="00113521">
        <w:rPr>
          <w:b/>
        </w:rPr>
        <w:t>15 mil.</w:t>
      </w:r>
      <w:r w:rsidR="0054231A" w:rsidRPr="00113521">
        <w:t xml:space="preserve"> </w:t>
      </w:r>
      <w:r w:rsidR="0054231A" w:rsidRPr="00113521">
        <w:rPr>
          <w:b/>
        </w:rPr>
        <w:t>Kč</w:t>
      </w:r>
      <w:r w:rsidR="0054231A" w:rsidRPr="00113521">
        <w:t xml:space="preserve"> bez DPH. Hodnotou služby se </w:t>
      </w:r>
      <w:r w:rsidR="0054231A" w:rsidRPr="00113521">
        <w:rPr>
          <w:rFonts w:cs="Arial"/>
          <w:iCs/>
        </w:rPr>
        <w:t xml:space="preserve">pro účely </w:t>
      </w:r>
      <w:r w:rsidR="0054231A" w:rsidRPr="00113521">
        <w:rPr>
          <w:rFonts w:cs="Arial"/>
          <w:iCs/>
        </w:rPr>
        <w:lastRenderedPageBreak/>
        <w:t>posouzení splnění kritérií technické kvalifikace</w:t>
      </w:r>
      <w:r w:rsidR="0054231A" w:rsidRPr="00113521">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součet cen DSP+PDPS nebo DUSP+PDPS).</w:t>
      </w:r>
    </w:p>
    <w:p w14:paraId="1327061E" w14:textId="05A4C10F" w:rsidR="002B66F2" w:rsidRPr="00113521" w:rsidRDefault="002B66F2" w:rsidP="003303BF">
      <w:pPr>
        <w:pStyle w:val="Textbezslovn"/>
        <w:ind w:left="1077"/>
      </w:pPr>
      <w:r w:rsidRPr="00113521">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rsidRPr="00113521">
        <w:t>c</w:t>
      </w:r>
      <w:r w:rsidRPr="00113521">
        <w:t xml:space="preserve">, státní organizace. </w:t>
      </w:r>
    </w:p>
    <w:p w14:paraId="0DB93F62" w14:textId="173A5C2E" w:rsidR="008356A0" w:rsidRPr="00113521" w:rsidRDefault="002B66F2" w:rsidP="008356A0">
      <w:pPr>
        <w:pStyle w:val="Textbezslovn"/>
        <w:ind w:left="1077"/>
      </w:pPr>
      <w:r w:rsidRPr="00113521">
        <w:t xml:space="preserve">Doba </w:t>
      </w:r>
      <w:r w:rsidR="0038050F" w:rsidRPr="00113521">
        <w:t>posledních 5</w:t>
      </w:r>
      <w:r w:rsidRPr="00113521">
        <w:t xml:space="preserve"> let </w:t>
      </w:r>
      <w:r w:rsidR="0038050F" w:rsidRPr="00113521">
        <w:t xml:space="preserve">před zahájením zadávacího řízení se pro účely prokázání technické kvalifikace ohledně referenčních zakázek </w:t>
      </w:r>
      <w:r w:rsidRPr="00113521">
        <w:t xml:space="preserve">považuje za splněnou, pokud byly </w:t>
      </w:r>
      <w:r w:rsidR="00811843" w:rsidRPr="00113521">
        <w:t xml:space="preserve">činnosti odpovídající zadavatelem stanovené definici významné </w:t>
      </w:r>
      <w:r w:rsidRPr="00113521">
        <w:t xml:space="preserve">služby </w:t>
      </w:r>
      <w:r w:rsidR="0038050F" w:rsidRPr="00113521">
        <w:t xml:space="preserve">dokončeny </w:t>
      </w:r>
      <w:r w:rsidRPr="00113521">
        <w:t xml:space="preserve">v průběhu této doby </w:t>
      </w:r>
      <w:r w:rsidR="0038050F" w:rsidRPr="00113521">
        <w:t xml:space="preserve">nebo kdykoli po zahájení zadávacího řízení, včetně doby po </w:t>
      </w:r>
      <w:r w:rsidR="00D15CDA" w:rsidRPr="00113521">
        <w:t xml:space="preserve">uplynutí lhůty pro </w:t>
      </w:r>
      <w:r w:rsidR="0038050F" w:rsidRPr="00113521">
        <w:t>podání nabídek, a to nejpozději do doby zadavatelem případně stanovené k předložení údajů a dokladů dle § 46 ZZVZ. P</w:t>
      </w:r>
      <w:r w:rsidRPr="00113521">
        <w:t xml:space="preserve">ro prokázání kvalifikace postačuje, aby byly požadované minimální hodnoty služeb dosaženy za celou dobu poskytování služeb, nikoliv pouze v průběhu posledních </w:t>
      </w:r>
      <w:r w:rsidR="0038050F" w:rsidRPr="00113521">
        <w:t>5</w:t>
      </w:r>
      <w:r w:rsidRPr="00113521">
        <w:t xml:space="preserve"> let před zahájením zadávacího řízení. V případě, že byla referovaná služba, resp. </w:t>
      </w:r>
      <w:r w:rsidR="00811843" w:rsidRPr="00113521">
        <w:t xml:space="preserve">zpracovaný příslušný stupeň dokumentace, </w:t>
      </w:r>
      <w:r w:rsidRPr="00113521">
        <w:t>součástí rozsáhlejšího plnění pro objednatele služby (např. kromě zpracování projektové dokumentace měl dodavatel vykonávat i autorský dozor při realizaci stavby apod.) postačí, pokud je dokončeno plnění</w:t>
      </w:r>
      <w:r w:rsidR="00811843" w:rsidRPr="00113521">
        <w:t xml:space="preserve">, které odpovídá zadavatelem stanovené definici významné služby </w:t>
      </w:r>
      <w:r w:rsidRPr="00113521">
        <w:t>(tj. projektové práce ve stupni DSP nebo DUSP nebo DSP</w:t>
      </w:r>
      <w:r w:rsidR="000D20BC" w:rsidRPr="00113521">
        <w:t>+</w:t>
      </w:r>
      <w:r w:rsidRPr="00113521">
        <w:t xml:space="preserve">PDPS </w:t>
      </w:r>
      <w:r w:rsidR="000D20BC" w:rsidRPr="00113521">
        <w:t xml:space="preserve">nebo DUSP+PDPS </w:t>
      </w:r>
      <w:r w:rsidRPr="00113521">
        <w:t>pro stavby železničních drah</w:t>
      </w:r>
      <w:r w:rsidR="00811843" w:rsidRPr="00113521">
        <w:t xml:space="preserve"> s výše požadovaným předmětem plnění</w:t>
      </w:r>
      <w:r w:rsidRPr="00113521">
        <w:t>)</w:t>
      </w:r>
      <w:r w:rsidR="00D15CDA" w:rsidRPr="00113521">
        <w:t xml:space="preserve"> s tím, že zakázka jako celek (tj. ohledně dalších činností, např. autorského dozoru při realizaci stavby) dokončena není</w:t>
      </w:r>
      <w:r w:rsidRPr="00113521">
        <w:t>; zároveň však platí, že nestačí</w:t>
      </w:r>
      <w:r w:rsidR="00D15CDA" w:rsidRPr="00113521">
        <w:t xml:space="preserve"> (tj. nepovažuje se za plnění dokončené v požadované době)</w:t>
      </w:r>
      <w:r w:rsidRPr="00113521">
        <w:t xml:space="preserve">, pokud je v posledních </w:t>
      </w:r>
      <w:r w:rsidR="0038050F" w:rsidRPr="00113521">
        <w:t>5</w:t>
      </w:r>
      <w:r w:rsidRPr="00113521">
        <w:t xml:space="preserve"> letech dokončena služba rozsáhlejšího plnění jako celek</w:t>
      </w:r>
      <w:r w:rsidR="00811843" w:rsidRPr="00113521">
        <w:t xml:space="preserve"> (např. dokončen autorský dozor při realizaci stavby)</w:t>
      </w:r>
      <w:r w:rsidRPr="00113521">
        <w:t xml:space="preserve">, avšak plnění </w:t>
      </w:r>
      <w:r w:rsidR="00811843" w:rsidRPr="00113521">
        <w:t xml:space="preserve">odpovídající definici významné služby </w:t>
      </w:r>
      <w:r w:rsidRPr="00113521">
        <w:t xml:space="preserve">bylo dokončeno dříve než před </w:t>
      </w:r>
      <w:r w:rsidR="0038050F" w:rsidRPr="00113521">
        <w:t>5</w:t>
      </w:r>
      <w:r w:rsidRPr="00113521">
        <w:t xml:space="preserve"> lety. Obdobným způsobem je nutno naplnit i parametr ceny dané referované </w:t>
      </w:r>
      <w:r w:rsidR="0054651E" w:rsidRPr="00113521">
        <w:t xml:space="preserve">projektové </w:t>
      </w:r>
      <w:r w:rsidRPr="00113521">
        <w:t>činnosti</w:t>
      </w:r>
      <w:r w:rsidR="008356A0" w:rsidRPr="00113521">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Pr="00113521" w:rsidRDefault="008356A0" w:rsidP="00FF3F25">
      <w:pPr>
        <w:pStyle w:val="Textbezslovn"/>
        <w:ind w:left="1077"/>
      </w:pPr>
      <w:r w:rsidRPr="00113521">
        <w:t>Pro odstranění pochybností zadavatel k výše uvedenému upřesňuje, že:</w:t>
      </w:r>
    </w:p>
    <w:p w14:paraId="0FC41DC7" w14:textId="77777777" w:rsidR="008356A0" w:rsidRPr="00113521" w:rsidRDefault="008356A0" w:rsidP="008356A0">
      <w:pPr>
        <w:pStyle w:val="Odrka1-2-"/>
      </w:pPr>
      <w:r w:rsidRPr="00113521">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jiných certifikátů a podkladů, zpracování nákladů stavby, zpracování v režimu BIM;</w:t>
      </w:r>
    </w:p>
    <w:p w14:paraId="4F540601" w14:textId="17046321" w:rsidR="002B66F2" w:rsidRPr="00113521" w:rsidRDefault="002B66F2" w:rsidP="00FF3F25">
      <w:pPr>
        <w:pStyle w:val="Odrka1-2-"/>
      </w:pPr>
      <w:r w:rsidRPr="00113521">
        <w:t>pro potřeby doložení referenčních zakázek (významných služeb) se zakázka na projek</w:t>
      </w:r>
      <w:r w:rsidR="000A7769" w:rsidRPr="00113521">
        <w:t>tové</w:t>
      </w:r>
      <w:r w:rsidRPr="00113521">
        <w:t xml:space="preserve"> práce </w:t>
      </w:r>
      <w:r w:rsidR="00FF3F25" w:rsidRPr="00113521">
        <w:t xml:space="preserve">spočívající ve zpracování </w:t>
      </w:r>
      <w:r w:rsidR="00FF3F25" w:rsidRPr="00113521">
        <w:rPr>
          <w:rFonts w:cs="Arial"/>
          <w:bCs/>
        </w:rPr>
        <w:t>dokumentace</w:t>
      </w:r>
      <w:r w:rsidR="00FF3F25" w:rsidRPr="00113521">
        <w:t xml:space="preserve"> </w:t>
      </w:r>
      <w:r w:rsidRPr="00113521">
        <w:t>ve stupni DSP nebo DUSP nebo DSP</w:t>
      </w:r>
      <w:r w:rsidR="00613FCF" w:rsidRPr="00113521">
        <w:t>+</w:t>
      </w:r>
      <w:r w:rsidRPr="00113521">
        <w:t xml:space="preserve">PDPS </w:t>
      </w:r>
      <w:r w:rsidR="00613FCF" w:rsidRPr="00113521">
        <w:t xml:space="preserve">nebo DUSP+PDPS </w:t>
      </w:r>
      <w:r w:rsidRPr="00113521">
        <w:t xml:space="preserve">považuje za dokončenou </w:t>
      </w:r>
      <w:r w:rsidR="00811843" w:rsidRPr="00113521">
        <w:t xml:space="preserve">definitivním </w:t>
      </w:r>
      <w:r w:rsidRPr="00113521">
        <w:t>předáním DSP nebo DUSP nebo DSP</w:t>
      </w:r>
      <w:r w:rsidR="00613FCF" w:rsidRPr="00113521">
        <w:t>+</w:t>
      </w:r>
      <w:r w:rsidRPr="00113521">
        <w:t>PDPS</w:t>
      </w:r>
      <w:r w:rsidR="00613FCF" w:rsidRPr="00113521">
        <w:t xml:space="preserve"> nebo DUSP+PDPS</w:t>
      </w:r>
      <w:r w:rsidR="00F05537" w:rsidRPr="00113521">
        <w:t xml:space="preserve"> včetně dokladové části</w:t>
      </w:r>
      <w:r w:rsidRPr="00113521">
        <w:t>, příp. jejich aktualizace, objednateli po zapracování všech připomínek</w:t>
      </w:r>
      <w:r w:rsidR="00811843" w:rsidRPr="00113521">
        <w:t xml:space="preserve"> a jejím převzetím objednatelem</w:t>
      </w:r>
      <w:r w:rsidRPr="00113521">
        <w:t>, a to bez případného podání žádosti o stavební povolení nebo společné povolení, je-li součástí plnění zakázky.</w:t>
      </w:r>
    </w:p>
    <w:p w14:paraId="65774102" w14:textId="77777777" w:rsidR="002B66F2" w:rsidRPr="00113521" w:rsidRDefault="002B66F2" w:rsidP="003303BF">
      <w:pPr>
        <w:pStyle w:val="Textbezslovn"/>
        <w:ind w:left="1077"/>
      </w:pPr>
      <w:r w:rsidRPr="00113521">
        <w:lastRenderedPageBreak/>
        <w:t>Dodavatel může použít k prokázání splnění kritéria kvalifikace týkajícího se požadavku na předložení seznamu referenčních zakázek i takové služby, které poskytl</w:t>
      </w:r>
    </w:p>
    <w:p w14:paraId="2B05D21A" w14:textId="77777777" w:rsidR="002B66F2" w:rsidRPr="00113521" w:rsidRDefault="002B66F2" w:rsidP="0031783A">
      <w:pPr>
        <w:pStyle w:val="Odstavec1-1a"/>
        <w:numPr>
          <w:ilvl w:val="0"/>
          <w:numId w:val="14"/>
        </w:numPr>
      </w:pPr>
      <w:r w:rsidRPr="00113521">
        <w:t>společně s jinými dodavateli, a to v rozsahu, v jakém se na plnění zakázky podílel, nebo</w:t>
      </w:r>
    </w:p>
    <w:p w14:paraId="195A0A43" w14:textId="77777777" w:rsidR="002B66F2" w:rsidRPr="00113521" w:rsidRDefault="002B66F2" w:rsidP="0031783A">
      <w:pPr>
        <w:pStyle w:val="Odstavec1-1a"/>
        <w:numPr>
          <w:ilvl w:val="0"/>
          <w:numId w:val="14"/>
        </w:numPr>
      </w:pPr>
      <w:r w:rsidRPr="00113521">
        <w:t>jako poddodavatel, a to v rozsahu, v jakém se na plnění zakázky podílel.</w:t>
      </w:r>
    </w:p>
    <w:p w14:paraId="2E486583" w14:textId="77777777" w:rsidR="002B66F2" w:rsidRPr="00113521" w:rsidRDefault="002B66F2" w:rsidP="003303BF">
      <w:pPr>
        <w:pStyle w:val="Textbezslovn"/>
        <w:ind w:left="1097"/>
      </w:pPr>
      <w:r w:rsidRPr="00113521">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Pr="00113521" w:rsidRDefault="00AE32DC" w:rsidP="003303BF">
      <w:pPr>
        <w:pStyle w:val="Textbezslovn"/>
        <w:ind w:left="1097"/>
      </w:pPr>
      <w:r w:rsidRPr="00113521">
        <w:t>Zadavatel pro účely prokázání technické kvalifikace uzná zahraniční reference obdobných charakteristik, které budou srovnatelné z hlediska jejich věcného rozsahu a doby realizace s požadavky zadavatele na významné služby.</w:t>
      </w:r>
    </w:p>
    <w:p w14:paraId="6A3B84A9" w14:textId="3BE937B7" w:rsidR="00CE678F" w:rsidRPr="00113521" w:rsidRDefault="00CE678F" w:rsidP="00CE678F">
      <w:pPr>
        <w:pStyle w:val="Odrka1-1"/>
      </w:pPr>
      <w:r w:rsidRPr="00113521">
        <w:t xml:space="preserve">Zadavatel požaduje předložení </w:t>
      </w:r>
      <w:r w:rsidRPr="00113521">
        <w:rPr>
          <w:b/>
        </w:rPr>
        <w:t>seznamu</w:t>
      </w:r>
      <w:r w:rsidRPr="00113521">
        <w:t xml:space="preserve"> stavebních prací </w:t>
      </w:r>
      <w:r w:rsidR="00734869" w:rsidRPr="00113521">
        <w:t xml:space="preserve">spočívajících v provedení novostavby nebo rekonstrukce </w:t>
      </w:r>
      <w:r w:rsidRPr="00113521">
        <w:t xml:space="preserve">na stavbách železničních drah, jak jsou vymezeny v § 5 odst. 1 a v § 3 odst. 1 zákona č. 266/1994 Sb., o dráhách, ve znění pozdějších předpisů, </w:t>
      </w:r>
      <w:r w:rsidR="00C24393" w:rsidRPr="00113521">
        <w:t xml:space="preserve">poskytnutých dodavatelem </w:t>
      </w:r>
      <w:r w:rsidRPr="00113521">
        <w:t>za posledních 5 let  před zahájením zadávacího řízení (dále jako „</w:t>
      </w:r>
      <w:r w:rsidRPr="00113521">
        <w:rPr>
          <w:b/>
        </w:rPr>
        <w:t>stavební práce</w:t>
      </w:r>
      <w:r w:rsidRPr="00113521">
        <w:t xml:space="preserve">“). Předloženým seznamem stavebních prací přitom musí dodavatel prokázat, že hodnota stavebních prací jím poskytnutých na uvedených stavbách za posledních 5 let </w:t>
      </w:r>
      <w:r w:rsidR="00C24393" w:rsidRPr="00113521">
        <w:t xml:space="preserve">před zahájením zadávacího řízení </w:t>
      </w:r>
      <w:r w:rsidRPr="00113521">
        <w:t xml:space="preserve">činí v součtu, včetně případných poddodávek, nejméně </w:t>
      </w:r>
      <w:r w:rsidR="0054231A" w:rsidRPr="00113521">
        <w:rPr>
          <w:b/>
        </w:rPr>
        <w:t xml:space="preserve">390 mil. </w:t>
      </w:r>
      <w:r w:rsidRPr="00113521">
        <w:rPr>
          <w:b/>
        </w:rPr>
        <w:t>Kč</w:t>
      </w:r>
      <w:r w:rsidRPr="00113521">
        <w:t xml:space="preserve"> bez DPH.</w:t>
      </w:r>
      <w:r w:rsidR="00C24393" w:rsidRPr="00113521">
        <w:t xml:space="preserve"> Hodnotou stavebních prací se </w:t>
      </w:r>
      <w:r w:rsidR="00C24393" w:rsidRPr="00113521">
        <w:rPr>
          <w:rFonts w:cs="Arial"/>
          <w:iCs/>
        </w:rPr>
        <w:t>pro účely posouzení splnění kritérií technické kvalifikace</w:t>
      </w:r>
      <w:r w:rsidR="00C24393" w:rsidRPr="00113521">
        <w:t xml:space="preserve"> rozumí cena, za kterou dodavatel provedl předmětné stavební práce; tato cena nebude upravována o míru inflace tak, aby odpovídala současným hodnotám stavebních prací.</w:t>
      </w:r>
      <w:r w:rsidR="00375ACD" w:rsidRPr="00113521">
        <w:t xml:space="preserve"> </w:t>
      </w:r>
    </w:p>
    <w:p w14:paraId="54599578" w14:textId="77777777" w:rsidR="005A126C" w:rsidRPr="004D602A" w:rsidRDefault="00CE678F" w:rsidP="00CE678F">
      <w:pPr>
        <w:pStyle w:val="Textbezslovn"/>
        <w:ind w:left="1097"/>
      </w:pPr>
      <w:r w:rsidRPr="00113521">
        <w:t xml:space="preserve">Zadavatel </w:t>
      </w:r>
      <w:r w:rsidR="009C5DF6" w:rsidRPr="00113521">
        <w:t xml:space="preserve">dále </w:t>
      </w:r>
      <w:r w:rsidRPr="00113521">
        <w:t xml:space="preserve">požaduje, aby dodavatel předložil i </w:t>
      </w:r>
      <w:r w:rsidRPr="00113521">
        <w:rPr>
          <w:b/>
        </w:rPr>
        <w:t>osvědčení objednatelů</w:t>
      </w:r>
      <w:r w:rsidRPr="00113521">
        <w:t xml:space="preserve"> o řádném poskytnutí a dokončení </w:t>
      </w:r>
      <w:r w:rsidR="009C5DF6" w:rsidRPr="00113521">
        <w:t xml:space="preserve">nejvýznamnějších </w:t>
      </w:r>
      <w:r w:rsidRPr="00113521">
        <w:t xml:space="preserve">stavebních prací. Zadavatel požaduje, aby dodavatel informacemi uvedenými v předloženém seznamu </w:t>
      </w:r>
      <w:r w:rsidRPr="004D602A">
        <w:t xml:space="preserve">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včetně případných poddodávek, alespoň ve výši  </w:t>
      </w:r>
      <w:r w:rsidR="0054231A" w:rsidRPr="004D602A">
        <w:rPr>
          <w:b/>
        </w:rPr>
        <w:t>190 mil.</w:t>
      </w:r>
      <w:r w:rsidR="0054231A" w:rsidRPr="004D602A">
        <w:t xml:space="preserve"> </w:t>
      </w:r>
      <w:r w:rsidRPr="004D602A">
        <w:rPr>
          <w:b/>
        </w:rPr>
        <w:t>Kč</w:t>
      </w:r>
      <w:r w:rsidRPr="004D602A">
        <w:t xml:space="preserve"> bez DPH. </w:t>
      </w:r>
    </w:p>
    <w:p w14:paraId="077BDFA9" w14:textId="6BF5C361" w:rsidR="004D602A" w:rsidRPr="004D602A" w:rsidRDefault="004D602A" w:rsidP="004D602A">
      <w:pPr>
        <w:pStyle w:val="Textbezslovn"/>
        <w:ind w:left="1097"/>
      </w:pPr>
      <w:r w:rsidRPr="004D602A">
        <w:t xml:space="preserve">Za </w:t>
      </w:r>
      <w:r w:rsidRPr="004D602A">
        <w:rPr>
          <w:b/>
        </w:rPr>
        <w:t>nejvýznamnější stavební práce</w:t>
      </w:r>
      <w:r w:rsidRPr="004D602A">
        <w:t xml:space="preserve"> zadavatel považuje stavební práce, jejichž předmětem je novostavba nebo rekonstrukce technologie ETCS s hodnotou alespoň ve výši </w:t>
      </w:r>
      <w:r w:rsidRPr="004D602A">
        <w:rPr>
          <w:b/>
        </w:rPr>
        <w:t xml:space="preserve">80  mil. Kč </w:t>
      </w:r>
      <w:r w:rsidRPr="004D602A">
        <w:t xml:space="preserve">bez DPH, přičemž předmětem nejméně jedné zakázky musí být novostavba nebo rekonstrukce obdobné stavby s technologií ETCS v délce trati minimálně </w:t>
      </w:r>
      <w:r w:rsidRPr="004D602A">
        <w:rPr>
          <w:b/>
        </w:rPr>
        <w:t>15 km</w:t>
      </w:r>
      <w:r w:rsidRPr="004D602A">
        <w:t>. Uvedená částka se vztahuje k hodnotě novostavby nebo rekonstrukce technologie ETCS, nikoliv k hodnotě nejvýznamnější stavební práce, tj. zakázky jako celku.</w:t>
      </w:r>
    </w:p>
    <w:p w14:paraId="1C472E0C" w14:textId="4EB51077" w:rsidR="00D23DD5" w:rsidRPr="00113521" w:rsidRDefault="00CE678F" w:rsidP="00044F4C">
      <w:pPr>
        <w:pStyle w:val="Textbezslovn"/>
        <w:ind w:left="1097"/>
      </w:pPr>
      <w:r w:rsidRPr="004D602A">
        <w:t>Stavební, resp. nejvýznamnější stavební práce je třeba doložit v takovém počtu, aby byla dosažena požadovaná hodnota stavebních, resp. nejvýznamnějších stavebních prací v součtu za posledních 5 let.</w:t>
      </w:r>
      <w:r w:rsidRPr="00113521">
        <w:t xml:space="preserve"> </w:t>
      </w:r>
    </w:p>
    <w:p w14:paraId="5AF31D7F" w14:textId="0593FC91" w:rsidR="00D23DD5" w:rsidRPr="00113521" w:rsidRDefault="0054231A" w:rsidP="00044F4C">
      <w:pPr>
        <w:pStyle w:val="Textbezslovn"/>
        <w:ind w:left="1097"/>
      </w:pPr>
      <w:r w:rsidRPr="00113521">
        <w:t xml:space="preserve"> </w:t>
      </w:r>
      <w:r w:rsidR="00B765FF" w:rsidRPr="00113521">
        <w:t xml:space="preserve">„Obdobnou stavbou s technologií ETCS“ je míněna stavba systému ETCS na konvenční nebo vysokorychlostní trati s pravidelným smíšeným provozem, tj. s provozem vlaků vybavených mobilní částí ETCS i vlaků nevybavených mobilní částí ETCS. Případně jde o stavbu, která funkcemi ETCS zajišťuje bezpečnost na trati pravidelně pojížděné jen vlaky vybavenými mobilní částí ETCS i při existenci vlaku, </w:t>
      </w:r>
      <w:r w:rsidR="00B765FF" w:rsidRPr="00113521">
        <w:lastRenderedPageBreak/>
        <w:t>který mobilní částí ETCS vybaven není (nebo je mobilní část ETCS v poruše, nebo jen nemá navázané spojení s RBC) a který se v prostorovém oddílu nebo na 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3BBF8101" w14:textId="77777777" w:rsidR="00B765FF" w:rsidRPr="00113521" w:rsidRDefault="00B765FF" w:rsidP="008A6C63">
      <w:pPr>
        <w:pStyle w:val="Textbezslovn"/>
        <w:ind w:left="1097"/>
      </w:pPr>
      <w:r w:rsidRPr="00113521">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77777777" w:rsidR="00B765FF" w:rsidRPr="00113521" w:rsidRDefault="00B765FF" w:rsidP="008A6C63">
      <w:pPr>
        <w:pStyle w:val="Textbezslovn"/>
        <w:ind w:left="1097"/>
      </w:pPr>
      <w:r w:rsidRPr="00113521">
        <w:rPr>
          <w:rFonts w:cs="Arial"/>
          <w:iCs/>
        </w:rPr>
        <w:t xml:space="preserve">Pro vyloučení pochybností zadavatel upřesňuje, že rekonstrukcí se pro účely posouzení splnění kritérií technické kvalifikace rozumí </w:t>
      </w:r>
      <w:r w:rsidRPr="00113521">
        <w:t>též modernizace, optimalizace, revitalizace, elektrizace nebo jiná změna dokončené stavby ve smyslu zákona č. 183/2006 Sb., o územním plánování a stavebním řádu (stavební zákon), ve znění pozdějších předpisů (dále jen „stavební zákon“).</w:t>
      </w:r>
    </w:p>
    <w:p w14:paraId="7549E436" w14:textId="77777777" w:rsidR="00AE32DC" w:rsidRPr="00113521" w:rsidRDefault="00AE32DC" w:rsidP="00AE32DC">
      <w:pPr>
        <w:pStyle w:val="Textbezslovn"/>
        <w:ind w:left="1097"/>
      </w:pPr>
      <w:r w:rsidRPr="00113521">
        <w:t xml:space="preserve">Za rekonstrukci se nepovažují opravné ani údržbové práce, jež mají pro účely posouzení splnění kritérií technické kvalifikace v těchto zadávacích podmínkách následující význam: </w:t>
      </w:r>
    </w:p>
    <w:p w14:paraId="2EC4D485" w14:textId="319DFD96" w:rsidR="00AE32DC" w:rsidRPr="00113521" w:rsidRDefault="00AE32DC" w:rsidP="00AE32DC">
      <w:pPr>
        <w:pStyle w:val="Textbezslovn"/>
        <w:numPr>
          <w:ilvl w:val="0"/>
          <w:numId w:val="23"/>
        </w:numPr>
        <w:ind w:left="1491" w:hanging="357"/>
      </w:pPr>
      <w:r w:rsidRPr="00113521">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rsidR="00F60099" w:rsidRPr="00113521">
        <w:t>.</w:t>
      </w:r>
    </w:p>
    <w:p w14:paraId="5019B12E" w14:textId="5314301F" w:rsidR="00AE32DC" w:rsidRPr="00113521" w:rsidRDefault="00F60099" w:rsidP="00AE32DC">
      <w:pPr>
        <w:pStyle w:val="Textbezslovn"/>
        <w:numPr>
          <w:ilvl w:val="0"/>
          <w:numId w:val="23"/>
        </w:numPr>
        <w:ind w:left="1491" w:hanging="357"/>
      </w:pPr>
      <w:r w:rsidRPr="00113521">
        <w:t>Ú</w:t>
      </w:r>
      <w:r w:rsidR="00AE32DC" w:rsidRPr="00113521">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4AF1AC4" w14:textId="3F037C00" w:rsidR="00D23DD5" w:rsidRPr="00113521" w:rsidRDefault="00D23DD5" w:rsidP="008A6C63">
      <w:pPr>
        <w:pStyle w:val="Textbezslovn"/>
        <w:ind w:left="1097"/>
      </w:pPr>
      <w:r w:rsidRPr="00113521">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w:t>
      </w:r>
      <w:r w:rsidRPr="00113521">
        <w:lastRenderedPageBreak/>
        <w:t>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rsidRPr="00113521">
        <w:t>c</w:t>
      </w:r>
      <w:r w:rsidRPr="00113521">
        <w:t xml:space="preserve">, státní organizace. </w:t>
      </w:r>
    </w:p>
    <w:p w14:paraId="4CA277A4" w14:textId="38EED9E5" w:rsidR="00D23DD5" w:rsidRPr="00113521" w:rsidRDefault="00D23DD5" w:rsidP="008A6C63">
      <w:pPr>
        <w:pStyle w:val="Textbezslovn"/>
        <w:ind w:left="1097"/>
      </w:pPr>
      <w:r w:rsidRPr="00113521">
        <w:t xml:space="preserve">Doba </w:t>
      </w:r>
      <w:r w:rsidR="00D53868" w:rsidRPr="00113521">
        <w:t xml:space="preserve">posledních </w:t>
      </w:r>
      <w:r w:rsidRPr="00113521">
        <w:t xml:space="preserve">5 let </w:t>
      </w:r>
      <w:r w:rsidR="00D53868" w:rsidRPr="00113521">
        <w:t xml:space="preserve">před zahájením zadávacího řízení </w:t>
      </w:r>
      <w:r w:rsidRPr="00113521">
        <w:t xml:space="preserve">se </w:t>
      </w:r>
      <w:r w:rsidR="00D53868" w:rsidRPr="00113521">
        <w:t xml:space="preserve">pro účely prokázání technické kvalifikace ohledně referenčních zakázek </w:t>
      </w:r>
      <w:r w:rsidRPr="00113521">
        <w:t xml:space="preserve">považuje za splněnou, pokud byly stavební práce/nejvýznamnější stavební </w:t>
      </w:r>
      <w:r w:rsidR="00D53868" w:rsidRPr="00113521">
        <w:t xml:space="preserve">dokončeny </w:t>
      </w:r>
      <w:r w:rsidRPr="00113521">
        <w:t xml:space="preserve">v průběhu této doby </w:t>
      </w:r>
      <w:r w:rsidR="00D53868" w:rsidRPr="00113521">
        <w:t>nebo kdykoli po zahájení zadávacího řízení, včetně doby po podání nabídek, a to nejpozději do doby zadavatelem případně stanovené k předložení údajů a dokladů dle § 46 ZZVZ. P</w:t>
      </w:r>
      <w:r w:rsidRPr="00113521">
        <w:t xml:space="preserve">ro prokázání kvalifikace postačuje, aby byly požadované minimální hodnoty stavebních/nejvýznamnějších stavebních </w:t>
      </w:r>
      <w:r w:rsidR="00D53868" w:rsidRPr="00113521">
        <w:t xml:space="preserve">prací </w:t>
      </w:r>
      <w:r w:rsidRPr="00113521">
        <w:t>dosaženy za celou dobu realizace stavebních/nejvýznamnějších stavebních</w:t>
      </w:r>
      <w:r w:rsidR="00D53868" w:rsidRPr="00113521">
        <w:t xml:space="preserve"> prací</w:t>
      </w:r>
      <w:r w:rsidRPr="00113521">
        <w:t>, nikoliv pouze v průběhu posledních 5 let před zahájením zadávacího řízení. Dokončením se u stavebních</w:t>
      </w:r>
      <w:r w:rsidR="00D53868" w:rsidRPr="00113521">
        <w:t>/nejvýznamnějších stavebních</w:t>
      </w:r>
      <w:r w:rsidRPr="00113521">
        <w:t xml:space="preserve"> prací </w:t>
      </w:r>
      <w:r w:rsidR="00D53868" w:rsidRPr="00113521">
        <w:t xml:space="preserve">pro účely prokázání technické kvalifikace v tomto zadávacím řízení </w:t>
      </w:r>
      <w:r w:rsidRPr="00113521">
        <w:t xml:space="preserve">rozumí </w:t>
      </w:r>
      <w:r w:rsidR="00D53868" w:rsidRPr="00113521">
        <w:t xml:space="preserve">i </w:t>
      </w:r>
      <w:r w:rsidRPr="00113521">
        <w:t>uvedení díla</w:t>
      </w:r>
      <w:r w:rsidR="00613FCF" w:rsidRPr="00113521">
        <w:t>, resp. poslední části</w:t>
      </w:r>
      <w:r w:rsidR="00C47C2C" w:rsidRPr="00113521">
        <w:t xml:space="preserve"> stavební práce</w:t>
      </w:r>
      <w:r w:rsidR="00613FCF" w:rsidRPr="00113521">
        <w:t>,</w:t>
      </w:r>
      <w:r w:rsidRPr="00113521">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Pr="00113521" w:rsidRDefault="00D23DD5" w:rsidP="008A6C63">
      <w:pPr>
        <w:pStyle w:val="Textbezslovn"/>
        <w:ind w:left="1097"/>
      </w:pPr>
      <w:r w:rsidRPr="00113521">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Pr="00113521" w:rsidRDefault="00D23DD5" w:rsidP="008A6C63">
      <w:pPr>
        <w:pStyle w:val="Textbezslovn"/>
        <w:ind w:left="1097"/>
      </w:pPr>
      <w:r w:rsidRPr="00113521">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Pr="00113521" w:rsidRDefault="00D23DD5" w:rsidP="008A6C63">
      <w:pPr>
        <w:pStyle w:val="Textbezslovn"/>
        <w:ind w:left="1097"/>
      </w:pPr>
      <w:r w:rsidRPr="00113521">
        <w:t xml:space="preserve">Dodavatel může použít k prokázání splnění kritéria kvalifikace týkajícího se požadavku na předložení seznamu referenčních zakázek </w:t>
      </w:r>
      <w:r w:rsidR="004A3FB1" w:rsidRPr="00113521">
        <w:t xml:space="preserve">či osvědčení </w:t>
      </w:r>
      <w:r w:rsidRPr="00113521">
        <w:t>i takové stavební práce, které poskytl</w:t>
      </w:r>
    </w:p>
    <w:p w14:paraId="4FD240B2" w14:textId="77777777" w:rsidR="00D23DD5" w:rsidRPr="00113521" w:rsidRDefault="00D23DD5" w:rsidP="0031783A">
      <w:pPr>
        <w:pStyle w:val="Odstavec1-1a"/>
        <w:numPr>
          <w:ilvl w:val="0"/>
          <w:numId w:val="15"/>
        </w:numPr>
      </w:pPr>
      <w:r w:rsidRPr="00113521">
        <w:t>společně s jinými dodavateli, a to v rozsahu, v jakém se na plnění zakázky podílel, nebo</w:t>
      </w:r>
    </w:p>
    <w:p w14:paraId="5008D81C" w14:textId="77777777" w:rsidR="00D23DD5" w:rsidRPr="00113521" w:rsidRDefault="00D23DD5" w:rsidP="0031783A">
      <w:pPr>
        <w:pStyle w:val="Odstavec1-1a"/>
        <w:numPr>
          <w:ilvl w:val="0"/>
          <w:numId w:val="15"/>
        </w:numPr>
      </w:pPr>
      <w:r w:rsidRPr="00113521">
        <w:t xml:space="preserve">jako poddodavatel, a to v rozsahu, v jakém se na plnění zakázky podílel. </w:t>
      </w:r>
    </w:p>
    <w:p w14:paraId="7E579624" w14:textId="77777777" w:rsidR="004A3FB1" w:rsidRPr="00113521" w:rsidRDefault="004A3FB1" w:rsidP="008A6C63">
      <w:pPr>
        <w:pStyle w:val="Textbezslovn"/>
        <w:ind w:left="1097"/>
      </w:pPr>
      <w:r w:rsidRPr="00113521">
        <w:t>Oba výše uvedené body se týkají jak celkové hodnoty referenčních zakázek, tak i jejich dílčích hodnot (v cenových i případně necenových jednotkách, jsou-li takové požadovány).</w:t>
      </w:r>
    </w:p>
    <w:p w14:paraId="0127D978" w14:textId="77777777" w:rsidR="00D23DD5" w:rsidRPr="00113521" w:rsidRDefault="00D23DD5" w:rsidP="008A6C63">
      <w:pPr>
        <w:pStyle w:val="Textbezslovn"/>
        <w:ind w:left="1097"/>
      </w:pPr>
      <w:r w:rsidRPr="00113521">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w:t>
      </w:r>
      <w:r w:rsidRPr="00113521">
        <w:lastRenderedPageBreak/>
        <w:t>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Pr="00113521" w:rsidRDefault="00D23DD5" w:rsidP="008A6C63">
      <w:pPr>
        <w:pStyle w:val="Textbezslovn"/>
        <w:ind w:left="1097"/>
      </w:pPr>
      <w:r w:rsidRPr="00113521">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Pr="00113521" w:rsidRDefault="00AE32DC" w:rsidP="008A6C63">
      <w:pPr>
        <w:pStyle w:val="Textbezslovn"/>
        <w:ind w:left="1097"/>
      </w:pPr>
      <w:r w:rsidRPr="00113521">
        <w:t>Zadavatel pro účely prokázání technické kvalifikace uzná zahraniční reference obdobných charakteristik, které budou srovnatelné z hlediska jejich věcného rozsahu a doby realizace s požadavky zadavatele na stavební, resp. nejvýznamnější stavební práce.</w:t>
      </w:r>
    </w:p>
    <w:p w14:paraId="09CFECFD" w14:textId="77777777" w:rsidR="0035531B" w:rsidRPr="00113521" w:rsidRDefault="0035531B" w:rsidP="0035531B">
      <w:pPr>
        <w:pStyle w:val="Text1-1"/>
        <w:rPr>
          <w:rStyle w:val="Tun9b"/>
        </w:rPr>
      </w:pPr>
      <w:r w:rsidRPr="00113521">
        <w:rPr>
          <w:rStyle w:val="Tun9b"/>
        </w:rPr>
        <w:t>Technická kvalifikace – seznam odborného personálu:</w:t>
      </w:r>
    </w:p>
    <w:p w14:paraId="08C34B3A" w14:textId="4ACBCA35" w:rsidR="000E4762" w:rsidRPr="00113521" w:rsidRDefault="000E4762" w:rsidP="000E4762">
      <w:pPr>
        <w:pStyle w:val="Textbezslovn"/>
      </w:pPr>
      <w:r w:rsidRPr="00113521">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020E8A" w:rsidRPr="00113521">
        <w:t xml:space="preserve"> praxe</w:t>
      </w:r>
      <w:r w:rsidRPr="00113521">
        <w:t xml:space="preserve"> jednou osobou a pomocí jiné osoby odborná způsobilost. </w:t>
      </w:r>
      <w:r w:rsidR="00BA0D72" w:rsidRPr="00113521">
        <w:t xml:space="preserve">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113521">
        <w:t xml:space="preserve">Dodavatel je oprávněn svěřit jedné fyzické osobě výkon více funkcí člena odborného personálu dodavatele za předpokladu, že tato osoba splňuje všechna kvalifikační kritéria požadovaná na výkon těchto funkcí. </w:t>
      </w:r>
    </w:p>
    <w:p w14:paraId="4729B514" w14:textId="776511F8" w:rsidR="000E4762" w:rsidRPr="00113521" w:rsidRDefault="000E4762" w:rsidP="000E4762">
      <w:pPr>
        <w:pStyle w:val="Textbezslovn"/>
      </w:pPr>
      <w:r w:rsidRPr="00113521">
        <w:t>Přílohou seznamu budou profesní životopisy každého člena odborného personálu</w:t>
      </w:r>
      <w:r w:rsidR="00020E8A" w:rsidRPr="00113521">
        <w:t xml:space="preserve"> </w:t>
      </w:r>
      <w:r w:rsidRPr="00113521">
        <w:t>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2BA38405" w14:textId="77777777" w:rsidR="000E4762" w:rsidRPr="00113521" w:rsidRDefault="000E4762" w:rsidP="0031783A">
      <w:pPr>
        <w:pStyle w:val="Textbezslovn"/>
        <w:numPr>
          <w:ilvl w:val="0"/>
          <w:numId w:val="17"/>
        </w:numPr>
      </w:pPr>
      <w:r w:rsidRPr="00113521">
        <w:rPr>
          <w:b/>
        </w:rPr>
        <w:t>projekt mana</w:t>
      </w:r>
      <w:r w:rsidR="00E94BCA" w:rsidRPr="00113521">
        <w:rPr>
          <w:b/>
        </w:rPr>
        <w:t>ž</w:t>
      </w:r>
      <w:r w:rsidRPr="00113521">
        <w:rPr>
          <w:b/>
        </w:rPr>
        <w:t>er</w:t>
      </w:r>
    </w:p>
    <w:p w14:paraId="66B83059" w14:textId="77777777" w:rsidR="000E4762" w:rsidRPr="00113521" w:rsidRDefault="000E4762" w:rsidP="00B376E4">
      <w:pPr>
        <w:pStyle w:val="Odrka1-2-"/>
      </w:pPr>
      <w:r w:rsidRPr="00113521">
        <w:t xml:space="preserve">nejméně 5 let praxe v řízení (z pozice zhotovitele) provádění staveb železničních drah; </w:t>
      </w:r>
    </w:p>
    <w:p w14:paraId="4323A1AB" w14:textId="1CB799F4" w:rsidR="000E4762" w:rsidRDefault="00D562E2" w:rsidP="00B376E4">
      <w:pPr>
        <w:pStyle w:val="Odrka1-2-"/>
      </w:pPr>
      <w:r w:rsidRPr="00113521">
        <w:t xml:space="preserve">zkušenost s řízením realizace alespoň jedné stavby železničních drah v hodnotě nejméně </w:t>
      </w:r>
      <w:r w:rsidR="005A126C" w:rsidRPr="00113521">
        <w:rPr>
          <w:b/>
        </w:rPr>
        <w:t>80 mil.</w:t>
      </w:r>
      <w:r w:rsidRPr="00113521">
        <w:rPr>
          <w:b/>
        </w:rPr>
        <w:t xml:space="preserve"> Kč </w:t>
      </w:r>
      <w:r w:rsidRPr="00113521">
        <w:t>bez DPH, a to v posledních 10 letech před zahájením zadávacího řízení</w:t>
      </w:r>
      <w:r w:rsidR="000E4762" w:rsidRPr="00113521">
        <w:t>;</w:t>
      </w:r>
    </w:p>
    <w:p w14:paraId="48FE0712" w14:textId="77777777" w:rsidR="000E4762" w:rsidRPr="00113521" w:rsidRDefault="000E4762" w:rsidP="0031783A">
      <w:pPr>
        <w:pStyle w:val="Textbezslovn"/>
        <w:numPr>
          <w:ilvl w:val="0"/>
          <w:numId w:val="17"/>
        </w:numPr>
      </w:pPr>
      <w:r w:rsidRPr="00113521">
        <w:rPr>
          <w:b/>
        </w:rPr>
        <w:t>odpovědný projektant</w:t>
      </w:r>
    </w:p>
    <w:p w14:paraId="513C0084" w14:textId="33BF41B3" w:rsidR="000E4762" w:rsidRPr="00113521" w:rsidRDefault="000E4762" w:rsidP="00B376E4">
      <w:pPr>
        <w:pStyle w:val="Odrka1-2-"/>
      </w:pPr>
      <w:r w:rsidRPr="00113521">
        <w:t>nejméně 5 let praxe v oboru projektování železničních staveb ETCS;</w:t>
      </w:r>
    </w:p>
    <w:p w14:paraId="05EC9A01" w14:textId="77777777" w:rsidR="000E4762" w:rsidRPr="00113521" w:rsidRDefault="000E4762" w:rsidP="00B376E4">
      <w:pPr>
        <w:pStyle w:val="Odrka1-2-"/>
      </w:pPr>
      <w:r w:rsidRPr="00113521">
        <w:lastRenderedPageBreak/>
        <w:t xml:space="preserve">musí předložit doklad o autorizaci v rozsahu dle § 5 odst. 3 písm. e) </w:t>
      </w:r>
      <w:r w:rsidR="00D10FD0" w:rsidRPr="00113521">
        <w:t xml:space="preserve">autorizačního </w:t>
      </w:r>
      <w:r w:rsidR="00C42A05" w:rsidRPr="00113521">
        <w:t>zákona</w:t>
      </w:r>
      <w:r w:rsidRPr="00113521">
        <w:t>, tedy v oboru technologická zařízení staveb;</w:t>
      </w:r>
    </w:p>
    <w:p w14:paraId="60DCC7DE" w14:textId="77777777" w:rsidR="000E4762" w:rsidRPr="00113521" w:rsidRDefault="000E4762" w:rsidP="0031783A">
      <w:pPr>
        <w:pStyle w:val="Textbezslovn"/>
        <w:numPr>
          <w:ilvl w:val="0"/>
          <w:numId w:val="17"/>
        </w:numPr>
        <w:rPr>
          <w:b/>
        </w:rPr>
      </w:pPr>
      <w:r w:rsidRPr="00113521">
        <w:rPr>
          <w:b/>
        </w:rPr>
        <w:t xml:space="preserve">stavbyvedoucí </w:t>
      </w:r>
    </w:p>
    <w:p w14:paraId="5983677A" w14:textId="77777777" w:rsidR="000E4762" w:rsidRPr="00113521" w:rsidRDefault="000E4762" w:rsidP="00B376E4">
      <w:pPr>
        <w:pStyle w:val="Odrka1-2-"/>
      </w:pPr>
      <w:r w:rsidRPr="00113521">
        <w:t xml:space="preserve">nejméně 5 let praxe v oboru provádění </w:t>
      </w:r>
      <w:r w:rsidR="00C42A05" w:rsidRPr="00113521">
        <w:t xml:space="preserve">nebo řízení provádění </w:t>
      </w:r>
      <w:r w:rsidRPr="00113521">
        <w:t>železničních staveb;</w:t>
      </w:r>
    </w:p>
    <w:p w14:paraId="2125940E" w14:textId="77777777" w:rsidR="000E4762" w:rsidRPr="00113521" w:rsidRDefault="000E4762" w:rsidP="00B376E4">
      <w:pPr>
        <w:pStyle w:val="Odrka1-2-"/>
      </w:pPr>
      <w:r w:rsidRPr="00113521">
        <w:t>musí předložit doklad o autorizaci v rozsahu dle § 5, odst. 3 písm. e) autorizačního zákona, tedy v oboru technologická zařízení staveb;</w:t>
      </w:r>
    </w:p>
    <w:p w14:paraId="39ADA3AB" w14:textId="5ED215A6" w:rsidR="00D562E2" w:rsidRPr="00113521" w:rsidRDefault="00D562E2" w:rsidP="00B376E4">
      <w:pPr>
        <w:pStyle w:val="Odrka1-2-"/>
      </w:pPr>
      <w:r w:rsidRPr="00113521">
        <w:t xml:space="preserve">zkušenost s řízením realizace alespoň jedné stavby železničních drah v hodnotě nejméně </w:t>
      </w:r>
      <w:r w:rsidR="00CB23D4" w:rsidRPr="00113521">
        <w:rPr>
          <w:b/>
        </w:rPr>
        <w:t xml:space="preserve">80 mil. Kč </w:t>
      </w:r>
      <w:r w:rsidRPr="00113521">
        <w:t>bez DPH, a to v posledních 10 letech před zahájením zadávacího řízení;</w:t>
      </w:r>
    </w:p>
    <w:p w14:paraId="556CB501" w14:textId="77777777" w:rsidR="000E4762" w:rsidRPr="00113521" w:rsidRDefault="000E4762" w:rsidP="0031783A">
      <w:pPr>
        <w:pStyle w:val="Textbezslovn"/>
        <w:numPr>
          <w:ilvl w:val="0"/>
          <w:numId w:val="17"/>
        </w:numPr>
      </w:pPr>
      <w:r w:rsidRPr="00113521">
        <w:rPr>
          <w:b/>
        </w:rPr>
        <w:t>specialista (vedoucí prací) pro sdělovací zařízení</w:t>
      </w:r>
    </w:p>
    <w:p w14:paraId="3F35721E" w14:textId="77777777" w:rsidR="000E4762" w:rsidRPr="00113521" w:rsidRDefault="000E4762" w:rsidP="00B376E4">
      <w:pPr>
        <w:pStyle w:val="Odrka1-2-"/>
      </w:pPr>
      <w:r w:rsidRPr="00113521">
        <w:t xml:space="preserve">nejméně 5 let praxe v oboru své specializace </w:t>
      </w:r>
      <w:r w:rsidR="00FF2749" w:rsidRPr="00113521">
        <w:t xml:space="preserve">(sdělovací zařízení) </w:t>
      </w:r>
      <w:r w:rsidRPr="00113521">
        <w:t>při provádění železničních staveb;</w:t>
      </w:r>
    </w:p>
    <w:p w14:paraId="0067CB5C" w14:textId="77777777" w:rsidR="000E4762" w:rsidRPr="00113521" w:rsidRDefault="000E4762" w:rsidP="00B376E4">
      <w:pPr>
        <w:pStyle w:val="Odrka1-2-"/>
      </w:pPr>
      <w:r w:rsidRPr="00113521">
        <w:t>musí předložit doklad o autorizaci v rozsahu dle § 5 odst. 3 písm. e) autorizačního zákona, tedy v oboru technologická zařízení staveb;</w:t>
      </w:r>
    </w:p>
    <w:p w14:paraId="28F12F76" w14:textId="77777777" w:rsidR="000E4762" w:rsidRPr="00113521" w:rsidRDefault="000E4762" w:rsidP="0031783A">
      <w:pPr>
        <w:pStyle w:val="Textbezslovn"/>
        <w:numPr>
          <w:ilvl w:val="0"/>
          <w:numId w:val="17"/>
        </w:numPr>
        <w:rPr>
          <w:b/>
        </w:rPr>
      </w:pPr>
      <w:r w:rsidRPr="00113521">
        <w:rPr>
          <w:b/>
        </w:rPr>
        <w:t>specialista (vedoucí prací) pro zabezpečovací zařízení</w:t>
      </w:r>
    </w:p>
    <w:p w14:paraId="4166C6FF" w14:textId="77777777" w:rsidR="000E4762" w:rsidRPr="00113521" w:rsidRDefault="000E4762" w:rsidP="00B376E4">
      <w:pPr>
        <w:pStyle w:val="Odrka1-2-"/>
      </w:pPr>
      <w:r w:rsidRPr="00113521">
        <w:t xml:space="preserve">nejméně 5 let praxe v oboru své specializace </w:t>
      </w:r>
      <w:r w:rsidR="00FF2749" w:rsidRPr="00113521">
        <w:t xml:space="preserve">(zabezpečovací zařízení) </w:t>
      </w:r>
      <w:r w:rsidRPr="00113521">
        <w:t>při provádění železničních staveb;</w:t>
      </w:r>
    </w:p>
    <w:p w14:paraId="1EECFC9B" w14:textId="77777777" w:rsidR="000E4762" w:rsidRPr="00113521" w:rsidRDefault="000E4762" w:rsidP="00B376E4">
      <w:pPr>
        <w:pStyle w:val="Odrka1-2-"/>
      </w:pPr>
      <w:r w:rsidRPr="00113521">
        <w:t>musí předložit doklad o autorizaci v rozsahu dle § 5 odst. 3 písm. e) autorizačního zákona, tedy v oboru technologická zařízení staveb;</w:t>
      </w:r>
    </w:p>
    <w:p w14:paraId="04A3833B" w14:textId="77777777" w:rsidR="000E4762" w:rsidRPr="00113521" w:rsidRDefault="000E4762" w:rsidP="0031783A">
      <w:pPr>
        <w:pStyle w:val="Textbezslovn"/>
        <w:numPr>
          <w:ilvl w:val="0"/>
          <w:numId w:val="17"/>
        </w:numPr>
      </w:pPr>
      <w:r w:rsidRPr="00113521">
        <w:rPr>
          <w:b/>
        </w:rPr>
        <w:t>úředně oprávněný zeměměřický inženýr</w:t>
      </w:r>
    </w:p>
    <w:p w14:paraId="0FEE1566" w14:textId="76421472" w:rsidR="000E4762" w:rsidRPr="00113521" w:rsidRDefault="000E4762" w:rsidP="00B376E4">
      <w:pPr>
        <w:pStyle w:val="Odrka1-2-"/>
      </w:pPr>
      <w:r w:rsidRPr="00113521">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69E1BE92" w14:textId="59D6643A" w:rsidR="000E4762" w:rsidRPr="00113521" w:rsidRDefault="000E4762" w:rsidP="000E4762">
      <w:pPr>
        <w:pStyle w:val="Textbezslovn"/>
      </w:pPr>
      <w:r w:rsidRPr="00113521">
        <w:rPr>
          <w:b/>
        </w:rPr>
        <w:t>Zkušeností s řízením realizace</w:t>
      </w:r>
      <w:r w:rsidRPr="00113521">
        <w:t xml:space="preserve"> stavby se u příslušných členů odborného personálu, u kterých je tato zkušenost požadována, rozumí činnost spočívající v řízení provádění stavby v pozici zhotovitele ve funkci </w:t>
      </w:r>
      <w:r w:rsidR="00D562E2" w:rsidRPr="00113521">
        <w:t xml:space="preserve">projekt manažera  nebo </w:t>
      </w:r>
      <w:r w:rsidRPr="00113521">
        <w:t xml:space="preserve">stavbyvedoucího nebo v obdobné (případně jinak nazvané) funkci při realizaci staveb v zahraničním prostředí, jež je z hlediska věcné náplně práce a odpovědnosti s funkcí </w:t>
      </w:r>
      <w:r w:rsidR="00D562E2" w:rsidRPr="00113521">
        <w:t xml:space="preserve">projekt manažera nebo </w:t>
      </w:r>
      <w:r w:rsidRPr="00113521">
        <w:t xml:space="preserve">stavbyvedoucího  srovnatelná. </w:t>
      </w:r>
    </w:p>
    <w:p w14:paraId="1458E778" w14:textId="2E90DA7A" w:rsidR="000E4762" w:rsidRDefault="000E4762" w:rsidP="000E4762">
      <w:pPr>
        <w:pStyle w:val="Textbezslovn"/>
      </w:pPr>
      <w:r w:rsidRPr="00113521">
        <w:t xml:space="preserve">Zadavatel výše </w:t>
      </w:r>
      <w:r w:rsidR="00290B63" w:rsidRPr="00113521">
        <w:t xml:space="preserve">u jednotlivých členů odborného personálu zhotovitele </w:t>
      </w:r>
      <w:r w:rsidRPr="00113521">
        <w:t>stanovil maximální lhůtu, za kterou budou uznány zkušenosti příslušných členů odborného personálu s řízením realizace, realizací nebo projektováním stavby. V této lhůtě tyto referenční stavby musely být dokončeny (mohly však být zahájeny dříve)</w:t>
      </w:r>
      <w:r w:rsidR="00290B63" w:rsidRPr="00113521">
        <w:t>, rovněž obdobně jako u referenčních zakázek dodavatele budou uznány i referenční stavby dokončené kdykoli po zahájení zadávacího řízení, včetně doby po podání nabídek, a to nejpozději do doby zadavatelem případně stanovené k předlože</w:t>
      </w:r>
      <w:r w:rsidR="00290B63">
        <w:t>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77777777"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w:t>
      </w:r>
      <w:r>
        <w:lastRenderedPageBreak/>
        <w:t>(nebude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40E3A103" w:rsidR="000E4762" w:rsidRDefault="000E4762" w:rsidP="000E4762">
      <w:pPr>
        <w:pStyle w:val="Textbezslovn"/>
      </w:pPr>
      <w: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A91206C"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64BA6E35" w14:textId="0CA8D5F4" w:rsidR="0035531B" w:rsidRDefault="00096B72" w:rsidP="00096B72">
      <w:pPr>
        <w:pStyle w:val="Textbezslovn"/>
      </w:pPr>
      <w:r>
        <w:t>Zadavatel další kvalifikaci nepožaduje.</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 xml:space="preserve">uznávání odborné kvalifikace. </w:t>
      </w:r>
      <w:r>
        <w:lastRenderedPageBreak/>
        <w:t>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1B124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087EE6"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 xml:space="preserve">rámci </w:t>
      </w:r>
      <w:r>
        <w:lastRenderedPageBreak/>
        <w:t>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2F05D56B"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18F9911F" w14:textId="77777777" w:rsidR="0035531B" w:rsidRDefault="0035531B" w:rsidP="00193D8F">
      <w:pPr>
        <w:pStyle w:val="Nadpis1-1"/>
      </w:pPr>
      <w:bookmarkStart w:id="12" w:name="_Toc123031479"/>
      <w:r>
        <w:t>DALŠÍ INFORMACE/DOKUMENTY PŘEDKLÁDANÉ DODAVATELEM</w:t>
      </w:r>
      <w:r w:rsidR="00092CC9">
        <w:t xml:space="preserve"> v </w:t>
      </w:r>
      <w:r>
        <w:t>NABÍDCE</w:t>
      </w:r>
      <w:bookmarkEnd w:id="12"/>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 xml:space="preserve">Příloze č. 2 těchto Pokynů. Součástí Seznamu </w:t>
      </w:r>
      <w:r>
        <w:lastRenderedPageBreak/>
        <w:t>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6DE75FCD"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77777777" w:rsidR="00645BDD" w:rsidRPr="00113521"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w:t>
      </w:r>
      <w:r w:rsidRPr="00113521">
        <w:t>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4EAAB7AF" w14:textId="1A999FA1" w:rsidR="00645BDD" w:rsidRPr="00113521" w:rsidRDefault="00645BDD" w:rsidP="00645BDD">
      <w:pPr>
        <w:pStyle w:val="Odrka1-1"/>
      </w:pPr>
      <w:r w:rsidRPr="00113521">
        <w:t xml:space="preserve">Specifikaci typu zabezpečovacího zařízení, </w:t>
      </w:r>
      <w:r w:rsidR="001C7465" w:rsidRPr="00113521">
        <w:t xml:space="preserve">sdělovacího zařízení, </w:t>
      </w:r>
      <w:r w:rsidRPr="00113521">
        <w:t xml:space="preserve">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rsidRPr="00113521">
        <w:t xml:space="preserve">Specifikaci typu zařízení předloží všichni dodavatelé v nabídce. </w:t>
      </w:r>
      <w:r w:rsidRPr="00113521">
        <w:t xml:space="preserve">Nebude-li dodavatel současně i výrobcem nebo dodavatelem takto určeného </w:t>
      </w:r>
      <w:r w:rsidR="001C7465" w:rsidRPr="00113521">
        <w:t>zařízení</w:t>
      </w:r>
      <w:r w:rsidRPr="00113521">
        <w:t xml:space="preserve">, předloží </w:t>
      </w:r>
      <w:r w:rsidR="00464C3B" w:rsidRPr="00113521">
        <w:t xml:space="preserve">následně vybraný </w:t>
      </w:r>
      <w:r w:rsidRPr="00113521">
        <w:t xml:space="preserve">dodavatel </w:t>
      </w:r>
      <w:r w:rsidR="00464C3B" w:rsidRPr="00113521">
        <w:t xml:space="preserve">v rámci poskytnutí součinnosti před uzavřením smlouvy postupem dle čl. 19 těchto Pokynů </w:t>
      </w:r>
      <w:r w:rsidRPr="00113521">
        <w:t>smlouv</w:t>
      </w:r>
      <w:r w:rsidR="00464C3B" w:rsidRPr="00113521">
        <w:t>u</w:t>
      </w:r>
      <w:r w:rsidRPr="00113521">
        <w:t xml:space="preserve"> uzavřen</w:t>
      </w:r>
      <w:r w:rsidR="00464C3B" w:rsidRPr="00113521">
        <w:t>ou</w:t>
      </w:r>
      <w:r w:rsidRPr="00113521">
        <w:t xml:space="preserve"> s výrobcem nebo dodavatelem tohoto</w:t>
      </w:r>
      <w:r w:rsidR="001C7465" w:rsidRPr="00113521">
        <w:t xml:space="preserve"> zařízení</w:t>
      </w:r>
      <w:r w:rsidR="00020E8A" w:rsidRPr="00113521">
        <w:t xml:space="preserve"> či jednostranné písemné vyjádření závazku 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sám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w:t>
      </w:r>
      <w:r w:rsidRPr="00113521">
        <w:t xml:space="preserve">pro následující zařízení: </w:t>
      </w:r>
    </w:p>
    <w:p w14:paraId="2065278F" w14:textId="77777777" w:rsidR="00630DD4" w:rsidRPr="00113521" w:rsidRDefault="00630DD4" w:rsidP="00630DD4">
      <w:pPr>
        <w:pStyle w:val="Odrka1-2-"/>
      </w:pPr>
      <w:r w:rsidRPr="00113521">
        <w:t xml:space="preserve">dálkové ovládání železničních zabezpečovacích zařízení </w:t>
      </w:r>
    </w:p>
    <w:p w14:paraId="63AB574A" w14:textId="30C94977" w:rsidR="00630DD4" w:rsidRPr="00113521" w:rsidRDefault="00630DD4" w:rsidP="00630DD4">
      <w:pPr>
        <w:pStyle w:val="Odrka1-2-"/>
      </w:pPr>
      <w:r w:rsidRPr="00113521">
        <w:t xml:space="preserve">navržený </w:t>
      </w:r>
      <w:r w:rsidR="003E5175" w:rsidRPr="00113521">
        <w:t>systém ETCS</w:t>
      </w:r>
    </w:p>
    <w:p w14:paraId="35141F8A" w14:textId="591924F2" w:rsidR="003E5175" w:rsidRPr="00113521" w:rsidRDefault="003E5175" w:rsidP="00630DD4">
      <w:pPr>
        <w:pStyle w:val="Odrka1-2-"/>
      </w:pPr>
      <w:r w:rsidRPr="00113521">
        <w:t>navržený systém GSM-R</w:t>
      </w:r>
    </w:p>
    <w:p w14:paraId="3F409085" w14:textId="77777777" w:rsidR="00630DD4" w:rsidRPr="00113521" w:rsidRDefault="00630DD4" w:rsidP="00630DD4">
      <w:pPr>
        <w:pStyle w:val="Odrka1-2-"/>
      </w:pPr>
      <w:r w:rsidRPr="00113521">
        <w:t>navržené typy staničního a traťového zabezpečovacího zařízení</w:t>
      </w:r>
    </w:p>
    <w:p w14:paraId="06559FBA" w14:textId="004FA09E" w:rsidR="0075249A" w:rsidRDefault="00645BDD" w:rsidP="00645BDD">
      <w:pPr>
        <w:pStyle w:val="Odrka1-1"/>
        <w:numPr>
          <w:ilvl w:val="0"/>
          <w:numId w:val="0"/>
        </w:numPr>
        <w:ind w:left="1077" w:hanging="340"/>
      </w:pPr>
      <w:r w:rsidRPr="00113521">
        <w:lastRenderedPageBreak/>
        <w:t>•</w:t>
      </w:r>
      <w:r w:rsidRPr="00113521">
        <w:tab/>
        <w:t>Dodavatel je povinen přiložit ke své nabídce informac</w:t>
      </w:r>
      <w:r>
        <w:t>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77777777" w:rsidR="001C7465" w:rsidRDefault="001C7465" w:rsidP="001C7465">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51AAF39E"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2650E5D7" w14:textId="7A5DB0EF" w:rsidR="00745669" w:rsidRDefault="00745669" w:rsidP="00745669">
      <w:pPr>
        <w:pStyle w:val="Odrka1-1"/>
        <w:numPr>
          <w:ilvl w:val="0"/>
          <w:numId w:val="0"/>
        </w:numPr>
        <w:ind w:left="1077"/>
        <w:rPr>
          <w:b/>
        </w:rPr>
      </w:pPr>
    </w:p>
    <w:p w14:paraId="7759ACCB" w14:textId="77777777" w:rsidR="00745669" w:rsidRDefault="00745669" w:rsidP="00745669">
      <w:pPr>
        <w:pStyle w:val="Odrka1-1"/>
        <w:numPr>
          <w:ilvl w:val="0"/>
          <w:numId w:val="0"/>
        </w:numPr>
        <w:ind w:left="1077"/>
      </w:pP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77777777" w:rsidR="00BC6D2B" w:rsidRDefault="00BC6D2B" w:rsidP="00BC6D2B">
      <w:pPr>
        <w:pStyle w:val="Text1-1"/>
      </w:pPr>
      <w:r>
        <w:t>Dopis nabídky a 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3" w:name="_Toc123031480"/>
      <w:r>
        <w:t>PROHLÍDKA MÍSTA PLNĚNÍ (STAVENIŠTĚ)</w:t>
      </w:r>
      <w:bookmarkEnd w:id="13"/>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4" w:name="_Toc123031481"/>
      <w:r>
        <w:t>JAZYK NABÍDEK</w:t>
      </w:r>
      <w:r w:rsidR="007F7463" w:rsidRPr="007F7463">
        <w:t xml:space="preserve"> </w:t>
      </w:r>
      <w:r w:rsidR="007F7463">
        <w:t>A KOMUNIKAČNÍ JAZYK</w:t>
      </w:r>
      <w:bookmarkEnd w:id="14"/>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621BCA05"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6BFB2D0" w14:textId="77777777" w:rsidR="0035531B" w:rsidRDefault="0035531B" w:rsidP="00BC6D2B">
      <w:pPr>
        <w:pStyle w:val="Nadpis1-1"/>
      </w:pPr>
      <w:bookmarkStart w:id="15" w:name="_Toc123031482"/>
      <w:r>
        <w:t>OBSAH</w:t>
      </w:r>
      <w:r w:rsidR="00845C50">
        <w:t xml:space="preserve"> a </w:t>
      </w:r>
      <w:r>
        <w:t>PODÁVÁNÍ NABÍDEK</w:t>
      </w:r>
      <w:bookmarkEnd w:id="15"/>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w:t>
      </w:r>
      <w:r>
        <w:lastRenderedPageBreak/>
        <w:t>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0"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1"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153D1C7E"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lastRenderedPageBreak/>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Pr="00113521" w:rsidRDefault="00177A1C" w:rsidP="00177A1C">
      <w:pPr>
        <w:pStyle w:val="Odrka1-1"/>
      </w:pPr>
      <w:r w:rsidRPr="00113521">
        <w:t>Údaje o poddodavatelích ve formě formuláře obsaženého v Příloze č. 2 těchto Pokynů.</w:t>
      </w:r>
    </w:p>
    <w:p w14:paraId="757F4AC0" w14:textId="77777777" w:rsidR="00177A1C" w:rsidRPr="00113521" w:rsidRDefault="00177A1C" w:rsidP="00177A1C">
      <w:pPr>
        <w:pStyle w:val="Odrka1-1"/>
      </w:pPr>
      <w:r w:rsidRPr="00113521">
        <w:t>Informace o tom, zda budou na staveništi působit zaměstnanci více než jednoho zhotovitele ve formě formuláře obsaženého v Příloze č. 8 těchto Pokynů.</w:t>
      </w:r>
    </w:p>
    <w:p w14:paraId="2F63AD93" w14:textId="77777777" w:rsidR="00177A1C" w:rsidRPr="00113521" w:rsidRDefault="00177A1C" w:rsidP="00177A1C">
      <w:pPr>
        <w:pStyle w:val="Odrka1-1"/>
      </w:pPr>
      <w:r w:rsidRPr="00113521">
        <w:t>Harmonogram postupu prací zpracovaný podle požadavků zadavatele stanovených v článku 9.1 těchto Pokynů.</w:t>
      </w:r>
    </w:p>
    <w:p w14:paraId="1E06A3C4" w14:textId="751183DD" w:rsidR="00177A1C" w:rsidRPr="00113521" w:rsidRDefault="00177A1C" w:rsidP="00177A1C">
      <w:pPr>
        <w:pStyle w:val="Odrka1-1"/>
      </w:pPr>
      <w:r w:rsidRPr="00113521">
        <w:t xml:space="preserve">Specifikace typu zabezpečovacího zařízení, </w:t>
      </w:r>
      <w:r w:rsidR="001C7465" w:rsidRPr="00113521">
        <w:t xml:space="preserve">sdělovacího zařízení, </w:t>
      </w:r>
      <w:r w:rsidRPr="00113521">
        <w:t xml:space="preserve">zařízení elektrotechniky a energetiky dle č. 9.1 těchto Pokynů. </w:t>
      </w:r>
    </w:p>
    <w:p w14:paraId="7FC554FD" w14:textId="3BF24381" w:rsidR="00177A1C" w:rsidRPr="00113521" w:rsidRDefault="00177A1C" w:rsidP="00177A1C">
      <w:pPr>
        <w:pStyle w:val="Odrka1-1"/>
      </w:pPr>
      <w:r w:rsidRPr="00113521">
        <w:t xml:space="preserve">Specifikace způsobu plnění předmětu veřejné zakázky dle čl. 9.1 těchto Pokynů. </w:t>
      </w:r>
    </w:p>
    <w:p w14:paraId="61197F1D" w14:textId="77777777" w:rsidR="001C7465" w:rsidRPr="00113521" w:rsidRDefault="001C7465" w:rsidP="001C7465">
      <w:pPr>
        <w:pStyle w:val="Odrka1-1"/>
      </w:pPr>
      <w:r w:rsidRPr="00113521">
        <w:rPr>
          <w:lang w:eastAsia="cs-CZ"/>
        </w:rPr>
        <w:t xml:space="preserve">Čestné prohlášení o splnění podmínek v souvislosti se situací na Ukrajině </w:t>
      </w:r>
      <w:r w:rsidRPr="00113521">
        <w:t>zpracované ve formě formuláře obsaženého v příloze č. 11 těchto Pokynů.</w:t>
      </w:r>
    </w:p>
    <w:p w14:paraId="505A765B" w14:textId="16C5CE96" w:rsidR="00177A1C" w:rsidRPr="00113521" w:rsidRDefault="00177A1C" w:rsidP="00177A1C">
      <w:pPr>
        <w:pStyle w:val="Odrka1-1"/>
      </w:pPr>
      <w:r w:rsidRPr="00113521">
        <w:t>Doklad o poskytnutí jistoty za nabídku.</w:t>
      </w:r>
    </w:p>
    <w:p w14:paraId="397B520F" w14:textId="77777777" w:rsidR="00446A64" w:rsidRPr="00113521" w:rsidRDefault="00446A64" w:rsidP="00446A64">
      <w:pPr>
        <w:pStyle w:val="Odrka1-1"/>
      </w:pPr>
      <w:r w:rsidRPr="00113521">
        <w:t>Oceněné Požadavky na výkon nebo funkci, včetně Rekapitulace ceny, jež jsou obsaženy v Dílu 4 zadávací dokumentace.</w:t>
      </w:r>
    </w:p>
    <w:p w14:paraId="4B07CA7D" w14:textId="77777777" w:rsidR="00177A1C" w:rsidRPr="00113521" w:rsidRDefault="00177A1C" w:rsidP="00177A1C">
      <w:pPr>
        <w:pStyle w:val="Odrka1-1"/>
      </w:pPr>
      <w:r w:rsidRPr="00113521">
        <w:t xml:space="preserve">Další dokumenty, dle uvážení dodavatele, na které nebyl prostor v </w:t>
      </w:r>
      <w:r w:rsidR="00446A64" w:rsidRPr="00113521">
        <w:t>předcházejících částech nabídky</w:t>
      </w:r>
      <w:r w:rsidRPr="00113521">
        <w:t>.</w:t>
      </w:r>
    </w:p>
    <w:p w14:paraId="04EFEA5E" w14:textId="77777777" w:rsidR="00177A1C" w:rsidRPr="00113521" w:rsidRDefault="00177A1C" w:rsidP="00177A1C">
      <w:pPr>
        <w:pStyle w:val="Text1-1"/>
      </w:pPr>
      <w:r w:rsidRPr="00113521">
        <w:t>Nabídky podané po uplynutí lhůty pro podání nabídky nebo podané jiným, než výše uvedeným způsobem, nebudou otevřeny, takové nabídky se nepovažují za podané a v zadávacím řízení se k nim nepřihlíží.</w:t>
      </w:r>
    </w:p>
    <w:p w14:paraId="02FEBA2C" w14:textId="77777777" w:rsidR="00177A1C" w:rsidRDefault="00177A1C" w:rsidP="00177A1C">
      <w:pPr>
        <w:pStyle w:val="Text1-1"/>
      </w:pPr>
      <w:r w:rsidRPr="00113521">
        <w:t>Nabídky musí obsahovat veškeré dokume</w:t>
      </w:r>
      <w:r>
        <w:t>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6" w:name="_Toc123031483"/>
      <w:r>
        <w:lastRenderedPageBreak/>
        <w:t>POŽADAVKY NA ZPRACOVÁNÍ NABÍDKOVÉ CENY</w:t>
      </w:r>
      <w:bookmarkEnd w:id="16"/>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184C326E" w14:textId="3432FEB4"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E375CE2" w14:textId="77777777" w:rsidR="0035531B" w:rsidRDefault="0035531B" w:rsidP="007038DC">
      <w:pPr>
        <w:pStyle w:val="Nadpis1-1"/>
      </w:pPr>
      <w:bookmarkStart w:id="17" w:name="_Toc123031484"/>
      <w:r>
        <w:t>VARIANTY NABÍDKY</w:t>
      </w:r>
      <w:bookmarkEnd w:id="17"/>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8" w:name="_Toc123031485"/>
      <w:r>
        <w:t>OTEVÍRÁNÍ NABÍDEK</w:t>
      </w:r>
      <w:bookmarkEnd w:id="18"/>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19" w:name="_Toc123031486"/>
      <w:r>
        <w:t>POSOUZENÍ SPLNĚNÍ PODMÍNEK ÚČASTI</w:t>
      </w:r>
      <w:bookmarkEnd w:id="19"/>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7777777" w:rsidR="001A4B1E" w:rsidRDefault="001A4B1E" w:rsidP="001A4B1E">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w:t>
      </w:r>
      <w:r>
        <w:lastRenderedPageBreak/>
        <w:t>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0" w:name="_Toc123031487"/>
      <w:r>
        <w:t>HODNOCENÍ NABÍDEK</w:t>
      </w:r>
      <w:bookmarkEnd w:id="20"/>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1" w:name="_Toc123031488"/>
      <w:r>
        <w:t>ZRUŠENÍ ZADÁVACÍHO ŘÍZENÍ</w:t>
      </w:r>
      <w:bookmarkEnd w:id="21"/>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Pr="00630DD4" w:rsidRDefault="0035531B" w:rsidP="0035531B">
      <w:pPr>
        <w:pStyle w:val="Text1-1"/>
      </w:pPr>
      <w:r>
        <w:t>V souladu</w:t>
      </w:r>
      <w:r w:rsidR="00845C50">
        <w:t xml:space="preserve"> s </w:t>
      </w:r>
      <w:r>
        <w:t xml:space="preserve">§ 170 ZZVZ si zadavatel vyhrazuje právo zrušit zadávací řízení této veřejné </w:t>
      </w:r>
      <w:r w:rsidRPr="00630DD4">
        <w:t>zakázky i bez naplnění důvodů podle § 127 ZZVZ kdykoliv před uzavřením smlouvy na plnění této veřejné zakázky.</w:t>
      </w:r>
    </w:p>
    <w:p w14:paraId="3ADAAB7B" w14:textId="50DCB9C0" w:rsidR="00D60F62" w:rsidRPr="00630DD4" w:rsidRDefault="0035531B" w:rsidP="00630DD4">
      <w:pPr>
        <w:pStyle w:val="Text1-1"/>
      </w:pPr>
      <w:r w:rsidRPr="00630DD4">
        <w:t xml:space="preserve">Zadavatel </w:t>
      </w:r>
      <w:r w:rsidR="00D60F62" w:rsidRPr="00630DD4">
        <w:t xml:space="preserve">si mimo jiné vyhrazuje právo zrušit zadávací řízení v případě, že k hodnocení připadnou pouze nabídky s nabídkovou cenou převyšující </w:t>
      </w:r>
      <w:r w:rsidR="00D62C30">
        <w:t xml:space="preserve">předpokládanou hodnotu veřejné zakázky </w:t>
      </w:r>
      <w:r w:rsidR="00D60F62" w:rsidRPr="00630DD4">
        <w:t>uvedenou v čl. 5.3 těchto Pokynů.</w:t>
      </w:r>
    </w:p>
    <w:p w14:paraId="28E1FF09" w14:textId="1D7CB122" w:rsidR="0035531B" w:rsidRDefault="0035531B" w:rsidP="007038DC">
      <w:pPr>
        <w:pStyle w:val="Nadpis1-1"/>
      </w:pPr>
      <w:bookmarkStart w:id="22" w:name="_Toc123031489"/>
      <w:r>
        <w:t>UZAVŘENÍ SMLOUVY</w:t>
      </w:r>
      <w:bookmarkEnd w:id="22"/>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202A75CE"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2" w:history="1">
        <w:r w:rsidR="00B173BF"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19.3 </w:t>
      </w:r>
      <w:r w:rsidR="00B173BF">
        <w:t xml:space="preserve">(s výjimkou bankovní </w:t>
      </w:r>
      <w:r w:rsidR="00ED6AFD">
        <w:t xml:space="preserve">či pojistné </w:t>
      </w:r>
      <w:r w:rsidR="00B173BF">
        <w:t xml:space="preserve">záruky) </w:t>
      </w:r>
      <w:r>
        <w:t>a případně i v článku 19.4</w:t>
      </w:r>
      <w:r w:rsidR="009246F5">
        <w:t xml:space="preserve"> až 19.8</w:t>
      </w:r>
      <w:r>
        <w:t xml:space="preserve">  těchto Pokynů, dopadají-li na vybraného dodavatele. Zadavatel vyzve vybraného dodavatele k poskytnutí součinnosti před uzavřením </w:t>
      </w:r>
      <w:r>
        <w:lastRenderedPageBreak/>
        <w:t xml:space="preserve">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w:t>
      </w:r>
      <w:r w:rsidR="00ED6AFD">
        <w:rPr>
          <w:rStyle w:val="Tun9b"/>
        </w:rPr>
        <w:t xml:space="preserve">či pojistné </w:t>
      </w:r>
      <w:r w:rsidRPr="001A4B1E">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ED6AFD">
        <w:rPr>
          <w:rStyle w:val="Tun9b"/>
        </w:rPr>
        <w:t xml:space="preserve">či pojistné </w:t>
      </w:r>
      <w:r w:rsidRPr="001A4B1E">
        <w:rPr>
          <w:b/>
        </w:rPr>
        <w:t>záruky).</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77777777" w:rsidR="001A4B1E" w:rsidRDefault="001A4B1E" w:rsidP="009F15E5">
      <w:pPr>
        <w:pStyle w:val="Odrka1-1"/>
      </w:pPr>
      <w:r>
        <w:t>originálů nebo ověřených kopií dokladů o kvalifikaci ve smyslu čl. 8 těchto Pokynů;</w:t>
      </w:r>
    </w:p>
    <w:p w14:paraId="53831E52" w14:textId="5C77CA6B" w:rsidR="001A4B1E" w:rsidRDefault="001A4B1E" w:rsidP="009F15E5">
      <w:pPr>
        <w:pStyle w:val="Odrka1-1"/>
      </w:pPr>
      <w:r>
        <w:t xml:space="preserve">originálu 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4FE8AEBC" w14:textId="51719397"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77777777" w:rsidR="001A4B1E" w:rsidRPr="00113521" w:rsidRDefault="001A4B1E" w:rsidP="009F15E5">
      <w:pPr>
        <w:pStyle w:val="Odrka1-1"/>
      </w:pPr>
      <w:r>
        <w:t xml:space="preserve">originálů nebo ověřených kopií 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800164">
        <w:t>3</w:t>
      </w:r>
      <w:r>
        <w:t xml:space="preserve"> Smlouvy o dílo souhlasí se </w:t>
      </w:r>
      <w:r w:rsidRPr="00113521">
        <w:t>svým budoucím zapojením do plnění předmětu veřejné zakázky a jsou připraveni své konkrétně specifikované plnění poskytnout;</w:t>
      </w:r>
    </w:p>
    <w:p w14:paraId="14E91B62" w14:textId="7CE85A98" w:rsidR="001A4B1E" w:rsidRPr="00113521" w:rsidRDefault="001A4B1E" w:rsidP="009F15E5">
      <w:pPr>
        <w:pStyle w:val="Odrka1-1"/>
      </w:pPr>
      <w:r w:rsidRPr="00113521">
        <w:lastRenderedPageBreak/>
        <w:t xml:space="preserve">originálu nebo ověřené kopie smlouvy uzavřené s výrobcem nebo dodavatelem zabezpečovacího zařízení, </w:t>
      </w:r>
      <w:r w:rsidR="009246F5" w:rsidRPr="00113521">
        <w:t xml:space="preserve">sdělovacího zařízení, </w:t>
      </w:r>
      <w:r w:rsidRPr="00113521">
        <w:t xml:space="preserve">zařízení elektrotechniky a energetiky </w:t>
      </w:r>
      <w:r w:rsidR="004B05DC" w:rsidRPr="00113521">
        <w:t xml:space="preserve">či jednostranného vyjádření závazku výrobce nebo dodavatele tohoto zařízení </w:t>
      </w:r>
      <w:r w:rsidRPr="00113521">
        <w:t>ve smyslu čl. 9.1 těchto Pokynů, nebude-li dodavatel současně i výrobcem nebo dodavatelem tohoto zařízení, kter</w:t>
      </w:r>
      <w:r w:rsidR="004B05DC" w:rsidRPr="00113521">
        <w:t>ými dodavatel</w:t>
      </w:r>
      <w:r w:rsidRPr="00113521">
        <w:t xml:space="preserve"> prokáže, že bude mít toto </w:t>
      </w:r>
      <w:r w:rsidR="00A8087A" w:rsidRPr="00113521">
        <w:t>zařízení</w:t>
      </w:r>
      <w:r w:rsidRPr="00113521">
        <w:t xml:space="preserve"> k jeho použití pro plnění předmětné veřejné zakázky k dispozici a že bude mít zajištěnu i jeho odbornou montáž, případně bude smlouva </w:t>
      </w:r>
      <w:r w:rsidR="004B05DC" w:rsidRPr="00113521">
        <w:t xml:space="preserve">či závazek </w:t>
      </w:r>
      <w:r w:rsidRPr="00113521">
        <w:t xml:space="preserve">obsahovat souhlas výrobce nebo dodavatele </w:t>
      </w:r>
      <w:r w:rsidR="00A8087A" w:rsidRPr="00113521">
        <w:t>zařízení</w:t>
      </w:r>
      <w:r w:rsidRPr="00113521">
        <w:t xml:space="preserve"> s tím, že je dodavatel sám schopen toto zařízení</w:t>
      </w:r>
      <w:r w:rsidR="007B02F9" w:rsidRPr="00113521">
        <w:t xml:space="preserve"> odborně sestavit a namontovat;</w:t>
      </w:r>
    </w:p>
    <w:p w14:paraId="78E883FC" w14:textId="336F99A6" w:rsidR="006E5E4C" w:rsidRPr="00113521" w:rsidRDefault="006E5E4C" w:rsidP="006E5E4C">
      <w:pPr>
        <w:pStyle w:val="Odrka1-1"/>
      </w:pPr>
      <w:r w:rsidRPr="00113521">
        <w:t xml:space="preserve">originálu nebo ověřené 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nebo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77777777" w:rsidR="001A4B1E" w:rsidRPr="00113521" w:rsidRDefault="001A4B1E" w:rsidP="009F15E5">
      <w:pPr>
        <w:pStyle w:val="Odrka1-1"/>
      </w:pPr>
      <w:r w:rsidRPr="00113521">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7537E69E" w14:textId="77777777" w:rsidR="00001B50" w:rsidRPr="00113521" w:rsidRDefault="001A4B1E" w:rsidP="00001B50">
      <w:pPr>
        <w:pStyle w:val="Odrka1-1"/>
      </w:pPr>
      <w:r w:rsidRPr="00113521">
        <w:t xml:space="preserve">originálu nebo ověřené kopie pověření Ministerstva dopravy ČR k provádění technických prohlídek a zkoušek určených technických zařízení (UTZ) dle § 47 odst. 4 zákona č. 266/1994 Sb., o drahách, ve znění pozdějších předpisů, a to elektrických UTZ železničních drah </w:t>
      </w:r>
      <w:r w:rsidR="00001B50" w:rsidRPr="00113521">
        <w:t xml:space="preserve">v rozsahu: </w:t>
      </w:r>
    </w:p>
    <w:p w14:paraId="7C9726FE" w14:textId="77777777" w:rsidR="00001B50" w:rsidRPr="00113521" w:rsidRDefault="00001B50" w:rsidP="00001B50">
      <w:pPr>
        <w:pStyle w:val="Odrka1-1"/>
        <w:numPr>
          <w:ilvl w:val="0"/>
          <w:numId w:val="0"/>
        </w:numPr>
        <w:spacing w:after="0"/>
        <w:ind w:left="567" w:firstLine="510"/>
      </w:pPr>
      <w:r w:rsidRPr="00113521">
        <w:t>-    elektrické sítě drah a elektrické rozvody drah,</w:t>
      </w:r>
    </w:p>
    <w:p w14:paraId="4DBFD82E" w14:textId="77777777" w:rsidR="00001B50" w:rsidRPr="00113521" w:rsidRDefault="00001B50" w:rsidP="00001B50">
      <w:pPr>
        <w:pStyle w:val="Odrka1-1"/>
        <w:numPr>
          <w:ilvl w:val="0"/>
          <w:numId w:val="0"/>
        </w:numPr>
        <w:tabs>
          <w:tab w:val="left" w:pos="1276"/>
        </w:tabs>
        <w:spacing w:after="0"/>
        <w:ind w:left="567" w:firstLine="510"/>
      </w:pPr>
      <w:r w:rsidRPr="00113521">
        <w:t xml:space="preserve">- </w:t>
      </w:r>
      <w:r w:rsidRPr="00113521">
        <w:tab/>
      </w:r>
      <w:r w:rsidRPr="00113521">
        <w:tab/>
        <w:t>elektrická rozvodná zařízení drah a elektrické stanice drah,</w:t>
      </w:r>
    </w:p>
    <w:p w14:paraId="53D54AEE" w14:textId="77777777" w:rsidR="00001B50" w:rsidRPr="00113521" w:rsidRDefault="00001B50" w:rsidP="00001B50">
      <w:pPr>
        <w:pStyle w:val="Odrka1-1"/>
        <w:numPr>
          <w:ilvl w:val="0"/>
          <w:numId w:val="0"/>
        </w:numPr>
        <w:tabs>
          <w:tab w:val="left" w:pos="1276"/>
        </w:tabs>
        <w:spacing w:after="0"/>
        <w:ind w:left="1418" w:hanging="341"/>
      </w:pPr>
      <w:r w:rsidRPr="00113521">
        <w:t xml:space="preserve">- </w:t>
      </w:r>
      <w:r w:rsidRPr="00113521">
        <w:tab/>
      </w:r>
      <w:r w:rsidRPr="00113521">
        <w:tab/>
        <w:t>zabezpečovací zařízení, jehož elektrické obvody plní funkci přímého zajišťování bezpečnosti drážní dopravy,</w:t>
      </w:r>
    </w:p>
    <w:p w14:paraId="38A86DB8" w14:textId="77777777" w:rsidR="00001B50" w:rsidRPr="00113521" w:rsidRDefault="00001B50" w:rsidP="00001B50">
      <w:pPr>
        <w:pStyle w:val="Odrka1-1"/>
        <w:numPr>
          <w:ilvl w:val="0"/>
          <w:numId w:val="0"/>
        </w:numPr>
        <w:tabs>
          <w:tab w:val="left" w:pos="1276"/>
        </w:tabs>
        <w:spacing w:after="0"/>
        <w:ind w:left="567" w:firstLine="510"/>
      </w:pPr>
      <w:r w:rsidRPr="00113521">
        <w:t xml:space="preserve">- </w:t>
      </w:r>
      <w:r w:rsidRPr="00113521">
        <w:tab/>
      </w:r>
      <w:r w:rsidRPr="00113521">
        <w:tab/>
        <w:t>náhradní zdroje elektrické energie pro provozování dráhy,</w:t>
      </w:r>
    </w:p>
    <w:p w14:paraId="3085FCD8" w14:textId="77777777" w:rsidR="00001B50" w:rsidRPr="00113521" w:rsidRDefault="00001B50" w:rsidP="00001B50">
      <w:pPr>
        <w:pStyle w:val="Odrka1-1"/>
        <w:numPr>
          <w:ilvl w:val="0"/>
          <w:numId w:val="0"/>
        </w:numPr>
        <w:tabs>
          <w:tab w:val="left" w:pos="1276"/>
        </w:tabs>
        <w:spacing w:after="100" w:afterAutospacing="1"/>
        <w:ind w:left="1418" w:hanging="341"/>
      </w:pPr>
      <w:r w:rsidRPr="00113521">
        <w:t xml:space="preserve">- </w:t>
      </w:r>
      <w:r w:rsidRPr="00113521">
        <w:tab/>
      </w:r>
      <w:r w:rsidRPr="00113521">
        <w:tab/>
        <w:t>silnoproudá zařízení drážní zabezpečovací, sdělovací, požární, signalizační a výpočetní  techniky.</w:t>
      </w:r>
    </w:p>
    <w:p w14:paraId="2D3260AD" w14:textId="44567705" w:rsidR="001A4B1E" w:rsidRPr="00113521" w:rsidRDefault="001A4B1E" w:rsidP="00001B50">
      <w:pPr>
        <w:pStyle w:val="Text1-1"/>
        <w:numPr>
          <w:ilvl w:val="0"/>
          <w:numId w:val="0"/>
        </w:numPr>
        <w:spacing w:after="100" w:afterAutospacing="1"/>
        <w:ind w:left="737"/>
      </w:pPr>
      <w:r w:rsidRPr="00113521">
        <w:t>Zadavatel upřesňuje, že pokud bude originál nebo úředně ověřená kopie některých dokladů doložena již v nabídce nebo v průběhu zadávacího řízení, zadavatel k jeho předkládání nebude vybraného dodavatele vyzývat.</w:t>
      </w:r>
    </w:p>
    <w:p w14:paraId="5E600D0E" w14:textId="77777777" w:rsidR="00F02E62" w:rsidRPr="00113521" w:rsidRDefault="00F02E62" w:rsidP="00EF6038">
      <w:pPr>
        <w:pStyle w:val="Text1-1"/>
      </w:pPr>
      <w:r w:rsidRPr="00113521">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25E1ACD3" w14:textId="77777777" w:rsidR="00F02E62" w:rsidRPr="00113521" w:rsidRDefault="00F02E62" w:rsidP="00F02E62">
      <w:pPr>
        <w:pStyle w:val="Textbezslovn"/>
      </w:pPr>
      <w:r w:rsidRPr="00113521">
        <w:t xml:space="preserve">a) ke sdělení identifikačních údajů všech osob, které jsou jeho skutečným majitelem, a </w:t>
      </w:r>
    </w:p>
    <w:p w14:paraId="5DAFF337" w14:textId="77777777" w:rsidR="00F02E62" w:rsidRPr="00113521" w:rsidRDefault="00F02E62" w:rsidP="00F02E62">
      <w:pPr>
        <w:pStyle w:val="Textbezslovn"/>
      </w:pPr>
      <w:r w:rsidRPr="00113521">
        <w:t xml:space="preserve">b) k předložení dokladů, z nichž vyplývá vztah všech osob podle předchozího písmene a) k dodavateli; těmito doklady jsou zejména: </w:t>
      </w:r>
    </w:p>
    <w:p w14:paraId="421279A5" w14:textId="77777777" w:rsidR="00F02E62" w:rsidRPr="00113521" w:rsidRDefault="00F02E62" w:rsidP="00F02E62">
      <w:pPr>
        <w:pStyle w:val="Odrka1-2-"/>
      </w:pPr>
      <w:r w:rsidRPr="00113521">
        <w:t xml:space="preserve">výpis ze zahraniční evidence obdobné veřejnému rejstříku, </w:t>
      </w:r>
    </w:p>
    <w:p w14:paraId="59D181A9" w14:textId="77777777" w:rsidR="00F02E62" w:rsidRPr="00113521" w:rsidRDefault="00F02E62" w:rsidP="00F02E62">
      <w:pPr>
        <w:pStyle w:val="Odrka1-2-"/>
      </w:pPr>
      <w:r w:rsidRPr="00113521">
        <w:t xml:space="preserve">seznam akcionářů, </w:t>
      </w:r>
    </w:p>
    <w:p w14:paraId="55681E9D" w14:textId="77777777" w:rsidR="00F02E62" w:rsidRPr="00113521" w:rsidRDefault="00F02E62" w:rsidP="00F02E62">
      <w:pPr>
        <w:pStyle w:val="Odrka1-2-"/>
      </w:pPr>
      <w:r w:rsidRPr="00113521">
        <w:t xml:space="preserve">rozhodnutí statutárního orgánu o vyplacení podílu na zisku, </w:t>
      </w:r>
    </w:p>
    <w:p w14:paraId="166B4E4C" w14:textId="77777777" w:rsidR="00F02E62" w:rsidRPr="00113521" w:rsidRDefault="00F02E62" w:rsidP="00F02E62">
      <w:pPr>
        <w:pStyle w:val="Odrka1-2-"/>
      </w:pPr>
      <w:r w:rsidRPr="00113521">
        <w:t>společenská smlouva, zakladatelská listina nebo stanovy.</w:t>
      </w:r>
    </w:p>
    <w:p w14:paraId="2DA7643F" w14:textId="34B45540" w:rsidR="00F02E62" w:rsidRDefault="00F02E62" w:rsidP="00F02E62">
      <w:pPr>
        <w:pStyle w:val="Text1-1"/>
        <w:numPr>
          <w:ilvl w:val="0"/>
          <w:numId w:val="0"/>
        </w:numPr>
        <w:ind w:left="737"/>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w:t>
      </w:r>
      <w:r>
        <w:lastRenderedPageBreak/>
        <w:t>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5567E3C5"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73A0951A" w14:textId="77777777" w:rsidR="0035531B" w:rsidRDefault="0035531B" w:rsidP="00B77C6D">
      <w:pPr>
        <w:pStyle w:val="Nadpis1-1"/>
      </w:pPr>
      <w:bookmarkStart w:id="23" w:name="_Toc123031490"/>
      <w:r>
        <w:t>OCHRANA INFORMACÍ</w:t>
      </w:r>
      <w:bookmarkEnd w:id="23"/>
    </w:p>
    <w:p w14:paraId="7284F21D"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Pr="00113521" w:rsidRDefault="009F15E5" w:rsidP="009F15E5">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w:t>
      </w:r>
      <w:r w:rsidRPr="00113521">
        <w:t>předpisy zadavatele, které agendu ochrany osobních údajů upravují</w:t>
      </w:r>
    </w:p>
    <w:p w14:paraId="29657F1F" w14:textId="77777777" w:rsidR="0035531B" w:rsidRPr="00113521" w:rsidRDefault="0035531B" w:rsidP="00564DDD">
      <w:pPr>
        <w:pStyle w:val="Nadpis1-1"/>
      </w:pPr>
      <w:bookmarkStart w:id="24" w:name="_Toc123031491"/>
      <w:r w:rsidRPr="00113521">
        <w:lastRenderedPageBreak/>
        <w:t>ZADÁVACÍ LHŮTA</w:t>
      </w:r>
      <w:r w:rsidR="00845C50" w:rsidRPr="00113521">
        <w:t xml:space="preserve"> </w:t>
      </w:r>
      <w:r w:rsidR="00092CC9" w:rsidRPr="00113521">
        <w:t>A</w:t>
      </w:r>
      <w:r w:rsidR="00845C50" w:rsidRPr="00113521">
        <w:t> </w:t>
      </w:r>
      <w:r w:rsidRPr="00113521">
        <w:t>JISTOTA ZA NABÍDKU</w:t>
      </w:r>
      <w:bookmarkEnd w:id="24"/>
    </w:p>
    <w:p w14:paraId="35CA9D15" w14:textId="7DF37893" w:rsidR="0035531B" w:rsidRPr="00113521" w:rsidRDefault="0035531B" w:rsidP="0035531B">
      <w:pPr>
        <w:pStyle w:val="Text1-1"/>
      </w:pPr>
      <w:r w:rsidRPr="00113521">
        <w:t xml:space="preserve">Lhůta, po kterou účastníci zadávacího řízení nesmí ze zadávacího řízení odstoupit, činí </w:t>
      </w:r>
      <w:r w:rsidR="00567009" w:rsidRPr="00113521">
        <w:t xml:space="preserve"> </w:t>
      </w:r>
      <w:r w:rsidRPr="00113521">
        <w:rPr>
          <w:b/>
        </w:rPr>
        <w:t>6 měsíců</w:t>
      </w:r>
      <w:r w:rsidRPr="00113521">
        <w:t xml:space="preserve"> od skončení lhůty pro podání nabídek. </w:t>
      </w:r>
    </w:p>
    <w:p w14:paraId="6E6772F0" w14:textId="7784DFEE" w:rsidR="00001B50" w:rsidRPr="00113521" w:rsidRDefault="0035531B" w:rsidP="00001B50">
      <w:pPr>
        <w:pStyle w:val="Text1-1"/>
      </w:pPr>
      <w:r w:rsidRPr="00113521">
        <w:t>Zadavatel</w:t>
      </w:r>
      <w:r w:rsidR="00092CC9" w:rsidRPr="00113521">
        <w:t xml:space="preserve"> v </w:t>
      </w:r>
      <w:r w:rsidRPr="00113521">
        <w:t>souladu</w:t>
      </w:r>
      <w:r w:rsidR="00845C50" w:rsidRPr="00113521">
        <w:t xml:space="preserve"> s </w:t>
      </w:r>
      <w:r w:rsidRPr="00113521">
        <w:t>§ 41 ZZVZ požaduje, aby účastníci</w:t>
      </w:r>
      <w:r w:rsidR="00BC6D2B" w:rsidRPr="00113521">
        <w:t xml:space="preserve"> k </w:t>
      </w:r>
      <w:r w:rsidRPr="00113521">
        <w:t>zajištění plnění svých povinností vyplývajících</w:t>
      </w:r>
      <w:r w:rsidR="0060115D" w:rsidRPr="00113521">
        <w:t xml:space="preserve"> z </w:t>
      </w:r>
      <w:r w:rsidRPr="00113521">
        <w:t>účasti</w:t>
      </w:r>
      <w:r w:rsidR="00092CC9" w:rsidRPr="00113521">
        <w:t xml:space="preserve"> v </w:t>
      </w:r>
      <w:r w:rsidRPr="00113521">
        <w:t xml:space="preserve">zadávacím řízení poskytli jistotu ve výši </w:t>
      </w:r>
      <w:r w:rsidR="00001B50" w:rsidRPr="00113521">
        <w:rPr>
          <w:b/>
        </w:rPr>
        <w:t>6</w:t>
      </w:r>
      <w:r w:rsidR="00C975AD" w:rsidRPr="00113521">
        <w:rPr>
          <w:b/>
        </w:rPr>
        <w:t> 000 000,-</w:t>
      </w:r>
      <w:r w:rsidR="00001B50" w:rsidRPr="00113521">
        <w:rPr>
          <w:b/>
        </w:rPr>
        <w:t>Kč</w:t>
      </w:r>
      <w:r w:rsidR="00001B50" w:rsidRPr="00113521">
        <w:t xml:space="preserve"> (slovy: šestmilionů korun českých).  </w:t>
      </w:r>
    </w:p>
    <w:p w14:paraId="42934E9D" w14:textId="4E6E094B" w:rsidR="0035531B" w:rsidRPr="00113521" w:rsidRDefault="0035531B" w:rsidP="002929A4">
      <w:pPr>
        <w:pStyle w:val="Text1-1"/>
      </w:pPr>
      <w:r w:rsidRPr="00113521">
        <w:t>Jistota bude poskytnuta</w:t>
      </w:r>
      <w:r w:rsidR="00092CC9" w:rsidRPr="00113521">
        <w:t xml:space="preserve"> v </w:t>
      </w:r>
      <w:r w:rsidRPr="00113521">
        <w:t xml:space="preserve">elektronické podobě formou: </w:t>
      </w:r>
    </w:p>
    <w:p w14:paraId="283BB886" w14:textId="77777777" w:rsidR="0035531B" w:rsidRPr="00113521" w:rsidRDefault="0035531B" w:rsidP="00564DDD">
      <w:pPr>
        <w:pStyle w:val="Odrka1-1"/>
      </w:pPr>
      <w:r w:rsidRPr="00113521">
        <w:t xml:space="preserve">složení peněžní částky na účet zadavatele („peněžní jistota“), nebo </w:t>
      </w:r>
    </w:p>
    <w:p w14:paraId="1622BE34" w14:textId="77777777" w:rsidR="0035531B" w:rsidRPr="00113521" w:rsidRDefault="0035531B" w:rsidP="00564DDD">
      <w:pPr>
        <w:pStyle w:val="Odrka1-1"/>
      </w:pPr>
      <w:r w:rsidRPr="00113521">
        <w:t xml:space="preserve">bankovní záruky ve prospěch zadavatele, nebo </w:t>
      </w:r>
    </w:p>
    <w:p w14:paraId="4DE79C58" w14:textId="77777777" w:rsidR="0035531B" w:rsidRPr="00113521" w:rsidRDefault="0035531B" w:rsidP="00564DDD">
      <w:pPr>
        <w:pStyle w:val="Odrka1-1"/>
      </w:pPr>
      <w:r w:rsidRPr="00113521">
        <w:t>pojištění záruky ve prospěch zadavatele.</w:t>
      </w:r>
    </w:p>
    <w:p w14:paraId="4965B270" w14:textId="68A8644A" w:rsidR="0035531B" w:rsidRDefault="0035531B" w:rsidP="0035531B">
      <w:pPr>
        <w:pStyle w:val="Text1-1"/>
      </w:pPr>
      <w:r w:rsidRPr="00113521">
        <w:t xml:space="preserve">Jistota ve formě složení peněžní částky na účet zadavatele musí být připsána na účet zadavatele ve lhůtě pro podání nabídek. Potřebné údaje pro složení peněžní jistoty na účet zadavatele jsou následující: </w:t>
      </w:r>
      <w:r w:rsidR="00001B50" w:rsidRPr="00113521">
        <w:rPr>
          <w:rFonts w:ascii="Verdana" w:hAnsi="Verdana"/>
          <w:b/>
        </w:rPr>
        <w:t xml:space="preserve">č. ú. 30007-22307011/0710 </w:t>
      </w:r>
      <w:r w:rsidR="00001B50" w:rsidRPr="00113521">
        <w:rPr>
          <w:rFonts w:ascii="Verdana" w:hAnsi="Verdana"/>
        </w:rPr>
        <w:t>Česká národní banka, Na příkopě 864/28, Praha 1</w:t>
      </w:r>
      <w:r w:rsidR="00001B50" w:rsidRPr="00113521">
        <w:t xml:space="preserve">, variabilní symbol </w:t>
      </w:r>
      <w:r w:rsidR="00001B50" w:rsidRPr="00113521">
        <w:rPr>
          <w:b/>
        </w:rPr>
        <w:t>5623520066.</w:t>
      </w:r>
      <w:r w:rsidR="00001B50" w:rsidRPr="00113521">
        <w:t xml:space="preserve"> </w:t>
      </w:r>
      <w:r w:rsidRPr="00113521">
        <w:t>Účastník zadávacího řízení prokáže</w:t>
      </w:r>
      <w:r w:rsidR="00092CC9" w:rsidRPr="00113521">
        <w:t xml:space="preserve"> v </w:t>
      </w:r>
      <w:r w:rsidRPr="00113521">
        <w:t>nabídce poskytnutí peněžní jistoty sdělením údajů</w:t>
      </w:r>
      <w:r w:rsidR="00092CC9" w:rsidRPr="00113521">
        <w:t xml:space="preserve"> o </w:t>
      </w:r>
      <w:r w:rsidRPr="00113521">
        <w:t>provedené platbě zadavateli. Dokladem prokazujícím poskytnutí peněžní jistoty na účet zadavatele může být i výpis</w:t>
      </w:r>
      <w:r w:rsidR="0060115D" w:rsidRPr="00113521">
        <w:t xml:space="preserve"> z </w:t>
      </w:r>
      <w:r w:rsidRPr="00113521">
        <w:t>účtu účastníka</w:t>
      </w:r>
      <w:r w:rsidR="00BB4AF2" w:rsidRPr="00113521">
        <w:t xml:space="preserve"> u </w:t>
      </w:r>
      <w:r w:rsidRPr="00113521">
        <w:t>peněžního ústavu,</w:t>
      </w:r>
      <w:r w:rsidR="0060115D" w:rsidRPr="00113521">
        <w:t xml:space="preserve"> z </w:t>
      </w:r>
      <w:r w:rsidRPr="00113521">
        <w:t>něhož j</w:t>
      </w:r>
      <w:r>
        <w:t>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58D0B338"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5BFA8252"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5" w:name="_Toc123031492"/>
      <w:r>
        <w:t>SOCIÁLNĚ A ENVIRO</w:t>
      </w:r>
      <w:r w:rsidR="00872683">
        <w:t>N</w:t>
      </w:r>
      <w:r>
        <w:t>MENTÁLNĚ ODPOVĚDNÉ ZADÁVÁNÍ, INOVACE</w:t>
      </w:r>
      <w:bookmarkEnd w:id="25"/>
    </w:p>
    <w:p w14:paraId="69C186D9" w14:textId="2DEBC514"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8F457E6" w14:textId="36BEA43D" w:rsidR="008A7524" w:rsidRDefault="008A7524" w:rsidP="008A7524">
      <w:pPr>
        <w:pStyle w:val="Text1-1"/>
        <w:numPr>
          <w:ilvl w:val="0"/>
          <w:numId w:val="0"/>
        </w:numPr>
        <w:ind w:left="737"/>
      </w:pPr>
    </w:p>
    <w:p w14:paraId="4AAF8DCE" w14:textId="2604FC67" w:rsidR="000635E4" w:rsidRDefault="000635E4" w:rsidP="008A7524">
      <w:pPr>
        <w:pStyle w:val="Text1-1"/>
        <w:numPr>
          <w:ilvl w:val="0"/>
          <w:numId w:val="0"/>
        </w:numPr>
        <w:ind w:left="737"/>
      </w:pPr>
    </w:p>
    <w:p w14:paraId="2853D436" w14:textId="77777777" w:rsidR="000635E4" w:rsidRDefault="000635E4" w:rsidP="008A7524">
      <w:pPr>
        <w:pStyle w:val="Text1-1"/>
        <w:numPr>
          <w:ilvl w:val="0"/>
          <w:numId w:val="0"/>
        </w:numPr>
        <w:ind w:left="737"/>
      </w:pPr>
    </w:p>
    <w:p w14:paraId="405F3283" w14:textId="77777777" w:rsidR="001B40E6" w:rsidRDefault="001B40E6" w:rsidP="001B40E6">
      <w:pPr>
        <w:pStyle w:val="Text1-1"/>
      </w:pPr>
      <w:r>
        <w:lastRenderedPageBreak/>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3B37A368" w:rsidR="001B40E6" w:rsidRDefault="00113521" w:rsidP="001B40E6">
      <w:pPr>
        <w:pStyle w:val="Odrka1-1"/>
      </w:pPr>
      <w:r>
        <w:t>studentské exkurze.</w:t>
      </w:r>
    </w:p>
    <w:p w14:paraId="5D4AFBFD" w14:textId="054F149C" w:rsidR="001B40E6" w:rsidRPr="00113521"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113521">
        <w:t>ustanoveních článku</w:t>
      </w:r>
      <w:r w:rsidR="00136515" w:rsidRPr="00113521">
        <w:t xml:space="preserve"> 16</w:t>
      </w:r>
      <w:r w:rsidRPr="00113521">
        <w:t xml:space="preserve"> závazného vzoru Smlouvy o dílo, jež tvoří díl 2, část 1 zadávací dokumentace.</w:t>
      </w:r>
    </w:p>
    <w:p w14:paraId="5B20B741" w14:textId="64E77786" w:rsidR="00A8087A" w:rsidRDefault="00A8087A" w:rsidP="00966191">
      <w:pPr>
        <w:pStyle w:val="Nadpis1-1"/>
        <w:jc w:val="both"/>
      </w:pPr>
      <w:bookmarkStart w:id="26" w:name="_Toc102380477"/>
      <w:bookmarkStart w:id="27" w:name="_Toc103683200"/>
      <w:bookmarkStart w:id="28" w:name="_Toc103932243"/>
      <w:bookmarkStart w:id="29" w:name="_Toc106967229"/>
      <w:bookmarkStart w:id="30" w:name="_Toc123031493"/>
      <w:r>
        <w:t xml:space="preserve">Další zadávací podmínky v návaznosti na sankce </w:t>
      </w:r>
      <w:r w:rsidRPr="00515FDB">
        <w:t>v</w:t>
      </w:r>
      <w:r>
        <w:t> souvislosti se situací na Ukrajině</w:t>
      </w:r>
      <w:bookmarkEnd w:id="26"/>
      <w:bookmarkEnd w:id="27"/>
      <w:bookmarkEnd w:id="28"/>
      <w:bookmarkEnd w:id="29"/>
      <w:bookmarkEnd w:id="30"/>
    </w:p>
    <w:p w14:paraId="5BB406B8" w14:textId="77777777"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2472AB9E" w14:textId="77777777" w:rsidR="00A8087A" w:rsidRDefault="00A8087A" w:rsidP="00A8087A">
      <w:pPr>
        <w:pStyle w:val="Text1-1"/>
        <w:numPr>
          <w:ilvl w:val="0"/>
          <w:numId w:val="29"/>
        </w:numPr>
      </w:pPr>
      <w:r>
        <w:t>jakémukoli ruskému státnímu příslušníkovi, fyzické či právnické osobě nebo subjektu či orgánu se sídlem v Rusku,</w:t>
      </w:r>
    </w:p>
    <w:p w14:paraId="5E2EA004" w14:textId="77777777" w:rsidR="00A8087A" w:rsidRDefault="00A8087A" w:rsidP="00A8087A">
      <w:pPr>
        <w:pStyle w:val="Text1-1"/>
        <w:numPr>
          <w:ilvl w:val="0"/>
          <w:numId w:val="29"/>
        </w:numPr>
        <w:spacing w:before="120"/>
      </w:pPr>
      <w:r>
        <w:t>právnické osobě, subjektu nebo orgánu, které jsou z více než 50 % přímo či nepřímo vlastněny některým ze subjektů uvedených v písmeni a) tohoto odstavce, nebo</w:t>
      </w:r>
    </w:p>
    <w:p w14:paraId="3DBDAE91" w14:textId="77777777" w:rsidR="00A8087A" w:rsidRDefault="00A8087A" w:rsidP="00A8087A">
      <w:pPr>
        <w:pStyle w:val="Text1-1"/>
        <w:numPr>
          <w:ilvl w:val="0"/>
          <w:numId w:val="29"/>
        </w:numPr>
      </w:pPr>
      <w:r>
        <w:t>fyzické nebo právnické osobě, subjektu nebo orgánu, které jednají jménem nebo na pokyn některého ze subjektů uvedených v písmeni a) nebo b) tohoto odstavce,</w:t>
      </w:r>
    </w:p>
    <w:p w14:paraId="30DEC6D8" w14:textId="77777777"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6D7F21F6" w14:textId="77777777"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lastRenderedPageBreak/>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4DBB4791" w:rsidR="00A8087A" w:rsidRPr="00A8087A" w:rsidRDefault="00A8087A" w:rsidP="00A8087A">
      <w:pPr>
        <w:pStyle w:val="Text1-1"/>
      </w:pPr>
      <w:r w:rsidRPr="00FA4410">
        <w:t>V případě postupu účastníka v rozporu s</w:t>
      </w:r>
      <w:r>
        <w:t xml:space="preserve"> tímto článkem </w:t>
      </w:r>
      <w:r w:rsidRPr="00FA4410">
        <w:t>bude účastník vyloučen ze zadávacího řízení</w:t>
      </w:r>
      <w:r>
        <w:t>.</w:t>
      </w:r>
    </w:p>
    <w:p w14:paraId="20B2130C" w14:textId="50AEC0A1" w:rsidR="0035531B" w:rsidRDefault="0035531B" w:rsidP="00564DDD">
      <w:pPr>
        <w:pStyle w:val="Nadpis1-1"/>
      </w:pPr>
      <w:bookmarkStart w:id="31" w:name="_Toc123031494"/>
      <w:r>
        <w:t>PŘÍLOHY TĚCHTO POKYNŮ</w:t>
      </w:r>
      <w:bookmarkEnd w:id="31"/>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77E79AF0"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336FBF83" w14:textId="348AD321" w:rsidR="0035531B" w:rsidRDefault="000635E4" w:rsidP="00564DDD">
      <w:pPr>
        <w:pStyle w:val="Textbezslovn"/>
        <w:spacing w:after="0"/>
      </w:pPr>
      <w:r>
        <w:t xml:space="preserve">V Praze dne </w:t>
      </w:r>
      <w:bookmarkStart w:id="32" w:name="_GoBack"/>
      <w:bookmarkEnd w:id="32"/>
    </w:p>
    <w:p w14:paraId="761CA636" w14:textId="77777777" w:rsidR="0081404D" w:rsidRDefault="0081404D" w:rsidP="00564DDD">
      <w:pPr>
        <w:pStyle w:val="Textbezslovn"/>
        <w:spacing w:after="0"/>
      </w:pPr>
    </w:p>
    <w:p w14:paraId="11B009C4" w14:textId="16F053AD" w:rsidR="0081404D" w:rsidRDefault="0081404D"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7B7518FF" w:rsidR="0081404D" w:rsidRDefault="0081404D">
      <w:pPr>
        <w:rPr>
          <w:rFonts w:asciiTheme="majorHAnsi" w:hAnsiTheme="majorHAnsi"/>
          <w:b/>
          <w:caps/>
          <w:sz w:val="22"/>
        </w:rPr>
      </w:pPr>
    </w:p>
    <w:p w14:paraId="564CFAFA" w14:textId="6BEE81E3" w:rsidR="00B450E6" w:rsidRDefault="00B450E6">
      <w:pPr>
        <w:rPr>
          <w:rFonts w:asciiTheme="majorHAnsi" w:hAnsiTheme="majorHAnsi"/>
          <w:b/>
          <w:caps/>
          <w:sz w:val="22"/>
        </w:rPr>
      </w:pPr>
    </w:p>
    <w:p w14:paraId="37F9D036" w14:textId="77B10E46" w:rsidR="00B450E6" w:rsidRDefault="00B450E6">
      <w:pPr>
        <w:rPr>
          <w:rFonts w:asciiTheme="majorHAnsi" w:hAnsiTheme="majorHAnsi"/>
          <w:b/>
          <w:caps/>
          <w:sz w:val="22"/>
        </w:rPr>
      </w:pPr>
    </w:p>
    <w:p w14:paraId="5E7D78CE" w14:textId="53FB9331" w:rsidR="00B450E6" w:rsidRDefault="00B450E6">
      <w:pPr>
        <w:rPr>
          <w:rFonts w:asciiTheme="majorHAnsi" w:hAnsiTheme="majorHAnsi"/>
          <w:b/>
          <w:caps/>
          <w:sz w:val="22"/>
        </w:rPr>
      </w:pPr>
    </w:p>
    <w:p w14:paraId="754A9D82" w14:textId="6AB0D553" w:rsidR="00B450E6" w:rsidRDefault="00B450E6">
      <w:pPr>
        <w:rPr>
          <w:rFonts w:asciiTheme="majorHAnsi" w:hAnsiTheme="majorHAnsi"/>
          <w:b/>
          <w:caps/>
          <w:sz w:val="22"/>
        </w:rPr>
      </w:pPr>
    </w:p>
    <w:p w14:paraId="1CF4CFDC" w14:textId="2A8173A4" w:rsidR="00B450E6" w:rsidRDefault="00B450E6">
      <w:pPr>
        <w:rPr>
          <w:rFonts w:asciiTheme="majorHAnsi" w:hAnsiTheme="majorHAnsi"/>
          <w:b/>
          <w:caps/>
          <w:sz w:val="22"/>
        </w:rPr>
      </w:pPr>
    </w:p>
    <w:p w14:paraId="433E27E7" w14:textId="23C77005" w:rsidR="00B450E6" w:rsidRDefault="00B450E6">
      <w:pPr>
        <w:rPr>
          <w:rFonts w:asciiTheme="majorHAnsi" w:hAnsiTheme="majorHAnsi"/>
          <w:b/>
          <w:caps/>
          <w:sz w:val="22"/>
        </w:rPr>
      </w:pPr>
    </w:p>
    <w:p w14:paraId="35213F51" w14:textId="5C694376" w:rsidR="00B450E6" w:rsidRDefault="00B450E6">
      <w:pPr>
        <w:rPr>
          <w:rFonts w:asciiTheme="majorHAnsi" w:hAnsiTheme="majorHAnsi"/>
          <w:b/>
          <w:caps/>
          <w:sz w:val="22"/>
        </w:rPr>
      </w:pPr>
    </w:p>
    <w:p w14:paraId="4D4DE9F9" w14:textId="16FBD48F" w:rsidR="00B450E6" w:rsidRDefault="00B450E6">
      <w:pPr>
        <w:rPr>
          <w:rFonts w:asciiTheme="majorHAnsi" w:hAnsiTheme="majorHAnsi"/>
          <w:b/>
          <w:caps/>
          <w:sz w:val="22"/>
        </w:rPr>
      </w:pPr>
    </w:p>
    <w:p w14:paraId="5616298C" w14:textId="4DAA1E6A" w:rsidR="00B450E6" w:rsidRDefault="00B450E6">
      <w:pPr>
        <w:rPr>
          <w:rFonts w:asciiTheme="majorHAnsi" w:hAnsiTheme="majorHAnsi"/>
          <w:b/>
          <w:caps/>
          <w:sz w:val="22"/>
        </w:rPr>
      </w:pPr>
    </w:p>
    <w:p w14:paraId="125D9862" w14:textId="77777777" w:rsidR="008A7524" w:rsidRDefault="008A7524">
      <w:pPr>
        <w:rPr>
          <w:rFonts w:asciiTheme="majorHAnsi" w:hAnsiTheme="majorHAnsi"/>
          <w:b/>
          <w:caps/>
          <w:sz w:val="22"/>
        </w:rPr>
      </w:pPr>
    </w:p>
    <w:p w14:paraId="3DCB5E7F" w14:textId="2237E3EE"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B01B4C"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w:t>
            </w:r>
            <w:r w:rsidRPr="00B01B4C">
              <w:rPr>
                <w:b/>
              </w:rPr>
              <w:t>požadovaných v čl. 8.5 Pokynů</w:t>
            </w:r>
            <w:r w:rsidR="00F265BD" w:rsidRPr="00B01B4C">
              <w:rPr>
                <w:b/>
              </w:rPr>
              <w:t>, kter</w:t>
            </w:r>
            <w:r w:rsidRPr="00B01B4C">
              <w:rPr>
                <w:b/>
              </w:rPr>
              <w:t>é</w:t>
            </w:r>
            <w:r w:rsidR="00F265BD" w:rsidRPr="00B01B4C">
              <w:rPr>
                <w:b/>
              </w:rPr>
              <w:t xml:space="preserve"> dodavatel poskytl** za poslední</w:t>
            </w:r>
            <w:r w:rsidRPr="00B01B4C">
              <w:rPr>
                <w:b/>
              </w:rPr>
              <w:t>ch</w:t>
            </w:r>
            <w:r w:rsidR="00F265BD" w:rsidRPr="00B01B4C">
              <w:rPr>
                <w:b/>
              </w:rPr>
              <w:t xml:space="preserve"> </w:t>
            </w:r>
            <w:r w:rsidRPr="00B01B4C">
              <w:rPr>
                <w:b/>
              </w:rPr>
              <w:t>5</w:t>
            </w:r>
            <w:r w:rsidR="00F265BD" w:rsidRPr="00B01B4C">
              <w:rPr>
                <w:b/>
              </w:rPr>
              <w:t xml:space="preserve"> </w:t>
            </w:r>
            <w:r w:rsidRPr="00B01B4C">
              <w:rPr>
                <w:b/>
              </w:rPr>
              <w:t>let</w:t>
            </w:r>
            <w:r w:rsidR="00F265BD" w:rsidRPr="00B01B4C">
              <w:rPr>
                <w:b/>
              </w:rPr>
              <w:t xml:space="preserve"> v Kč*** bez DPH</w:t>
            </w:r>
          </w:p>
          <w:p w14:paraId="1062A545" w14:textId="604E6C4A"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01B4C">
              <w:rPr>
                <w:b/>
              </w:rPr>
              <w:t>(cena bez autorského</w:t>
            </w:r>
            <w:r>
              <w:rPr>
                <w:b/>
              </w:rPr>
              <w:t xml:space="preserve">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B01B4C">
              <w:rPr>
                <w:b/>
              </w:rPr>
              <w:t>požadovaných v čl. 8.5 Pokynů</w:t>
            </w:r>
            <w:r w:rsidR="00102765" w:rsidRPr="00B01B4C">
              <w:rPr>
                <w:b/>
              </w:rPr>
              <w:t>, které dodavatel poskytl** za posledních 5 let v Kč*** 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168F0329" w:rsidR="0035531B" w:rsidRPr="00446A64" w:rsidRDefault="0035531B" w:rsidP="00102765">
      <w:pPr>
        <w:pStyle w:val="Odstavec1-1a"/>
      </w:pPr>
      <w:r w:rsidRPr="00452F69">
        <w:rPr>
          <w:b/>
        </w:rPr>
        <w:t>Zkušenosti</w:t>
      </w:r>
      <w:r w:rsidR="00845C50">
        <w:t xml:space="preserve"> s </w:t>
      </w:r>
      <w:r>
        <w:t>řízením realizace</w:t>
      </w:r>
      <w:r w:rsidR="00C975AD">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w:t>
            </w:r>
            <w:r w:rsidR="003707FB" w:rsidRPr="007147A7">
              <w:rPr>
                <w:sz w:val="16"/>
                <w:szCs w:val="16"/>
              </w:rPr>
              <w:lastRenderedPageBreak/>
              <w:t xml:space="preserve">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35E9398D"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013ACF" w:rsidRPr="00013ACF">
        <w:rPr>
          <w:rFonts w:eastAsia="Times New Roman" w:cs="Times New Roman"/>
          <w:b/>
          <w:lang w:eastAsia="cs-CZ"/>
        </w:rPr>
        <w:t>„ETCS Brno Heršpice – Zastávka u Brna“</w:t>
      </w:r>
      <w:r w:rsidR="00013ACF">
        <w:rPr>
          <w:rFonts w:eastAsia="Times New Roman" w:cs="Times New Roman"/>
          <w:lang w:eastAsia="cs-CZ"/>
        </w:rPr>
        <w:t>,</w:t>
      </w:r>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B51463" w14:textId="77777777"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3"/>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42E110CA"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F888A" w14:textId="77777777" w:rsidR="00087EE6" w:rsidRDefault="00087EE6" w:rsidP="00962258">
      <w:pPr>
        <w:spacing w:after="0" w:line="240" w:lineRule="auto"/>
      </w:pPr>
      <w:r>
        <w:separator/>
      </w:r>
    </w:p>
  </w:endnote>
  <w:endnote w:type="continuationSeparator" w:id="0">
    <w:p w14:paraId="79F69902" w14:textId="77777777" w:rsidR="00087EE6" w:rsidRDefault="00087E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2562" w14:paraId="60EC2784" w14:textId="77777777" w:rsidTr="00EB46E5">
      <w:tc>
        <w:tcPr>
          <w:tcW w:w="1361" w:type="dxa"/>
          <w:tcMar>
            <w:left w:w="0" w:type="dxa"/>
            <w:right w:w="0" w:type="dxa"/>
          </w:tcMar>
          <w:vAlign w:val="bottom"/>
        </w:tcPr>
        <w:p w14:paraId="7FD653E1" w14:textId="380DFEA3" w:rsidR="00B52562" w:rsidRPr="00B8518B" w:rsidRDefault="00B5256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06FA">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06FA">
            <w:rPr>
              <w:rStyle w:val="slostrnky"/>
              <w:noProof/>
            </w:rPr>
            <w:t>48</w:t>
          </w:r>
          <w:r w:rsidRPr="00B8518B">
            <w:rPr>
              <w:rStyle w:val="slostrnky"/>
            </w:rPr>
            <w:fldChar w:fldCharType="end"/>
          </w:r>
        </w:p>
      </w:tc>
      <w:tc>
        <w:tcPr>
          <w:tcW w:w="284" w:type="dxa"/>
          <w:shd w:val="clear" w:color="auto" w:fill="auto"/>
          <w:tcMar>
            <w:left w:w="0" w:type="dxa"/>
            <w:right w:w="0" w:type="dxa"/>
          </w:tcMar>
        </w:tcPr>
        <w:p w14:paraId="5C5CD007" w14:textId="77777777" w:rsidR="00B52562" w:rsidRDefault="00B52562" w:rsidP="00B8518B">
          <w:pPr>
            <w:pStyle w:val="Zpat"/>
          </w:pPr>
        </w:p>
      </w:tc>
      <w:tc>
        <w:tcPr>
          <w:tcW w:w="425" w:type="dxa"/>
          <w:shd w:val="clear" w:color="auto" w:fill="auto"/>
          <w:tcMar>
            <w:left w:w="0" w:type="dxa"/>
            <w:right w:w="0" w:type="dxa"/>
          </w:tcMar>
        </w:tcPr>
        <w:p w14:paraId="6FA58EF5" w14:textId="77777777" w:rsidR="00B52562" w:rsidRDefault="00B52562" w:rsidP="00B8518B">
          <w:pPr>
            <w:pStyle w:val="Zpat"/>
          </w:pPr>
        </w:p>
      </w:tc>
      <w:tc>
        <w:tcPr>
          <w:tcW w:w="8505" w:type="dxa"/>
        </w:tcPr>
        <w:p w14:paraId="3D6A34DB" w14:textId="19AB633C" w:rsidR="00B52562" w:rsidRPr="004B2D81" w:rsidRDefault="00B52562" w:rsidP="00EB46E5">
          <w:pPr>
            <w:pStyle w:val="Zpat0"/>
          </w:pPr>
          <w:r w:rsidRPr="004B2D81">
            <w:t>„ETCS Brno Horní Heršpice – Zastávka u Brna“</w:t>
          </w:r>
        </w:p>
        <w:p w14:paraId="2E7A861C" w14:textId="77777777" w:rsidR="00B52562" w:rsidRDefault="00B52562"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B52562" w:rsidRDefault="00B52562"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B52562" w:rsidRPr="00B8518B" w:rsidRDefault="00B525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162F" w14:textId="77777777" w:rsidR="00B52562" w:rsidRPr="00B8518B" w:rsidRDefault="00B52562" w:rsidP="00460660">
    <w:pPr>
      <w:pStyle w:val="Zpat"/>
      <w:rPr>
        <w:sz w:val="2"/>
        <w:szCs w:val="2"/>
      </w:rPr>
    </w:pPr>
  </w:p>
  <w:p w14:paraId="1DBEF0ED" w14:textId="77777777" w:rsidR="00B52562" w:rsidRPr="00460660" w:rsidRDefault="00B5256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6B729" w14:textId="77777777" w:rsidR="00087EE6" w:rsidRDefault="00087EE6" w:rsidP="00962258">
      <w:pPr>
        <w:spacing w:after="0" w:line="240" w:lineRule="auto"/>
      </w:pPr>
      <w:r>
        <w:separator/>
      </w:r>
    </w:p>
  </w:footnote>
  <w:footnote w:type="continuationSeparator" w:id="0">
    <w:p w14:paraId="47B2C8A0" w14:textId="77777777" w:rsidR="00087EE6" w:rsidRDefault="00087EE6" w:rsidP="00962258">
      <w:pPr>
        <w:spacing w:after="0" w:line="240" w:lineRule="auto"/>
      </w:pPr>
      <w:r>
        <w:continuationSeparator/>
      </w:r>
    </w:p>
  </w:footnote>
  <w:footnote w:id="1">
    <w:p w14:paraId="1D76BF4B" w14:textId="77777777" w:rsidR="00B52562" w:rsidRDefault="00B52562">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B52562" w:rsidRDefault="00B52562"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B52562" w:rsidRDefault="00B52562"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B52562" w:rsidRPr="00EB54C9" w:rsidRDefault="00B52562"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B52562" w:rsidRDefault="00B52562"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B52562" w:rsidRDefault="00B52562"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B52562" w:rsidRDefault="00B5256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B52562" w:rsidRDefault="00B5256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B52562" w:rsidRDefault="00B5256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B52562" w:rsidRDefault="00B5256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B52562" w:rsidRDefault="00B52562">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B52562" w:rsidRDefault="00B52562">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2">
    <w:p w14:paraId="5DE4A11D" w14:textId="77777777" w:rsidR="00B52562" w:rsidRDefault="00B52562"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3">
    <w:p w14:paraId="2705C003" w14:textId="77777777" w:rsidR="00B52562" w:rsidRPr="00545EB9" w:rsidRDefault="00B52562"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2A3EAD7" w14:textId="77777777" w:rsidR="00B52562" w:rsidRPr="00545EB9" w:rsidRDefault="00B52562" w:rsidP="00A8087A">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574F2FB" w14:textId="77777777" w:rsidR="00B52562" w:rsidRPr="00545EB9" w:rsidRDefault="00B52562" w:rsidP="00A8087A">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729A357D" w14:textId="77777777" w:rsidR="00B52562" w:rsidRPr="00545EB9" w:rsidRDefault="00B52562" w:rsidP="00A8087A">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2102DFFE" w14:textId="77777777" w:rsidR="00B52562" w:rsidRPr="00545EB9" w:rsidRDefault="00B52562" w:rsidP="00A8087A">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4">
    <w:p w14:paraId="0657D630" w14:textId="77777777" w:rsidR="00B52562" w:rsidRPr="00545EB9" w:rsidRDefault="00B52562"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72C0AAC7" w14:textId="77777777" w:rsidR="00B52562" w:rsidRPr="00EB54C9" w:rsidRDefault="00B52562"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2562" w14:paraId="5BA89A77" w14:textId="77777777" w:rsidTr="00C02D0A">
      <w:trPr>
        <w:trHeight w:hRule="exact" w:val="454"/>
      </w:trPr>
      <w:tc>
        <w:tcPr>
          <w:tcW w:w="1361" w:type="dxa"/>
          <w:tcMar>
            <w:top w:w="57" w:type="dxa"/>
            <w:left w:w="0" w:type="dxa"/>
            <w:right w:w="0" w:type="dxa"/>
          </w:tcMar>
        </w:tcPr>
        <w:p w14:paraId="3A2CF390" w14:textId="77777777" w:rsidR="00B52562" w:rsidRPr="00B8518B" w:rsidRDefault="00B52562" w:rsidP="00523EA7">
          <w:pPr>
            <w:pStyle w:val="Zpat"/>
            <w:rPr>
              <w:rStyle w:val="slostrnky"/>
            </w:rPr>
          </w:pPr>
        </w:p>
      </w:tc>
      <w:tc>
        <w:tcPr>
          <w:tcW w:w="3458" w:type="dxa"/>
          <w:shd w:val="clear" w:color="auto" w:fill="auto"/>
          <w:tcMar>
            <w:top w:w="57" w:type="dxa"/>
            <w:left w:w="0" w:type="dxa"/>
            <w:right w:w="0" w:type="dxa"/>
          </w:tcMar>
        </w:tcPr>
        <w:p w14:paraId="6988B899" w14:textId="77777777" w:rsidR="00B52562" w:rsidRDefault="00B52562" w:rsidP="00523EA7">
          <w:pPr>
            <w:pStyle w:val="Zpat"/>
          </w:pPr>
        </w:p>
      </w:tc>
      <w:tc>
        <w:tcPr>
          <w:tcW w:w="5698" w:type="dxa"/>
          <w:shd w:val="clear" w:color="auto" w:fill="auto"/>
          <w:tcMar>
            <w:top w:w="57" w:type="dxa"/>
            <w:left w:w="0" w:type="dxa"/>
            <w:right w:w="0" w:type="dxa"/>
          </w:tcMar>
        </w:tcPr>
        <w:p w14:paraId="3D1EA4E4" w14:textId="77777777" w:rsidR="00B52562" w:rsidRPr="00D6163D" w:rsidRDefault="00B52562" w:rsidP="00D6163D">
          <w:pPr>
            <w:pStyle w:val="Druhdokumentu"/>
          </w:pPr>
        </w:p>
      </w:tc>
    </w:tr>
  </w:tbl>
  <w:p w14:paraId="6E3AA6B0" w14:textId="77777777" w:rsidR="00B52562" w:rsidRPr="00D6163D" w:rsidRDefault="00B5256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2562" w14:paraId="7993B4A4" w14:textId="77777777" w:rsidTr="00B22106">
      <w:trPr>
        <w:trHeight w:hRule="exact" w:val="936"/>
      </w:trPr>
      <w:tc>
        <w:tcPr>
          <w:tcW w:w="1361" w:type="dxa"/>
          <w:tcMar>
            <w:left w:w="0" w:type="dxa"/>
            <w:right w:w="0" w:type="dxa"/>
          </w:tcMar>
        </w:tcPr>
        <w:p w14:paraId="31ED3609" w14:textId="77777777" w:rsidR="00B52562" w:rsidRPr="00B8518B" w:rsidRDefault="00B52562" w:rsidP="00FC6389">
          <w:pPr>
            <w:pStyle w:val="Zpat"/>
            <w:rPr>
              <w:rStyle w:val="slostrnky"/>
            </w:rPr>
          </w:pPr>
        </w:p>
      </w:tc>
      <w:tc>
        <w:tcPr>
          <w:tcW w:w="3458" w:type="dxa"/>
          <w:shd w:val="clear" w:color="auto" w:fill="auto"/>
          <w:tcMar>
            <w:left w:w="0" w:type="dxa"/>
            <w:right w:w="0" w:type="dxa"/>
          </w:tcMar>
        </w:tcPr>
        <w:p w14:paraId="743ED60D" w14:textId="77777777" w:rsidR="00B52562" w:rsidRDefault="00B52562" w:rsidP="00FC6389">
          <w:pPr>
            <w:pStyle w:val="Zpat"/>
          </w:pPr>
        </w:p>
      </w:tc>
      <w:tc>
        <w:tcPr>
          <w:tcW w:w="5756" w:type="dxa"/>
          <w:shd w:val="clear" w:color="auto" w:fill="auto"/>
          <w:tcMar>
            <w:left w:w="0" w:type="dxa"/>
            <w:right w:w="0" w:type="dxa"/>
          </w:tcMar>
        </w:tcPr>
        <w:p w14:paraId="29A6A84F" w14:textId="77777777" w:rsidR="00B52562" w:rsidRPr="00D6163D" w:rsidRDefault="00B52562" w:rsidP="00FC6389">
          <w:pPr>
            <w:pStyle w:val="Druhdokumentu"/>
          </w:pPr>
        </w:p>
      </w:tc>
    </w:tr>
    <w:tr w:rsidR="00B52562" w14:paraId="1B4E91F5" w14:textId="77777777" w:rsidTr="00B22106">
      <w:trPr>
        <w:trHeight w:hRule="exact" w:val="936"/>
      </w:trPr>
      <w:tc>
        <w:tcPr>
          <w:tcW w:w="1361" w:type="dxa"/>
          <w:tcMar>
            <w:left w:w="0" w:type="dxa"/>
            <w:right w:w="0" w:type="dxa"/>
          </w:tcMar>
        </w:tcPr>
        <w:p w14:paraId="3285DE88" w14:textId="77777777" w:rsidR="00B52562" w:rsidRPr="00B8518B" w:rsidRDefault="00B52562" w:rsidP="00FC6389">
          <w:pPr>
            <w:pStyle w:val="Zpat"/>
            <w:rPr>
              <w:rStyle w:val="slostrnky"/>
            </w:rPr>
          </w:pPr>
        </w:p>
      </w:tc>
      <w:tc>
        <w:tcPr>
          <w:tcW w:w="3458" w:type="dxa"/>
          <w:shd w:val="clear" w:color="auto" w:fill="auto"/>
          <w:tcMar>
            <w:left w:w="0" w:type="dxa"/>
            <w:right w:w="0" w:type="dxa"/>
          </w:tcMar>
        </w:tcPr>
        <w:p w14:paraId="54B6D10F" w14:textId="77777777" w:rsidR="00B52562" w:rsidRDefault="00B52562" w:rsidP="00FC6389">
          <w:pPr>
            <w:pStyle w:val="Zpat"/>
          </w:pPr>
        </w:p>
      </w:tc>
      <w:tc>
        <w:tcPr>
          <w:tcW w:w="5756" w:type="dxa"/>
          <w:shd w:val="clear" w:color="auto" w:fill="auto"/>
          <w:tcMar>
            <w:left w:w="0" w:type="dxa"/>
            <w:right w:w="0" w:type="dxa"/>
          </w:tcMar>
        </w:tcPr>
        <w:p w14:paraId="047F1B7F" w14:textId="77777777" w:rsidR="00B52562" w:rsidRPr="00D6163D" w:rsidRDefault="00B52562" w:rsidP="00FC6389">
          <w:pPr>
            <w:pStyle w:val="Druhdokumentu"/>
          </w:pPr>
        </w:p>
      </w:tc>
    </w:tr>
  </w:tbl>
  <w:p w14:paraId="30422E09" w14:textId="77777777" w:rsidR="00B52562" w:rsidRPr="00D6163D" w:rsidRDefault="00B52562"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B52562" w:rsidRPr="00460660" w:rsidRDefault="00B5256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4"/>
  </w:num>
  <w:num w:numId="4">
    <w:abstractNumId w:val="4"/>
  </w:num>
  <w:num w:numId="5">
    <w:abstractNumId w:val="1"/>
  </w:num>
  <w:num w:numId="6">
    <w:abstractNumId w:val="8"/>
  </w:num>
  <w:num w:numId="7">
    <w:abstractNumId w:val="12"/>
  </w:num>
  <w:num w:numId="8">
    <w:abstractNumId w:val="9"/>
  </w:num>
  <w:num w:numId="9">
    <w:abstractNumId w:val="17"/>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1"/>
  </w:num>
  <w:num w:numId="18">
    <w:abstractNumId w:val="15"/>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0"/>
  </w:num>
  <w:num w:numId="24">
    <w:abstractNumId w:val="1"/>
  </w:num>
  <w:num w:numId="25">
    <w:abstractNumId w:val="1"/>
  </w:num>
  <w:num w:numId="26">
    <w:abstractNumId w:val="1"/>
  </w:num>
  <w:num w:numId="27">
    <w:abstractNumId w:val="1"/>
  </w:num>
  <w:num w:numId="28">
    <w:abstractNumId w:val="9"/>
  </w:num>
  <w:num w:numId="29">
    <w:abstractNumId w:val="16"/>
  </w:num>
  <w:num w:numId="30">
    <w:abstractNumId w:val="7"/>
  </w:num>
  <w:num w:numId="31">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9C3"/>
    <w:rsid w:val="00001098"/>
    <w:rsid w:val="00001B50"/>
    <w:rsid w:val="00002451"/>
    <w:rsid w:val="00005E73"/>
    <w:rsid w:val="00013ACF"/>
    <w:rsid w:val="00015867"/>
    <w:rsid w:val="000174E8"/>
    <w:rsid w:val="00017F3C"/>
    <w:rsid w:val="00020C61"/>
    <w:rsid w:val="00020E8A"/>
    <w:rsid w:val="00025CAF"/>
    <w:rsid w:val="0002609D"/>
    <w:rsid w:val="000302CF"/>
    <w:rsid w:val="000338E9"/>
    <w:rsid w:val="00040A39"/>
    <w:rsid w:val="00041EC8"/>
    <w:rsid w:val="00044AE0"/>
    <w:rsid w:val="00044F4C"/>
    <w:rsid w:val="00045D7F"/>
    <w:rsid w:val="00047A50"/>
    <w:rsid w:val="000635E4"/>
    <w:rsid w:val="0006499F"/>
    <w:rsid w:val="0006588D"/>
    <w:rsid w:val="00067A5E"/>
    <w:rsid w:val="00067EE3"/>
    <w:rsid w:val="000719BB"/>
    <w:rsid w:val="00072A65"/>
    <w:rsid w:val="00072C1E"/>
    <w:rsid w:val="000839DD"/>
    <w:rsid w:val="00087EE6"/>
    <w:rsid w:val="00092CC9"/>
    <w:rsid w:val="00096B72"/>
    <w:rsid w:val="000A7769"/>
    <w:rsid w:val="000B2FB3"/>
    <w:rsid w:val="000B4EB8"/>
    <w:rsid w:val="000C41F2"/>
    <w:rsid w:val="000C6E66"/>
    <w:rsid w:val="000D0B24"/>
    <w:rsid w:val="000D20BC"/>
    <w:rsid w:val="000D22C4"/>
    <w:rsid w:val="000D27D1"/>
    <w:rsid w:val="000D5E72"/>
    <w:rsid w:val="000D7556"/>
    <w:rsid w:val="000E025C"/>
    <w:rsid w:val="000E1A7F"/>
    <w:rsid w:val="000E4762"/>
    <w:rsid w:val="000E6F70"/>
    <w:rsid w:val="00102765"/>
    <w:rsid w:val="0010350A"/>
    <w:rsid w:val="00106A0E"/>
    <w:rsid w:val="00112864"/>
    <w:rsid w:val="00113521"/>
    <w:rsid w:val="00114472"/>
    <w:rsid w:val="00114988"/>
    <w:rsid w:val="00115069"/>
    <w:rsid w:val="001150F2"/>
    <w:rsid w:val="001214E7"/>
    <w:rsid w:val="00132573"/>
    <w:rsid w:val="00136515"/>
    <w:rsid w:val="001379B6"/>
    <w:rsid w:val="00137DD7"/>
    <w:rsid w:val="00146BCB"/>
    <w:rsid w:val="00162597"/>
    <w:rsid w:val="001656A2"/>
    <w:rsid w:val="00170EC5"/>
    <w:rsid w:val="001723F7"/>
    <w:rsid w:val="001744C2"/>
    <w:rsid w:val="001747C1"/>
    <w:rsid w:val="001758BE"/>
    <w:rsid w:val="00177A1C"/>
    <w:rsid w:val="00177D6B"/>
    <w:rsid w:val="00180482"/>
    <w:rsid w:val="001827B5"/>
    <w:rsid w:val="00187039"/>
    <w:rsid w:val="00191F90"/>
    <w:rsid w:val="00193D8F"/>
    <w:rsid w:val="001950C2"/>
    <w:rsid w:val="00195371"/>
    <w:rsid w:val="001A0DE1"/>
    <w:rsid w:val="001A4B1E"/>
    <w:rsid w:val="001B23A1"/>
    <w:rsid w:val="001B40E6"/>
    <w:rsid w:val="001B4E74"/>
    <w:rsid w:val="001C645F"/>
    <w:rsid w:val="001C7465"/>
    <w:rsid w:val="001E651D"/>
    <w:rsid w:val="001E678E"/>
    <w:rsid w:val="001F0289"/>
    <w:rsid w:val="00204EC4"/>
    <w:rsid w:val="002071BB"/>
    <w:rsid w:val="00207DF5"/>
    <w:rsid w:val="002107BB"/>
    <w:rsid w:val="00216349"/>
    <w:rsid w:val="00233A53"/>
    <w:rsid w:val="00240B81"/>
    <w:rsid w:val="00247D01"/>
    <w:rsid w:val="0025030F"/>
    <w:rsid w:val="00254BF2"/>
    <w:rsid w:val="00261A5B"/>
    <w:rsid w:val="00262E5B"/>
    <w:rsid w:val="0026385B"/>
    <w:rsid w:val="00264132"/>
    <w:rsid w:val="00276AFE"/>
    <w:rsid w:val="00290B63"/>
    <w:rsid w:val="0029185E"/>
    <w:rsid w:val="002924B8"/>
    <w:rsid w:val="002929A4"/>
    <w:rsid w:val="00293ECC"/>
    <w:rsid w:val="002966EC"/>
    <w:rsid w:val="002A3B57"/>
    <w:rsid w:val="002A74BD"/>
    <w:rsid w:val="002B0D62"/>
    <w:rsid w:val="002B3118"/>
    <w:rsid w:val="002B62F8"/>
    <w:rsid w:val="002B66F2"/>
    <w:rsid w:val="002C00BE"/>
    <w:rsid w:val="002C04EE"/>
    <w:rsid w:val="002C31BF"/>
    <w:rsid w:val="002C4A18"/>
    <w:rsid w:val="002D1B0C"/>
    <w:rsid w:val="002D478A"/>
    <w:rsid w:val="002D6B5B"/>
    <w:rsid w:val="002D7FD6"/>
    <w:rsid w:val="002E0CD7"/>
    <w:rsid w:val="002E0CFB"/>
    <w:rsid w:val="002E57CD"/>
    <w:rsid w:val="002E5C7B"/>
    <w:rsid w:val="002F3208"/>
    <w:rsid w:val="002F4333"/>
    <w:rsid w:val="00306A0A"/>
    <w:rsid w:val="00307641"/>
    <w:rsid w:val="0031098B"/>
    <w:rsid w:val="00311F11"/>
    <w:rsid w:val="003148CD"/>
    <w:rsid w:val="00316257"/>
    <w:rsid w:val="0031783A"/>
    <w:rsid w:val="00327EEF"/>
    <w:rsid w:val="003303BF"/>
    <w:rsid w:val="0033239F"/>
    <w:rsid w:val="00333C1C"/>
    <w:rsid w:val="0034274B"/>
    <w:rsid w:val="0034719F"/>
    <w:rsid w:val="003509BF"/>
    <w:rsid w:val="00350A35"/>
    <w:rsid w:val="003510E8"/>
    <w:rsid w:val="0035531B"/>
    <w:rsid w:val="00356EF6"/>
    <w:rsid w:val="003571D8"/>
    <w:rsid w:val="00357BC6"/>
    <w:rsid w:val="00361422"/>
    <w:rsid w:val="00364B89"/>
    <w:rsid w:val="003707FB"/>
    <w:rsid w:val="003717A3"/>
    <w:rsid w:val="0037545D"/>
    <w:rsid w:val="00375ACD"/>
    <w:rsid w:val="0038050F"/>
    <w:rsid w:val="00386FF1"/>
    <w:rsid w:val="00387790"/>
    <w:rsid w:val="00392EB6"/>
    <w:rsid w:val="003947BB"/>
    <w:rsid w:val="00394D03"/>
    <w:rsid w:val="003956C6"/>
    <w:rsid w:val="003A4513"/>
    <w:rsid w:val="003A4531"/>
    <w:rsid w:val="003A4D14"/>
    <w:rsid w:val="003B0926"/>
    <w:rsid w:val="003B106E"/>
    <w:rsid w:val="003B2BAB"/>
    <w:rsid w:val="003B773E"/>
    <w:rsid w:val="003C33F2"/>
    <w:rsid w:val="003D57C6"/>
    <w:rsid w:val="003D756E"/>
    <w:rsid w:val="003E2FBA"/>
    <w:rsid w:val="003E3CE3"/>
    <w:rsid w:val="003E420D"/>
    <w:rsid w:val="003E4C13"/>
    <w:rsid w:val="003E5175"/>
    <w:rsid w:val="003E79F5"/>
    <w:rsid w:val="003F1208"/>
    <w:rsid w:val="003F4009"/>
    <w:rsid w:val="003F5C2A"/>
    <w:rsid w:val="003F64D4"/>
    <w:rsid w:val="00404BA2"/>
    <w:rsid w:val="004078F3"/>
    <w:rsid w:val="00415C07"/>
    <w:rsid w:val="00416AF9"/>
    <w:rsid w:val="00427794"/>
    <w:rsid w:val="004432CF"/>
    <w:rsid w:val="00446A64"/>
    <w:rsid w:val="00450F07"/>
    <w:rsid w:val="00452F69"/>
    <w:rsid w:val="00453CD3"/>
    <w:rsid w:val="00454716"/>
    <w:rsid w:val="00454BB9"/>
    <w:rsid w:val="00460660"/>
    <w:rsid w:val="00464BA9"/>
    <w:rsid w:val="00464C3B"/>
    <w:rsid w:val="00474F4D"/>
    <w:rsid w:val="00483969"/>
    <w:rsid w:val="00486107"/>
    <w:rsid w:val="00491827"/>
    <w:rsid w:val="00496EDA"/>
    <w:rsid w:val="004976AA"/>
    <w:rsid w:val="004A3FB1"/>
    <w:rsid w:val="004B05DC"/>
    <w:rsid w:val="004B2D81"/>
    <w:rsid w:val="004B34E9"/>
    <w:rsid w:val="004B586E"/>
    <w:rsid w:val="004B5C8B"/>
    <w:rsid w:val="004C4399"/>
    <w:rsid w:val="004C787C"/>
    <w:rsid w:val="004D12E9"/>
    <w:rsid w:val="004D5DCB"/>
    <w:rsid w:val="004D602A"/>
    <w:rsid w:val="004D6B48"/>
    <w:rsid w:val="004E4BDF"/>
    <w:rsid w:val="004E7A1F"/>
    <w:rsid w:val="004F1D17"/>
    <w:rsid w:val="004F4597"/>
    <w:rsid w:val="004F4B9B"/>
    <w:rsid w:val="004F5545"/>
    <w:rsid w:val="00501B32"/>
    <w:rsid w:val="0050666E"/>
    <w:rsid w:val="00511AB9"/>
    <w:rsid w:val="005124C5"/>
    <w:rsid w:val="00513EF2"/>
    <w:rsid w:val="005210B3"/>
    <w:rsid w:val="0052294C"/>
    <w:rsid w:val="00523BB5"/>
    <w:rsid w:val="00523EA7"/>
    <w:rsid w:val="00524409"/>
    <w:rsid w:val="00527C47"/>
    <w:rsid w:val="00532285"/>
    <w:rsid w:val="005406EB"/>
    <w:rsid w:val="00540C01"/>
    <w:rsid w:val="0054231A"/>
    <w:rsid w:val="005434A6"/>
    <w:rsid w:val="00544035"/>
    <w:rsid w:val="0054651E"/>
    <w:rsid w:val="00553375"/>
    <w:rsid w:val="00555884"/>
    <w:rsid w:val="00561AEF"/>
    <w:rsid w:val="00564DDD"/>
    <w:rsid w:val="00567009"/>
    <w:rsid w:val="005736B7"/>
    <w:rsid w:val="00575E5A"/>
    <w:rsid w:val="00577A3C"/>
    <w:rsid w:val="00580245"/>
    <w:rsid w:val="00582F0E"/>
    <w:rsid w:val="005A126C"/>
    <w:rsid w:val="005A1F44"/>
    <w:rsid w:val="005A3D2F"/>
    <w:rsid w:val="005A3D52"/>
    <w:rsid w:val="005A6BD1"/>
    <w:rsid w:val="005B0041"/>
    <w:rsid w:val="005B127F"/>
    <w:rsid w:val="005B3962"/>
    <w:rsid w:val="005D3C39"/>
    <w:rsid w:val="005F0F22"/>
    <w:rsid w:val="0060115D"/>
    <w:rsid w:val="00601A8C"/>
    <w:rsid w:val="00605AF3"/>
    <w:rsid w:val="0061068E"/>
    <w:rsid w:val="006106FA"/>
    <w:rsid w:val="006115D3"/>
    <w:rsid w:val="00613FCF"/>
    <w:rsid w:val="006264E8"/>
    <w:rsid w:val="00626507"/>
    <w:rsid w:val="00630DD4"/>
    <w:rsid w:val="00633A58"/>
    <w:rsid w:val="00637EA5"/>
    <w:rsid w:val="00640B30"/>
    <w:rsid w:val="00645BDD"/>
    <w:rsid w:val="00655976"/>
    <w:rsid w:val="0065610E"/>
    <w:rsid w:val="00660AD3"/>
    <w:rsid w:val="0067552E"/>
    <w:rsid w:val="006776B6"/>
    <w:rsid w:val="0068237D"/>
    <w:rsid w:val="00691220"/>
    <w:rsid w:val="00693150"/>
    <w:rsid w:val="006A0464"/>
    <w:rsid w:val="006A04C7"/>
    <w:rsid w:val="006A5570"/>
    <w:rsid w:val="006A689C"/>
    <w:rsid w:val="006B1C29"/>
    <w:rsid w:val="006B2B17"/>
    <w:rsid w:val="006B3D79"/>
    <w:rsid w:val="006B4F23"/>
    <w:rsid w:val="006B6FE4"/>
    <w:rsid w:val="006C2343"/>
    <w:rsid w:val="006C442A"/>
    <w:rsid w:val="006C4639"/>
    <w:rsid w:val="006C599A"/>
    <w:rsid w:val="006E0578"/>
    <w:rsid w:val="006E19BB"/>
    <w:rsid w:val="006E314D"/>
    <w:rsid w:val="006E5E4C"/>
    <w:rsid w:val="006E7C86"/>
    <w:rsid w:val="006F6B09"/>
    <w:rsid w:val="006F7558"/>
    <w:rsid w:val="0070255F"/>
    <w:rsid w:val="007038DC"/>
    <w:rsid w:val="00703E18"/>
    <w:rsid w:val="00706F4C"/>
    <w:rsid w:val="0070752A"/>
    <w:rsid w:val="00710723"/>
    <w:rsid w:val="007134F3"/>
    <w:rsid w:val="0072223E"/>
    <w:rsid w:val="00723ED1"/>
    <w:rsid w:val="00724AF8"/>
    <w:rsid w:val="00734869"/>
    <w:rsid w:val="007356BD"/>
    <w:rsid w:val="00740AF5"/>
    <w:rsid w:val="00743525"/>
    <w:rsid w:val="00744F6A"/>
    <w:rsid w:val="00745555"/>
    <w:rsid w:val="00745669"/>
    <w:rsid w:val="0075249A"/>
    <w:rsid w:val="007541A2"/>
    <w:rsid w:val="00755818"/>
    <w:rsid w:val="0076286B"/>
    <w:rsid w:val="00766846"/>
    <w:rsid w:val="0076790E"/>
    <w:rsid w:val="00773DC0"/>
    <w:rsid w:val="0077673A"/>
    <w:rsid w:val="007846E1"/>
    <w:rsid w:val="007847D6"/>
    <w:rsid w:val="0079621E"/>
    <w:rsid w:val="00796DC1"/>
    <w:rsid w:val="007A2107"/>
    <w:rsid w:val="007A5172"/>
    <w:rsid w:val="007A67A0"/>
    <w:rsid w:val="007B02F9"/>
    <w:rsid w:val="007B570C"/>
    <w:rsid w:val="007C12F8"/>
    <w:rsid w:val="007C5846"/>
    <w:rsid w:val="007D4898"/>
    <w:rsid w:val="007D5A8D"/>
    <w:rsid w:val="007E2234"/>
    <w:rsid w:val="007E4A6E"/>
    <w:rsid w:val="007E7867"/>
    <w:rsid w:val="007F0AC2"/>
    <w:rsid w:val="007F3581"/>
    <w:rsid w:val="007F56A7"/>
    <w:rsid w:val="007F7463"/>
    <w:rsid w:val="00800164"/>
    <w:rsid w:val="00800851"/>
    <w:rsid w:val="00800D6C"/>
    <w:rsid w:val="00807DD0"/>
    <w:rsid w:val="00811843"/>
    <w:rsid w:val="0081404D"/>
    <w:rsid w:val="00815C1B"/>
    <w:rsid w:val="00821D01"/>
    <w:rsid w:val="00822B88"/>
    <w:rsid w:val="00826B7B"/>
    <w:rsid w:val="00831DE9"/>
    <w:rsid w:val="00833899"/>
    <w:rsid w:val="00834CA2"/>
    <w:rsid w:val="008356A0"/>
    <w:rsid w:val="00845C50"/>
    <w:rsid w:val="00846789"/>
    <w:rsid w:val="0085047F"/>
    <w:rsid w:val="00850602"/>
    <w:rsid w:val="008507EA"/>
    <w:rsid w:val="00861D01"/>
    <w:rsid w:val="0086381C"/>
    <w:rsid w:val="00863B3A"/>
    <w:rsid w:val="008645A3"/>
    <w:rsid w:val="00870197"/>
    <w:rsid w:val="00872044"/>
    <w:rsid w:val="00872683"/>
    <w:rsid w:val="00876D73"/>
    <w:rsid w:val="008811E8"/>
    <w:rsid w:val="0088136F"/>
    <w:rsid w:val="00881B57"/>
    <w:rsid w:val="00887F36"/>
    <w:rsid w:val="00895282"/>
    <w:rsid w:val="008A0073"/>
    <w:rsid w:val="008A3568"/>
    <w:rsid w:val="008A5BA8"/>
    <w:rsid w:val="008A6C63"/>
    <w:rsid w:val="008A7245"/>
    <w:rsid w:val="008A7524"/>
    <w:rsid w:val="008B2021"/>
    <w:rsid w:val="008B5E08"/>
    <w:rsid w:val="008B780E"/>
    <w:rsid w:val="008C0335"/>
    <w:rsid w:val="008C50F3"/>
    <w:rsid w:val="008C65BC"/>
    <w:rsid w:val="008C7CAC"/>
    <w:rsid w:val="008C7EFE"/>
    <w:rsid w:val="008D03B9"/>
    <w:rsid w:val="008D30C7"/>
    <w:rsid w:val="008D4732"/>
    <w:rsid w:val="008D552B"/>
    <w:rsid w:val="008E1138"/>
    <w:rsid w:val="008E16B8"/>
    <w:rsid w:val="008E47A8"/>
    <w:rsid w:val="008F18D6"/>
    <w:rsid w:val="008F2C9B"/>
    <w:rsid w:val="008F77E2"/>
    <w:rsid w:val="008F797B"/>
    <w:rsid w:val="00904780"/>
    <w:rsid w:val="0090635B"/>
    <w:rsid w:val="009070CD"/>
    <w:rsid w:val="00910203"/>
    <w:rsid w:val="00920DEB"/>
    <w:rsid w:val="00922385"/>
    <w:rsid w:val="009223DF"/>
    <w:rsid w:val="009246F5"/>
    <w:rsid w:val="00930B79"/>
    <w:rsid w:val="00932A5F"/>
    <w:rsid w:val="00936091"/>
    <w:rsid w:val="00940D8A"/>
    <w:rsid w:val="0094188D"/>
    <w:rsid w:val="00943EF7"/>
    <w:rsid w:val="00954FD0"/>
    <w:rsid w:val="00962258"/>
    <w:rsid w:val="00964860"/>
    <w:rsid w:val="00966191"/>
    <w:rsid w:val="009678B7"/>
    <w:rsid w:val="00970A72"/>
    <w:rsid w:val="00973BD3"/>
    <w:rsid w:val="00991DFB"/>
    <w:rsid w:val="00992D9C"/>
    <w:rsid w:val="00995F09"/>
    <w:rsid w:val="00996CB8"/>
    <w:rsid w:val="009A5602"/>
    <w:rsid w:val="009B2E97"/>
    <w:rsid w:val="009B5146"/>
    <w:rsid w:val="009B56D6"/>
    <w:rsid w:val="009C0F4D"/>
    <w:rsid w:val="009C3F92"/>
    <w:rsid w:val="009C418E"/>
    <w:rsid w:val="009C442C"/>
    <w:rsid w:val="009C5DF6"/>
    <w:rsid w:val="009D20A1"/>
    <w:rsid w:val="009E07F4"/>
    <w:rsid w:val="009E0808"/>
    <w:rsid w:val="009E5779"/>
    <w:rsid w:val="009E68BC"/>
    <w:rsid w:val="009F15E5"/>
    <w:rsid w:val="009F309B"/>
    <w:rsid w:val="009F392E"/>
    <w:rsid w:val="009F4745"/>
    <w:rsid w:val="009F53C5"/>
    <w:rsid w:val="00A00D28"/>
    <w:rsid w:val="00A0740E"/>
    <w:rsid w:val="00A1396A"/>
    <w:rsid w:val="00A17CD0"/>
    <w:rsid w:val="00A22E59"/>
    <w:rsid w:val="00A31866"/>
    <w:rsid w:val="00A36B76"/>
    <w:rsid w:val="00A4050F"/>
    <w:rsid w:val="00A42F21"/>
    <w:rsid w:val="00A50641"/>
    <w:rsid w:val="00A5091E"/>
    <w:rsid w:val="00A530BF"/>
    <w:rsid w:val="00A5663F"/>
    <w:rsid w:val="00A603F7"/>
    <w:rsid w:val="00A6177B"/>
    <w:rsid w:val="00A652A2"/>
    <w:rsid w:val="00A66136"/>
    <w:rsid w:val="00A6673D"/>
    <w:rsid w:val="00A71189"/>
    <w:rsid w:val="00A7364A"/>
    <w:rsid w:val="00A74DCC"/>
    <w:rsid w:val="00A753ED"/>
    <w:rsid w:val="00A7558F"/>
    <w:rsid w:val="00A77512"/>
    <w:rsid w:val="00A80558"/>
    <w:rsid w:val="00A80844"/>
    <w:rsid w:val="00A8087A"/>
    <w:rsid w:val="00A865F9"/>
    <w:rsid w:val="00A922C6"/>
    <w:rsid w:val="00A94C2F"/>
    <w:rsid w:val="00AA1E3E"/>
    <w:rsid w:val="00AA3E17"/>
    <w:rsid w:val="00AA4CBB"/>
    <w:rsid w:val="00AA65FA"/>
    <w:rsid w:val="00AA7351"/>
    <w:rsid w:val="00AB0C50"/>
    <w:rsid w:val="00AB1063"/>
    <w:rsid w:val="00AC0054"/>
    <w:rsid w:val="00AD056F"/>
    <w:rsid w:val="00AD0C7B"/>
    <w:rsid w:val="00AD1771"/>
    <w:rsid w:val="00AD1786"/>
    <w:rsid w:val="00AD5E18"/>
    <w:rsid w:val="00AD5F1A"/>
    <w:rsid w:val="00AD6731"/>
    <w:rsid w:val="00AD792A"/>
    <w:rsid w:val="00AE1D4A"/>
    <w:rsid w:val="00AE32DC"/>
    <w:rsid w:val="00AE3BB4"/>
    <w:rsid w:val="00AF15A5"/>
    <w:rsid w:val="00B008D5"/>
    <w:rsid w:val="00B01B4C"/>
    <w:rsid w:val="00B02DF3"/>
    <w:rsid w:val="00B02F73"/>
    <w:rsid w:val="00B0619F"/>
    <w:rsid w:val="00B13A26"/>
    <w:rsid w:val="00B15D0D"/>
    <w:rsid w:val="00B16675"/>
    <w:rsid w:val="00B173BF"/>
    <w:rsid w:val="00B22106"/>
    <w:rsid w:val="00B2232C"/>
    <w:rsid w:val="00B275B8"/>
    <w:rsid w:val="00B31001"/>
    <w:rsid w:val="00B35363"/>
    <w:rsid w:val="00B376E4"/>
    <w:rsid w:val="00B40A21"/>
    <w:rsid w:val="00B429CF"/>
    <w:rsid w:val="00B448FF"/>
    <w:rsid w:val="00B450E6"/>
    <w:rsid w:val="00B52562"/>
    <w:rsid w:val="00B5431A"/>
    <w:rsid w:val="00B5523F"/>
    <w:rsid w:val="00B56BB9"/>
    <w:rsid w:val="00B60046"/>
    <w:rsid w:val="00B61530"/>
    <w:rsid w:val="00B61CF8"/>
    <w:rsid w:val="00B645BC"/>
    <w:rsid w:val="00B70267"/>
    <w:rsid w:val="00B72CAA"/>
    <w:rsid w:val="00B75EE1"/>
    <w:rsid w:val="00B765FF"/>
    <w:rsid w:val="00B77481"/>
    <w:rsid w:val="00B77C6D"/>
    <w:rsid w:val="00B80271"/>
    <w:rsid w:val="00B80652"/>
    <w:rsid w:val="00B80E53"/>
    <w:rsid w:val="00B82C63"/>
    <w:rsid w:val="00B8518B"/>
    <w:rsid w:val="00B94ADD"/>
    <w:rsid w:val="00B95A6F"/>
    <w:rsid w:val="00B97CC3"/>
    <w:rsid w:val="00BA0D72"/>
    <w:rsid w:val="00BB4AF2"/>
    <w:rsid w:val="00BC06C4"/>
    <w:rsid w:val="00BC17D8"/>
    <w:rsid w:val="00BC663E"/>
    <w:rsid w:val="00BC6D2B"/>
    <w:rsid w:val="00BD35B5"/>
    <w:rsid w:val="00BD7E91"/>
    <w:rsid w:val="00BD7F0D"/>
    <w:rsid w:val="00BE49F4"/>
    <w:rsid w:val="00BF05E1"/>
    <w:rsid w:val="00BF0C79"/>
    <w:rsid w:val="00C01847"/>
    <w:rsid w:val="00C02D0A"/>
    <w:rsid w:val="00C03A6E"/>
    <w:rsid w:val="00C06C43"/>
    <w:rsid w:val="00C114C6"/>
    <w:rsid w:val="00C226C0"/>
    <w:rsid w:val="00C24393"/>
    <w:rsid w:val="00C270D4"/>
    <w:rsid w:val="00C2720F"/>
    <w:rsid w:val="00C35EC7"/>
    <w:rsid w:val="00C42A05"/>
    <w:rsid w:val="00C42FE6"/>
    <w:rsid w:val="00C44F6A"/>
    <w:rsid w:val="00C47C2C"/>
    <w:rsid w:val="00C52C3D"/>
    <w:rsid w:val="00C57268"/>
    <w:rsid w:val="00C6198E"/>
    <w:rsid w:val="00C708EA"/>
    <w:rsid w:val="00C711B5"/>
    <w:rsid w:val="00C7216F"/>
    <w:rsid w:val="00C77105"/>
    <w:rsid w:val="00C776E5"/>
    <w:rsid w:val="00C778A5"/>
    <w:rsid w:val="00C945EA"/>
    <w:rsid w:val="00C95162"/>
    <w:rsid w:val="00C975AD"/>
    <w:rsid w:val="00CB23D4"/>
    <w:rsid w:val="00CB3151"/>
    <w:rsid w:val="00CB427A"/>
    <w:rsid w:val="00CB6A37"/>
    <w:rsid w:val="00CB7684"/>
    <w:rsid w:val="00CC06EE"/>
    <w:rsid w:val="00CC4380"/>
    <w:rsid w:val="00CC7C8F"/>
    <w:rsid w:val="00CD0B4D"/>
    <w:rsid w:val="00CD1FC4"/>
    <w:rsid w:val="00CD2905"/>
    <w:rsid w:val="00CD58AD"/>
    <w:rsid w:val="00CE678F"/>
    <w:rsid w:val="00CF2EFA"/>
    <w:rsid w:val="00D034A0"/>
    <w:rsid w:val="00D0352F"/>
    <w:rsid w:val="00D042A9"/>
    <w:rsid w:val="00D0689B"/>
    <w:rsid w:val="00D10A2D"/>
    <w:rsid w:val="00D10DF4"/>
    <w:rsid w:val="00D10FD0"/>
    <w:rsid w:val="00D139AC"/>
    <w:rsid w:val="00D145E1"/>
    <w:rsid w:val="00D15515"/>
    <w:rsid w:val="00D15CDA"/>
    <w:rsid w:val="00D21061"/>
    <w:rsid w:val="00D23DD5"/>
    <w:rsid w:val="00D30400"/>
    <w:rsid w:val="00D30F04"/>
    <w:rsid w:val="00D31152"/>
    <w:rsid w:val="00D3154A"/>
    <w:rsid w:val="00D37B14"/>
    <w:rsid w:val="00D4108E"/>
    <w:rsid w:val="00D53868"/>
    <w:rsid w:val="00D562E2"/>
    <w:rsid w:val="00D5785B"/>
    <w:rsid w:val="00D57BFB"/>
    <w:rsid w:val="00D60F62"/>
    <w:rsid w:val="00D6163D"/>
    <w:rsid w:val="00D61BE3"/>
    <w:rsid w:val="00D6259C"/>
    <w:rsid w:val="00D62C30"/>
    <w:rsid w:val="00D633E2"/>
    <w:rsid w:val="00D70700"/>
    <w:rsid w:val="00D71D24"/>
    <w:rsid w:val="00D72FF3"/>
    <w:rsid w:val="00D82403"/>
    <w:rsid w:val="00D831A3"/>
    <w:rsid w:val="00D868B0"/>
    <w:rsid w:val="00D97BE3"/>
    <w:rsid w:val="00DA3711"/>
    <w:rsid w:val="00DB619A"/>
    <w:rsid w:val="00DD22E5"/>
    <w:rsid w:val="00DD46F3"/>
    <w:rsid w:val="00DD5817"/>
    <w:rsid w:val="00DD6132"/>
    <w:rsid w:val="00DE51A5"/>
    <w:rsid w:val="00DE56F2"/>
    <w:rsid w:val="00DE6A35"/>
    <w:rsid w:val="00DF116D"/>
    <w:rsid w:val="00E01EA1"/>
    <w:rsid w:val="00E13AC3"/>
    <w:rsid w:val="00E16FF7"/>
    <w:rsid w:val="00E22C30"/>
    <w:rsid w:val="00E26D68"/>
    <w:rsid w:val="00E27B2E"/>
    <w:rsid w:val="00E308D3"/>
    <w:rsid w:val="00E41C4D"/>
    <w:rsid w:val="00E437B0"/>
    <w:rsid w:val="00E44045"/>
    <w:rsid w:val="00E4520D"/>
    <w:rsid w:val="00E47301"/>
    <w:rsid w:val="00E5187A"/>
    <w:rsid w:val="00E57D04"/>
    <w:rsid w:val="00E618C4"/>
    <w:rsid w:val="00E61C9B"/>
    <w:rsid w:val="00E65C98"/>
    <w:rsid w:val="00E7218A"/>
    <w:rsid w:val="00E7432A"/>
    <w:rsid w:val="00E878EE"/>
    <w:rsid w:val="00E9042B"/>
    <w:rsid w:val="00E94BCA"/>
    <w:rsid w:val="00EA6EC7"/>
    <w:rsid w:val="00EB0647"/>
    <w:rsid w:val="00EB0B37"/>
    <w:rsid w:val="00EB104F"/>
    <w:rsid w:val="00EB1DB9"/>
    <w:rsid w:val="00EB46E5"/>
    <w:rsid w:val="00EB5D4D"/>
    <w:rsid w:val="00EB7CA5"/>
    <w:rsid w:val="00EC10AE"/>
    <w:rsid w:val="00EC2BCC"/>
    <w:rsid w:val="00ED0703"/>
    <w:rsid w:val="00ED07F3"/>
    <w:rsid w:val="00ED14BD"/>
    <w:rsid w:val="00ED5E72"/>
    <w:rsid w:val="00ED6360"/>
    <w:rsid w:val="00ED6AFD"/>
    <w:rsid w:val="00EE2244"/>
    <w:rsid w:val="00EE3C5F"/>
    <w:rsid w:val="00EE53CB"/>
    <w:rsid w:val="00EE7882"/>
    <w:rsid w:val="00EF6038"/>
    <w:rsid w:val="00EF6397"/>
    <w:rsid w:val="00EF7EA5"/>
    <w:rsid w:val="00F016C7"/>
    <w:rsid w:val="00F02670"/>
    <w:rsid w:val="00F02E62"/>
    <w:rsid w:val="00F02FB4"/>
    <w:rsid w:val="00F05537"/>
    <w:rsid w:val="00F064E1"/>
    <w:rsid w:val="00F12DEC"/>
    <w:rsid w:val="00F14486"/>
    <w:rsid w:val="00F1715C"/>
    <w:rsid w:val="00F17E8A"/>
    <w:rsid w:val="00F22BD5"/>
    <w:rsid w:val="00F23C73"/>
    <w:rsid w:val="00F24F8E"/>
    <w:rsid w:val="00F265BD"/>
    <w:rsid w:val="00F310F8"/>
    <w:rsid w:val="00F34447"/>
    <w:rsid w:val="00F35939"/>
    <w:rsid w:val="00F45607"/>
    <w:rsid w:val="00F46000"/>
    <w:rsid w:val="00F4722B"/>
    <w:rsid w:val="00F527F4"/>
    <w:rsid w:val="00F54432"/>
    <w:rsid w:val="00F569C6"/>
    <w:rsid w:val="00F57C90"/>
    <w:rsid w:val="00F60099"/>
    <w:rsid w:val="00F659EB"/>
    <w:rsid w:val="00F71E32"/>
    <w:rsid w:val="00F80D2C"/>
    <w:rsid w:val="00F86B75"/>
    <w:rsid w:val="00F86BA6"/>
    <w:rsid w:val="00F91736"/>
    <w:rsid w:val="00F91B4A"/>
    <w:rsid w:val="00F923A8"/>
    <w:rsid w:val="00F93E20"/>
    <w:rsid w:val="00FA1983"/>
    <w:rsid w:val="00FA5FAF"/>
    <w:rsid w:val="00FA7CF8"/>
    <w:rsid w:val="00FB5319"/>
    <w:rsid w:val="00FB6342"/>
    <w:rsid w:val="00FB6520"/>
    <w:rsid w:val="00FC07DA"/>
    <w:rsid w:val="00FC6389"/>
    <w:rsid w:val="00FC6E68"/>
    <w:rsid w:val="00FD0C16"/>
    <w:rsid w:val="00FD3FF0"/>
    <w:rsid w:val="00FD5B2F"/>
    <w:rsid w:val="00FE4333"/>
    <w:rsid w:val="00FE6AEC"/>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Tun">
    <w:name w:val="_Tučně"/>
    <w:basedOn w:val="Standardnpsmoodstavce"/>
    <w:qFormat/>
    <w:rsid w:val="003F1208"/>
    <w:rPr>
      <w:b/>
    </w:rPr>
  </w:style>
  <w:style w:type="paragraph" w:customStyle="1" w:styleId="Ftext">
    <w:name w:val="F_text"/>
    <w:link w:val="FtextChar"/>
    <w:qFormat/>
    <w:rsid w:val="004B2D81"/>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4B2D81"/>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58186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90CEB6A-DD3B-4A2E-B8A4-93FC381C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30</TotalTime>
  <Pages>1</Pages>
  <Words>20384</Words>
  <Characters>120269</Characters>
  <Application>Microsoft Office Word</Application>
  <DocSecurity>0</DocSecurity>
  <Lines>1002</Lines>
  <Paragraphs>280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17</cp:revision>
  <cp:lastPrinted>2023-01-05T06:15:00Z</cp:lastPrinted>
  <dcterms:created xsi:type="dcterms:W3CDTF">2023-01-02T06:12:00Z</dcterms:created>
  <dcterms:modified xsi:type="dcterms:W3CDTF">2023-01-05T06:16:00Z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