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Pr="00F34091">
        <w:rPr>
          <w:rFonts w:ascii="Verdana" w:hAnsi="Verdana"/>
          <w:b/>
          <w:sz w:val="18"/>
          <w:szCs w:val="18"/>
        </w:rPr>
        <w:t>„</w:t>
      </w:r>
      <w:r w:rsidR="00F34091" w:rsidRPr="00F34091">
        <w:rPr>
          <w:rFonts w:ascii="Verdana" w:hAnsi="Verdana"/>
          <w:b/>
          <w:sz w:val="18"/>
          <w:szCs w:val="18"/>
        </w:rPr>
        <w:t>Odstraňování nebezpečného odpadu z obvodu OŘ Praha 2023 - 2024</w:t>
      </w:r>
      <w:r w:rsidRPr="00F34091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0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40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091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417D693-E646-4B42-97A4-C3D6B8F4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96BDD9-76C6-4DE1-BC68-3B4E3513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2016-08-01T07:54:00Z</cp:lastPrinted>
  <dcterms:created xsi:type="dcterms:W3CDTF">2018-12-07T16:36:00Z</dcterms:created>
  <dcterms:modified xsi:type="dcterms:W3CDTF">2022-11-29T12:14:00Z</dcterms:modified>
</cp:coreProperties>
</file>