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4A7C1445" w:rsidR="00EB4ECA" w:rsidRDefault="00DD4E14" w:rsidP="00EB4ECA">
      <w:pPr>
        <w:pStyle w:val="Titul2"/>
      </w:pPr>
      <w:r>
        <w:t>Projektová dokumentace a z</w:t>
      </w:r>
      <w:r w:rsidR="00EB4ECA" w:rsidRPr="006C2343">
        <w:t>hotovení stavby</w:t>
      </w:r>
      <w:r w:rsidR="00EB4ECA">
        <w:t xml:space="preserve"> - podlimitní</w:t>
      </w:r>
    </w:p>
    <w:p w14:paraId="17CC9580" w14:textId="77777777" w:rsidR="0035531B" w:rsidRDefault="0035531B" w:rsidP="00EB46E5">
      <w:pPr>
        <w:pStyle w:val="Titul2"/>
      </w:pPr>
    </w:p>
    <w:p w14:paraId="1E8FFEA2" w14:textId="0C8A72A9" w:rsidR="0035531B" w:rsidRDefault="0035531B" w:rsidP="00EB46E5">
      <w:pPr>
        <w:pStyle w:val="Titul2"/>
      </w:pPr>
      <w:r w:rsidRPr="00DD4E14">
        <w:t>„</w:t>
      </w:r>
      <w:r w:rsidR="00DD4E14" w:rsidRPr="00DD4E14">
        <w:t>Výstavba DOK v traťovém úseku Kralupy nad Vltavou – Kladno-Ostrovec</w:t>
      </w:r>
      <w:r w:rsidRPr="00DD4E14">
        <w:t>“</w:t>
      </w:r>
    </w:p>
    <w:p w14:paraId="152849FF" w14:textId="77777777" w:rsidR="00AD0C7B" w:rsidRPr="006C2343" w:rsidRDefault="00AD0C7B" w:rsidP="00EB46E5">
      <w:pPr>
        <w:pStyle w:val="Titul2"/>
      </w:pPr>
    </w:p>
    <w:p w14:paraId="45AB7781" w14:textId="1F9EEA0C" w:rsidR="00F46EA7" w:rsidRDefault="00F46EA7" w:rsidP="00F46EA7">
      <w:pPr>
        <w:pStyle w:val="Text1-1"/>
        <w:numPr>
          <w:ilvl w:val="0"/>
          <w:numId w:val="0"/>
        </w:numPr>
        <w:tabs>
          <w:tab w:val="left" w:pos="708"/>
        </w:tabs>
        <w:ind w:left="737" w:hanging="737"/>
      </w:pPr>
      <w:r>
        <w:t xml:space="preserve">Č.j. </w:t>
      </w:r>
      <w:r w:rsidR="00854843">
        <w:t>24240/2022-SŽ-SSZ-OVZ</w:t>
      </w:r>
    </w:p>
    <w:p w14:paraId="5E146EB9" w14:textId="17C9CE90" w:rsidR="00826B7B" w:rsidRDefault="00826B7B" w:rsidP="006C2343">
      <w:pPr>
        <w:pStyle w:val="Titul2"/>
      </w:pPr>
    </w:p>
    <w:p w14:paraId="340619F8" w14:textId="2B2F1410" w:rsidR="00DD4E14" w:rsidRDefault="00DD4E14" w:rsidP="006C2343">
      <w:pPr>
        <w:pStyle w:val="Titul2"/>
      </w:pPr>
    </w:p>
    <w:p w14:paraId="48218560" w14:textId="19D6041A" w:rsidR="00DD4E14" w:rsidRDefault="00DD4E14" w:rsidP="006C2343">
      <w:pPr>
        <w:pStyle w:val="Titul2"/>
      </w:pPr>
    </w:p>
    <w:p w14:paraId="4268183C" w14:textId="50942D7F" w:rsidR="00DD4E14" w:rsidRDefault="00DD4E14" w:rsidP="006C2343">
      <w:pPr>
        <w:pStyle w:val="Titul2"/>
      </w:pPr>
    </w:p>
    <w:p w14:paraId="5FA24C35" w14:textId="71D3F294" w:rsidR="00DD4E14" w:rsidRDefault="00DD4E14" w:rsidP="006C2343">
      <w:pPr>
        <w:pStyle w:val="Titul2"/>
      </w:pPr>
    </w:p>
    <w:p w14:paraId="6B0E0323" w14:textId="77777777" w:rsidR="00DD4E14" w:rsidRDefault="00DD4E14"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lastRenderedPageBreak/>
        <w:t>Obsah</w:t>
      </w:r>
      <w:r w:rsidR="00887F36">
        <w:t xml:space="preserve"> </w:t>
      </w:r>
    </w:p>
    <w:p w14:paraId="3346331B" w14:textId="76A93FD5"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8248B4">
          <w:rPr>
            <w:noProof/>
            <w:webHidden/>
          </w:rPr>
          <w:t>3</w:t>
        </w:r>
        <w:r w:rsidR="00AF151D">
          <w:rPr>
            <w:noProof/>
            <w:webHidden/>
          </w:rPr>
          <w:fldChar w:fldCharType="end"/>
        </w:r>
      </w:hyperlink>
    </w:p>
    <w:p w14:paraId="27235CD7" w14:textId="45C91B4F" w:rsidR="00AF151D" w:rsidRDefault="00AD5551">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8248B4">
          <w:rPr>
            <w:noProof/>
            <w:webHidden/>
          </w:rPr>
          <w:t>3</w:t>
        </w:r>
        <w:r w:rsidR="00AF151D">
          <w:rPr>
            <w:noProof/>
            <w:webHidden/>
          </w:rPr>
          <w:fldChar w:fldCharType="end"/>
        </w:r>
      </w:hyperlink>
    </w:p>
    <w:p w14:paraId="12AD6944" w14:textId="068A3D3F" w:rsidR="00AF151D" w:rsidRDefault="00AD5551">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8248B4">
          <w:rPr>
            <w:noProof/>
            <w:webHidden/>
          </w:rPr>
          <w:t>4</w:t>
        </w:r>
        <w:r w:rsidR="00AF151D">
          <w:rPr>
            <w:noProof/>
            <w:webHidden/>
          </w:rPr>
          <w:fldChar w:fldCharType="end"/>
        </w:r>
      </w:hyperlink>
    </w:p>
    <w:p w14:paraId="21AC2248" w14:textId="72300203" w:rsidR="00AF151D" w:rsidRDefault="00AD5551">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8248B4">
          <w:rPr>
            <w:noProof/>
            <w:webHidden/>
          </w:rPr>
          <w:t>4</w:t>
        </w:r>
        <w:r w:rsidR="00AF151D">
          <w:rPr>
            <w:noProof/>
            <w:webHidden/>
          </w:rPr>
          <w:fldChar w:fldCharType="end"/>
        </w:r>
      </w:hyperlink>
    </w:p>
    <w:p w14:paraId="63ABF00F" w14:textId="0369AB21" w:rsidR="00AF151D" w:rsidRDefault="00AD5551">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8248B4">
          <w:rPr>
            <w:noProof/>
            <w:webHidden/>
          </w:rPr>
          <w:t>4</w:t>
        </w:r>
        <w:r w:rsidR="00AF151D">
          <w:rPr>
            <w:noProof/>
            <w:webHidden/>
          </w:rPr>
          <w:fldChar w:fldCharType="end"/>
        </w:r>
      </w:hyperlink>
    </w:p>
    <w:p w14:paraId="5625495D" w14:textId="5624B06D" w:rsidR="00AF151D" w:rsidRDefault="00AD5551">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8248B4">
          <w:rPr>
            <w:noProof/>
            <w:webHidden/>
          </w:rPr>
          <w:t>5</w:t>
        </w:r>
        <w:r w:rsidR="00AF151D">
          <w:rPr>
            <w:noProof/>
            <w:webHidden/>
          </w:rPr>
          <w:fldChar w:fldCharType="end"/>
        </w:r>
      </w:hyperlink>
    </w:p>
    <w:p w14:paraId="6F7C4D6C" w14:textId="54166A59" w:rsidR="00AF151D" w:rsidRDefault="00AD5551">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8248B4">
          <w:rPr>
            <w:noProof/>
            <w:webHidden/>
          </w:rPr>
          <w:t>5</w:t>
        </w:r>
        <w:r w:rsidR="00AF151D">
          <w:rPr>
            <w:noProof/>
            <w:webHidden/>
          </w:rPr>
          <w:fldChar w:fldCharType="end"/>
        </w:r>
      </w:hyperlink>
    </w:p>
    <w:p w14:paraId="0EB323DF" w14:textId="7FB46697" w:rsidR="00AF151D" w:rsidRDefault="00AD5551">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8248B4">
          <w:rPr>
            <w:noProof/>
            <w:webHidden/>
          </w:rPr>
          <w:t>6</w:t>
        </w:r>
        <w:r w:rsidR="00AF151D">
          <w:rPr>
            <w:noProof/>
            <w:webHidden/>
          </w:rPr>
          <w:fldChar w:fldCharType="end"/>
        </w:r>
      </w:hyperlink>
    </w:p>
    <w:p w14:paraId="0973CA67" w14:textId="4FA79AE2" w:rsidR="00AF151D" w:rsidRDefault="00AD5551">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8248B4">
          <w:rPr>
            <w:noProof/>
            <w:webHidden/>
          </w:rPr>
          <w:t>17</w:t>
        </w:r>
        <w:r w:rsidR="00AF151D">
          <w:rPr>
            <w:noProof/>
            <w:webHidden/>
          </w:rPr>
          <w:fldChar w:fldCharType="end"/>
        </w:r>
      </w:hyperlink>
    </w:p>
    <w:p w14:paraId="3A288139" w14:textId="1A1E5763" w:rsidR="00AF151D" w:rsidRDefault="00AD5551">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8248B4">
          <w:rPr>
            <w:noProof/>
            <w:webHidden/>
          </w:rPr>
          <w:t>20</w:t>
        </w:r>
        <w:r w:rsidR="00AF151D">
          <w:rPr>
            <w:noProof/>
            <w:webHidden/>
          </w:rPr>
          <w:fldChar w:fldCharType="end"/>
        </w:r>
      </w:hyperlink>
    </w:p>
    <w:p w14:paraId="3EF23D33" w14:textId="5BB59265" w:rsidR="00AF151D" w:rsidRDefault="00AD5551">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8248B4">
          <w:rPr>
            <w:noProof/>
            <w:webHidden/>
          </w:rPr>
          <w:t>20</w:t>
        </w:r>
        <w:r w:rsidR="00AF151D">
          <w:rPr>
            <w:noProof/>
            <w:webHidden/>
          </w:rPr>
          <w:fldChar w:fldCharType="end"/>
        </w:r>
      </w:hyperlink>
    </w:p>
    <w:p w14:paraId="6E22B108" w14:textId="185DDD76" w:rsidR="00AF151D" w:rsidRDefault="00AD5551">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8248B4">
          <w:rPr>
            <w:noProof/>
            <w:webHidden/>
          </w:rPr>
          <w:t>20</w:t>
        </w:r>
        <w:r w:rsidR="00AF151D">
          <w:rPr>
            <w:noProof/>
            <w:webHidden/>
          </w:rPr>
          <w:fldChar w:fldCharType="end"/>
        </w:r>
      </w:hyperlink>
    </w:p>
    <w:p w14:paraId="43EE6223" w14:textId="486E61EF" w:rsidR="00AF151D" w:rsidRDefault="00AD5551">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8248B4">
          <w:rPr>
            <w:noProof/>
            <w:webHidden/>
          </w:rPr>
          <w:t>22</w:t>
        </w:r>
        <w:r w:rsidR="00AF151D">
          <w:rPr>
            <w:noProof/>
            <w:webHidden/>
          </w:rPr>
          <w:fldChar w:fldCharType="end"/>
        </w:r>
      </w:hyperlink>
    </w:p>
    <w:p w14:paraId="2B37B7A7" w14:textId="70B3324A" w:rsidR="00AF151D" w:rsidRDefault="00AD5551">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8248B4">
          <w:rPr>
            <w:noProof/>
            <w:webHidden/>
          </w:rPr>
          <w:t>23</w:t>
        </w:r>
        <w:r w:rsidR="00AF151D">
          <w:rPr>
            <w:noProof/>
            <w:webHidden/>
          </w:rPr>
          <w:fldChar w:fldCharType="end"/>
        </w:r>
      </w:hyperlink>
    </w:p>
    <w:p w14:paraId="138D3A77" w14:textId="1A41987D" w:rsidR="00AF151D" w:rsidRDefault="00AD5551">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8248B4">
          <w:rPr>
            <w:noProof/>
            <w:webHidden/>
          </w:rPr>
          <w:t>23</w:t>
        </w:r>
        <w:r w:rsidR="00AF151D">
          <w:rPr>
            <w:noProof/>
            <w:webHidden/>
          </w:rPr>
          <w:fldChar w:fldCharType="end"/>
        </w:r>
      </w:hyperlink>
    </w:p>
    <w:p w14:paraId="2C08B4EF" w14:textId="11F10C4A" w:rsidR="00AF151D" w:rsidRDefault="00AD5551">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8248B4">
          <w:rPr>
            <w:noProof/>
            <w:webHidden/>
          </w:rPr>
          <w:t>23</w:t>
        </w:r>
        <w:r w:rsidR="00AF151D">
          <w:rPr>
            <w:noProof/>
            <w:webHidden/>
          </w:rPr>
          <w:fldChar w:fldCharType="end"/>
        </w:r>
      </w:hyperlink>
    </w:p>
    <w:p w14:paraId="6511F629" w14:textId="79721942" w:rsidR="00AF151D" w:rsidRDefault="00AD5551">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8248B4">
          <w:rPr>
            <w:noProof/>
            <w:webHidden/>
          </w:rPr>
          <w:t>25</w:t>
        </w:r>
        <w:r w:rsidR="00AF151D">
          <w:rPr>
            <w:noProof/>
            <w:webHidden/>
          </w:rPr>
          <w:fldChar w:fldCharType="end"/>
        </w:r>
      </w:hyperlink>
    </w:p>
    <w:p w14:paraId="7D1D6BB7" w14:textId="12EBB20E" w:rsidR="00AF151D" w:rsidRDefault="00AD5551">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8248B4">
          <w:rPr>
            <w:noProof/>
            <w:webHidden/>
          </w:rPr>
          <w:t>25</w:t>
        </w:r>
        <w:r w:rsidR="00AF151D">
          <w:rPr>
            <w:noProof/>
            <w:webHidden/>
          </w:rPr>
          <w:fldChar w:fldCharType="end"/>
        </w:r>
      </w:hyperlink>
    </w:p>
    <w:p w14:paraId="6CBA501A" w14:textId="4DE15CDF" w:rsidR="00AF151D" w:rsidRDefault="00AD5551">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8248B4">
          <w:rPr>
            <w:noProof/>
            <w:webHidden/>
          </w:rPr>
          <w:t>25</w:t>
        </w:r>
        <w:r w:rsidR="00AF151D">
          <w:rPr>
            <w:noProof/>
            <w:webHidden/>
          </w:rPr>
          <w:fldChar w:fldCharType="end"/>
        </w:r>
      </w:hyperlink>
    </w:p>
    <w:p w14:paraId="429FE2C4" w14:textId="046A2770" w:rsidR="00AF151D" w:rsidRDefault="00AD5551">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8248B4">
          <w:rPr>
            <w:noProof/>
            <w:webHidden/>
          </w:rPr>
          <w:t>27</w:t>
        </w:r>
        <w:r w:rsidR="00AF151D">
          <w:rPr>
            <w:noProof/>
            <w:webHidden/>
          </w:rPr>
          <w:fldChar w:fldCharType="end"/>
        </w:r>
      </w:hyperlink>
    </w:p>
    <w:p w14:paraId="0ACB53A5" w14:textId="47122860" w:rsidR="00AF151D" w:rsidRDefault="00AD5551">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8248B4">
          <w:rPr>
            <w:noProof/>
            <w:webHidden/>
          </w:rPr>
          <w:t>28</w:t>
        </w:r>
        <w:r w:rsidR="00AF151D">
          <w:rPr>
            <w:noProof/>
            <w:webHidden/>
          </w:rPr>
          <w:fldChar w:fldCharType="end"/>
        </w:r>
      </w:hyperlink>
    </w:p>
    <w:p w14:paraId="35549DA2" w14:textId="0A7C80A4" w:rsidR="00AF151D" w:rsidRDefault="00AD5551">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8248B4">
          <w:rPr>
            <w:noProof/>
            <w:webHidden/>
          </w:rPr>
          <w:t>28</w:t>
        </w:r>
        <w:r w:rsidR="00AF151D">
          <w:rPr>
            <w:noProof/>
            <w:webHidden/>
          </w:rPr>
          <w:fldChar w:fldCharType="end"/>
        </w:r>
      </w:hyperlink>
    </w:p>
    <w:p w14:paraId="0A302EA4" w14:textId="2680F477" w:rsidR="00AF151D" w:rsidRDefault="00AD5551">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8248B4">
          <w:rPr>
            <w:noProof/>
            <w:webHidden/>
          </w:rPr>
          <w:t>29</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11200985"/>
      <w:bookmarkStart w:id="1" w:name="_Toc389559699"/>
      <w:bookmarkStart w:id="2" w:name="_Toc397429847"/>
      <w:bookmarkStart w:id="3" w:name="_Ref433028040"/>
      <w:bookmarkStart w:id="4" w:name="_Toc1048197"/>
      <w:r>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93BB9D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3550F47" w14:textId="6B519F27" w:rsidR="00CC2D9F" w:rsidRDefault="00CC2D9F" w:rsidP="00CC2D9F">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11200986"/>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740FB8A8" w:rsidR="0035531B" w:rsidRDefault="0035531B" w:rsidP="00DD4E14">
      <w:pPr>
        <w:pStyle w:val="Textbezslovn"/>
        <w:spacing w:after="0"/>
        <w:ind w:left="2127" w:hanging="1390"/>
      </w:pPr>
      <w:r>
        <w:t xml:space="preserve">zastoupená: </w:t>
      </w:r>
      <w:r>
        <w:tab/>
      </w:r>
      <w:r w:rsidR="00DD4E14" w:rsidRPr="00534E26">
        <w:rPr>
          <w:rFonts w:ascii="Verdana" w:hAnsi="Verdana" w:cs="Calibri"/>
        </w:rPr>
        <w:t>Ing. Petrem Hofhanzlem, ředitelem Stavební správy západ</w:t>
      </w:r>
    </w:p>
    <w:p w14:paraId="168A08C4" w14:textId="77777777" w:rsidR="0035531B" w:rsidRDefault="0035531B" w:rsidP="0035531B">
      <w:pPr>
        <w:pStyle w:val="Nadpis1-1"/>
      </w:pPr>
      <w:bookmarkStart w:id="6" w:name="_Toc111200987"/>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72B1BD3F" w14:textId="77777777" w:rsidR="00DD4E14" w:rsidRDefault="0035531B" w:rsidP="00DD4E14">
      <w:pPr>
        <w:pStyle w:val="Text1-1"/>
      </w:pPr>
      <w:r>
        <w:t xml:space="preserve">Kontaktní osobou zadavatele pro </w:t>
      </w:r>
      <w:r w:rsidR="009531C1">
        <w:t xml:space="preserve">výběrové </w:t>
      </w:r>
      <w:r>
        <w:t xml:space="preserve">řízení je: </w:t>
      </w:r>
      <w:r w:rsidR="00DD4E14">
        <w:t>Ing. Jana Šedová</w:t>
      </w:r>
    </w:p>
    <w:p w14:paraId="27B61226" w14:textId="77777777" w:rsidR="00DD4E14" w:rsidRDefault="00DD4E14" w:rsidP="00DD4E14">
      <w:pPr>
        <w:pStyle w:val="Textbezslovn"/>
        <w:spacing w:after="0"/>
      </w:pPr>
      <w:r>
        <w:t xml:space="preserve">telefon: </w:t>
      </w:r>
      <w:r>
        <w:tab/>
        <w:t>+420 727 966 017</w:t>
      </w:r>
    </w:p>
    <w:p w14:paraId="0EE303D0" w14:textId="77777777" w:rsidR="00DD4E14" w:rsidRDefault="00DD4E14" w:rsidP="00DD4E14">
      <w:pPr>
        <w:pStyle w:val="Textbezslovn"/>
        <w:spacing w:after="0"/>
      </w:pPr>
      <w:r>
        <w:t xml:space="preserve">e-mail: </w:t>
      </w:r>
      <w:r>
        <w:tab/>
        <w:t>sedova@spravazeleznic.cz</w:t>
      </w:r>
    </w:p>
    <w:p w14:paraId="36160B65" w14:textId="77777777" w:rsidR="00DD4E14" w:rsidRDefault="00DD4E14" w:rsidP="00DD4E14">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6BFEA73" w14:textId="77777777" w:rsidR="00DD4E14" w:rsidRDefault="00DD4E14" w:rsidP="00DD4E14">
      <w:pPr>
        <w:pStyle w:val="Textbezslovn"/>
        <w:spacing w:after="0" w:line="240" w:lineRule="auto"/>
      </w:pPr>
      <w:r>
        <w:tab/>
      </w:r>
      <w:r>
        <w:tab/>
        <w:t>Stavební správa západ</w:t>
      </w:r>
    </w:p>
    <w:p w14:paraId="0B91FF91" w14:textId="77777777" w:rsidR="00DD4E14" w:rsidRDefault="00DD4E14" w:rsidP="00DD4E14">
      <w:pPr>
        <w:pStyle w:val="Textbezslovn"/>
        <w:spacing w:after="0" w:line="240" w:lineRule="auto"/>
        <w:ind w:left="1446" w:firstLine="681"/>
      </w:pPr>
      <w:r>
        <w:t>Budova Diamond Point</w:t>
      </w:r>
    </w:p>
    <w:p w14:paraId="7B062395" w14:textId="77777777" w:rsidR="00DD4E14" w:rsidRDefault="00DD4E14" w:rsidP="00DD4E14">
      <w:pPr>
        <w:pStyle w:val="Textbezslovn"/>
        <w:spacing w:after="0" w:line="240" w:lineRule="auto"/>
        <w:ind w:left="1446" w:firstLine="681"/>
      </w:pPr>
      <w:r>
        <w:t>Ke Štvanici 656/3</w:t>
      </w:r>
    </w:p>
    <w:p w14:paraId="32D39B6C" w14:textId="358FF707" w:rsidR="0035531B" w:rsidRDefault="00DD4E14" w:rsidP="00DD4E14">
      <w:pPr>
        <w:pStyle w:val="Text1-1"/>
        <w:numPr>
          <w:ilvl w:val="0"/>
          <w:numId w:val="0"/>
        </w:numPr>
        <w:ind w:left="1446" w:firstLine="681"/>
      </w:pPr>
      <w:r>
        <w:t>186 00 Praha 8 – Karlín</w:t>
      </w:r>
    </w:p>
    <w:p w14:paraId="7AFE4171" w14:textId="77777777" w:rsidR="0035531B" w:rsidRDefault="0035531B" w:rsidP="0035531B">
      <w:pPr>
        <w:pStyle w:val="Nadpis1-1"/>
      </w:pPr>
      <w:bookmarkStart w:id="7" w:name="_Toc111200988"/>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5D6F8067" w:rsidR="0035531B" w:rsidRDefault="00483A06" w:rsidP="0035531B">
      <w:pPr>
        <w:pStyle w:val="Textbezslovn"/>
      </w:pPr>
      <w:r>
        <w:t xml:space="preserve">Účelem veřejné zakázky </w:t>
      </w:r>
      <w:r w:rsidR="00926486">
        <w:t>„</w:t>
      </w:r>
      <w:r w:rsidR="00926486" w:rsidRPr="00CE4F59">
        <w:t>Výstavba DOK v traťovém úseku Kralupy nad Vltavou – Kladno-Ostrovec</w:t>
      </w:r>
      <w:r w:rsidR="00926486">
        <w:t xml:space="preserve">“ je </w:t>
      </w:r>
      <w:r w:rsidR="00926486" w:rsidRPr="00CE4F59">
        <w:t>realizace nové optické a metalické kabelizace podél železni</w:t>
      </w:r>
      <w:r w:rsidR="00926486" w:rsidRPr="00CE4F59">
        <w:rPr>
          <w:rFonts w:cs="Arial"/>
        </w:rPr>
        <w:t>č</w:t>
      </w:r>
      <w:r w:rsidR="00926486" w:rsidRPr="00CE4F59">
        <w:t xml:space="preserve">ní trati </w:t>
      </w:r>
      <w:r w:rsidR="00926486">
        <w:br/>
      </w:r>
      <w:r w:rsidR="00926486" w:rsidRPr="00CE4F59">
        <w:rPr>
          <w:rFonts w:cs="Arial"/>
        </w:rPr>
        <w:t>č</w:t>
      </w:r>
      <w:r w:rsidR="00926486" w:rsidRPr="00CE4F59">
        <w:t>. 386 00 Kladno – Kralupy nad Vltavou v úseku Kladno Dubí – BTS GSM-R Rusavka s napojením na připravovanou stavbu „Modernizace trati Kladno (včetně) – Kladno-Ostrovec (včetně)“ a stavbu v realizaci „Vstup do oblasti ETCS“</w:t>
      </w:r>
      <w:r w:rsidR="00926486">
        <w:t>.</w:t>
      </w:r>
    </w:p>
    <w:p w14:paraId="09962EBD" w14:textId="77777777" w:rsidR="0035531B" w:rsidRDefault="0035531B" w:rsidP="0035531B">
      <w:pPr>
        <w:pStyle w:val="Text1-1"/>
      </w:pPr>
      <w:r>
        <w:t>Předmět plnění veřejné zakázky</w:t>
      </w:r>
    </w:p>
    <w:p w14:paraId="618BC9C5" w14:textId="6B200463" w:rsidR="0035531B" w:rsidRDefault="00926486" w:rsidP="0035531B">
      <w:pPr>
        <w:pStyle w:val="Textbezslovn"/>
      </w:pPr>
      <w:r>
        <w:t xml:space="preserve">Předmětem veřejné zakázky je vyhotovení Projektové dokumentace </w:t>
      </w:r>
      <w:r w:rsidRPr="00D37ABF">
        <w:t>pro stavební</w:t>
      </w:r>
      <w:r>
        <w:t xml:space="preserve"> povolení, Projektové dokumentace pro provádění stavby a Zhotovení stavby „</w:t>
      </w:r>
      <w:r w:rsidRPr="00CE4F59">
        <w:t>Výstavba DOK v traťovém úseku Kralupy nad Vltavou – Kladno-Ostrovec</w:t>
      </w:r>
      <w:r>
        <w:t>“</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3E323654" w:rsidR="0035531B" w:rsidRDefault="00926486" w:rsidP="00926486">
      <w:pPr>
        <w:pStyle w:val="Textbezslovn"/>
      </w:pPr>
      <w:r>
        <w:t>Neobsazeno.</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11200989"/>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575D5419"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270807D" w:rsidR="007354E9" w:rsidRDefault="007354E9" w:rsidP="00337143">
      <w:pPr>
        <w:pStyle w:val="Text1-1"/>
        <w:spacing w:after="0"/>
      </w:pPr>
      <w:r w:rsidRPr="004F70A1">
        <w:t xml:space="preserve">Předpokládaná hodnota veřejné zakázky činí </w:t>
      </w:r>
      <w:r w:rsidR="00926486">
        <w:rPr>
          <w:b/>
        </w:rPr>
        <w:t>13 262 864,-</w:t>
      </w:r>
      <w:r w:rsidRPr="007354E9">
        <w:rPr>
          <w:b/>
        </w:rPr>
        <w:t xml:space="preserve"> Kč </w:t>
      </w:r>
      <w:r w:rsidRPr="004F70A1">
        <w:t>(bez DPH).</w:t>
      </w:r>
    </w:p>
    <w:p w14:paraId="23D8CD71" w14:textId="3DC066AB" w:rsidR="00EE50B6" w:rsidRPr="004F70A1" w:rsidRDefault="00EE50B6" w:rsidP="00EE50B6">
      <w:pPr>
        <w:pStyle w:val="Text1-1"/>
        <w:numPr>
          <w:ilvl w:val="0"/>
          <w:numId w:val="0"/>
        </w:numPr>
        <w:spacing w:after="0"/>
        <w:ind w:left="737"/>
      </w:pP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9" w:name="_Toc111200990"/>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2B5BFFE1"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E81CF2">
        <w:rPr>
          <w:rStyle w:val="Tun9b"/>
        </w:rPr>
        <w:t>POŽADAVKY NA VÝKON A FUNKCI</w:t>
      </w:r>
    </w:p>
    <w:p w14:paraId="4618B07C" w14:textId="519E6F33" w:rsidR="00FD39DE" w:rsidRPr="00261383" w:rsidRDefault="00FD39DE" w:rsidP="00FD39DE">
      <w:pPr>
        <w:pStyle w:val="Textbezslovn"/>
        <w:tabs>
          <w:tab w:val="left" w:pos="1701"/>
        </w:tabs>
        <w:spacing w:after="0"/>
        <w:ind w:left="1701" w:hanging="964"/>
      </w:pPr>
      <w:r w:rsidRPr="00261383">
        <w:tab/>
      </w:r>
      <w:r w:rsidR="00E81CF2">
        <w:t>Rekapitulace ceny</w:t>
      </w:r>
    </w:p>
    <w:p w14:paraId="0B3FE886" w14:textId="77777777" w:rsidR="00AE6C4A" w:rsidRDefault="00FD39DE" w:rsidP="00AE6C4A">
      <w:pPr>
        <w:pStyle w:val="Textbezslovn"/>
        <w:tabs>
          <w:tab w:val="left" w:pos="1701"/>
        </w:tabs>
        <w:spacing w:after="0"/>
        <w:ind w:left="1701" w:hanging="964"/>
      </w:pPr>
      <w:r w:rsidRPr="00261383">
        <w:tab/>
      </w:r>
      <w:r w:rsidR="00E81CF2">
        <w:t>Požadavky na výkon a funkci</w:t>
      </w:r>
    </w:p>
    <w:p w14:paraId="326E3C95" w14:textId="45CFE505" w:rsidR="0035531B" w:rsidRDefault="00AE6C4A" w:rsidP="00E81CF2">
      <w:pPr>
        <w:pStyle w:val="Textbezslovn"/>
        <w:tabs>
          <w:tab w:val="left" w:pos="1701"/>
        </w:tabs>
        <w:ind w:left="1701" w:hanging="964"/>
      </w:pPr>
      <w:r>
        <w:tab/>
        <w:t>Všeobecný objekt</w:t>
      </w:r>
      <w:r w:rsidR="00FD39DE" w:rsidRPr="00D245DF">
        <w:tab/>
      </w:r>
    </w:p>
    <w:p w14:paraId="6C2A8BAA" w14:textId="2C9A33FE" w:rsidR="0035531B" w:rsidRDefault="00FD39DE" w:rsidP="009D7D48">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E81CF2">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49220DF"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7503D0C4" w14:textId="64EA3569" w:rsidR="00E81CF2" w:rsidRPr="008513D8" w:rsidRDefault="00E81CF2" w:rsidP="00E81CF2">
      <w:pPr>
        <w:pStyle w:val="Text1-1"/>
        <w:numPr>
          <w:ilvl w:val="0"/>
          <w:numId w:val="0"/>
        </w:numPr>
        <w:ind w:left="737"/>
      </w:pPr>
      <w:r>
        <w:t>Dokumentace pro územní řízení „</w:t>
      </w:r>
      <w:r w:rsidRPr="002B4C1F">
        <w:t>Výstavba DOK v traťovém úseku Kralupy nad Vltavou – Kladno-Ostrovec</w:t>
      </w:r>
      <w:r>
        <w:t xml:space="preserve">“, zpracovatel </w:t>
      </w:r>
      <w:r w:rsidRPr="00443BE8">
        <w:rPr>
          <w:rFonts w:cs="Arial"/>
        </w:rPr>
        <w:t>SUDOP PRAHA a.s.</w:t>
      </w:r>
      <w:r>
        <w:rPr>
          <w:rFonts w:cs="Arial"/>
        </w:rPr>
        <w:t xml:space="preserve"> se sídlem</w:t>
      </w:r>
      <w:r w:rsidRPr="00443BE8">
        <w:rPr>
          <w:rFonts w:cs="Arial"/>
        </w:rPr>
        <w:t xml:space="preserve"> Olšanská 1a, 130 00 Praha 3</w:t>
      </w:r>
      <w:r>
        <w:rPr>
          <w:rFonts w:cs="Arial"/>
        </w:rPr>
        <w:t>, IČO: 25793349</w:t>
      </w:r>
      <w:r>
        <w:t>, datum 05/2021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11200991"/>
      <w:r>
        <w:t>VYSVĚTLENÍ, ZMĚNY</w:t>
      </w:r>
      <w:r w:rsidR="00845C50">
        <w:t xml:space="preserve"> </w:t>
      </w:r>
      <w:r w:rsidR="00776A8A">
        <w:t>A</w:t>
      </w:r>
      <w:r w:rsidR="00845C50">
        <w:t> </w:t>
      </w:r>
      <w:r>
        <w:t>DOPLNĚNÍ ZADÁVACÍ DOKUMENTACE</w:t>
      </w:r>
      <w:bookmarkEnd w:id="10"/>
      <w:r>
        <w:t xml:space="preserve"> </w:t>
      </w:r>
    </w:p>
    <w:p w14:paraId="3A8E6C92" w14:textId="437CF6FC" w:rsidR="0035531B" w:rsidRPr="00D639A4"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D639A4">
        <w:rPr>
          <w:b/>
        </w:rPr>
        <w:t>nejpozději 4 pracovní dny</w:t>
      </w:r>
      <w:r w:rsidR="00B07880" w:rsidRPr="00D639A4">
        <w:t xml:space="preserve"> </w:t>
      </w:r>
      <w:r w:rsidRPr="00D639A4">
        <w:t>před uplynutím lhůty pro podání nabídek</w:t>
      </w:r>
      <w:r w:rsidR="00693188" w:rsidRPr="00D639A4">
        <w:t>, jinak zadavatel není povinen vysvětlení poskytnout</w:t>
      </w:r>
      <w:r w:rsidRPr="00D639A4">
        <w:t>.</w:t>
      </w:r>
    </w:p>
    <w:p w14:paraId="04E7F2E9" w14:textId="422CCF1F" w:rsidR="0035531B" w:rsidRDefault="00FD39DE" w:rsidP="00FD39DE">
      <w:pPr>
        <w:pStyle w:val="Text1-1"/>
      </w:pPr>
      <w:r w:rsidRPr="00D639A4">
        <w:t>Zadavatel poskytne vysvětlení zadávací dokumentace nejpozději 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 xml:space="preserve">Vysvětlení </w:t>
      </w:r>
      <w:r w:rsidR="00693188" w:rsidRPr="00D639A4">
        <w:t xml:space="preserve">zadávací dokumentace může zadavatel poskytnout i bez předchozí žádosti, a to nejméně </w:t>
      </w:r>
      <w:r w:rsidR="00CE5F6A" w:rsidRPr="00D639A4">
        <w:t xml:space="preserve">2 </w:t>
      </w:r>
      <w:r w:rsidR="00693188" w:rsidRPr="00D639A4">
        <w:t>pracovní</w:t>
      </w:r>
      <w:r w:rsidR="00693188">
        <w:t xml:space="preserve"> dny před uplynutím lhůty pro podání nabídek.</w:t>
      </w:r>
    </w:p>
    <w:p w14:paraId="33849454" w14:textId="3B17A5A5" w:rsidR="0035531B" w:rsidRDefault="00FD39DE" w:rsidP="00D639A4">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11200992"/>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E9688A">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2D4BFE" w:rsidRDefault="0035531B" w:rsidP="00D10A2D">
      <w:pPr>
        <w:pStyle w:val="Odrka1-2-"/>
      </w:pPr>
      <w:r w:rsidRPr="002D4BFE">
        <w:t>Provádění staveb, jejich změn</w:t>
      </w:r>
      <w:r w:rsidR="00845C50" w:rsidRPr="002D4BFE">
        <w:t xml:space="preserve"> a </w:t>
      </w:r>
      <w:r w:rsidRPr="002D4BFE">
        <w:t>odstraňování,</w:t>
      </w:r>
    </w:p>
    <w:p w14:paraId="7B3ED4C1" w14:textId="77777777" w:rsidR="0035531B" w:rsidRPr="002D4BFE" w:rsidRDefault="0035531B" w:rsidP="00CC4380">
      <w:pPr>
        <w:pStyle w:val="Odrka1-2-"/>
      </w:pPr>
      <w:r w:rsidRPr="002D4BFE">
        <w:t>Revize, prohlídky</w:t>
      </w:r>
      <w:r w:rsidR="00845C50" w:rsidRPr="002D4BFE">
        <w:t xml:space="preserve"> a </w:t>
      </w:r>
      <w:r w:rsidRPr="002D4BFE">
        <w:t>zkoušky určených technických zařízení</w:t>
      </w:r>
      <w:r w:rsidR="00092CC9" w:rsidRPr="002D4BFE">
        <w:t xml:space="preserve"> v </w:t>
      </w:r>
      <w:r w:rsidRPr="002D4BFE">
        <w:t>provozu,</w:t>
      </w:r>
    </w:p>
    <w:p w14:paraId="3474EEAB" w14:textId="77777777" w:rsidR="0035531B" w:rsidRPr="002D4BFE" w:rsidRDefault="0035531B" w:rsidP="00CC4380">
      <w:pPr>
        <w:pStyle w:val="Odrka1-2-"/>
      </w:pPr>
      <w:r w:rsidRPr="002D4BFE">
        <w:t>Výkon zeměměřických činností,</w:t>
      </w:r>
    </w:p>
    <w:p w14:paraId="04F4E806" w14:textId="1ED66974" w:rsidR="0035531B" w:rsidRPr="002D4BFE" w:rsidRDefault="002D4BFE" w:rsidP="00CC4380">
      <w:pPr>
        <w:pStyle w:val="Odrka1-2-"/>
      </w:pPr>
      <w:r w:rsidRPr="002D4BFE">
        <w:t>Projektová činnost ve výstavbě</w:t>
      </w:r>
      <w:r w:rsidR="0035531B" w:rsidRPr="002D4BFE">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15545A" w:rsidRDefault="00344A9C" w:rsidP="00344A9C">
      <w:pPr>
        <w:pStyle w:val="Odrka1-1"/>
        <w:numPr>
          <w:ilvl w:val="0"/>
          <w:numId w:val="0"/>
        </w:numPr>
        <w:ind w:left="1190" w:firstLine="341"/>
        <w:rPr>
          <w:b/>
        </w:rPr>
      </w:pPr>
      <w:r w:rsidRPr="0015545A">
        <w:rPr>
          <w:b/>
        </w:rPr>
        <w:t xml:space="preserve">e) </w:t>
      </w:r>
      <w:r w:rsidRPr="0015545A">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0709575F"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E6077E">
        <w:t xml:space="preserve">písm. </w:t>
      </w:r>
      <w:r w:rsidRPr="00E6077E">
        <w:rPr>
          <w:rStyle w:val="Tun9b"/>
        </w:rPr>
        <w:t>a)</w:t>
      </w:r>
      <w:r w:rsidR="00845C50" w:rsidRPr="00E6077E">
        <w:rPr>
          <w:rStyle w:val="Tun9b"/>
        </w:rPr>
        <w:t xml:space="preserve"> </w:t>
      </w:r>
      <w:r w:rsidR="00845C50" w:rsidRPr="00E6077E">
        <w:rPr>
          <w:rStyle w:val="Tun9b"/>
          <w:b w:val="0"/>
        </w:rPr>
        <w:t>a </w:t>
      </w:r>
      <w:r w:rsidRPr="00E6077E">
        <w:rPr>
          <w:rStyle w:val="Tun9b"/>
        </w:rPr>
        <w:t>c)</w:t>
      </w:r>
      <w:r w:rsidR="00E6077E" w:rsidRPr="00E6077E">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38FDD8CA" w:rsidR="0035531B" w:rsidRPr="00CC4380" w:rsidRDefault="0035531B" w:rsidP="0035531B">
      <w:pPr>
        <w:pStyle w:val="Text1-1"/>
        <w:rPr>
          <w:rStyle w:val="Tun9b"/>
        </w:rPr>
      </w:pPr>
      <w:r w:rsidRPr="00CC4380">
        <w:rPr>
          <w:rStyle w:val="Tun9b"/>
        </w:rPr>
        <w:t xml:space="preserve">Technická kvalifikace – seznam </w:t>
      </w:r>
      <w:r w:rsidR="00274D1E">
        <w:rPr>
          <w:rStyle w:val="Tun9b"/>
        </w:rPr>
        <w:t xml:space="preserve">významných služeb a </w:t>
      </w:r>
      <w:r w:rsidRPr="00CC4380">
        <w:rPr>
          <w:rStyle w:val="Tun9b"/>
        </w:rPr>
        <w:t>stavebních prací</w:t>
      </w:r>
    </w:p>
    <w:p w14:paraId="382A1B34" w14:textId="7DFBC971" w:rsidR="00167021" w:rsidRPr="002537CB" w:rsidRDefault="00167021" w:rsidP="00167021">
      <w:pPr>
        <w:pStyle w:val="Odrka1-1"/>
        <w:tabs>
          <w:tab w:val="clear" w:pos="1077"/>
          <w:tab w:val="num" w:pos="709"/>
        </w:tabs>
        <w:ind w:left="709" w:hanging="283"/>
        <w:rPr>
          <w:b/>
        </w:rPr>
      </w:pPr>
      <w:r w:rsidRPr="00E00950">
        <w:t xml:space="preserve">Zadavatel požaduje předložení seznamu významných ukončených služeb obdobného charakteru poskytnutých dodavatelem v </w:t>
      </w:r>
      <w:r w:rsidRPr="002537CB">
        <w:rPr>
          <w:b/>
        </w:rPr>
        <w:t>posledních 5 letech</w:t>
      </w:r>
      <w:r w:rsidRPr="00E00950">
        <w:t xml:space="preserve"> před zahájením </w:t>
      </w:r>
      <w:r>
        <w:t>výběrového</w:t>
      </w:r>
      <w:r w:rsidRPr="00E00950">
        <w:t xml:space="preserve"> řízení. Za významné služby obdobného charakteru se pokládají projektové práce spočívající ve zhotovení projektové dokumentace ve stupni </w:t>
      </w:r>
      <w:r w:rsidRPr="002C1D1C">
        <w:t xml:space="preserve">projektové dokumentace pro </w:t>
      </w:r>
      <w:r>
        <w:t xml:space="preserve">vydání </w:t>
      </w:r>
      <w:r w:rsidRPr="002C1D1C">
        <w:t>stavební</w:t>
      </w:r>
      <w:r>
        <w:t>ho</w:t>
      </w:r>
      <w:r w:rsidRPr="002C1D1C">
        <w:t xml:space="preserve"> povolení (</w:t>
      </w:r>
      <w:r>
        <w:t>dále jen „</w:t>
      </w:r>
      <w:r w:rsidRPr="002C1D1C">
        <w:t>DSP</w:t>
      </w:r>
      <w:r>
        <w:t>“</w:t>
      </w:r>
      <w:r w:rsidRPr="002C1D1C">
        <w:t xml:space="preserve">) nebo ve stupni projektové dokumentace pro </w:t>
      </w:r>
      <w:r>
        <w:t xml:space="preserve">vydání </w:t>
      </w:r>
      <w:r w:rsidRPr="002C1D1C">
        <w:t>společné</w:t>
      </w:r>
      <w:r>
        <w:t>ho</w:t>
      </w:r>
      <w:r w:rsidRPr="002C1D1C">
        <w:t xml:space="preserve"> povolení (</w:t>
      </w:r>
      <w:r>
        <w:t>dále jen „</w:t>
      </w:r>
      <w:r w:rsidRPr="002C1D1C">
        <w:t>DUSP</w:t>
      </w:r>
      <w:r>
        <w:t>“</w:t>
      </w:r>
      <w:r w:rsidRPr="002C1D1C">
        <w:t xml:space="preserve">) nebo ve </w:t>
      </w:r>
      <w:r>
        <w:t>stupních</w:t>
      </w:r>
      <w:r w:rsidRPr="002C1D1C">
        <w:t xml:space="preserve"> projektové dokumentace pro </w:t>
      </w:r>
      <w:r>
        <w:t xml:space="preserve">vydání </w:t>
      </w:r>
      <w:r w:rsidRPr="002C1D1C">
        <w:t>stavební</w:t>
      </w:r>
      <w:r>
        <w:t>ho</w:t>
      </w:r>
      <w:r w:rsidRPr="002C1D1C">
        <w:t xml:space="preserve"> povolení a projektové dokumentace pro provádění stavby (</w:t>
      </w:r>
      <w:r>
        <w:t>dále jen „DSP+</w:t>
      </w:r>
      <w:r w:rsidRPr="002C1D1C">
        <w:t>PDPS</w:t>
      </w:r>
      <w:r>
        <w:t>“</w:t>
      </w:r>
      <w:r w:rsidRPr="002C1D1C">
        <w:t xml:space="preserve">) </w:t>
      </w:r>
      <w:r>
        <w:t xml:space="preserve">nebo ve stupních projektové </w:t>
      </w:r>
      <w:r w:rsidRPr="00FD5774">
        <w:t xml:space="preserve">dokumentace pro </w:t>
      </w:r>
      <w:r>
        <w:t xml:space="preserve">vydání </w:t>
      </w:r>
      <w:r w:rsidRPr="00FD5774">
        <w:t>společné</w:t>
      </w:r>
      <w:r>
        <w:t>ho</w:t>
      </w:r>
      <w:r w:rsidRPr="00FD5774">
        <w:t xml:space="preserve"> povolení a projektové dokumentace pro provádění stavby (</w:t>
      </w:r>
      <w:r>
        <w:t>dále jen „</w:t>
      </w:r>
      <w:r w:rsidRPr="00FD5774">
        <w:t>DUSP+PDPS</w:t>
      </w:r>
      <w:r>
        <w:t>“</w:t>
      </w:r>
      <w:r w:rsidRPr="00FD5774">
        <w:t>)</w:t>
      </w:r>
      <w:r>
        <w:t xml:space="preserve"> </w:t>
      </w:r>
      <w:r w:rsidRPr="00E80EFA">
        <w:t>pro</w:t>
      </w:r>
      <w:r w:rsidRPr="00E00950">
        <w:t xml:space="preserve"> stavby železničních drah ve smyslu § 5 odst. 1 zák. č. 266/1994 Sb., o dráhách, ve znění pozdějších předpisů, které svým charakterem odpovídají profesnímu obsahu zadávané veřejné </w:t>
      </w:r>
      <w:r w:rsidRPr="00290EE8">
        <w:t xml:space="preserve">zakázky, tj. zahrnují alespoň následující činnosti: </w:t>
      </w:r>
      <w:r w:rsidRPr="00290EE8">
        <w:rPr>
          <w:b/>
        </w:rPr>
        <w:t>projektování sdělovacího zařízení.</w:t>
      </w:r>
    </w:p>
    <w:p w14:paraId="426277C7" w14:textId="37BC99E8" w:rsidR="00167021" w:rsidRPr="00E00950" w:rsidRDefault="00167021" w:rsidP="00167021">
      <w:pPr>
        <w:pStyle w:val="Textbezslovn"/>
        <w:tabs>
          <w:tab w:val="num" w:pos="709"/>
        </w:tabs>
        <w:ind w:left="709" w:hanging="709"/>
      </w:pPr>
      <w:r w:rsidRPr="00E00950">
        <w:tab/>
        <w:t xml:space="preserve">Za </w:t>
      </w:r>
      <w:r>
        <w:t xml:space="preserve">významnou </w:t>
      </w:r>
      <w:r w:rsidRPr="00E00950">
        <w:t xml:space="preserve">službu obdobného charakteru, resp. projektové práce spočívající ve zhotovení projektové dokumentace ve stupni DSP nebo DUSP </w:t>
      </w:r>
      <w:r w:rsidRPr="007D0C4C">
        <w:t>nebo DSP+PDPS nebo DUSP+PDPS, zadavatel považuje rovněž provedení aktualizace projektové dokumentace ve stupni DSP nebo DUSP nebo DSP+PDPS nebo DUSP+PDPS</w:t>
      </w:r>
      <w:r w:rsidRPr="00E00950">
        <w:t>.</w:t>
      </w:r>
    </w:p>
    <w:p w14:paraId="5699D79F" w14:textId="2402731C" w:rsidR="00167021" w:rsidRPr="002537CB" w:rsidRDefault="00167021" w:rsidP="00167021">
      <w:pPr>
        <w:pStyle w:val="Textbezslovn"/>
        <w:ind w:left="709" w:hanging="709"/>
      </w:pPr>
      <w:r w:rsidRPr="00E00950">
        <w:tab/>
      </w:r>
      <w:r w:rsidR="00EA2958" w:rsidRPr="00FC44E6">
        <w:rPr>
          <w:rFonts w:eastAsia="Times New Roman" w:cs="Times New Roman"/>
          <w:lang w:eastAsia="cs-CZ"/>
        </w:rPr>
        <w:t xml:space="preserve">Dodavatel musí předloženým seznamem významných </w:t>
      </w:r>
      <w:r w:rsidR="00EA2958">
        <w:rPr>
          <w:rFonts w:eastAsia="Times New Roman" w:cs="Times New Roman"/>
          <w:lang w:eastAsia="cs-CZ"/>
        </w:rPr>
        <w:t xml:space="preserve">ukončených </w:t>
      </w:r>
      <w:r w:rsidR="00EA2958" w:rsidRPr="00FC44E6">
        <w:rPr>
          <w:rFonts w:eastAsia="Times New Roman" w:cs="Times New Roman"/>
          <w:lang w:eastAsia="cs-CZ"/>
        </w:rPr>
        <w:t xml:space="preserve">služeb </w:t>
      </w:r>
      <w:r w:rsidR="00EA2958" w:rsidRPr="00934A27">
        <w:rPr>
          <w:rFonts w:eastAsia="Times New Roman" w:cs="Times New Roman"/>
          <w:lang w:eastAsia="cs-CZ"/>
        </w:rPr>
        <w:t>prokázat,</w:t>
      </w:r>
      <w:r w:rsidR="00EA2958" w:rsidRPr="00FC44E6">
        <w:rPr>
          <w:rFonts w:eastAsia="Times New Roman" w:cs="Times New Roman"/>
          <w:lang w:eastAsia="cs-CZ"/>
        </w:rPr>
        <w:t xml:space="preserve"> že v uvedeném období poskytl </w:t>
      </w:r>
      <w:r w:rsidR="00EA2958" w:rsidRPr="0084633A">
        <w:rPr>
          <w:rFonts w:eastAsia="Times New Roman" w:cs="Times New Roman"/>
          <w:b/>
          <w:lang w:eastAsia="cs-CZ"/>
        </w:rPr>
        <w:t xml:space="preserve">alespoň </w:t>
      </w:r>
      <w:r w:rsidR="009237C8">
        <w:rPr>
          <w:rFonts w:eastAsia="Times New Roman" w:cs="Times New Roman"/>
          <w:b/>
          <w:lang w:eastAsia="cs-CZ"/>
        </w:rPr>
        <w:t>jednu službu</w:t>
      </w:r>
      <w:r w:rsidR="00EA2958" w:rsidRPr="0084633A">
        <w:rPr>
          <w:rFonts w:eastAsia="Times New Roman" w:cs="Times New Roman"/>
          <w:b/>
          <w:lang w:eastAsia="cs-CZ"/>
        </w:rPr>
        <w:t xml:space="preserve"> obdobného charakteru</w:t>
      </w:r>
      <w:r w:rsidR="00EA2958" w:rsidRPr="0084633A">
        <w:rPr>
          <w:rFonts w:eastAsia="Times New Roman" w:cs="Times New Roman"/>
          <w:lang w:eastAsia="cs-CZ"/>
        </w:rPr>
        <w:t xml:space="preserve"> </w:t>
      </w:r>
      <w:r w:rsidR="009237C8">
        <w:t xml:space="preserve">v hodnotě nejméně </w:t>
      </w:r>
      <w:r w:rsidR="009237C8" w:rsidRPr="009237C8">
        <w:rPr>
          <w:b/>
        </w:rPr>
        <w:t>5</w:t>
      </w:r>
      <w:r w:rsidR="00EA2958" w:rsidRPr="009237C8">
        <w:rPr>
          <w:rFonts w:eastAsia="Times New Roman" w:cs="Times New Roman"/>
          <w:b/>
          <w:lang w:eastAsia="cs-CZ"/>
        </w:rPr>
        <w:t>00</w:t>
      </w:r>
      <w:r w:rsidR="00EA2958" w:rsidRPr="005C26D0">
        <w:rPr>
          <w:rFonts w:eastAsia="Times New Roman" w:cs="Times New Roman"/>
          <w:b/>
          <w:lang w:eastAsia="cs-CZ"/>
        </w:rPr>
        <w:t xml:space="preserve"> 000,- Kč </w:t>
      </w:r>
      <w:r w:rsidR="00EA2958" w:rsidRPr="005C26D0">
        <w:rPr>
          <w:rFonts w:eastAsia="Times New Roman" w:cs="Times New Roman"/>
          <w:lang w:eastAsia="cs-CZ"/>
        </w:rPr>
        <w:t xml:space="preserve">bez DPH. </w:t>
      </w:r>
      <w:r w:rsidR="00EA2958" w:rsidRPr="005C26D0">
        <w:t xml:space="preserve">Hodnotou služby se pro účely posouzení splnění kritérií technické kvalifikace rozumí cena, za kterou dodavatel provedl předmětné služby; tato cena nebude upravována o míru inflace </w:t>
      </w:r>
      <w:r w:rsidR="00EA2958" w:rsidRPr="00F00A44">
        <w:t xml:space="preserve">tak, aby odpovídala současným hodnotám služeb. </w:t>
      </w:r>
      <w:r w:rsidR="00EA2958">
        <w:t>V případě dokumentací ve stupních DSP+PDPS nebo DUSP+PDPS lze jako cenu jedné významné služby doložit součet cen obou uvedených stupňů (tj. součet cen DSP+PDPS nebo DUSP+PDPS).</w:t>
      </w:r>
      <w:r w:rsidRPr="002537CB">
        <w:t xml:space="preserve"> </w:t>
      </w:r>
    </w:p>
    <w:p w14:paraId="3168502C" w14:textId="63683D2B" w:rsidR="008D5EA4" w:rsidRPr="0000237D" w:rsidRDefault="008D5EA4" w:rsidP="008D5EA4">
      <w:pPr>
        <w:pStyle w:val="Textbezslovn"/>
        <w:ind w:left="709"/>
      </w:pPr>
      <w:r w:rsidRPr="0000237D">
        <w:t xml:space="preserve">Seznam významných služeb bude předložen ve formě dle vzorového formuláře obsaženého v Příloze č. 4 </w:t>
      </w:r>
      <w:r w:rsidRPr="00556951">
        <w:t xml:space="preserve">této Výzvy. V </w:t>
      </w:r>
      <w:r w:rsidRPr="0000237D">
        <w:t>předloženém seznamu musí být uvedeny všechny požadované údaje, zejména název služby, předmět plnění</w:t>
      </w:r>
      <w:r>
        <w:t xml:space="preserve">, cena, </w:t>
      </w:r>
      <w:r w:rsidRPr="0000237D">
        <w:t xml:space="preserve">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09D86F65" w14:textId="77777777" w:rsidR="008D5EA4" w:rsidRPr="0000237D" w:rsidRDefault="008D5EA4" w:rsidP="008D5EA4">
      <w:pPr>
        <w:pStyle w:val="Textbezslovn"/>
        <w:ind w:left="709"/>
      </w:pPr>
      <w:r w:rsidRPr="0000237D">
        <w:t xml:space="preserve">Doba </w:t>
      </w:r>
      <w:r>
        <w:t xml:space="preserve">posledních </w:t>
      </w:r>
      <w:r w:rsidRPr="0000237D">
        <w:t xml:space="preserve">5 let </w:t>
      </w:r>
      <w:r>
        <w:t xml:space="preserve">před zahájením výběrového řízení </w:t>
      </w:r>
      <w:r w:rsidRPr="0000237D">
        <w:t xml:space="preserve">se </w:t>
      </w:r>
      <w:r>
        <w:t>pro účely prokázání technické kvalifikace ohledně referenčních zakázek</w:t>
      </w:r>
      <w:r w:rsidRPr="0000237D">
        <w:t xml:space="preserve"> považuje za splněnou, pokud byly </w:t>
      </w:r>
      <w:r>
        <w:t xml:space="preserve">činnosti odpovídající zadavatelem stanovené definici významné </w:t>
      </w:r>
      <w:r w:rsidRPr="0000237D">
        <w:t xml:space="preserve">služby </w:t>
      </w:r>
      <w:r>
        <w:t xml:space="preserve">dokončeny </w:t>
      </w:r>
      <w:r w:rsidRPr="0000237D">
        <w:t xml:space="preserve">v průběhu této doby </w:t>
      </w:r>
      <w:r>
        <w:t xml:space="preserve">nebo kdykoli po zahájení výběrového řízení, včetně doby po podání nabídek, a to nejpozději do doby zadavatelem případně stanovené k předložení údajů a dokladů dle </w:t>
      </w:r>
      <w:r w:rsidRPr="008B70C7">
        <w:t>bodu 16.3 této Výzvy</w:t>
      </w:r>
      <w:r>
        <w:t xml:space="preserve">. </w:t>
      </w:r>
      <w:r w:rsidRPr="0000237D">
        <w:t xml:space="preserve">V případě, že byla referovaná služba, resp. </w:t>
      </w:r>
      <w:r>
        <w:t>zpracovaný příslušný stupeň dokumentace,</w:t>
      </w:r>
      <w:r w:rsidRPr="0000237D">
        <w:t xml:space="preserve"> součástí rozsáhlejšího plnění pro objednatele služby (např. kromě zpracování projektové dokumentace měl dodavatel vykonávat i autorský dozor při realizaci stavby apod.) postačí, pokud je dokončeno plnění</w:t>
      </w:r>
      <w:r>
        <w:t>,</w:t>
      </w:r>
      <w:r w:rsidRPr="0000237D">
        <w:t xml:space="preserve"> </w:t>
      </w:r>
      <w:r>
        <w:t xml:space="preserve">které odpovídá zadavatelem stanovené definici významné služby </w:t>
      </w:r>
      <w:r w:rsidRPr="0000237D">
        <w:t>(tj. projektové práce ve stupni DSP nebo DUSP nebo DSP</w:t>
      </w:r>
      <w:r>
        <w:t>+</w:t>
      </w:r>
      <w:r w:rsidRPr="0000237D">
        <w:t xml:space="preserve">PDPS </w:t>
      </w:r>
      <w:r>
        <w:t xml:space="preserve">nebo DUSP+PDPS </w:t>
      </w:r>
      <w:r w:rsidRPr="0000237D">
        <w:t xml:space="preserve">pro stavby </w:t>
      </w:r>
      <w:r>
        <w:t>dopravní infrastruktury</w:t>
      </w:r>
      <w:r w:rsidRPr="00836482">
        <w:t xml:space="preserve"> </w:t>
      </w:r>
      <w:r>
        <w:t>s výše požadovaným předmětem plnění</w:t>
      </w:r>
      <w:r w:rsidRPr="0000237D">
        <w:t>); zároveň však platí, že nestačí, pokud je v posledních 5 letech dokončena služba rozsáhlejšího plnění jako celek</w:t>
      </w:r>
      <w:r>
        <w:t xml:space="preserve"> (např. dokončen autorský dozor při realizaci stavby)</w:t>
      </w:r>
      <w:r w:rsidRPr="0000237D">
        <w:t xml:space="preserve">, avšak plnění </w:t>
      </w:r>
      <w:r>
        <w:t>odpovídající definici významné služby</w:t>
      </w:r>
      <w:r w:rsidRPr="0000237D">
        <w:t xml:space="preserve"> bylo dokončeno dříve než před 5 lety. </w:t>
      </w:r>
    </w:p>
    <w:p w14:paraId="4F362D23" w14:textId="77777777" w:rsidR="008D5EA4" w:rsidRPr="0000237D" w:rsidRDefault="008D5EA4" w:rsidP="008D5EA4">
      <w:pPr>
        <w:pStyle w:val="Textbezslovn"/>
        <w:ind w:left="709"/>
      </w:pPr>
      <w:r w:rsidRPr="0000237D">
        <w:t>Pro odstranění pochybností zadavatel upřesňuje, že pro potřeby doložení referenčních zakázek (významných služeb) se zakázka na projektové práce ve stupni DSP nebo DUSP nebo DSP</w:t>
      </w:r>
      <w:r>
        <w:t>+</w:t>
      </w:r>
      <w:r w:rsidRPr="0000237D">
        <w:t xml:space="preserve">PDPS </w:t>
      </w:r>
      <w:r>
        <w:t xml:space="preserve">nebo DUSP+PDPS </w:t>
      </w:r>
      <w:r w:rsidRPr="0000237D">
        <w:t xml:space="preserve">považuje za dokončenou </w:t>
      </w:r>
      <w:r>
        <w:t xml:space="preserve">definitivním </w:t>
      </w:r>
      <w:r w:rsidRPr="0000237D">
        <w:t>předáním DSP nebo DUSP nebo DSP</w:t>
      </w:r>
      <w:r>
        <w:t>+</w:t>
      </w:r>
      <w:r w:rsidRPr="0000237D">
        <w:t>PDPS</w:t>
      </w:r>
      <w:r>
        <w:t xml:space="preserve"> nebo DUSP+PDPS včetně dokladové části</w:t>
      </w:r>
      <w:r w:rsidRPr="0000237D">
        <w:t>, příp. jejich aktualizace, objednateli po zapracování všech připomínek</w:t>
      </w:r>
      <w:r w:rsidRPr="00836482">
        <w:t xml:space="preserve"> </w:t>
      </w:r>
      <w:r>
        <w:t>a jejím převzetím objednatelem</w:t>
      </w:r>
      <w:r w:rsidRPr="0000237D">
        <w:t>, a to bez případného podání žádosti o stavební povolení nebo společné povolení, je-li součástí plnění zakázky.</w:t>
      </w:r>
    </w:p>
    <w:p w14:paraId="6C6E8170" w14:textId="77777777" w:rsidR="008D5EA4" w:rsidRPr="0000237D" w:rsidRDefault="008D5EA4" w:rsidP="008D5EA4">
      <w:pPr>
        <w:pStyle w:val="Textbezslovn"/>
        <w:ind w:left="709"/>
      </w:pPr>
      <w:r w:rsidRPr="0000237D">
        <w:t>Dodavatel může použít k prokázání splnění kritéria kvalifikace týkajícího se požadavku na předložení seznamu referenčních zakázek i takové služby, které poskytl</w:t>
      </w:r>
    </w:p>
    <w:p w14:paraId="66688AD7" w14:textId="77777777" w:rsidR="008D5EA4" w:rsidRPr="0000237D" w:rsidRDefault="008D5EA4" w:rsidP="007B39AB">
      <w:pPr>
        <w:pStyle w:val="Odstavec1-1a"/>
        <w:numPr>
          <w:ilvl w:val="0"/>
          <w:numId w:val="16"/>
        </w:numPr>
        <w:ind w:left="709" w:firstLine="0"/>
      </w:pPr>
      <w:r w:rsidRPr="0000237D">
        <w:t>společně s jinými dodavateli, a to v rozsahu, v jakém se na plnění zakázky podílel, nebo</w:t>
      </w:r>
    </w:p>
    <w:p w14:paraId="53A33C56" w14:textId="77777777" w:rsidR="008D5EA4" w:rsidRPr="0000237D" w:rsidRDefault="008D5EA4" w:rsidP="007B39AB">
      <w:pPr>
        <w:pStyle w:val="Odstavec1-1a"/>
        <w:numPr>
          <w:ilvl w:val="0"/>
          <w:numId w:val="16"/>
        </w:numPr>
        <w:ind w:left="709" w:firstLine="0"/>
      </w:pPr>
      <w:r w:rsidRPr="0000237D">
        <w:t>jako poddodavatel, a to v rozsahu, v jakém se na plnění zakázky podílel.</w:t>
      </w:r>
    </w:p>
    <w:p w14:paraId="384E8E1A" w14:textId="77777777" w:rsidR="008D5EA4" w:rsidRDefault="008D5EA4" w:rsidP="008D5EA4">
      <w:pPr>
        <w:pStyle w:val="Textbezslovn"/>
        <w:ind w:left="709"/>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65326842" w14:textId="1ECD85D6" w:rsidR="00167021" w:rsidRDefault="008D5EA4" w:rsidP="008D5EA4">
      <w:pPr>
        <w:pStyle w:val="Textbezslovn"/>
        <w:ind w:left="709"/>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4B775D8E" w14:textId="722B5EA9" w:rsidR="00F95A2C" w:rsidRDefault="00F95A2C" w:rsidP="007B39AB">
      <w:pPr>
        <w:pStyle w:val="Textbezslovn"/>
        <w:numPr>
          <w:ilvl w:val="0"/>
          <w:numId w:val="17"/>
        </w:numPr>
        <w:ind w:left="709" w:hanging="283"/>
      </w:pPr>
      <w:r>
        <w:t xml:space="preserve">Zadavatel </w:t>
      </w:r>
      <w:r w:rsidR="008D5EA4">
        <w:t xml:space="preserve">dále </w:t>
      </w:r>
      <w:r>
        <w:t xml:space="preserve">požaduje předložení </w:t>
      </w:r>
      <w:r w:rsidRPr="008D5EA4">
        <w:rPr>
          <w:b/>
        </w:rPr>
        <w:t>seznamu</w:t>
      </w:r>
      <w:r>
        <w:t xml:space="preserve"> stavebních prací </w:t>
      </w:r>
      <w:r w:rsidR="00F6113F">
        <w:t>spočívajících v provedení novostavby</w:t>
      </w:r>
      <w:r w:rsidR="008D5EA4">
        <w:t xml:space="preserve"> nebo</w:t>
      </w:r>
      <w:r w:rsidR="00F6113F">
        <w:t xml:space="preserve"> rekonstrukce </w:t>
      </w:r>
      <w:r>
        <w:t xml:space="preserve">na </w:t>
      </w:r>
      <w:r w:rsidRPr="008D5EA4">
        <w:t xml:space="preserve">stavbách železničních drah, jak jsou vymezeny v § 5 odst. 1 a v § 3 odst. 1 zákona č. 266/1994 Sb., o dráhách, ve znění pozdějších předpisů, </w:t>
      </w:r>
      <w:r w:rsidR="00373447" w:rsidRPr="008D5EA4">
        <w:t xml:space="preserve">poskytnutých dodavatelem </w:t>
      </w:r>
      <w:r w:rsidRPr="008D5EA4">
        <w:t>za posledních 5 let před zahájením</w:t>
      </w:r>
      <w:r>
        <w:t xml:space="preserve"> výběrového řízení (dále jako „</w:t>
      </w:r>
      <w:r w:rsidRPr="008D5EA4">
        <w:rPr>
          <w:b/>
        </w:rPr>
        <w:t>stavební práce</w:t>
      </w:r>
      <w:r>
        <w:t xml:space="preserve">“). </w:t>
      </w:r>
    </w:p>
    <w:p w14:paraId="3D4CF4EA" w14:textId="05AB3BCB"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A408AA">
        <w:t>posledních 5 letech před</w:t>
      </w:r>
      <w:r>
        <w:t xml:space="preserve"> zahájením výběrového řízení řádně poskytl a dokončil minimálně </w:t>
      </w:r>
      <w:r w:rsidR="007D543F">
        <w:rPr>
          <w:b/>
        </w:rPr>
        <w:t>jednu</w:t>
      </w:r>
      <w:r>
        <w:t xml:space="preserve"> stavební prác</w:t>
      </w:r>
      <w:r w:rsidR="007D543F">
        <w:t>i</w:t>
      </w:r>
      <w:r w:rsidRPr="00930B76">
        <w:t>, jej</w:t>
      </w:r>
      <w:r w:rsidR="007D543F">
        <w:t>ímž</w:t>
      </w:r>
      <w:r w:rsidRPr="00930B76">
        <w:t xml:space="preserve"> </w:t>
      </w:r>
      <w:r w:rsidR="00B477DA" w:rsidRPr="00930B76">
        <w:t xml:space="preserve">předmětem </w:t>
      </w:r>
      <w:r w:rsidRPr="00930B76">
        <w:t xml:space="preserve">byla </w:t>
      </w:r>
      <w:r w:rsidR="007D543F" w:rsidRPr="00290EE8">
        <w:rPr>
          <w:rFonts w:ascii="Verdana" w:hAnsi="Verdana"/>
          <w:b/>
        </w:rPr>
        <w:t xml:space="preserve">novostavba nebo rekonstrukce </w:t>
      </w:r>
      <w:r w:rsidR="007D543F" w:rsidRPr="00290EE8">
        <w:rPr>
          <w:b/>
        </w:rPr>
        <w:t>sdělovacího zařízení</w:t>
      </w:r>
      <w:r w:rsidR="007D543F">
        <w:t>, přičemž celková hodnota této</w:t>
      </w:r>
      <w:r w:rsidRPr="00930B76">
        <w:t xml:space="preserve"> provedené stavební práce musí, včetně případných poddodávek, činit alespoň </w:t>
      </w:r>
      <w:r w:rsidR="007D543F" w:rsidRPr="007D543F">
        <w:rPr>
          <w:b/>
        </w:rPr>
        <w:t>6 000 000,-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0746AEED" w14:textId="77777777" w:rsidR="007D543F" w:rsidRDefault="007D543F" w:rsidP="007D543F">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3DB16FE6" w14:textId="77777777" w:rsidR="007D543F" w:rsidRDefault="007D543F" w:rsidP="007D543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5B1E8E10" w14:textId="77777777" w:rsidR="007D543F" w:rsidRPr="00BE414F" w:rsidRDefault="007D543F" w:rsidP="007D543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3E3CEEE7" w14:textId="77777777" w:rsidR="007D543F" w:rsidRPr="00BE414F" w:rsidRDefault="007D543F" w:rsidP="007D543F">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42A5EDC2" w14:textId="77777777" w:rsidR="007D543F" w:rsidRDefault="007D543F" w:rsidP="007D543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9EFD25" w14:textId="77777777" w:rsidR="007D543F" w:rsidRDefault="007D543F" w:rsidP="007D543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t>c</w:t>
      </w:r>
      <w:r w:rsidRPr="00F95A2C">
        <w:t>, státní organizace</w:t>
      </w:r>
      <w:r>
        <w:t>.</w:t>
      </w:r>
    </w:p>
    <w:p w14:paraId="58627431" w14:textId="77777777" w:rsidR="007D543F" w:rsidRDefault="007D543F" w:rsidP="007D543F">
      <w:pPr>
        <w:pStyle w:val="Textbezslovn"/>
      </w:pPr>
      <w:r w:rsidRPr="00AF4A09">
        <w:t xml:space="preserve">Doba </w:t>
      </w:r>
      <w:r w:rsidRPr="006675E2">
        <w:t>posledních 5 let před zahájením výběrového řízení se pro účely prokázání technické kvalifikace ohledně referenčních zakázek považuje za splněnou, pokud byly stavební práce dokončeny v průběhu této doby nebo kdykoli po zahájení výběrového řízení, včetně doby po podání nabídek, a to nejpozději do doby zadavatelem případně stanovené k předložení údajů a dokladů dle bodu 16.3 této Výzvy. Pro prokázání kvalifikace postačuje, aby byl požadovaný finanční objem stavebních prací dosažen za celou dobu realizace stavebních prací, nikoliv pouze v průběhu posledních 5 let před zahájením výběrového řízení. Dokončením se u stavebních prací pro účely prokázání technické kvalifikace v tomto výběrovém řízení rozumí i uvedení díla, resp. poslední části stavební práce,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t>.</w:t>
      </w:r>
    </w:p>
    <w:p w14:paraId="54107077" w14:textId="77777777" w:rsidR="007D543F" w:rsidRDefault="007D543F" w:rsidP="007D543F">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5B757F4" w14:textId="77777777" w:rsidR="007D543F" w:rsidRDefault="007D543F" w:rsidP="007D543F">
      <w:pPr>
        <w:pStyle w:val="Textbezslovn"/>
      </w:pPr>
      <w:r>
        <w:t>Dodavatel může použít k prokázání splnění kritéria kvalifikace týkajícího se požadavku na předložení seznamu referenčních zakázek či osvědčení i takové stavební práce, které poskytl</w:t>
      </w:r>
    </w:p>
    <w:p w14:paraId="35B5F37F" w14:textId="77777777" w:rsidR="007D543F" w:rsidRDefault="007D543F" w:rsidP="007D543F">
      <w:pPr>
        <w:pStyle w:val="Textbezslovn"/>
        <w:ind w:left="1418" w:hanging="681"/>
      </w:pPr>
      <w:r>
        <w:t>a)</w:t>
      </w:r>
      <w:r>
        <w:tab/>
        <w:t>společně s jinými dodavateli, a to v rozsahu, v jakém se na plnění zakázky podílel, nebo</w:t>
      </w:r>
    </w:p>
    <w:p w14:paraId="204B3065" w14:textId="77777777" w:rsidR="007D543F" w:rsidRDefault="007D543F" w:rsidP="007D543F">
      <w:pPr>
        <w:pStyle w:val="Textbezslovn"/>
      </w:pPr>
      <w:r>
        <w:t>b)</w:t>
      </w:r>
      <w:r>
        <w:tab/>
        <w:t>jako poddodavatel, a to v rozsahu, v jakém se na plnění zakázky podílel.</w:t>
      </w:r>
    </w:p>
    <w:p w14:paraId="7F8C63AF" w14:textId="77777777" w:rsidR="007D543F" w:rsidRDefault="007D543F" w:rsidP="007D543F">
      <w:pPr>
        <w:pStyle w:val="Textbezslovn"/>
      </w:pPr>
      <w:r>
        <w:t>Oba výše uvedené body se týkají jak celkové hodnoty referenčních zakázek, tak i jejich dílčích hodnot (v cenových i případně necenových jednotkách, jsou-li takové požadovány).</w:t>
      </w:r>
    </w:p>
    <w:p w14:paraId="47D93E57" w14:textId="77777777" w:rsidR="007D543F" w:rsidRDefault="007D543F" w:rsidP="007D543F">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4395C8E" w14:textId="77777777" w:rsidR="007D543F" w:rsidRDefault="007D543F" w:rsidP="007D543F">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57A0A254" w:rsidR="003D0EE6" w:rsidRDefault="007D543F" w:rsidP="007D543F">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BDC268F"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42061C35" w14:textId="77777777" w:rsidR="00D818BF" w:rsidRPr="00200526" w:rsidRDefault="00D818BF" w:rsidP="007B39AB">
      <w:pPr>
        <w:pStyle w:val="Textbezslovn"/>
        <w:numPr>
          <w:ilvl w:val="0"/>
          <w:numId w:val="18"/>
        </w:numPr>
      </w:pPr>
      <w:r w:rsidRPr="00200526">
        <w:rPr>
          <w:b/>
        </w:rPr>
        <w:t>specialista pro projektovou dokumentaci</w:t>
      </w:r>
    </w:p>
    <w:p w14:paraId="42470746" w14:textId="2D1910E8" w:rsidR="00D818BF" w:rsidRPr="00120210" w:rsidRDefault="00D818BF" w:rsidP="00D818BF">
      <w:pPr>
        <w:pStyle w:val="Odrka1-2-"/>
      </w:pPr>
      <w:r w:rsidRPr="009354F0">
        <w:t xml:space="preserve">nejméně 5 let </w:t>
      </w:r>
      <w:r w:rsidRPr="007E7DC4">
        <w:t xml:space="preserve">praxe </w:t>
      </w:r>
      <w:r w:rsidR="007E7DC4" w:rsidRPr="007E7DC4">
        <w:t>v projektování staveb železničních drah,</w:t>
      </w:r>
      <w:r w:rsidRPr="007E7DC4">
        <w:t xml:space="preserve"> které obsahovaly</w:t>
      </w:r>
      <w:r w:rsidRPr="00290EE8">
        <w:t xml:space="preserve"> </w:t>
      </w:r>
      <w:r w:rsidRPr="00120210">
        <w:t xml:space="preserve">mimo jiné alespoň následující činnosti: </w:t>
      </w:r>
      <w:r w:rsidRPr="00120210">
        <w:rPr>
          <w:b/>
        </w:rPr>
        <w:t>projektování sdělovacího zařízení</w:t>
      </w:r>
      <w:r w:rsidRPr="00120210">
        <w:t>;</w:t>
      </w:r>
    </w:p>
    <w:p w14:paraId="35AA6714" w14:textId="2CB30475" w:rsidR="00120210" w:rsidRPr="00120210" w:rsidRDefault="00120210" w:rsidP="00D818BF">
      <w:pPr>
        <w:pStyle w:val="Odrka1-2-"/>
      </w:pPr>
      <w:r w:rsidRPr="00120210">
        <w:t>autorizace v rozsahu dle § 5 odst. 3 písm. e) zák. č. 360/1992 Sb., o výkonu povolání autorizovaných architektů a o výkonu povolání autorizovaných inženýrů a techniků činných ve výstavbě, ve znění pozdějších předpisů (dále jen „autorizační zákon“), tedy pro technologická zařízení staveb;</w:t>
      </w:r>
    </w:p>
    <w:p w14:paraId="39EEE75D" w14:textId="63BDA699" w:rsidR="00D818BF" w:rsidRDefault="00D818BF" w:rsidP="00D818BF">
      <w:pPr>
        <w:pStyle w:val="Odrka1-2-"/>
      </w:pPr>
      <w:r w:rsidRPr="004F73F9">
        <w:t xml:space="preserve">zkušenost s projektováním alespoň jedné zakázky na projektové práce pro stavby </w:t>
      </w:r>
      <w:r w:rsidR="00120210">
        <w:t>železničních drahz</w:t>
      </w:r>
      <w:r w:rsidRPr="004F73F9">
        <w:t xml:space="preserve"> ve stupni DSP nebo DUSP nebo DSP+PDPS nebo DUSP+PDPS, která obsahovala mimo jiné alespoň následující činnosti: projektování </w:t>
      </w:r>
      <w:r w:rsidRPr="004F73F9">
        <w:rPr>
          <w:rFonts w:eastAsia="Times New Roman" w:cs="Times New Roman"/>
          <w:lang w:eastAsia="cs-CZ"/>
        </w:rPr>
        <w:t>sdělovacího zařízení</w:t>
      </w:r>
      <w:r w:rsidRPr="004F73F9">
        <w:t xml:space="preserve">, </w:t>
      </w:r>
      <w:r w:rsidRPr="004F73F9">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4F73F9">
        <w:t xml:space="preserve">; </w:t>
      </w:r>
    </w:p>
    <w:p w14:paraId="044069D6" w14:textId="4FFD4F4A" w:rsidR="0035531B" w:rsidRPr="000F7323" w:rsidRDefault="0035531B" w:rsidP="005E0D56">
      <w:pPr>
        <w:pStyle w:val="Odstavec1-1a"/>
        <w:rPr>
          <w:rStyle w:val="Tun9b"/>
        </w:rPr>
      </w:pPr>
      <w:r w:rsidRPr="000F7323">
        <w:rPr>
          <w:rStyle w:val="Tun9b"/>
        </w:rPr>
        <w:t>stavbyvedoucí</w:t>
      </w:r>
    </w:p>
    <w:p w14:paraId="5D013D3E" w14:textId="77777777" w:rsidR="0035531B" w:rsidRPr="000F7323" w:rsidRDefault="0035531B" w:rsidP="00930B79">
      <w:pPr>
        <w:pStyle w:val="Odrka1-2-"/>
      </w:pPr>
      <w:r w:rsidRPr="000F7323">
        <w:t>nejméně 5 let praxe</w:t>
      </w:r>
      <w:r w:rsidR="00092CC9" w:rsidRPr="000F7323">
        <w:t xml:space="preserve"> v </w:t>
      </w:r>
      <w:r w:rsidRPr="000F7323">
        <w:t xml:space="preserve">řízení provádění staveb železničních drah; </w:t>
      </w:r>
    </w:p>
    <w:p w14:paraId="13976A36" w14:textId="1CFEFFA4" w:rsidR="0035531B" w:rsidRPr="000F7323" w:rsidRDefault="00AF4A09" w:rsidP="00AF4A09">
      <w:pPr>
        <w:pStyle w:val="Odrka1-2-"/>
      </w:pPr>
      <w:r w:rsidRPr="000F7323">
        <w:t xml:space="preserve">zkušenost s řízením realizace alespoň jedné zakázky </w:t>
      </w:r>
      <w:r w:rsidR="00642162" w:rsidRPr="000F7323">
        <w:t>na stavební pr</w:t>
      </w:r>
      <w:r w:rsidR="000F7323" w:rsidRPr="000F7323">
        <w:t xml:space="preserve">áce, jež zahrnovala novostavbu nebo </w:t>
      </w:r>
      <w:r w:rsidR="00642162" w:rsidRPr="000F7323">
        <w:t xml:space="preserve">rekonstrukci </w:t>
      </w:r>
      <w:r w:rsidRPr="000F7323">
        <w:t>stavby želez</w:t>
      </w:r>
      <w:r w:rsidR="000F7323" w:rsidRPr="000F7323">
        <w:t xml:space="preserve">ničních drah v hodnotě nejméně </w:t>
      </w:r>
      <w:r w:rsidR="000F7323" w:rsidRPr="000F7323">
        <w:rPr>
          <w:b/>
        </w:rPr>
        <w:t xml:space="preserve">6 000 000,- </w:t>
      </w:r>
      <w:r w:rsidRPr="000F7323">
        <w:rPr>
          <w:b/>
        </w:rPr>
        <w:t xml:space="preserve">Kč </w:t>
      </w:r>
      <w:r w:rsidRPr="000F7323">
        <w:t>bez DPH, a to v posledních 10 letech př</w:t>
      </w:r>
      <w:r w:rsidR="000F7323" w:rsidRPr="000F7323">
        <w:t xml:space="preserve">ed zahájením výběrového řízení, </w:t>
      </w:r>
      <w:r w:rsidRPr="000F7323">
        <w:t xml:space="preserve">jejímž předmětem byla mimo jiné </w:t>
      </w:r>
      <w:r w:rsidR="00BE3236" w:rsidRPr="000F7323">
        <w:t>novostavba</w:t>
      </w:r>
      <w:r w:rsidR="000F7323" w:rsidRPr="000F7323">
        <w:t xml:space="preserve"> nebo </w:t>
      </w:r>
      <w:r w:rsidRPr="000F7323">
        <w:t xml:space="preserve">rekonstrukce </w:t>
      </w:r>
      <w:r w:rsidR="000F7323" w:rsidRPr="000F7323">
        <w:t>sdělovacího zařízení</w:t>
      </w:r>
      <w:r w:rsidR="0035531B" w:rsidRPr="000F7323">
        <w:t>;</w:t>
      </w:r>
    </w:p>
    <w:p w14:paraId="32D268AB" w14:textId="01394D4C" w:rsidR="0035531B" w:rsidRPr="005E0D56" w:rsidRDefault="0035531B" w:rsidP="00AD1771">
      <w:pPr>
        <w:pStyle w:val="Odrka1-2-"/>
      </w:pPr>
      <w:r w:rsidRPr="000F7323">
        <w:t>musí předložit doklad</w:t>
      </w:r>
      <w:r w:rsidR="00092CC9" w:rsidRPr="000F7323">
        <w:t xml:space="preserve"> o </w:t>
      </w:r>
      <w:r w:rsidRPr="000F7323">
        <w:t>autorizaci</w:t>
      </w:r>
      <w:r w:rsidR="00092CC9" w:rsidRPr="000F7323">
        <w:t xml:space="preserve"> v </w:t>
      </w:r>
      <w:r w:rsidRPr="000F7323">
        <w:t xml:space="preserve">rozsahu dle § 5 odst. 3 písm. </w:t>
      </w:r>
      <w:r w:rsidR="000F7323" w:rsidRPr="000F7323">
        <w:t>e</w:t>
      </w:r>
      <w:r w:rsidRPr="000F7323">
        <w:t xml:space="preserve">) </w:t>
      </w:r>
      <w:r w:rsidR="007476A8" w:rsidRPr="005E0D56">
        <w:t xml:space="preserve">autorizačního </w:t>
      </w:r>
      <w:r w:rsidRPr="005E0D56">
        <w:t>zákona, tedy</w:t>
      </w:r>
      <w:r w:rsidR="00092CC9" w:rsidRPr="005E0D56">
        <w:t xml:space="preserve"> v </w:t>
      </w:r>
      <w:r w:rsidRPr="005E0D56">
        <w:t xml:space="preserve">oboru </w:t>
      </w:r>
      <w:r w:rsidR="000F7323" w:rsidRPr="005E0D56">
        <w:t>technologická zařízení staveb</w:t>
      </w:r>
      <w:r w:rsidRPr="005E0D56">
        <w:t>;</w:t>
      </w:r>
    </w:p>
    <w:p w14:paraId="4B856CAB" w14:textId="7F359C9B" w:rsidR="0035531B" w:rsidRPr="005E0D56" w:rsidRDefault="0035531B" w:rsidP="008B2021">
      <w:pPr>
        <w:pStyle w:val="Odstavec1-1a"/>
        <w:rPr>
          <w:rStyle w:val="Tun9b"/>
        </w:rPr>
      </w:pPr>
      <w:r w:rsidRPr="005E0D56">
        <w:rPr>
          <w:rStyle w:val="Tun9b"/>
        </w:rPr>
        <w:t xml:space="preserve">specialista (vedoucí prací) na </w:t>
      </w:r>
      <w:r w:rsidR="00AF4A09" w:rsidRPr="005E0D56">
        <w:rPr>
          <w:rStyle w:val="Tun9b"/>
        </w:rPr>
        <w:t xml:space="preserve">sdělovací </w:t>
      </w:r>
      <w:r w:rsidRPr="005E0D56">
        <w:rPr>
          <w:rStyle w:val="Tun9b"/>
        </w:rPr>
        <w:t>zařízení</w:t>
      </w:r>
    </w:p>
    <w:p w14:paraId="0D24011D" w14:textId="0CF65198" w:rsidR="0035531B" w:rsidRPr="005E0D56" w:rsidRDefault="0035531B" w:rsidP="008B2021">
      <w:pPr>
        <w:pStyle w:val="Odrka1-2-"/>
      </w:pPr>
      <w:r w:rsidRPr="005E0D56">
        <w:t>nejméně 5 let praxe</w:t>
      </w:r>
      <w:r w:rsidR="00092CC9" w:rsidRPr="005E0D56">
        <w:t xml:space="preserve"> v </w:t>
      </w:r>
      <w:r w:rsidRPr="005E0D56">
        <w:t xml:space="preserve">oboru své specializace </w:t>
      </w:r>
      <w:r w:rsidR="00B07880" w:rsidRPr="005E0D56">
        <w:t xml:space="preserve">(sdělovací zařízení) </w:t>
      </w:r>
      <w:r w:rsidRPr="005E0D56">
        <w:t>při provádění staveb;</w:t>
      </w:r>
    </w:p>
    <w:p w14:paraId="394B6F75" w14:textId="06571A48" w:rsidR="0035531B" w:rsidRPr="006D2E6E" w:rsidRDefault="0035531B" w:rsidP="008B2021">
      <w:pPr>
        <w:pStyle w:val="Odrka1-2-"/>
      </w:pPr>
      <w:r w:rsidRPr="005E0D56">
        <w:t>musí předložit doklad</w:t>
      </w:r>
      <w:r w:rsidR="00092CC9" w:rsidRPr="005E0D56">
        <w:t xml:space="preserve"> o </w:t>
      </w:r>
      <w:r w:rsidRPr="005E0D56">
        <w:t>autorizaci</w:t>
      </w:r>
      <w:r w:rsidR="00092CC9" w:rsidRPr="005E0D56">
        <w:t xml:space="preserve"> v </w:t>
      </w:r>
      <w:r w:rsidRPr="005E0D56">
        <w:t xml:space="preserve">rozsahu dle § 5 odst. 3 písm. e) </w:t>
      </w:r>
      <w:r w:rsidRPr="006D2E6E">
        <w:t>autorizačního zákona, tedy</w:t>
      </w:r>
      <w:r w:rsidR="00092CC9" w:rsidRPr="006D2E6E">
        <w:t xml:space="preserve"> v </w:t>
      </w:r>
      <w:r w:rsidRPr="006D2E6E">
        <w:t>oboru technologická zařízení staveb;</w:t>
      </w:r>
    </w:p>
    <w:p w14:paraId="7B4E99D6" w14:textId="77777777" w:rsidR="0035531B" w:rsidRPr="006D2E6E" w:rsidRDefault="0035531B" w:rsidP="008B2021">
      <w:pPr>
        <w:pStyle w:val="Odstavec1-1a"/>
        <w:rPr>
          <w:rStyle w:val="Tun9b"/>
        </w:rPr>
      </w:pPr>
      <w:r w:rsidRPr="006D2E6E">
        <w:rPr>
          <w:rStyle w:val="Tun9b"/>
        </w:rPr>
        <w:t>osoba odpovědná za kontrolu kvality</w:t>
      </w:r>
    </w:p>
    <w:p w14:paraId="284034FE" w14:textId="77777777" w:rsidR="0035531B" w:rsidRPr="006D2E6E" w:rsidRDefault="0035531B" w:rsidP="0035531B">
      <w:pPr>
        <w:pStyle w:val="Odrka1-2-"/>
      </w:pPr>
      <w:r w:rsidRPr="006D2E6E">
        <w:t>nejméně 5 let praxe</w:t>
      </w:r>
      <w:r w:rsidR="00092CC9" w:rsidRPr="006D2E6E">
        <w:t xml:space="preserve"> v </w:t>
      </w:r>
      <w:r w:rsidRPr="006D2E6E">
        <w:t>oboru kontroly kvality, se znalostí ověřování kvality stavebních materiálů;</w:t>
      </w:r>
    </w:p>
    <w:p w14:paraId="423DBD67" w14:textId="77777777" w:rsidR="0035531B" w:rsidRPr="006D2E6E" w:rsidRDefault="0035531B" w:rsidP="008B2021">
      <w:pPr>
        <w:pStyle w:val="Odstavec1-1a"/>
        <w:rPr>
          <w:rStyle w:val="Tun9b"/>
        </w:rPr>
      </w:pPr>
      <w:r w:rsidRPr="006D2E6E">
        <w:rPr>
          <w:rStyle w:val="Tun9b"/>
        </w:rPr>
        <w:t>osoba odpovědná za bezpečnost</w:t>
      </w:r>
      <w:r w:rsidR="00845C50" w:rsidRPr="006D2E6E">
        <w:rPr>
          <w:rStyle w:val="Tun9b"/>
        </w:rPr>
        <w:t xml:space="preserve"> a </w:t>
      </w:r>
      <w:r w:rsidRPr="006D2E6E">
        <w:rPr>
          <w:rStyle w:val="Tun9b"/>
        </w:rPr>
        <w:t>ochranu zdraví při práci</w:t>
      </w:r>
    </w:p>
    <w:p w14:paraId="42D38D07" w14:textId="77777777" w:rsidR="0035531B" w:rsidRPr="006D2E6E" w:rsidRDefault="0035531B" w:rsidP="008B2021">
      <w:pPr>
        <w:pStyle w:val="Odrka1-2-"/>
      </w:pPr>
      <w:r w:rsidRPr="006D2E6E">
        <w:t>nejméně 5 let praxe</w:t>
      </w:r>
      <w:r w:rsidR="00092CC9" w:rsidRPr="006D2E6E">
        <w:t xml:space="preserve"> v </w:t>
      </w:r>
      <w:r w:rsidRPr="006D2E6E">
        <w:t>oboru bezpečnosti</w:t>
      </w:r>
      <w:r w:rsidR="00845C50" w:rsidRPr="006D2E6E">
        <w:t xml:space="preserve"> a </w:t>
      </w:r>
      <w:r w:rsidRPr="006D2E6E">
        <w:t>ochrany zdraví při práci;</w:t>
      </w:r>
    </w:p>
    <w:p w14:paraId="48D60CF3" w14:textId="77777777" w:rsidR="0035531B" w:rsidRPr="006D2E6E" w:rsidRDefault="0035531B" w:rsidP="008B2021">
      <w:pPr>
        <w:pStyle w:val="Odstavec1-1a"/>
        <w:rPr>
          <w:rStyle w:val="Tun9b"/>
        </w:rPr>
      </w:pPr>
      <w:r w:rsidRPr="006D2E6E">
        <w:rPr>
          <w:rStyle w:val="Tun9b"/>
        </w:rPr>
        <w:t>osoba odpovědná za ochranu životního prostředí</w:t>
      </w:r>
    </w:p>
    <w:p w14:paraId="7792C9B7" w14:textId="77777777" w:rsidR="0035531B" w:rsidRPr="006D2E6E" w:rsidRDefault="0035531B" w:rsidP="008B2021">
      <w:pPr>
        <w:pStyle w:val="Odrka1-2-"/>
      </w:pPr>
      <w:r w:rsidRPr="006D2E6E">
        <w:t>nejméně 5 let praxe</w:t>
      </w:r>
      <w:r w:rsidR="00092CC9" w:rsidRPr="006D2E6E">
        <w:t xml:space="preserve"> v </w:t>
      </w:r>
      <w:r w:rsidRPr="006D2E6E">
        <w:t>oboru ochrany životního prostředí;</w:t>
      </w:r>
    </w:p>
    <w:p w14:paraId="555156A2" w14:textId="77777777" w:rsidR="0035531B" w:rsidRPr="006D2E6E" w:rsidRDefault="0035531B" w:rsidP="008B2021">
      <w:pPr>
        <w:pStyle w:val="Odstavec1-1a"/>
        <w:rPr>
          <w:rStyle w:val="Tun9b"/>
        </w:rPr>
      </w:pPr>
      <w:r w:rsidRPr="006D2E6E">
        <w:rPr>
          <w:rStyle w:val="Tun9b"/>
        </w:rPr>
        <w:t>osoba odpovědná za odpadové hospodářství</w:t>
      </w:r>
    </w:p>
    <w:p w14:paraId="2F006F7D" w14:textId="77777777" w:rsidR="0035531B" w:rsidRPr="006D2E6E" w:rsidRDefault="0035531B" w:rsidP="008B2021">
      <w:pPr>
        <w:pStyle w:val="Odrka1-2-"/>
      </w:pPr>
      <w:r w:rsidRPr="006D2E6E">
        <w:t>nejméně 5 let praxe</w:t>
      </w:r>
      <w:r w:rsidR="00092CC9" w:rsidRPr="006D2E6E">
        <w:t xml:space="preserve"> v </w:t>
      </w:r>
      <w:r w:rsidRPr="006D2E6E">
        <w:t>oboru odpadového hospodářství;</w:t>
      </w:r>
    </w:p>
    <w:p w14:paraId="3EC1E69A" w14:textId="77777777" w:rsidR="0035531B" w:rsidRPr="006D2E6E" w:rsidRDefault="0035531B" w:rsidP="008B2021">
      <w:pPr>
        <w:pStyle w:val="Odstavec1-1a"/>
        <w:rPr>
          <w:rStyle w:val="Tun9b"/>
        </w:rPr>
      </w:pPr>
      <w:r w:rsidRPr="006D2E6E">
        <w:rPr>
          <w:rStyle w:val="Tun9b"/>
        </w:rPr>
        <w:t>úředně oprávněný zeměměřický inženýr</w:t>
      </w:r>
    </w:p>
    <w:p w14:paraId="2FB873C5" w14:textId="2C918447" w:rsidR="0035531B" w:rsidRPr="006D2E6E" w:rsidRDefault="0035531B" w:rsidP="008B2021">
      <w:pPr>
        <w:pStyle w:val="Odrka1-2-"/>
      </w:pPr>
      <w:r w:rsidRPr="006D2E6E">
        <w:t>oprávnění pro ověřování výsledků zeměměřických činností</w:t>
      </w:r>
      <w:r w:rsidR="00092CC9" w:rsidRPr="006D2E6E">
        <w:t xml:space="preserve"> v </w:t>
      </w:r>
      <w:r w:rsidRPr="006D2E6E">
        <w:t>rozsahu dle § 13 odst. 1 písm. a)</w:t>
      </w:r>
      <w:r w:rsidR="00845C50" w:rsidRPr="006D2E6E">
        <w:t xml:space="preserve"> a </w:t>
      </w:r>
      <w:r w:rsidRPr="006D2E6E">
        <w:t>c) zákona č. 200/1994 Sb.,</w:t>
      </w:r>
      <w:r w:rsidR="00092CC9" w:rsidRPr="006D2E6E">
        <w:t xml:space="preserve"> o </w:t>
      </w:r>
      <w:r w:rsidRPr="006D2E6E">
        <w:t>zeměměřictví</w:t>
      </w:r>
      <w:r w:rsidR="00845C50" w:rsidRPr="006D2E6E">
        <w:t xml:space="preserve"> a</w:t>
      </w:r>
      <w:r w:rsidR="00092CC9" w:rsidRPr="006D2E6E">
        <w:t xml:space="preserve"> o </w:t>
      </w:r>
      <w:r w:rsidRPr="006D2E6E">
        <w:t>změně</w:t>
      </w:r>
      <w:r w:rsidR="00845C50" w:rsidRPr="006D2E6E">
        <w:t xml:space="preserve"> a </w:t>
      </w:r>
      <w:r w:rsidRPr="006D2E6E">
        <w:t>doplnění některých zákonů souvisejících</w:t>
      </w:r>
      <w:r w:rsidR="00845C50" w:rsidRPr="006D2E6E">
        <w:t xml:space="preserve"> s </w:t>
      </w:r>
      <w:r w:rsidRPr="006D2E6E">
        <w:t>jeho zavedením, ve znění pozdějších předpisů</w:t>
      </w:r>
      <w:r w:rsidR="00F62556" w:rsidRPr="006D2E6E">
        <w:t>.</w:t>
      </w:r>
    </w:p>
    <w:p w14:paraId="4DC37ABB" w14:textId="77777777" w:rsidR="00EE2244" w:rsidRPr="006D2E6E" w:rsidRDefault="00EE2244" w:rsidP="00EE2244">
      <w:pPr>
        <w:pStyle w:val="Odrka1-2-"/>
        <w:numPr>
          <w:ilvl w:val="0"/>
          <w:numId w:val="0"/>
        </w:numPr>
        <w:ind w:left="1531"/>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06E3B18D" w:rsidR="0035531B" w:rsidRDefault="0035531B" w:rsidP="008B2021">
      <w:pPr>
        <w:pStyle w:val="Textbezslovn"/>
      </w:pPr>
      <w:r w:rsidRPr="008B2021">
        <w:rPr>
          <w:rStyle w:val="Tun9b"/>
        </w:rPr>
        <w:t>Zadavatel uzná pouze takovou zkušenost člena odborného personálu</w:t>
      </w:r>
      <w:r w:rsidR="00FE7F1B">
        <w:rPr>
          <w:rStyle w:val="Tun9b"/>
        </w:rPr>
        <w:t xml:space="preserve"> </w:t>
      </w:r>
      <w:r w:rsidR="00FE7F1B" w:rsidRPr="00C311A1">
        <w:rPr>
          <w:rStyle w:val="Tun9b"/>
        </w:rPr>
        <w:t>(s výjimkou specialisty pro projektovou dokumentaci</w:t>
      </w:r>
      <w:r w:rsidR="00FE7F1B">
        <w:rPr>
          <w:rStyle w:val="Tun9b"/>
        </w:rPr>
        <w:t>)</w:t>
      </w:r>
      <w:r w:rsidRPr="008B2021">
        <w:rPr>
          <w:rStyle w:val="Tun9b"/>
        </w:rPr>
        <w:t xml:space="preserve">,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7A68A7CF"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00AF4DFE">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AD5551"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B372C">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3FBCAC30"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421D2">
        <w:rPr>
          <w:rStyle w:val="Tun9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421D2">
        <w:rPr>
          <w:rStyle w:val="Tun9b"/>
        </w:rPr>
        <w:t xml:space="preserve">služby nebo </w:t>
      </w:r>
      <w:r w:rsidRPr="0006499F">
        <w:rPr>
          <w:rStyle w:val="Tun9b"/>
        </w:rPr>
        <w:t>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11200993"/>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1DC6BDE8" w:rsidR="0035531B" w:rsidRDefault="0035531B" w:rsidP="00193D8F">
      <w:pPr>
        <w:pStyle w:val="Odrka1-1"/>
      </w:pPr>
      <w:r>
        <w:t>Harmonogram postupu prací uvádějící grafické znázornění, pořadí</w:t>
      </w:r>
      <w:r w:rsidR="00845C50">
        <w:t xml:space="preserve"> a </w:t>
      </w:r>
      <w:r>
        <w:t>načasování hlavních činností</w:t>
      </w:r>
      <w:r w:rsidR="00EE31F1">
        <w:t xml:space="preserve"> </w:t>
      </w:r>
      <w:r w:rsidR="00EE31F1" w:rsidRPr="00C3729A">
        <w:t>(zpracování projektové dokumentace v dílčích částech rozčleněných na DSP a PDSP, její schválení, vydání stavebního povolení</w:t>
      </w:r>
      <w:r w:rsidR="00EE31F1">
        <w:t>/ohlášení</w:t>
      </w:r>
      <w:r w:rsidR="00EE31F1" w:rsidRPr="00C3729A">
        <w:t xml:space="preserve"> v právní moci, realizace PS a SO a autorský dozor)</w:t>
      </w:r>
      <w:r>
        <w:t>,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594991" w:rsidRDefault="0035531B" w:rsidP="0035531B">
      <w:pPr>
        <w:pStyle w:val="Text1-1"/>
        <w:rPr>
          <w:rStyle w:val="Tun9b"/>
          <w:b w:val="0"/>
        </w:rPr>
      </w:pPr>
      <w:r w:rsidRPr="00594991">
        <w:rPr>
          <w:rStyle w:val="Tun9b"/>
          <w:b w:val="0"/>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74A7DC45" w14:textId="77777777" w:rsidR="00D67C90" w:rsidRPr="00386CAD" w:rsidRDefault="00D67C90" w:rsidP="00D67C90">
      <w:pPr>
        <w:pStyle w:val="Odrka1-2-"/>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p>
    <w:p w14:paraId="4BA5F459" w14:textId="66BA2E36" w:rsidR="00D67C90" w:rsidRDefault="00D67C90" w:rsidP="00D67C90">
      <w:pPr>
        <w:pStyle w:val="Odrka1-2-"/>
        <w:numPr>
          <w:ilvl w:val="0"/>
          <w:numId w:val="19"/>
        </w:numPr>
        <w:ind w:left="1843" w:hanging="283"/>
      </w:pPr>
      <w:r w:rsidRPr="00386CAD">
        <w:t>všechny</w:t>
      </w:r>
      <w:r w:rsidRPr="00386CAD">
        <w:rPr>
          <w:lang w:eastAsia="cs-CZ"/>
        </w:rPr>
        <w:t xml:space="preserve"> údaje požadované k vyplnění dodavatelem/zhotovitelem. Zadavatel v této souvislosti a pro vyloučení veškerých pochybností výslovně uvádí, že </w:t>
      </w:r>
      <w:r>
        <w:rPr>
          <w:lang w:eastAsia="cs-CZ"/>
        </w:rPr>
        <w:t>s</w:t>
      </w:r>
      <w:r w:rsidRPr="00386CAD">
        <w:rPr>
          <w:lang w:eastAsia="cs-CZ"/>
        </w:rPr>
        <w:t>mluvní cena ve smyslu této Výzvy vkládaná do Přílohy č. 4 závazného vzoru smlouvy musí naprosto korespondovat s</w:t>
      </w:r>
      <w:r w:rsidRPr="00C60D09">
        <w:rPr>
          <w:lang w:eastAsia="cs-CZ"/>
        </w:rPr>
        <w:t xml:space="preserve"> hodnotou Ceny Díla ve smyslu této Výzvy vkládané do těla (čl. 3.3) </w:t>
      </w:r>
      <w:r>
        <w:rPr>
          <w:lang w:eastAsia="cs-CZ"/>
        </w:rPr>
        <w:t>závazného vzoru smlouvy;</w:t>
      </w:r>
    </w:p>
    <w:p w14:paraId="071283F0" w14:textId="465BD2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11200994"/>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11200995"/>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11200996"/>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E60E52">
        <w:rPr>
          <w:rFonts w:cs="Arial"/>
          <w:b/>
        </w:rPr>
        <w:t>Nabídky lze podat v termínu, který je uveden na profilu zadavatele:</w:t>
      </w:r>
      <w:r w:rsidRPr="00E60E52">
        <w:rPr>
          <w:rFonts w:cs="Arial"/>
        </w:rPr>
        <w:t xml:space="preserve"> </w:t>
      </w:r>
      <w:hyperlink r:id="rId21" w:history="1">
        <w:r w:rsidRPr="00E60E52">
          <w:rPr>
            <w:rStyle w:val="Hypertextovodkaz"/>
            <w:rFonts w:cs="Arial"/>
            <w:b/>
            <w:bCs/>
            <w:lang w:eastAsia="cs-CZ"/>
          </w:rPr>
          <w:t>https://zakazky.spravazeleznic.cz/</w:t>
        </w:r>
      </w:hyperlink>
      <w:r w:rsidRPr="00E60E52">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3C1C87AB" w:rsidR="0035531B" w:rsidRDefault="003D5DFC" w:rsidP="003D5DFC">
      <w:pPr>
        <w:pStyle w:val="Text1-1"/>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Pr="003F78E7">
        <w:t>Oceněn</w:t>
      </w:r>
      <w:r>
        <w:t>é</w:t>
      </w:r>
      <w:r w:rsidRPr="003F78E7">
        <w:t xml:space="preserve"> </w:t>
      </w:r>
      <w:r>
        <w:t>Požadavky na výkon a funkci</w:t>
      </w:r>
      <w:r w:rsidRPr="003F78E7">
        <w:t xml:space="preserve"> bud</w:t>
      </w:r>
      <w:r>
        <w:t>ou</w:t>
      </w:r>
      <w:r w:rsidRPr="003F78E7">
        <w:t xml:space="preserve"> dodavatelem v nabídce předložen</w:t>
      </w:r>
      <w:r>
        <w:t>y</w:t>
      </w:r>
      <w:r w:rsidRPr="003F78E7">
        <w:t xml:space="preserve"> ve formátu xls/xlsx.</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585B8908" w:rsidR="00695DAA" w:rsidRDefault="00695DAA" w:rsidP="00695DAA">
      <w:pPr>
        <w:pStyle w:val="Odrka1-1"/>
      </w:pPr>
      <w:r>
        <w:t>Návrh smlouvy na plnění této veřejné zakázky, zpracovaný dle instrukcí obsažených v této Výzvě, tedy doplněný co do jeho těla a co do jeho přílohy č.</w:t>
      </w:r>
      <w:r w:rsidR="003D5DFC">
        <w:t xml:space="preserve"> 4,</w:t>
      </w:r>
      <w:r>
        <w:t xml:space="preserve"> 6 a 8, zbylé přílohy součástí návrhu smlouvy být nemusí, budou připojeny zadavatelem před podpisem smlouvy.</w:t>
      </w:r>
    </w:p>
    <w:p w14:paraId="205836A1" w14:textId="01A91B54" w:rsidR="00695DAA" w:rsidRDefault="00695DAA" w:rsidP="00695DAA">
      <w:pPr>
        <w:pStyle w:val="Odrka1-1"/>
      </w:pPr>
      <w:r>
        <w:t>Informace o společnosti dodavatelů ve formě formu</w:t>
      </w:r>
      <w:r w:rsidR="003D5DFC">
        <w:t xml:space="preserve">láře obsaženého v Příloze č. 3 </w:t>
      </w:r>
      <w:r>
        <w:t>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ACF431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A16F463" w:rsidR="0035531B" w:rsidRDefault="003D5DFC" w:rsidP="00695DAA">
      <w:pPr>
        <w:pStyle w:val="Odrka1-1"/>
      </w:pPr>
      <w:r w:rsidRPr="00085B94">
        <w:t>Oceněn</w:t>
      </w:r>
      <w:r>
        <w:t>é</w:t>
      </w:r>
      <w:r w:rsidRPr="00085B94">
        <w:t xml:space="preserve"> Požadavky na výkon </w:t>
      </w:r>
      <w:r>
        <w:t xml:space="preserve">a </w:t>
      </w:r>
      <w:r w:rsidRPr="00085B94">
        <w:t>funkci, včetně Rekapitulace ceny, jež jsou obsaženy v Dílu 4 zadávací dokumentace.</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11200997"/>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61A6B4E9" w:rsidR="0035531B" w:rsidRDefault="004C086E" w:rsidP="004C086E">
      <w:pPr>
        <w:pStyle w:val="Text1-1"/>
      </w:pPr>
      <w:r w:rsidRPr="004C086E">
        <w:t xml:space="preserve">Dodavatelé ocení všechny položky </w:t>
      </w:r>
      <w:r w:rsidR="007E5551">
        <w:t>P</w:t>
      </w:r>
      <w:r w:rsidR="00E74D4E">
        <w:t>ožadavků na výkon a funkci</w:t>
      </w:r>
      <w:r w:rsidRPr="004C086E">
        <w:t xml:space="preserve"> </w:t>
      </w:r>
      <w:r w:rsidR="00D302E5">
        <w:t xml:space="preserve">(není-li </w:t>
      </w:r>
      <w:r w:rsidR="008A5B22">
        <w:t xml:space="preserve">v zadávacích podmínkách </w:t>
      </w:r>
      <w:r w:rsidR="00D302E5">
        <w:t xml:space="preserve">stanoveno jinak) </w:t>
      </w:r>
      <w:r w:rsidR="007E5551">
        <w:t>poskytnutých</w:t>
      </w:r>
      <w:r w:rsidRPr="004C086E">
        <w:t xml:space="preserve"> v Dílu 4 s názvem </w:t>
      </w:r>
      <w:r w:rsidR="007E5551">
        <w:t>Požadavky na výkon a funkci</w:t>
      </w:r>
      <w:r w:rsidRPr="004C086E">
        <w:t xml:space="preserve"> s přihlédnutím k technickým specifikacím jednotlivých položek. </w:t>
      </w:r>
      <w:r w:rsidRPr="004C086E">
        <w:rPr>
          <w:b/>
        </w:rPr>
        <w:t>V případě, že dodavatel některou z položek uvedených v</w:t>
      </w:r>
      <w:r w:rsidR="007E5551">
        <w:rPr>
          <w:b/>
        </w:rPr>
        <w:t> 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tak hodnověrně a dostatečně ve své nabídce vysvětlí, z jakého důvodu nebyla položka oceněna, případně proč a jakým způsobem je daná položka již zahrnuta/oceněna v jiných položkách </w:t>
      </w:r>
      <w:r w:rsidR="0070754F">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70754F">
        <w:t>Požadavků na výkon a funkci</w:t>
      </w:r>
      <w:r w:rsidRPr="004C086E">
        <w:t xml:space="preserve"> apod.). </w:t>
      </w:r>
      <w:r w:rsidR="0070754F" w:rsidRPr="00085B94">
        <w:t xml:space="preserve">Jednotlivé oceněné položky v Požadavcích na výkon </w:t>
      </w:r>
      <w:r w:rsidR="0070754F">
        <w:t xml:space="preserve">a </w:t>
      </w:r>
      <w:r w:rsidR="0070754F" w:rsidRPr="00085B94">
        <w:t xml:space="preserve">funkci se uvádějí v Kč se zaokrouhlením na 2 desetinná místa. </w:t>
      </w:r>
    </w:p>
    <w:p w14:paraId="5BFF85A4" w14:textId="63AB346A" w:rsidR="0035531B" w:rsidRDefault="00394DD0" w:rsidP="004C086E">
      <w:pPr>
        <w:pStyle w:val="Text1-1"/>
      </w:pPr>
      <w:r w:rsidRPr="004C086E">
        <w:t>Nabídková cena bude v návrhu Smlouvy o dílo uvedena v Kč bez DPH</w:t>
      </w:r>
      <w:r>
        <w:t xml:space="preserve">, </w:t>
      </w:r>
      <w:r w:rsidRPr="00B848EB">
        <w:t xml:space="preserve">a to </w:t>
      </w:r>
      <w:r>
        <w:t xml:space="preserve">vždy </w:t>
      </w:r>
      <w:r w:rsidRPr="00B848EB">
        <w:t>jako součet ceny za zpracování projektové dokumentace bez DPH</w:t>
      </w:r>
      <w:r>
        <w:t xml:space="preserve"> (dále rozdělené na cenu za dokumentaci pro stavební povolení/ohlášení a projektovou dokumentaci pro provádění stavby)</w:t>
      </w:r>
      <w:r w:rsidRPr="00B848EB">
        <w:t>, ceny za výkon autorského dozoru bez DPH a ceny za zhotovení stavby bez DPH.</w:t>
      </w:r>
      <w:r>
        <w:t xml:space="preserve"> </w:t>
      </w:r>
      <w:r w:rsidRPr="004C086E">
        <w:t xml:space="preserve">Nabídková cena bude zaokrouhlená na dvě desetinná místa. </w:t>
      </w:r>
      <w:r w:rsidRPr="008645EE">
        <w:t xml:space="preserve">V případě rozporu mezi </w:t>
      </w:r>
      <w:r>
        <w:t xml:space="preserve">celkovou </w:t>
      </w:r>
      <w:r w:rsidRPr="008645EE">
        <w:t xml:space="preserve">nabídkovou cenou uvedenou v návrhu Smlouvy o dílo a </w:t>
      </w:r>
      <w:r>
        <w:t xml:space="preserve">celkovou </w:t>
      </w:r>
      <w:r w:rsidRPr="008645EE">
        <w:t>nabídkovou cenou uvedenou v</w:t>
      </w:r>
      <w:r>
        <w:t> Rekapitulaci ceny</w:t>
      </w:r>
      <w:r w:rsidRPr="008645EE">
        <w:t xml:space="preserve"> bude mít přednost nabídková cena uvedená v návrhu Smlouvy o dílo.</w:t>
      </w:r>
    </w:p>
    <w:p w14:paraId="5D41F7D3" w14:textId="77777777" w:rsidR="0035531B" w:rsidRDefault="0035531B" w:rsidP="004C086E">
      <w:pPr>
        <w:pStyle w:val="Nadpis1-1"/>
      </w:pPr>
      <w:bookmarkStart w:id="17" w:name="_Toc111200998"/>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0F6AF86"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11200999"/>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11201000"/>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5ED730CF"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245526">
        <w:t xml:space="preserve"> 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7B39AB">
      <w:pPr>
        <w:pStyle w:val="Odstavec1-1a"/>
        <w:numPr>
          <w:ilvl w:val="0"/>
          <w:numId w:val="13"/>
        </w:numPr>
      </w:pPr>
      <w:r>
        <w:t>nesplňují zadávací podmínky nebo je účastník výběrového řízení ve stanovené lhůtě nedoložil,</w:t>
      </w:r>
    </w:p>
    <w:p w14:paraId="6B5634D0" w14:textId="77777777" w:rsidR="001D4B4A" w:rsidRDefault="001D4B4A" w:rsidP="007B39AB">
      <w:pPr>
        <w:pStyle w:val="Odstavec1-1a"/>
        <w:numPr>
          <w:ilvl w:val="0"/>
          <w:numId w:val="13"/>
        </w:numPr>
      </w:pPr>
      <w:r>
        <w:t>nebyly účastníkem výběrového řízení objasněny nebo doplněny na základě žádosti, nebo</w:t>
      </w:r>
    </w:p>
    <w:p w14:paraId="6534F071" w14:textId="77777777" w:rsidR="001D4B4A" w:rsidRDefault="001D4B4A" w:rsidP="007B39AB">
      <w:pPr>
        <w:pStyle w:val="Odstavec1-1a"/>
        <w:numPr>
          <w:ilvl w:val="0"/>
          <w:numId w:val="13"/>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7B39AB">
      <w:pPr>
        <w:pStyle w:val="Odstavec1-1a"/>
        <w:numPr>
          <w:ilvl w:val="0"/>
          <w:numId w:val="14"/>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7B39AB">
      <w:pPr>
        <w:pStyle w:val="Odstavec1-1a"/>
        <w:numPr>
          <w:ilvl w:val="0"/>
          <w:numId w:val="14"/>
        </w:numPr>
      </w:pPr>
      <w:r>
        <w:t xml:space="preserve">došlo ke střetu zájmů a jiné opatření k nápravě, kromě zrušení výběrového řízení, není možné, </w:t>
      </w:r>
    </w:p>
    <w:p w14:paraId="052AB1AE" w14:textId="77777777" w:rsidR="001D4B4A" w:rsidRDefault="001D4B4A" w:rsidP="007B39AB">
      <w:pPr>
        <w:pStyle w:val="Odstavec1-1a"/>
        <w:numPr>
          <w:ilvl w:val="0"/>
          <w:numId w:val="14"/>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7B39AB">
      <w:pPr>
        <w:pStyle w:val="Odstavec1-1a"/>
        <w:numPr>
          <w:ilvl w:val="0"/>
          <w:numId w:val="14"/>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7B39AB">
      <w:pPr>
        <w:pStyle w:val="Odstavec1-1a"/>
        <w:numPr>
          <w:ilvl w:val="0"/>
          <w:numId w:val="14"/>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7B39AB">
      <w:pPr>
        <w:pStyle w:val="Odstavec1-1a"/>
        <w:numPr>
          <w:ilvl w:val="0"/>
          <w:numId w:val="14"/>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11201001"/>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11201002"/>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31D2A04" w:rsidR="0035531B" w:rsidRDefault="007B3D4D" w:rsidP="007B3D4D">
      <w:pPr>
        <w:pStyle w:val="Text1-1"/>
      </w:pPr>
      <w:r w:rsidRPr="00930B76">
        <w:t>Pokud bude nabídka vybraného dodavatele obsahovat nabídkovou cenu, překročí režim veřejné zakázky,</w:t>
      </w:r>
      <w:r w:rsidRPr="007B3D4D">
        <w:t xml:space="preserve"> bude výběrové řízení zrušeno</w:t>
      </w:r>
      <w:r>
        <w:t>.</w:t>
      </w:r>
    </w:p>
    <w:p w14:paraId="2ACC89C4" w14:textId="6C5D1F4E"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F73861">
        <w:t>30 000 000,-</w:t>
      </w:r>
      <w:r>
        <w:t xml:space="preserve"> Kč bez DPH. </w:t>
      </w:r>
    </w:p>
    <w:p w14:paraId="045C72D6" w14:textId="77777777" w:rsidR="0035531B" w:rsidRDefault="0035531B" w:rsidP="007038DC">
      <w:pPr>
        <w:pStyle w:val="Nadpis1-1"/>
      </w:pPr>
      <w:bookmarkStart w:id="22" w:name="_Toc111201003"/>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B3E0A18"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9745AB">
        <w:t xml:space="preserve">v článku 19.3, resp. v článku 19.4 </w:t>
      </w:r>
      <w:r w:rsidR="005909AC" w:rsidRPr="009745AB">
        <w:t xml:space="preserve">až 19.8 </w:t>
      </w:r>
      <w:r w:rsidRPr="009745AB">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444E1631" w:rsidR="0035531B" w:rsidRPr="00196DDC"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022B98">
        <w:t>to elektrických UTZ železničních</w:t>
      </w:r>
      <w:r>
        <w:t xml:space="preserve"> drah</w:t>
      </w:r>
      <w:r w:rsidR="00092CC9">
        <w:t xml:space="preserve"> v </w:t>
      </w:r>
      <w:r w:rsidRPr="00196DDC">
        <w:t xml:space="preserve">rozsahu: </w:t>
      </w:r>
    </w:p>
    <w:p w14:paraId="2A016303" w14:textId="77777777" w:rsidR="00022B98" w:rsidRPr="00196DDC" w:rsidRDefault="00022B98" w:rsidP="00022B98">
      <w:pPr>
        <w:pStyle w:val="Odrka1-1"/>
        <w:tabs>
          <w:tab w:val="clear" w:pos="1077"/>
          <w:tab w:val="num" w:pos="-4253"/>
        </w:tabs>
        <w:spacing w:after="0"/>
        <w:ind w:left="1418" w:hanging="284"/>
        <w:rPr>
          <w:rFonts w:ascii="Verdana" w:hAnsi="Verdana" w:cs="Arial"/>
        </w:rPr>
      </w:pPr>
      <w:r w:rsidRPr="00196DDC">
        <w:rPr>
          <w:rFonts w:ascii="Verdana" w:hAnsi="Verdana" w:cs="Arial"/>
        </w:rPr>
        <w:t>elektrické sítě drah a elektrické rozvody drah,</w:t>
      </w:r>
    </w:p>
    <w:p w14:paraId="7392A0F4" w14:textId="7DD2D5CF" w:rsidR="00022B98" w:rsidRPr="00196DDC" w:rsidRDefault="00022B98" w:rsidP="00196DDC">
      <w:pPr>
        <w:pStyle w:val="Odrka1-1"/>
        <w:tabs>
          <w:tab w:val="clear" w:pos="1077"/>
          <w:tab w:val="num" w:pos="-4253"/>
        </w:tabs>
        <w:spacing w:after="0"/>
        <w:ind w:left="1418" w:hanging="284"/>
        <w:rPr>
          <w:rFonts w:ascii="Verdana" w:hAnsi="Verdana" w:cs="Arial"/>
        </w:rPr>
      </w:pPr>
      <w:r w:rsidRPr="00196DDC">
        <w:rPr>
          <w:rFonts w:ascii="Verdana" w:hAnsi="Verdana" w:cs="Arial"/>
        </w:rPr>
        <w:t>silnoproudá zařízení drážní zabezpečovací, sdělovací, požární, signalizační a v</w:t>
      </w:r>
      <w:r w:rsidR="00196DDC" w:rsidRPr="00196DDC">
        <w:rPr>
          <w:rFonts w:ascii="Verdana" w:hAnsi="Verdana" w:cs="Arial"/>
        </w:rPr>
        <w:t>ýpočetní techniky.</w:t>
      </w:r>
    </w:p>
    <w:p w14:paraId="1C614F40" w14:textId="77777777" w:rsidR="00196DDC" w:rsidRPr="00196DDC" w:rsidRDefault="00196DDC" w:rsidP="00196DDC">
      <w:pPr>
        <w:pStyle w:val="Odrka1-1"/>
        <w:numPr>
          <w:ilvl w:val="0"/>
          <w:numId w:val="0"/>
        </w:numPr>
        <w:spacing w:after="0"/>
        <w:ind w:left="1418"/>
        <w:rPr>
          <w:rFonts w:ascii="Verdana" w:hAnsi="Verdana" w:cs="Arial"/>
        </w:rPr>
      </w:pP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4" w:name="_Toc111201004"/>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11201005"/>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0A233824" w:rsidR="004F6CAF" w:rsidRDefault="004F6CAF" w:rsidP="004F6CAF">
      <w:pPr>
        <w:pStyle w:val="Odrka1-1"/>
      </w:pPr>
      <w:r>
        <w:t>studentské exku</w:t>
      </w:r>
      <w:r w:rsidR="00E679A9">
        <w:t>rze.</w:t>
      </w:r>
    </w:p>
    <w:p w14:paraId="49F0953E" w14:textId="0BC587C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CE40A6">
        <w:t>ustanoveních článku 4.</w:t>
      </w:r>
      <w:r w:rsidR="00CE40A6" w:rsidRPr="00CE40A6">
        <w:t>7</w:t>
      </w:r>
      <w:r w:rsidRPr="00CE40A6">
        <w:t xml:space="preserve"> závazného</w:t>
      </w:r>
      <w:r>
        <w:t xml:space="preserve"> vzoru smlouvy, který je dílem 2 zadávací dokumentace.</w:t>
      </w:r>
    </w:p>
    <w:p w14:paraId="1AD277E7" w14:textId="35627EB6"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11201006"/>
      <w:r>
        <w:t>Další zadávací podmínky v návaznosti na sankce v souvislosti se situací na Ukrajině</w:t>
      </w:r>
      <w:bookmarkEnd w:id="27"/>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3" w:name="_Toc111201007"/>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48405BA3" w:rsidR="0035531B" w:rsidRDefault="0035531B" w:rsidP="00564DDD">
      <w:pPr>
        <w:pStyle w:val="Textbezslovn"/>
        <w:tabs>
          <w:tab w:val="left" w:pos="2127"/>
        </w:tabs>
        <w:spacing w:after="0"/>
        <w:ind w:left="2127" w:hanging="1390"/>
      </w:pPr>
      <w:r>
        <w:t>Příloha č. 4</w:t>
      </w:r>
      <w:r>
        <w:tab/>
        <w:t>Seznam</w:t>
      </w:r>
      <w:r w:rsidR="004226DA">
        <w:t xml:space="preserve"> významných služeb a</w:t>
      </w:r>
      <w:r>
        <w:t xml:space="preserve">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6D9B8F79" w:rsidR="0035531B" w:rsidRDefault="0035531B" w:rsidP="00564DDD">
      <w:pPr>
        <w:pStyle w:val="Textbezslovn"/>
        <w:spacing w:after="0"/>
      </w:pPr>
      <w:r w:rsidRPr="00D04FEF">
        <w:t>V</w:t>
      </w:r>
      <w:r w:rsidR="00B36181" w:rsidRPr="00D04FEF">
        <w:t> </w:t>
      </w:r>
      <w:r w:rsidRPr="00D04FEF">
        <w:t xml:space="preserve">Praze </w:t>
      </w:r>
    </w:p>
    <w:p w14:paraId="26A13A79" w14:textId="77777777" w:rsidR="0035531B" w:rsidRDefault="0035531B" w:rsidP="00564DDD">
      <w:pPr>
        <w:pStyle w:val="Textbezslovn"/>
        <w:spacing w:after="0"/>
      </w:pPr>
    </w:p>
    <w:p w14:paraId="124D0D46" w14:textId="52CE0113" w:rsidR="0035531B" w:rsidRDefault="0035531B" w:rsidP="00564DDD">
      <w:pPr>
        <w:pStyle w:val="Textbezslovn"/>
        <w:spacing w:after="0"/>
      </w:pPr>
    </w:p>
    <w:p w14:paraId="440C29BE" w14:textId="230E3B7E" w:rsidR="003338D5" w:rsidRDefault="003338D5" w:rsidP="00564DDD">
      <w:pPr>
        <w:pStyle w:val="Textbezslovn"/>
        <w:spacing w:after="0"/>
      </w:pPr>
    </w:p>
    <w:p w14:paraId="740D1854" w14:textId="77777777" w:rsidR="003338D5" w:rsidRDefault="003338D5" w:rsidP="00564DDD">
      <w:pPr>
        <w:pStyle w:val="Textbezslovn"/>
        <w:spacing w:after="0"/>
      </w:pPr>
      <w:bookmarkStart w:id="34" w:name="_GoBack"/>
      <w:bookmarkEnd w:id="34"/>
    </w:p>
    <w:p w14:paraId="0FAA2479" w14:textId="77777777" w:rsidR="003338D5" w:rsidRDefault="003338D5"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5038B94E" w14:textId="77777777" w:rsidR="00D04FEF" w:rsidRPr="00CF79F0" w:rsidRDefault="00D04FEF" w:rsidP="00D04FEF">
      <w:pPr>
        <w:pStyle w:val="Textbezslovn"/>
        <w:spacing w:after="0"/>
        <w:rPr>
          <w:highlight w:val="green"/>
        </w:rPr>
      </w:pPr>
      <w:r w:rsidRPr="00CF79F0">
        <w:rPr>
          <w:rFonts w:ascii="Verdana" w:hAnsi="Verdana" w:cs="Calibri"/>
          <w:bCs/>
          <w:sz w:val="20"/>
          <w:szCs w:val="20"/>
        </w:rPr>
        <w:t>Ing. Petr Hofhanzl</w:t>
      </w:r>
    </w:p>
    <w:p w14:paraId="2B29B5A9" w14:textId="77777777" w:rsidR="00D04FEF" w:rsidRPr="00CF79F0" w:rsidRDefault="00D04FEF" w:rsidP="00D04FEF">
      <w:pPr>
        <w:pStyle w:val="Textbezslovn"/>
        <w:spacing w:after="0"/>
      </w:pPr>
      <w:r w:rsidRPr="00CF79F0">
        <w:rPr>
          <w:rFonts w:ascii="Verdana" w:hAnsi="Verdana" w:cs="Calibri"/>
          <w:bCs/>
          <w:sz w:val="20"/>
          <w:szCs w:val="20"/>
        </w:rPr>
        <w:t>ředitel Stavební správy západ</w:t>
      </w:r>
    </w:p>
    <w:p w14:paraId="16AFB686" w14:textId="5A645817" w:rsidR="00564DDD" w:rsidRDefault="00D04FEF" w:rsidP="00D04FEF">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7FAC522" w:rsidR="008C65E0" w:rsidRDefault="006A6AF2" w:rsidP="006A6AF2">
      <w:pPr>
        <w:pStyle w:val="Textbezslovn"/>
        <w:ind w:left="0"/>
      </w:pPr>
      <w:r w:rsidRPr="006A6AF2">
        <w:t xml:space="preserve">Řádně jsme se seznámili se zněním zadávacích podmínek veřejné zakázky s názvem </w:t>
      </w:r>
      <w:r w:rsidR="00D04FEF" w:rsidRPr="00D04FEF">
        <w:rPr>
          <w:b/>
        </w:rPr>
        <w:t>„Výstavba DOK v traťovém úseku Kralupy nad Vltavou – Kladno-Ostrovec“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t>Příloha č. 4</w:t>
      </w:r>
    </w:p>
    <w:p w14:paraId="31FA9659" w14:textId="434F114E" w:rsidR="0035531B" w:rsidRPr="00AD792A" w:rsidRDefault="0035531B" w:rsidP="00FE4333">
      <w:pPr>
        <w:pStyle w:val="Nadpisbezsl1-2"/>
      </w:pPr>
      <w:r w:rsidRPr="00AD792A">
        <w:t xml:space="preserve">Seznam </w:t>
      </w:r>
      <w:r w:rsidR="006C0C5D">
        <w:t xml:space="preserve">významných služeb a </w:t>
      </w:r>
      <w:r w:rsidRPr="00AD792A">
        <w:t>stavebních prací</w:t>
      </w:r>
    </w:p>
    <w:p w14:paraId="1F32F0BC" w14:textId="77777777" w:rsidR="006C0C5D" w:rsidRPr="007A7C2C" w:rsidRDefault="006C0C5D" w:rsidP="006C0C5D">
      <w:pPr>
        <w:pStyle w:val="Textbezslovn"/>
        <w:ind w:left="0"/>
        <w:rPr>
          <w:b/>
        </w:rPr>
      </w:pPr>
      <w:r w:rsidRPr="007A7C2C">
        <w:rPr>
          <w:b/>
        </w:rPr>
        <w:t>Seznam významných služeb</w:t>
      </w:r>
    </w:p>
    <w:p w14:paraId="004A14A6" w14:textId="77777777" w:rsidR="006C0C5D" w:rsidRPr="007A7C2C" w:rsidRDefault="006C0C5D" w:rsidP="006C0C5D">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6C0C5D" w:rsidRPr="007A7C2C" w14:paraId="5B7E017F" w14:textId="77777777" w:rsidTr="009F12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3506C832" w14:textId="77777777" w:rsidR="006C0C5D" w:rsidRPr="007A7C2C" w:rsidRDefault="006C0C5D" w:rsidP="009F1232">
            <w:pPr>
              <w:rPr>
                <w:b/>
                <w:sz w:val="16"/>
                <w:szCs w:val="16"/>
              </w:rPr>
            </w:pPr>
            <w:r w:rsidRPr="007A7C2C">
              <w:rPr>
                <w:b/>
              </w:rPr>
              <w:t>Název služby/ zakázky</w:t>
            </w:r>
            <w:r w:rsidRPr="007A7C2C">
              <w:rPr>
                <w:b/>
                <w:sz w:val="16"/>
                <w:szCs w:val="16"/>
              </w:rPr>
              <w:t xml:space="preserve"> </w:t>
            </w:r>
          </w:p>
        </w:tc>
        <w:tc>
          <w:tcPr>
            <w:tcW w:w="1506" w:type="dxa"/>
          </w:tcPr>
          <w:p w14:paraId="603B003A" w14:textId="77777777" w:rsidR="006C0C5D" w:rsidRPr="007A7C2C" w:rsidRDefault="006C0C5D" w:rsidP="009F123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5284A608" w14:textId="77777777" w:rsidR="006C0C5D" w:rsidRPr="007A7C2C" w:rsidRDefault="006C0C5D" w:rsidP="009F123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45E26F80" w14:textId="77777777" w:rsidR="006C0C5D" w:rsidRPr="007A7C2C" w:rsidRDefault="006C0C5D" w:rsidP="009F123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1ADC5F3D" w14:textId="77777777" w:rsidR="006C0C5D" w:rsidRPr="007A7C2C" w:rsidRDefault="006C0C5D" w:rsidP="009F123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133E638E" w14:textId="77777777" w:rsidR="006C0C5D" w:rsidRPr="007A7C2C" w:rsidRDefault="006C0C5D" w:rsidP="009F1232">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6C0C5D" w:rsidRPr="007A7C2C" w14:paraId="25DB88C5" w14:textId="77777777" w:rsidTr="009F123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0C0C46D9" w14:textId="77777777" w:rsidR="006C0C5D" w:rsidRPr="007A7C2C" w:rsidRDefault="006C0C5D" w:rsidP="009F1232">
            <w:pPr>
              <w:rPr>
                <w:sz w:val="16"/>
                <w:szCs w:val="16"/>
                <w:highlight w:val="yellow"/>
              </w:rPr>
            </w:pPr>
            <w:r w:rsidRPr="007A7C2C">
              <w:rPr>
                <w:sz w:val="16"/>
                <w:szCs w:val="16"/>
                <w:highlight w:val="yellow"/>
              </w:rPr>
              <w:t>[DOPLNÍ DODAVATEL]</w:t>
            </w:r>
          </w:p>
        </w:tc>
        <w:tc>
          <w:tcPr>
            <w:tcW w:w="1506" w:type="dxa"/>
          </w:tcPr>
          <w:p w14:paraId="4E06A0EA"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F57FFAE"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F8ABC7"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7E2A49E"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CD22B7E"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3F7396CF" w14:textId="77777777" w:rsidTr="009F123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21ABB1D" w14:textId="77777777" w:rsidR="006C0C5D" w:rsidRPr="007A7C2C" w:rsidRDefault="006C0C5D" w:rsidP="009F1232">
            <w:pPr>
              <w:rPr>
                <w:sz w:val="16"/>
                <w:szCs w:val="16"/>
                <w:highlight w:val="yellow"/>
              </w:rPr>
            </w:pPr>
            <w:r w:rsidRPr="007A7C2C">
              <w:rPr>
                <w:sz w:val="16"/>
                <w:szCs w:val="16"/>
                <w:highlight w:val="yellow"/>
              </w:rPr>
              <w:t>[DOPLNÍ DODAVATEL]</w:t>
            </w:r>
          </w:p>
        </w:tc>
        <w:tc>
          <w:tcPr>
            <w:tcW w:w="1506" w:type="dxa"/>
          </w:tcPr>
          <w:p w14:paraId="068947AB"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B8F0F9C"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A56BF1F"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CEECDE0"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405CB409"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17CE8303" w14:textId="77777777" w:rsidTr="009F123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06D5F5C" w14:textId="77777777" w:rsidR="006C0C5D" w:rsidRPr="007A7C2C" w:rsidRDefault="006C0C5D" w:rsidP="009F1232">
            <w:pPr>
              <w:rPr>
                <w:sz w:val="16"/>
                <w:szCs w:val="16"/>
                <w:highlight w:val="yellow"/>
              </w:rPr>
            </w:pPr>
            <w:r w:rsidRPr="007A7C2C">
              <w:rPr>
                <w:sz w:val="16"/>
                <w:szCs w:val="16"/>
                <w:highlight w:val="yellow"/>
              </w:rPr>
              <w:t>[DOPLNÍ DODAVATEL]</w:t>
            </w:r>
          </w:p>
        </w:tc>
        <w:tc>
          <w:tcPr>
            <w:tcW w:w="1506" w:type="dxa"/>
          </w:tcPr>
          <w:p w14:paraId="0EF0364D"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05FCE56"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67B9314"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DC65E4D"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E1C895D"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09678D74" w14:textId="77777777" w:rsidTr="009F123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884D5D7" w14:textId="77777777" w:rsidR="006C0C5D" w:rsidRPr="007A7C2C" w:rsidRDefault="006C0C5D" w:rsidP="009F1232">
            <w:pPr>
              <w:rPr>
                <w:sz w:val="16"/>
                <w:szCs w:val="16"/>
                <w:highlight w:val="yellow"/>
              </w:rPr>
            </w:pPr>
            <w:r w:rsidRPr="007A7C2C">
              <w:rPr>
                <w:sz w:val="16"/>
                <w:szCs w:val="16"/>
                <w:highlight w:val="yellow"/>
              </w:rPr>
              <w:t>[DOPLNÍ DODAVATEL]</w:t>
            </w:r>
          </w:p>
        </w:tc>
        <w:tc>
          <w:tcPr>
            <w:tcW w:w="1506" w:type="dxa"/>
          </w:tcPr>
          <w:p w14:paraId="4B0C8B72"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B4E754C"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BF6B921"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328FCA1"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6709DED"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2C4181FA" w14:textId="77777777" w:rsidTr="009F123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4AA5462" w14:textId="77777777" w:rsidR="006C0C5D" w:rsidRPr="007A7C2C" w:rsidRDefault="006C0C5D" w:rsidP="009F1232">
            <w:pPr>
              <w:rPr>
                <w:sz w:val="16"/>
                <w:szCs w:val="16"/>
                <w:highlight w:val="yellow"/>
              </w:rPr>
            </w:pPr>
            <w:r w:rsidRPr="007A7C2C">
              <w:rPr>
                <w:sz w:val="16"/>
                <w:szCs w:val="16"/>
                <w:highlight w:val="yellow"/>
              </w:rPr>
              <w:t>[DOPLNÍ DODAVATEL]</w:t>
            </w:r>
          </w:p>
        </w:tc>
        <w:tc>
          <w:tcPr>
            <w:tcW w:w="1506" w:type="dxa"/>
          </w:tcPr>
          <w:p w14:paraId="75742B1C"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4A6C683"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1A5474"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62696D8"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175B8DB" w14:textId="77777777" w:rsidR="006C0C5D" w:rsidRPr="007A7C2C" w:rsidRDefault="006C0C5D" w:rsidP="009F123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29B2993C" w14:textId="77777777" w:rsidTr="009F123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6824142E" w14:textId="77777777" w:rsidR="006C0C5D" w:rsidRPr="007A7C2C" w:rsidRDefault="006C0C5D" w:rsidP="009F1232">
            <w:pPr>
              <w:rPr>
                <w:b w:val="0"/>
                <w:sz w:val="16"/>
                <w:szCs w:val="16"/>
                <w:highlight w:val="yellow"/>
              </w:rPr>
            </w:pPr>
            <w:r w:rsidRPr="007A7C2C">
              <w:rPr>
                <w:b w:val="0"/>
                <w:sz w:val="16"/>
                <w:szCs w:val="16"/>
                <w:highlight w:val="yellow"/>
              </w:rPr>
              <w:t>[DOPLNÍ DODAVATEL]</w:t>
            </w:r>
          </w:p>
        </w:tc>
        <w:tc>
          <w:tcPr>
            <w:tcW w:w="1506" w:type="dxa"/>
            <w:shd w:val="clear" w:color="auto" w:fill="auto"/>
          </w:tcPr>
          <w:p w14:paraId="4B272A09" w14:textId="77777777" w:rsidR="006C0C5D" w:rsidRPr="007A7C2C" w:rsidRDefault="006C0C5D" w:rsidP="009F123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388488BE" w14:textId="77777777" w:rsidR="006C0C5D" w:rsidRPr="007A7C2C" w:rsidRDefault="006C0C5D" w:rsidP="009F123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4F7EA2F6" w14:textId="77777777" w:rsidR="006C0C5D" w:rsidRPr="007A7C2C" w:rsidRDefault="006C0C5D" w:rsidP="009F123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483E8B36" w14:textId="77777777" w:rsidR="006C0C5D" w:rsidRPr="007A7C2C" w:rsidRDefault="006C0C5D" w:rsidP="009F123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26F7A46" w14:textId="77777777" w:rsidR="006C0C5D" w:rsidRPr="007A7C2C" w:rsidRDefault="006C0C5D" w:rsidP="009F123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3AD696A" w14:textId="77777777" w:rsidR="006C0C5D" w:rsidRPr="007A7C2C" w:rsidRDefault="006C0C5D" w:rsidP="006C0C5D">
      <w:pPr>
        <w:pStyle w:val="Nadpisbezsl1-2"/>
      </w:pPr>
    </w:p>
    <w:p w14:paraId="75669E49" w14:textId="6EB1E072" w:rsidR="00AB1063" w:rsidRPr="006C0C5D" w:rsidRDefault="006C0C5D" w:rsidP="006C0C5D">
      <w:pPr>
        <w:pStyle w:val="Textbezslovn"/>
        <w:ind w:left="0"/>
        <w:rPr>
          <w:b/>
        </w:rPr>
      </w:pPr>
      <w:r w:rsidRPr="006C0C5D">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6C0C5D">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51E986CB"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941426">
        <w:t xml:space="preserve">služby nebo </w:t>
      </w:r>
      <w:r>
        <w:t>stavební práce, které poskytl:</w:t>
      </w:r>
    </w:p>
    <w:p w14:paraId="5B6B47EB" w14:textId="77777777" w:rsidR="0035531B" w:rsidRDefault="0035531B" w:rsidP="007B39AB">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0248A96F" w:rsidR="000276A8" w:rsidRPr="00EE3C5F" w:rsidRDefault="006C0C5D"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Pr>
                <w:b/>
                <w:sz w:val="16"/>
                <w:szCs w:val="16"/>
              </w:rPr>
              <w:t xml:space="preserve"> nebo projektováním*</w:t>
            </w:r>
            <w:r w:rsidRPr="007A7C2C">
              <w:rPr>
                <w:b/>
                <w:sz w:val="16"/>
                <w:szCs w:val="16"/>
              </w:rPr>
              <w:t xml:space="preserve">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69B68AC"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DD4296">
        <w:t xml:space="preserve">nebo projektováním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7B39AB">
      <w:pPr>
        <w:pStyle w:val="Odstavec1-1a"/>
        <w:numPr>
          <w:ilvl w:val="0"/>
          <w:numId w:val="12"/>
        </w:numPr>
      </w:pPr>
      <w:r>
        <w:t>Příjmení: [</w:t>
      </w:r>
      <w:r w:rsidRPr="00E24F78">
        <w:rPr>
          <w:b/>
          <w:highlight w:val="yellow"/>
        </w:rPr>
        <w:t>DOPLNÍ DODAVATEL</w:t>
      </w:r>
      <w:r>
        <w:t>]</w:t>
      </w:r>
    </w:p>
    <w:p w14:paraId="20591EA0" w14:textId="77777777" w:rsidR="0035531B" w:rsidRDefault="0035531B" w:rsidP="007B39AB">
      <w:pPr>
        <w:pStyle w:val="Odstavec1-1a"/>
        <w:numPr>
          <w:ilvl w:val="0"/>
          <w:numId w:val="12"/>
        </w:numPr>
      </w:pPr>
      <w:r>
        <w:t>Jméno: [</w:t>
      </w:r>
      <w:r w:rsidRPr="00E24F78">
        <w:rPr>
          <w:b/>
          <w:highlight w:val="yellow"/>
        </w:rPr>
        <w:t>DOPLNÍ DODAVATEL</w:t>
      </w:r>
      <w:r>
        <w:t>]</w:t>
      </w:r>
    </w:p>
    <w:p w14:paraId="15F8B52C" w14:textId="77777777" w:rsidR="0035531B" w:rsidRDefault="0035531B" w:rsidP="007B39AB">
      <w:pPr>
        <w:pStyle w:val="Odstavec1-1a"/>
        <w:numPr>
          <w:ilvl w:val="0"/>
          <w:numId w:val="12"/>
        </w:numPr>
      </w:pPr>
      <w:r>
        <w:t>Datum narození: [</w:t>
      </w:r>
      <w:r w:rsidRPr="00833899">
        <w:rPr>
          <w:highlight w:val="yellow"/>
        </w:rPr>
        <w:t>DOPLNÍ DODAVATEL</w:t>
      </w:r>
      <w:r>
        <w:t>]</w:t>
      </w:r>
    </w:p>
    <w:p w14:paraId="014B12AF" w14:textId="77777777" w:rsidR="0035531B" w:rsidRDefault="0035531B" w:rsidP="007B39AB">
      <w:pPr>
        <w:pStyle w:val="Odstavec1-1a"/>
        <w:numPr>
          <w:ilvl w:val="0"/>
          <w:numId w:val="12"/>
        </w:numPr>
      </w:pPr>
      <w:r>
        <w:t>Kontaktní pracovní adresa (včetně pracovní tel/e-mail): [</w:t>
      </w:r>
      <w:r w:rsidRPr="00833899">
        <w:rPr>
          <w:highlight w:val="yellow"/>
        </w:rPr>
        <w:t>DOPLNÍ DODAVATEL</w:t>
      </w:r>
      <w:r>
        <w:t>]</w:t>
      </w:r>
    </w:p>
    <w:p w14:paraId="381871CE" w14:textId="7BF61F86" w:rsidR="0035531B" w:rsidRPr="00833899" w:rsidRDefault="0035531B" w:rsidP="007B39AB">
      <w:pPr>
        <w:pStyle w:val="Odstavec1-1a"/>
        <w:numPr>
          <w:ilvl w:val="0"/>
          <w:numId w:val="12"/>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0314ED17" w:rsidR="00452F69" w:rsidRPr="00833899" w:rsidRDefault="00AB7348" w:rsidP="00307641">
            <w:pPr>
              <w:rPr>
                <w:b w:val="0"/>
                <w:sz w:val="16"/>
                <w:szCs w:val="16"/>
              </w:rPr>
            </w:pPr>
            <w:r w:rsidRPr="007A7C2C">
              <w:rPr>
                <w:b w:val="0"/>
                <w:sz w:val="16"/>
                <w:szCs w:val="16"/>
              </w:rPr>
              <w:t>Popis pracovních činností/náplň praxe</w:t>
            </w:r>
            <w:r>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4CFC987F"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09789C">
        <w:t xml:space="preserve">nebo projektováním </w:t>
      </w:r>
      <w:r w:rsidR="0009789C" w:rsidRPr="007A7C2C">
        <w:t xml:space="preserve">zakázek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6888F96E" w:rsidR="00452F69" w:rsidRPr="00833899" w:rsidRDefault="00AB7348" w:rsidP="00307641">
            <w:pPr>
              <w:rPr>
                <w:sz w:val="16"/>
                <w:szCs w:val="16"/>
              </w:rPr>
            </w:pPr>
            <w:r w:rsidRPr="007A7C2C">
              <w:rPr>
                <w:sz w:val="16"/>
                <w:szCs w:val="16"/>
              </w:rPr>
              <w:t>Popis předmětu plnění zakázky - v detailu potřebném pro ověření splnění požadavků</w:t>
            </w:r>
            <w:r>
              <w:rPr>
                <w:sz w:val="16"/>
                <w:szCs w:val="16"/>
              </w:rPr>
              <w:t xml:space="preserve"> (</w:t>
            </w:r>
            <w:r w:rsidRPr="007147A7">
              <w:rPr>
                <w:sz w:val="16"/>
                <w:szCs w:val="16"/>
              </w:rPr>
              <w:t xml:space="preserve">u projektování uveďte i druhy </w:t>
            </w:r>
            <w:r>
              <w:rPr>
                <w:sz w:val="16"/>
                <w:szCs w:val="16"/>
              </w:rPr>
              <w:t xml:space="preserve">a </w:t>
            </w:r>
            <w:r w:rsidRPr="007147A7">
              <w:rPr>
                <w:sz w:val="16"/>
                <w:szCs w:val="16"/>
              </w:rPr>
              <w:t>nápl</w:t>
            </w:r>
            <w:r>
              <w:rPr>
                <w:sz w:val="16"/>
                <w:szCs w:val="16"/>
              </w:rPr>
              <w:t>ň</w:t>
            </w:r>
            <w:r w:rsidRPr="007147A7">
              <w:rPr>
                <w:sz w:val="16"/>
                <w:szCs w:val="16"/>
              </w:rPr>
              <w:t xml:space="preserve"> projektovaných staveb, stupně dokumentací apod.)</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4E039E6"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09789C" w:rsidRPr="0009789C">
        <w:rPr>
          <w:rFonts w:eastAsia="Times New Roman" w:cs="Times New Roman"/>
          <w:b/>
          <w:lang w:eastAsia="cs-CZ"/>
        </w:rPr>
        <w:t>„</w:t>
      </w:r>
      <w:r w:rsidR="0009789C" w:rsidRPr="0009789C">
        <w:rPr>
          <w:b/>
        </w:rPr>
        <w:t>Výstavba DOK v traťovém úseku Kralupy nad Vltavou – Kladno-Ostrovec“</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7B39AB">
      <w:pPr>
        <w:pStyle w:val="Odstavecseseznamem"/>
        <w:numPr>
          <w:ilvl w:val="0"/>
          <w:numId w:val="15"/>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CB2E7" w14:textId="77777777" w:rsidR="00AD5551" w:rsidRDefault="00AD5551" w:rsidP="00962258">
      <w:pPr>
        <w:spacing w:after="0" w:line="240" w:lineRule="auto"/>
      </w:pPr>
      <w:r>
        <w:separator/>
      </w:r>
    </w:p>
  </w:endnote>
  <w:endnote w:type="continuationSeparator" w:id="0">
    <w:p w14:paraId="2FDB7333" w14:textId="77777777" w:rsidR="00AD5551" w:rsidRDefault="00AD55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3A06" w:rsidRPr="00DD4E14" w14:paraId="43E6FD8A" w14:textId="77777777" w:rsidTr="00EB46E5">
      <w:tc>
        <w:tcPr>
          <w:tcW w:w="1361" w:type="dxa"/>
          <w:tcMar>
            <w:left w:w="0" w:type="dxa"/>
            <w:right w:w="0" w:type="dxa"/>
          </w:tcMar>
          <w:vAlign w:val="bottom"/>
        </w:tcPr>
        <w:p w14:paraId="016FBFAA" w14:textId="70EC4F8E" w:rsidR="00483A06" w:rsidRPr="00B8518B" w:rsidRDefault="00483A0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48B4">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248B4">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483A06" w:rsidRDefault="00483A06" w:rsidP="00B8518B">
          <w:pPr>
            <w:pStyle w:val="Zpat"/>
          </w:pPr>
        </w:p>
      </w:tc>
      <w:tc>
        <w:tcPr>
          <w:tcW w:w="425" w:type="dxa"/>
          <w:shd w:val="clear" w:color="auto" w:fill="auto"/>
          <w:tcMar>
            <w:left w:w="0" w:type="dxa"/>
            <w:right w:w="0" w:type="dxa"/>
          </w:tcMar>
        </w:tcPr>
        <w:p w14:paraId="45F1B8FE" w14:textId="77777777" w:rsidR="00483A06" w:rsidRDefault="00483A06" w:rsidP="00B8518B">
          <w:pPr>
            <w:pStyle w:val="Zpat"/>
          </w:pPr>
        </w:p>
      </w:tc>
      <w:tc>
        <w:tcPr>
          <w:tcW w:w="8505" w:type="dxa"/>
        </w:tcPr>
        <w:p w14:paraId="6552BBF7" w14:textId="4FDC268B" w:rsidR="00483A06" w:rsidRPr="00DD4E14" w:rsidRDefault="00483A06" w:rsidP="00EB46E5">
          <w:pPr>
            <w:pStyle w:val="Zpat0"/>
          </w:pPr>
          <w:r w:rsidRPr="00DD4E14">
            <w:t>„Výstavba DOK v tra</w:t>
          </w:r>
          <w:r>
            <w:t>ťovém</w:t>
          </w:r>
          <w:r w:rsidRPr="00DD4E14">
            <w:t xml:space="preserve"> úseku Kralupy nad Vltavou – Kladno-Ostrovec“</w:t>
          </w:r>
        </w:p>
        <w:p w14:paraId="3201EED0" w14:textId="77777777" w:rsidR="00483A06" w:rsidRPr="00DD4E14" w:rsidRDefault="00483A06" w:rsidP="00EB46E5">
          <w:pPr>
            <w:pStyle w:val="Zpat0"/>
          </w:pPr>
          <w:r w:rsidRPr="00DD4E14">
            <w:t>Díl 1 – VÝZVA K PODÁNÍ NABÍDKY</w:t>
          </w:r>
        </w:p>
        <w:p w14:paraId="0F33739D" w14:textId="77777777" w:rsidR="00483A06" w:rsidRPr="00DD4E14" w:rsidRDefault="00483A06" w:rsidP="0035531B">
          <w:pPr>
            <w:pStyle w:val="Zpat0"/>
          </w:pPr>
        </w:p>
      </w:tc>
    </w:tr>
  </w:tbl>
  <w:p w14:paraId="0F99771F" w14:textId="77777777" w:rsidR="00483A06" w:rsidRPr="00B8518B" w:rsidRDefault="00483A0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483A06" w:rsidRPr="00B8518B" w:rsidRDefault="00483A06" w:rsidP="00460660">
    <w:pPr>
      <w:pStyle w:val="Zpat"/>
      <w:rPr>
        <w:sz w:val="2"/>
        <w:szCs w:val="2"/>
      </w:rPr>
    </w:pPr>
  </w:p>
  <w:p w14:paraId="542534AD" w14:textId="77777777" w:rsidR="00483A06" w:rsidRPr="00460660" w:rsidRDefault="00483A0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F552EB" w14:textId="77777777" w:rsidR="00AD5551" w:rsidRDefault="00AD5551" w:rsidP="00962258">
      <w:pPr>
        <w:spacing w:after="0" w:line="240" w:lineRule="auto"/>
      </w:pPr>
      <w:r>
        <w:separator/>
      </w:r>
    </w:p>
  </w:footnote>
  <w:footnote w:type="continuationSeparator" w:id="0">
    <w:p w14:paraId="34D63A28" w14:textId="77777777" w:rsidR="00AD5551" w:rsidRDefault="00AD5551" w:rsidP="00962258">
      <w:pPr>
        <w:spacing w:after="0" w:line="240" w:lineRule="auto"/>
      </w:pPr>
      <w:r>
        <w:continuationSeparator/>
      </w:r>
    </w:p>
  </w:footnote>
  <w:footnote w:id="1">
    <w:p w14:paraId="6D9839BF" w14:textId="77777777" w:rsidR="00483A06" w:rsidRDefault="00483A06"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483A06" w:rsidRDefault="00483A0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483A06" w:rsidRDefault="00483A0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483A06" w:rsidRDefault="00483A0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483A06" w:rsidRDefault="00483A0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483A06" w:rsidRDefault="00483A0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483A06" w:rsidRDefault="00483A0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483A06" w:rsidRDefault="00483A06"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483A06" w:rsidRDefault="00483A06"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483A06" w:rsidRDefault="00483A06"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3A06" w14:paraId="79A2CDDF" w14:textId="77777777" w:rsidTr="00C02D0A">
      <w:trPr>
        <w:trHeight w:hRule="exact" w:val="454"/>
      </w:trPr>
      <w:tc>
        <w:tcPr>
          <w:tcW w:w="1361" w:type="dxa"/>
          <w:tcMar>
            <w:top w:w="57" w:type="dxa"/>
            <w:left w:w="0" w:type="dxa"/>
            <w:right w:w="0" w:type="dxa"/>
          </w:tcMar>
        </w:tcPr>
        <w:p w14:paraId="6F56E93F" w14:textId="77777777" w:rsidR="00483A06" w:rsidRPr="00B8518B" w:rsidRDefault="00483A06" w:rsidP="00523EA7">
          <w:pPr>
            <w:pStyle w:val="Zpat"/>
            <w:rPr>
              <w:rStyle w:val="slostrnky"/>
            </w:rPr>
          </w:pPr>
        </w:p>
      </w:tc>
      <w:tc>
        <w:tcPr>
          <w:tcW w:w="3458" w:type="dxa"/>
          <w:shd w:val="clear" w:color="auto" w:fill="auto"/>
          <w:tcMar>
            <w:top w:w="57" w:type="dxa"/>
            <w:left w:w="0" w:type="dxa"/>
            <w:right w:w="0" w:type="dxa"/>
          </w:tcMar>
        </w:tcPr>
        <w:p w14:paraId="743F0C7F" w14:textId="77777777" w:rsidR="00483A06" w:rsidRDefault="00483A06" w:rsidP="00523EA7">
          <w:pPr>
            <w:pStyle w:val="Zpat"/>
          </w:pPr>
        </w:p>
      </w:tc>
      <w:tc>
        <w:tcPr>
          <w:tcW w:w="5698" w:type="dxa"/>
          <w:shd w:val="clear" w:color="auto" w:fill="auto"/>
          <w:tcMar>
            <w:top w:w="57" w:type="dxa"/>
            <w:left w:w="0" w:type="dxa"/>
            <w:right w:w="0" w:type="dxa"/>
          </w:tcMar>
        </w:tcPr>
        <w:p w14:paraId="31CF52A8" w14:textId="77777777" w:rsidR="00483A06" w:rsidRPr="00D6163D" w:rsidRDefault="00483A06" w:rsidP="00D6163D">
          <w:pPr>
            <w:pStyle w:val="Druhdokumentu"/>
          </w:pPr>
        </w:p>
      </w:tc>
    </w:tr>
  </w:tbl>
  <w:p w14:paraId="75C0D1DB" w14:textId="77777777" w:rsidR="00483A06" w:rsidRPr="00D6163D" w:rsidRDefault="00483A0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83A06" w14:paraId="305FD5DB" w14:textId="77777777" w:rsidTr="00B22106">
      <w:trPr>
        <w:trHeight w:hRule="exact" w:val="936"/>
      </w:trPr>
      <w:tc>
        <w:tcPr>
          <w:tcW w:w="1361" w:type="dxa"/>
          <w:tcMar>
            <w:left w:w="0" w:type="dxa"/>
            <w:right w:w="0" w:type="dxa"/>
          </w:tcMar>
        </w:tcPr>
        <w:p w14:paraId="570B0069" w14:textId="77777777" w:rsidR="00483A06" w:rsidRPr="00B8518B" w:rsidRDefault="00483A06" w:rsidP="00FC6389">
          <w:pPr>
            <w:pStyle w:val="Zpat"/>
            <w:rPr>
              <w:rStyle w:val="slostrnky"/>
            </w:rPr>
          </w:pPr>
        </w:p>
      </w:tc>
      <w:tc>
        <w:tcPr>
          <w:tcW w:w="3458" w:type="dxa"/>
          <w:shd w:val="clear" w:color="auto" w:fill="auto"/>
          <w:tcMar>
            <w:left w:w="0" w:type="dxa"/>
            <w:right w:w="0" w:type="dxa"/>
          </w:tcMar>
        </w:tcPr>
        <w:p w14:paraId="5C1BA917" w14:textId="77777777" w:rsidR="00483A06" w:rsidRDefault="00483A06" w:rsidP="00FC6389">
          <w:pPr>
            <w:pStyle w:val="Zpat"/>
          </w:pPr>
        </w:p>
      </w:tc>
      <w:tc>
        <w:tcPr>
          <w:tcW w:w="5756" w:type="dxa"/>
          <w:shd w:val="clear" w:color="auto" w:fill="auto"/>
          <w:tcMar>
            <w:left w:w="0" w:type="dxa"/>
            <w:right w:w="0" w:type="dxa"/>
          </w:tcMar>
        </w:tcPr>
        <w:p w14:paraId="2C32B53E" w14:textId="77777777" w:rsidR="00483A06" w:rsidRPr="00D6163D" w:rsidRDefault="00483A06" w:rsidP="00FC6389">
          <w:pPr>
            <w:pStyle w:val="Druhdokumentu"/>
          </w:pPr>
        </w:p>
      </w:tc>
    </w:tr>
    <w:tr w:rsidR="00483A06" w14:paraId="69F8D53D" w14:textId="77777777" w:rsidTr="00B22106">
      <w:trPr>
        <w:trHeight w:hRule="exact" w:val="936"/>
      </w:trPr>
      <w:tc>
        <w:tcPr>
          <w:tcW w:w="1361" w:type="dxa"/>
          <w:tcMar>
            <w:left w:w="0" w:type="dxa"/>
            <w:right w:w="0" w:type="dxa"/>
          </w:tcMar>
        </w:tcPr>
        <w:p w14:paraId="679BED3A" w14:textId="77777777" w:rsidR="00483A06" w:rsidRPr="00B8518B" w:rsidRDefault="00483A06" w:rsidP="00FC6389">
          <w:pPr>
            <w:pStyle w:val="Zpat"/>
            <w:rPr>
              <w:rStyle w:val="slostrnky"/>
            </w:rPr>
          </w:pPr>
        </w:p>
      </w:tc>
      <w:tc>
        <w:tcPr>
          <w:tcW w:w="3458" w:type="dxa"/>
          <w:shd w:val="clear" w:color="auto" w:fill="auto"/>
          <w:tcMar>
            <w:left w:w="0" w:type="dxa"/>
            <w:right w:w="0" w:type="dxa"/>
          </w:tcMar>
        </w:tcPr>
        <w:p w14:paraId="63E8AC86" w14:textId="77777777" w:rsidR="00483A06" w:rsidRDefault="00483A06" w:rsidP="00FC6389">
          <w:pPr>
            <w:pStyle w:val="Zpat"/>
          </w:pPr>
        </w:p>
      </w:tc>
      <w:tc>
        <w:tcPr>
          <w:tcW w:w="5756" w:type="dxa"/>
          <w:shd w:val="clear" w:color="auto" w:fill="auto"/>
          <w:tcMar>
            <w:left w:w="0" w:type="dxa"/>
            <w:right w:w="0" w:type="dxa"/>
          </w:tcMar>
        </w:tcPr>
        <w:p w14:paraId="702F8471" w14:textId="77777777" w:rsidR="00483A06" w:rsidRPr="00D6163D" w:rsidRDefault="00483A06" w:rsidP="00FC6389">
          <w:pPr>
            <w:pStyle w:val="Druhdokumentu"/>
          </w:pPr>
        </w:p>
      </w:tc>
    </w:tr>
  </w:tbl>
  <w:p w14:paraId="0A197E79" w14:textId="77777777" w:rsidR="00483A06" w:rsidRPr="00D6163D" w:rsidRDefault="00483A06"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483A06" w:rsidRPr="00460660" w:rsidRDefault="00483A0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1C7AD26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C92A9E"/>
    <w:multiLevelType w:val="hybridMultilevel"/>
    <w:tmpl w:val="7788F94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6F964C2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69C45DE"/>
    <w:multiLevelType w:val="hybridMultilevel"/>
    <w:tmpl w:val="2582568E"/>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13"/>
  </w:num>
  <w:num w:numId="4">
    <w:abstractNumId w:val="4"/>
  </w:num>
  <w:num w:numId="5">
    <w:abstractNumId w:val="1"/>
  </w:num>
  <w:num w:numId="6">
    <w:abstractNumId w:val="7"/>
  </w:num>
  <w:num w:numId="7">
    <w:abstractNumId w:val="10"/>
  </w:num>
  <w:num w:numId="8">
    <w:abstractNumId w:val="8"/>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num>
  <w:num w:numId="18">
    <w:abstractNumId w:val="0"/>
  </w:num>
  <w:num w:numId="1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2B98"/>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3A9E"/>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9789C"/>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7DE"/>
    <w:rsid w:val="000E5F0B"/>
    <w:rsid w:val="000F4E40"/>
    <w:rsid w:val="000F7323"/>
    <w:rsid w:val="001032AF"/>
    <w:rsid w:val="00106A0E"/>
    <w:rsid w:val="001077DE"/>
    <w:rsid w:val="00112301"/>
    <w:rsid w:val="00112864"/>
    <w:rsid w:val="00112F94"/>
    <w:rsid w:val="001139E3"/>
    <w:rsid w:val="00114472"/>
    <w:rsid w:val="00114988"/>
    <w:rsid w:val="00114A29"/>
    <w:rsid w:val="00115069"/>
    <w:rsid w:val="001150F2"/>
    <w:rsid w:val="00116813"/>
    <w:rsid w:val="00120210"/>
    <w:rsid w:val="00132890"/>
    <w:rsid w:val="00142F26"/>
    <w:rsid w:val="00146496"/>
    <w:rsid w:val="00146BCB"/>
    <w:rsid w:val="00146DD0"/>
    <w:rsid w:val="001472A9"/>
    <w:rsid w:val="0015545A"/>
    <w:rsid w:val="00157179"/>
    <w:rsid w:val="001656A2"/>
    <w:rsid w:val="00167021"/>
    <w:rsid w:val="00170521"/>
    <w:rsid w:val="00170EC5"/>
    <w:rsid w:val="001747C1"/>
    <w:rsid w:val="00177199"/>
    <w:rsid w:val="00177D6B"/>
    <w:rsid w:val="0018364C"/>
    <w:rsid w:val="001902D3"/>
    <w:rsid w:val="00191F90"/>
    <w:rsid w:val="00192880"/>
    <w:rsid w:val="0019345F"/>
    <w:rsid w:val="00193D8F"/>
    <w:rsid w:val="001950C2"/>
    <w:rsid w:val="0019527B"/>
    <w:rsid w:val="00196DDC"/>
    <w:rsid w:val="00196E81"/>
    <w:rsid w:val="001B23A1"/>
    <w:rsid w:val="001B4E74"/>
    <w:rsid w:val="001B5ED5"/>
    <w:rsid w:val="001C0816"/>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5526"/>
    <w:rsid w:val="0024699F"/>
    <w:rsid w:val="00247D01"/>
    <w:rsid w:val="0025030F"/>
    <w:rsid w:val="00261024"/>
    <w:rsid w:val="00261A5B"/>
    <w:rsid w:val="002628F0"/>
    <w:rsid w:val="00262E5B"/>
    <w:rsid w:val="00263CBA"/>
    <w:rsid w:val="00266708"/>
    <w:rsid w:val="002670A6"/>
    <w:rsid w:val="00267CF3"/>
    <w:rsid w:val="00274D1E"/>
    <w:rsid w:val="00276660"/>
    <w:rsid w:val="00276AFE"/>
    <w:rsid w:val="00280CE6"/>
    <w:rsid w:val="00283302"/>
    <w:rsid w:val="002924B8"/>
    <w:rsid w:val="002952C6"/>
    <w:rsid w:val="002A1957"/>
    <w:rsid w:val="002A3B57"/>
    <w:rsid w:val="002C04EE"/>
    <w:rsid w:val="002C31BF"/>
    <w:rsid w:val="002D4BFE"/>
    <w:rsid w:val="002D7261"/>
    <w:rsid w:val="002D7FD6"/>
    <w:rsid w:val="002E0CD7"/>
    <w:rsid w:val="002E0CFB"/>
    <w:rsid w:val="002E0F4A"/>
    <w:rsid w:val="002E294C"/>
    <w:rsid w:val="002E42C8"/>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38D5"/>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4DD0"/>
    <w:rsid w:val="003956C6"/>
    <w:rsid w:val="003A0E3D"/>
    <w:rsid w:val="003A4513"/>
    <w:rsid w:val="003B26BD"/>
    <w:rsid w:val="003B2F37"/>
    <w:rsid w:val="003B4E63"/>
    <w:rsid w:val="003B596D"/>
    <w:rsid w:val="003C00AA"/>
    <w:rsid w:val="003C103D"/>
    <w:rsid w:val="003C33F2"/>
    <w:rsid w:val="003D0EE6"/>
    <w:rsid w:val="003D1A44"/>
    <w:rsid w:val="003D42AA"/>
    <w:rsid w:val="003D5DFC"/>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09F"/>
    <w:rsid w:val="004226DA"/>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3A06"/>
    <w:rsid w:val="00484026"/>
    <w:rsid w:val="00485EAD"/>
    <w:rsid w:val="00486107"/>
    <w:rsid w:val="00487BCE"/>
    <w:rsid w:val="00491827"/>
    <w:rsid w:val="004B34E9"/>
    <w:rsid w:val="004B4008"/>
    <w:rsid w:val="004B7724"/>
    <w:rsid w:val="004C086E"/>
    <w:rsid w:val="004C4399"/>
    <w:rsid w:val="004C787C"/>
    <w:rsid w:val="004D3B30"/>
    <w:rsid w:val="004D5AE4"/>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067B4"/>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2ADC"/>
    <w:rsid w:val="00584AFA"/>
    <w:rsid w:val="00587D6D"/>
    <w:rsid w:val="005909AC"/>
    <w:rsid w:val="00594991"/>
    <w:rsid w:val="00595A18"/>
    <w:rsid w:val="00595B2D"/>
    <w:rsid w:val="005971DD"/>
    <w:rsid w:val="005A1F44"/>
    <w:rsid w:val="005A3D2F"/>
    <w:rsid w:val="005B21D6"/>
    <w:rsid w:val="005B3472"/>
    <w:rsid w:val="005B5EA8"/>
    <w:rsid w:val="005B64BB"/>
    <w:rsid w:val="005C26D0"/>
    <w:rsid w:val="005C29C2"/>
    <w:rsid w:val="005C2C3B"/>
    <w:rsid w:val="005C55AA"/>
    <w:rsid w:val="005D0321"/>
    <w:rsid w:val="005D3C39"/>
    <w:rsid w:val="005D4921"/>
    <w:rsid w:val="005E0D56"/>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070"/>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72C"/>
    <w:rsid w:val="006B395C"/>
    <w:rsid w:val="006B3D79"/>
    <w:rsid w:val="006B6FE4"/>
    <w:rsid w:val="006C04A0"/>
    <w:rsid w:val="006C0C5D"/>
    <w:rsid w:val="006C2343"/>
    <w:rsid w:val="006C442A"/>
    <w:rsid w:val="006C4AD3"/>
    <w:rsid w:val="006D2E6E"/>
    <w:rsid w:val="006D34B2"/>
    <w:rsid w:val="006D36C4"/>
    <w:rsid w:val="006E0578"/>
    <w:rsid w:val="006E314D"/>
    <w:rsid w:val="006E449B"/>
    <w:rsid w:val="006E6247"/>
    <w:rsid w:val="006F67BA"/>
    <w:rsid w:val="006F6B09"/>
    <w:rsid w:val="007038DC"/>
    <w:rsid w:val="00703EFD"/>
    <w:rsid w:val="007063D3"/>
    <w:rsid w:val="00706F4C"/>
    <w:rsid w:val="0070754F"/>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9AB"/>
    <w:rsid w:val="007B3D4D"/>
    <w:rsid w:val="007B570C"/>
    <w:rsid w:val="007B6941"/>
    <w:rsid w:val="007C21AA"/>
    <w:rsid w:val="007C2BEC"/>
    <w:rsid w:val="007D0559"/>
    <w:rsid w:val="007D4F89"/>
    <w:rsid w:val="007D543F"/>
    <w:rsid w:val="007D5A8D"/>
    <w:rsid w:val="007E1529"/>
    <w:rsid w:val="007E2234"/>
    <w:rsid w:val="007E4A6E"/>
    <w:rsid w:val="007E5551"/>
    <w:rsid w:val="007E6028"/>
    <w:rsid w:val="007E7DC4"/>
    <w:rsid w:val="007F0310"/>
    <w:rsid w:val="007F1CE2"/>
    <w:rsid w:val="007F56A7"/>
    <w:rsid w:val="00800851"/>
    <w:rsid w:val="008008A3"/>
    <w:rsid w:val="0080282D"/>
    <w:rsid w:val="008032C7"/>
    <w:rsid w:val="00806B1C"/>
    <w:rsid w:val="00807DD0"/>
    <w:rsid w:val="00812B53"/>
    <w:rsid w:val="0082049A"/>
    <w:rsid w:val="0082063E"/>
    <w:rsid w:val="00821D01"/>
    <w:rsid w:val="00822B88"/>
    <w:rsid w:val="008248B4"/>
    <w:rsid w:val="00825555"/>
    <w:rsid w:val="00826B7B"/>
    <w:rsid w:val="00831B18"/>
    <w:rsid w:val="00831DE9"/>
    <w:rsid w:val="00833899"/>
    <w:rsid w:val="00840ED6"/>
    <w:rsid w:val="0084108D"/>
    <w:rsid w:val="00844BC3"/>
    <w:rsid w:val="00845C0B"/>
    <w:rsid w:val="00845C50"/>
    <w:rsid w:val="00846789"/>
    <w:rsid w:val="0084683F"/>
    <w:rsid w:val="00846B1E"/>
    <w:rsid w:val="008513D8"/>
    <w:rsid w:val="00854843"/>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5EA4"/>
    <w:rsid w:val="008D63F0"/>
    <w:rsid w:val="008D648A"/>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237C8"/>
    <w:rsid w:val="00926486"/>
    <w:rsid w:val="00930357"/>
    <w:rsid w:val="00930B76"/>
    <w:rsid w:val="00930B79"/>
    <w:rsid w:val="00936091"/>
    <w:rsid w:val="009404DC"/>
    <w:rsid w:val="00940D8A"/>
    <w:rsid w:val="00941426"/>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745A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08AA"/>
    <w:rsid w:val="00A41C1F"/>
    <w:rsid w:val="00A50641"/>
    <w:rsid w:val="00A530BF"/>
    <w:rsid w:val="00A6177B"/>
    <w:rsid w:val="00A66136"/>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7348"/>
    <w:rsid w:val="00AC0B93"/>
    <w:rsid w:val="00AC28F5"/>
    <w:rsid w:val="00AC738D"/>
    <w:rsid w:val="00AD056F"/>
    <w:rsid w:val="00AD0C7B"/>
    <w:rsid w:val="00AD1771"/>
    <w:rsid w:val="00AD1786"/>
    <w:rsid w:val="00AD190B"/>
    <w:rsid w:val="00AD3AE0"/>
    <w:rsid w:val="00AD5551"/>
    <w:rsid w:val="00AD5F1A"/>
    <w:rsid w:val="00AD6731"/>
    <w:rsid w:val="00AD792A"/>
    <w:rsid w:val="00AE1D4A"/>
    <w:rsid w:val="00AE3BB4"/>
    <w:rsid w:val="00AE485F"/>
    <w:rsid w:val="00AE5DCB"/>
    <w:rsid w:val="00AE6C4A"/>
    <w:rsid w:val="00AF151D"/>
    <w:rsid w:val="00AF20AA"/>
    <w:rsid w:val="00AF4A09"/>
    <w:rsid w:val="00AF4DFE"/>
    <w:rsid w:val="00B008D5"/>
    <w:rsid w:val="00B02F73"/>
    <w:rsid w:val="00B0619F"/>
    <w:rsid w:val="00B07880"/>
    <w:rsid w:val="00B134D6"/>
    <w:rsid w:val="00B13A26"/>
    <w:rsid w:val="00B13C5A"/>
    <w:rsid w:val="00B15D0D"/>
    <w:rsid w:val="00B22106"/>
    <w:rsid w:val="00B277ED"/>
    <w:rsid w:val="00B36181"/>
    <w:rsid w:val="00B37552"/>
    <w:rsid w:val="00B421D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6F85"/>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436F"/>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2D9F"/>
    <w:rsid w:val="00CC4380"/>
    <w:rsid w:val="00CC7C8F"/>
    <w:rsid w:val="00CD1FC4"/>
    <w:rsid w:val="00CD2B30"/>
    <w:rsid w:val="00CD2E13"/>
    <w:rsid w:val="00CE12EE"/>
    <w:rsid w:val="00CE2A4F"/>
    <w:rsid w:val="00CE40A6"/>
    <w:rsid w:val="00CE420A"/>
    <w:rsid w:val="00CE5F6A"/>
    <w:rsid w:val="00CF73A4"/>
    <w:rsid w:val="00CF78C2"/>
    <w:rsid w:val="00D019D7"/>
    <w:rsid w:val="00D034A0"/>
    <w:rsid w:val="00D0362E"/>
    <w:rsid w:val="00D03AC3"/>
    <w:rsid w:val="00D03C1F"/>
    <w:rsid w:val="00D04CE9"/>
    <w:rsid w:val="00D04FE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083"/>
    <w:rsid w:val="00D6259C"/>
    <w:rsid w:val="00D639A4"/>
    <w:rsid w:val="00D65443"/>
    <w:rsid w:val="00D67C90"/>
    <w:rsid w:val="00D7784F"/>
    <w:rsid w:val="00D818BF"/>
    <w:rsid w:val="00D831A3"/>
    <w:rsid w:val="00D84986"/>
    <w:rsid w:val="00D87117"/>
    <w:rsid w:val="00D91145"/>
    <w:rsid w:val="00D91EA6"/>
    <w:rsid w:val="00D97BE3"/>
    <w:rsid w:val="00DA3711"/>
    <w:rsid w:val="00DA7205"/>
    <w:rsid w:val="00DB619A"/>
    <w:rsid w:val="00DC3174"/>
    <w:rsid w:val="00DD0C7C"/>
    <w:rsid w:val="00DD4296"/>
    <w:rsid w:val="00DD46F3"/>
    <w:rsid w:val="00DD4E14"/>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77E"/>
    <w:rsid w:val="00E60C4A"/>
    <w:rsid w:val="00E60E52"/>
    <w:rsid w:val="00E618C4"/>
    <w:rsid w:val="00E64245"/>
    <w:rsid w:val="00E67713"/>
    <w:rsid w:val="00E679A9"/>
    <w:rsid w:val="00E67D40"/>
    <w:rsid w:val="00E7218A"/>
    <w:rsid w:val="00E74D4E"/>
    <w:rsid w:val="00E77054"/>
    <w:rsid w:val="00E8058C"/>
    <w:rsid w:val="00E8187E"/>
    <w:rsid w:val="00E81CF2"/>
    <w:rsid w:val="00E84F3D"/>
    <w:rsid w:val="00E878EE"/>
    <w:rsid w:val="00E948C0"/>
    <w:rsid w:val="00E9688A"/>
    <w:rsid w:val="00EA2958"/>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1F1"/>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52E9"/>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3861"/>
    <w:rsid w:val="00F749F9"/>
    <w:rsid w:val="00F74F76"/>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E7F1B"/>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2E48FA6-2422-420A-94EE-D758BB1ED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139</TotalTime>
  <Pages>1</Pages>
  <Words>17376</Words>
  <Characters>102523</Characters>
  <Application>Microsoft Office Word</Application>
  <DocSecurity>0</DocSecurity>
  <Lines>854</Lines>
  <Paragraphs>239</Paragraphs>
  <ScaleCrop>false</ScaleCrop>
  <HeadingPairs>
    <vt:vector size="8" baseType="variant">
      <vt:variant>
        <vt:lpstr>Název</vt:lpstr>
      </vt:variant>
      <vt:variant>
        <vt:i4>1</vt:i4>
      </vt:variant>
      <vt:variant>
        <vt:lpstr>Nadpisy</vt:lpstr>
      </vt:variant>
      <vt:variant>
        <vt:i4>23</vt:i4>
      </vt:variant>
      <vt:variant>
        <vt:lpstr>Title</vt:lpstr>
      </vt:variant>
      <vt:variant>
        <vt:i4>1</vt:i4>
      </vt:variant>
      <vt:variant>
        <vt:lpstr>Headings</vt:lpstr>
      </vt:variant>
      <vt:variant>
        <vt:i4>3</vt:i4>
      </vt:variant>
    </vt:vector>
  </HeadingPairs>
  <TitlesOfParts>
    <vt:vector size="28"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PROHLÍDKA MÍSTA PLNĚNÍ (STAVENIŠTĚ)</vt:lpstr>
      <vt:lpstr>JAZYK NABÍDEK A KOMUNIKAČNÍ JAZYK</vt:lpstr>
      <vt:lpstr>OBSAH A PODÁVÁNÍ NABÍDEK</vt:lpstr>
      <vt:lpstr>POŽADAVKY NA ZPRACOVÁNÍ NABÍDKOVÉ CENY </vt:lpstr>
      <vt:lpstr>VARIANTY NABÍDKY, VÝHRADA ZMĚNY DODAVATELE </vt:lpstr>
      <vt:lpstr>OTEVÍRÁNÍ NABÍDEK </vt:lpstr>
      <vt:lpstr>POSOUZENÍ SPLNĚNÍ PODMÍNEK ÚČASTI</vt:lpstr>
      <vt:lpstr>HODNOCENÍ NABÍDEK</vt:lpstr>
      <vt:lpstr>ZRUŠENÍ VÝBĚROVÉHO ŘÍZENÍ</vt:lpstr>
      <vt:lpstr>UZAVŘENÍ SMLOUVY</vt:lpstr>
      <vt:lpstr>OCHRANA INFORMACÍ</vt:lpstr>
      <vt:lpstr>SOCIÁLNĚ A ENVIRONMENTÁLNĚ ODPOVĚDNÉ ZADÁVÁNÍ, INOVACE</vt:lpstr>
      <vt:lpstr>Další zadávací podmínky v návaznosti na sankce v souvislosti se situací na Ukraj</vt:lpstr>
      <vt:lpstr>PŘÍLOHY TÉTO VÝZVY</vt:lpstr>
      <vt:lpstr/>
      <vt:lpstr>Titulek 1. úrovně </vt:lpstr>
      <vt:lpstr>    Titulek 2. úrovně</vt:lpstr>
      <vt:lpstr>        Titulek 3. úrovně</vt:lpstr>
    </vt:vector>
  </TitlesOfParts>
  <Company>SŽDC s.o.</Company>
  <LinksUpToDate>false</LinksUpToDate>
  <CharactersWithSpaces>119660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74</cp:revision>
  <cp:lastPrinted>2022-12-15T08:30:00Z</cp:lastPrinted>
  <dcterms:created xsi:type="dcterms:W3CDTF">2022-12-07T12:13:00Z</dcterms:created>
  <dcterms:modified xsi:type="dcterms:W3CDTF">2022-12-15T08:30:00Z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