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98101" w14:textId="64273BB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565BB3">
        <w:rPr>
          <w:lang w:eastAsia="cs-CZ"/>
        </w:rPr>
        <w:t>2</w:t>
      </w:r>
      <w:r w:rsidR="00CB4541">
        <w:rPr>
          <w:lang w:eastAsia="cs-CZ"/>
        </w:rPr>
        <w:t xml:space="preserve"> Výzvy k podání nabídek</w:t>
      </w:r>
    </w:p>
    <w:p w14:paraId="4A0EEBD9" w14:textId="693FBC3F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>technick</w:t>
      </w:r>
      <w:r w:rsidR="00DC681B">
        <w:rPr>
          <w:rFonts w:eastAsia="Times New Roman"/>
        </w:rPr>
        <w:t>é</w:t>
      </w:r>
      <w:r w:rsidR="004C060C">
        <w:rPr>
          <w:rFonts w:eastAsia="Times New Roman"/>
        </w:rPr>
        <w:t xml:space="preserve"> kvalifikac</w:t>
      </w:r>
      <w:r w:rsidR="00DC681B">
        <w:rPr>
          <w:rFonts w:eastAsia="Times New Roman"/>
        </w:rPr>
        <w:t>e</w:t>
      </w:r>
      <w:r w:rsidR="004C060C">
        <w:rPr>
          <w:rFonts w:eastAsia="Times New Roman"/>
        </w:rPr>
        <w:t xml:space="preserve"> 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7AA3E0FC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r w:rsidR="00AA6058" w:rsidRPr="00AA6058">
        <w:t xml:space="preserve"> </w:t>
      </w:r>
      <w:r w:rsidR="00AA6058" w:rsidRPr="00AA6058">
        <w:rPr>
          <w:rFonts w:eastAsia="Times New Roman" w:cs="Times New Roman"/>
          <w:b/>
          <w:lang w:eastAsia="cs-CZ"/>
        </w:rPr>
        <w:t>Úpravy a rozvoj SAP v oblasti SKZ</w:t>
      </w:r>
      <w:r w:rsidR="00AF1B68" w:rsidRPr="00AA6058">
        <w:rPr>
          <w:rFonts w:eastAsia="Times New Roman" w:cs="Times New Roman"/>
          <w:b/>
          <w:lang w:eastAsia="cs-CZ"/>
        </w:rPr>
        <w:t>“</w:t>
      </w:r>
      <w:r w:rsidR="00AF1B68" w:rsidRPr="00AA6058">
        <w:rPr>
          <w:rFonts w:eastAsia="Times New Roman" w:cs="Times New Roman"/>
          <w:lang w:eastAsia="cs-CZ"/>
        </w:rPr>
        <w:t xml:space="preserve">, </w:t>
      </w:r>
      <w:proofErr w:type="gramStart"/>
      <w:r w:rsidR="00AF1B68" w:rsidRPr="00AA6058">
        <w:rPr>
          <w:rFonts w:eastAsia="Times New Roman" w:cs="Times New Roman"/>
          <w:lang w:eastAsia="cs-CZ"/>
        </w:rPr>
        <w:t>č.j.</w:t>
      </w:r>
      <w:proofErr w:type="gramEnd"/>
      <w:r w:rsidR="00AF1B68" w:rsidRPr="00AA6058">
        <w:rPr>
          <w:rFonts w:eastAsia="Times New Roman" w:cs="Times New Roman"/>
          <w:lang w:eastAsia="cs-CZ"/>
        </w:rPr>
        <w:t xml:space="preserve"> </w:t>
      </w:r>
      <w:r w:rsidR="00484B52">
        <w:rPr>
          <w:rFonts w:eastAsia="Times New Roman" w:cs="Times New Roman"/>
          <w:lang w:eastAsia="cs-CZ"/>
        </w:rPr>
        <w:t>76409</w:t>
      </w:r>
      <w:bookmarkStart w:id="0" w:name="_GoBack"/>
      <w:bookmarkEnd w:id="0"/>
      <w:r w:rsidR="00AF1B68" w:rsidRPr="00AA6058">
        <w:rPr>
          <w:rFonts w:eastAsia="Times New Roman" w:cs="Times New Roman"/>
          <w:lang w:eastAsia="cs-CZ"/>
        </w:rPr>
        <w:t>/</w:t>
      </w:r>
      <w:r w:rsidR="00D77626" w:rsidRPr="00AA6058">
        <w:rPr>
          <w:rFonts w:eastAsia="Times New Roman" w:cs="Times New Roman"/>
          <w:lang w:eastAsia="cs-CZ"/>
        </w:rPr>
        <w:t>2022</w:t>
      </w:r>
      <w:r w:rsidR="00AF1B68" w:rsidRPr="00AA6058">
        <w:rPr>
          <w:rFonts w:eastAsia="Times New Roman" w:cs="Times New Roman"/>
          <w:lang w:eastAsia="cs-CZ"/>
        </w:rPr>
        <w:t>-SŽ-GŘ-O8</w:t>
      </w:r>
      <w:r w:rsidR="004C060C" w:rsidRPr="00AA6058">
        <w:rPr>
          <w:rFonts w:eastAsia="Times New Roman" w:cs="Times New Roman"/>
          <w:lang w:eastAsia="cs-CZ"/>
        </w:rPr>
        <w:t xml:space="preserve"> </w:t>
      </w:r>
      <w:r w:rsidRPr="00AA6058">
        <w:rPr>
          <w:lang w:eastAsia="cs-CZ"/>
        </w:rPr>
        <w:t xml:space="preserve">tímto čestně </w:t>
      </w:r>
      <w:r w:rsidRPr="00AA6058">
        <w:rPr>
          <w:u w:val="single"/>
          <w:lang w:eastAsia="cs-CZ"/>
        </w:rPr>
        <w:t>prohlašuje, že není účastníkem, který</w:t>
      </w:r>
      <w:r w:rsidR="009C1E6A" w:rsidRPr="00AA6058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</w:t>
      </w:r>
      <w:proofErr w:type="gramStart"/>
      <w:r w:rsidRPr="00493B1B">
        <w:rPr>
          <w:szCs w:val="22"/>
          <w:lang w:eastAsia="cs-CZ"/>
        </w:rPr>
        <w:t>němuž</w:t>
      </w:r>
      <w:proofErr w:type="gramEnd"/>
      <w:r w:rsidRPr="00493B1B"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544FB262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</w:t>
      </w:r>
      <w:r w:rsidR="00CB4541">
        <w:rPr>
          <w:szCs w:val="22"/>
          <w:lang w:eastAsia="cs-CZ"/>
        </w:rPr>
        <w:t>služeb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36D95A0D" w:rsidR="00493B1B" w:rsidRDefault="00493B1B" w:rsidP="00C03E3F">
      <w:pPr>
        <w:rPr>
          <w:lang w:eastAsia="cs-CZ"/>
        </w:rPr>
      </w:pPr>
    </w:p>
    <w:p w14:paraId="4B6088C0" w14:textId="77777777" w:rsidR="00CB4541" w:rsidRDefault="00CB4541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8EB956" w14:textId="77777777" w:rsidR="005A6D0B" w:rsidRDefault="005A6D0B" w:rsidP="00962258">
      <w:pPr>
        <w:spacing w:after="0" w:line="240" w:lineRule="auto"/>
      </w:pPr>
      <w:r>
        <w:separator/>
      </w:r>
    </w:p>
  </w:endnote>
  <w:endnote w:type="continuationSeparator" w:id="0">
    <w:p w14:paraId="365E80DB" w14:textId="77777777" w:rsidR="005A6D0B" w:rsidRDefault="005A6D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3FF6CF3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4B5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4B5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D4CEB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89E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DB67C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58DFC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71A58" w14:textId="77777777" w:rsidR="005A6D0B" w:rsidRDefault="005A6D0B" w:rsidP="00962258">
      <w:pPr>
        <w:spacing w:after="0" w:line="240" w:lineRule="auto"/>
      </w:pPr>
      <w:r>
        <w:separator/>
      </w:r>
    </w:p>
  </w:footnote>
  <w:footnote w:type="continuationSeparator" w:id="0">
    <w:p w14:paraId="545B9DAB" w14:textId="77777777" w:rsidR="005A6D0B" w:rsidRDefault="005A6D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1B0B"/>
    <w:rsid w:val="000600AA"/>
    <w:rsid w:val="00072C1E"/>
    <w:rsid w:val="000A5E4C"/>
    <w:rsid w:val="000D04F7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6200"/>
    <w:rsid w:val="00357BC6"/>
    <w:rsid w:val="00366DBE"/>
    <w:rsid w:val="003956C6"/>
    <w:rsid w:val="003B39EC"/>
    <w:rsid w:val="004053C4"/>
    <w:rsid w:val="004173E9"/>
    <w:rsid w:val="0043366A"/>
    <w:rsid w:val="00441430"/>
    <w:rsid w:val="00442330"/>
    <w:rsid w:val="00450F07"/>
    <w:rsid w:val="00453CD3"/>
    <w:rsid w:val="004554EE"/>
    <w:rsid w:val="00460660"/>
    <w:rsid w:val="00484B52"/>
    <w:rsid w:val="00486107"/>
    <w:rsid w:val="00491827"/>
    <w:rsid w:val="00493B1B"/>
    <w:rsid w:val="004A2724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11AB9"/>
    <w:rsid w:val="00513A45"/>
    <w:rsid w:val="00523EA7"/>
    <w:rsid w:val="00553375"/>
    <w:rsid w:val="00557937"/>
    <w:rsid w:val="0056164B"/>
    <w:rsid w:val="00561D0A"/>
    <w:rsid w:val="00565BB3"/>
    <w:rsid w:val="005736B7"/>
    <w:rsid w:val="00575E5A"/>
    <w:rsid w:val="0059091C"/>
    <w:rsid w:val="0059099B"/>
    <w:rsid w:val="005A6D0B"/>
    <w:rsid w:val="005C171D"/>
    <w:rsid w:val="005C678C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659F3"/>
    <w:rsid w:val="008857DA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4154C"/>
    <w:rsid w:val="00A6177B"/>
    <w:rsid w:val="00A66136"/>
    <w:rsid w:val="00A72ACA"/>
    <w:rsid w:val="00AA4CBB"/>
    <w:rsid w:val="00AA6058"/>
    <w:rsid w:val="00AA65FA"/>
    <w:rsid w:val="00AA7351"/>
    <w:rsid w:val="00AC2F06"/>
    <w:rsid w:val="00AD056F"/>
    <w:rsid w:val="00AD1953"/>
    <w:rsid w:val="00AD6731"/>
    <w:rsid w:val="00AE766A"/>
    <w:rsid w:val="00AF1B68"/>
    <w:rsid w:val="00B15D0D"/>
    <w:rsid w:val="00B353BB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BF3374"/>
    <w:rsid w:val="00C02D0A"/>
    <w:rsid w:val="00C03A6E"/>
    <w:rsid w:val="00C03E3F"/>
    <w:rsid w:val="00C44F6A"/>
    <w:rsid w:val="00C47AE3"/>
    <w:rsid w:val="00C509C7"/>
    <w:rsid w:val="00C53FE4"/>
    <w:rsid w:val="00C56552"/>
    <w:rsid w:val="00C77F48"/>
    <w:rsid w:val="00C95CAA"/>
    <w:rsid w:val="00CA0CCD"/>
    <w:rsid w:val="00CB4541"/>
    <w:rsid w:val="00CD1FC4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77626"/>
    <w:rsid w:val="00D831A3"/>
    <w:rsid w:val="00DC2C0D"/>
    <w:rsid w:val="00DC681B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067B5"/>
    <w:rsid w:val="00F1048D"/>
    <w:rsid w:val="00F12DEC"/>
    <w:rsid w:val="00F1715C"/>
    <w:rsid w:val="00F310F8"/>
    <w:rsid w:val="00F35939"/>
    <w:rsid w:val="00F45607"/>
    <w:rsid w:val="00F45E99"/>
    <w:rsid w:val="00F659EB"/>
    <w:rsid w:val="00F71A01"/>
    <w:rsid w:val="00F84E38"/>
    <w:rsid w:val="00F86BA6"/>
    <w:rsid w:val="00FA68E7"/>
    <w:rsid w:val="00FC6389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5FF3E3"/>
  <w14:defaultImageDpi w14:val="32767"/>
  <w15:docId w15:val="{A7BAE0DA-7101-4649-B71F-EC107D68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8BD895B-82F2-4D04-BA53-585E87DBA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325</Words>
  <Characters>1918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Zajíčková Veronika, Mgr.</cp:lastModifiedBy>
  <cp:revision>8</cp:revision>
  <cp:lastPrinted>2021-05-10T08:09:00Z</cp:lastPrinted>
  <dcterms:created xsi:type="dcterms:W3CDTF">2021-09-02T08:52:00Z</dcterms:created>
  <dcterms:modified xsi:type="dcterms:W3CDTF">2022-11-04T12:20:00Z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