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24A8639" w14:textId="77777777" w:rsidTr="00F862D6">
        <w:tc>
          <w:tcPr>
            <w:tcW w:w="1020" w:type="dxa"/>
          </w:tcPr>
          <w:p w14:paraId="7C8E932F" w14:textId="77777777" w:rsidR="00F64786" w:rsidRDefault="00F64786" w:rsidP="0077673A"/>
        </w:tc>
        <w:tc>
          <w:tcPr>
            <w:tcW w:w="2552" w:type="dxa"/>
          </w:tcPr>
          <w:p w14:paraId="04B16B63" w14:textId="77777777" w:rsidR="00F64786" w:rsidRDefault="00F64786" w:rsidP="0077673A"/>
        </w:tc>
        <w:tc>
          <w:tcPr>
            <w:tcW w:w="823" w:type="dxa"/>
          </w:tcPr>
          <w:p w14:paraId="25716B71" w14:textId="77777777" w:rsidR="00F64786" w:rsidRDefault="00F64786" w:rsidP="0077673A"/>
        </w:tc>
        <w:tc>
          <w:tcPr>
            <w:tcW w:w="3685" w:type="dxa"/>
          </w:tcPr>
          <w:p w14:paraId="0B33838E" w14:textId="77777777" w:rsidR="00F64786" w:rsidRDefault="00F64786" w:rsidP="0077673A"/>
        </w:tc>
      </w:tr>
      <w:tr w:rsidR="00F862D6" w14:paraId="7749B367" w14:textId="77777777" w:rsidTr="00596C7E">
        <w:tc>
          <w:tcPr>
            <w:tcW w:w="1020" w:type="dxa"/>
          </w:tcPr>
          <w:p w14:paraId="100C15EC" w14:textId="77777777" w:rsidR="00F862D6" w:rsidRDefault="00F862D6" w:rsidP="0077673A"/>
        </w:tc>
        <w:tc>
          <w:tcPr>
            <w:tcW w:w="2552" w:type="dxa"/>
          </w:tcPr>
          <w:p w14:paraId="3AB1B0B6" w14:textId="77777777" w:rsidR="00F862D6" w:rsidRDefault="00F862D6" w:rsidP="00764595"/>
        </w:tc>
        <w:tc>
          <w:tcPr>
            <w:tcW w:w="823" w:type="dxa"/>
          </w:tcPr>
          <w:p w14:paraId="4DD515E0" w14:textId="77777777" w:rsidR="00F862D6" w:rsidRDefault="00F862D6" w:rsidP="0077673A"/>
        </w:tc>
        <w:tc>
          <w:tcPr>
            <w:tcW w:w="3685" w:type="dxa"/>
            <w:vMerge w:val="restart"/>
          </w:tcPr>
          <w:p w14:paraId="02B51177" w14:textId="77777777" w:rsidR="00596C7E" w:rsidRDefault="00596C7E" w:rsidP="00596C7E">
            <w:pPr>
              <w:rPr>
                <w:rStyle w:val="Potovnadresa"/>
              </w:rPr>
            </w:pPr>
          </w:p>
          <w:p w14:paraId="776BA299" w14:textId="77777777" w:rsidR="00F862D6" w:rsidRPr="004449A6" w:rsidRDefault="004449A6" w:rsidP="00596C7E">
            <w:pPr>
              <w:rPr>
                <w:rStyle w:val="Potovnadresa"/>
                <w:b/>
              </w:rPr>
            </w:pPr>
            <w:r w:rsidRPr="004449A6">
              <w:rPr>
                <w:rStyle w:val="Potovnadresa"/>
                <w:b/>
              </w:rPr>
              <w:t>Prostřednictvím E-ZAK</w:t>
            </w:r>
          </w:p>
        </w:tc>
      </w:tr>
      <w:tr w:rsidR="00F862D6" w14:paraId="58870605" w14:textId="77777777" w:rsidTr="00F862D6">
        <w:tc>
          <w:tcPr>
            <w:tcW w:w="1020" w:type="dxa"/>
          </w:tcPr>
          <w:p w14:paraId="617475DF" w14:textId="77777777" w:rsidR="00F862D6" w:rsidRPr="007E1501" w:rsidRDefault="00F862D6" w:rsidP="0077673A">
            <w:r w:rsidRPr="007E1501">
              <w:t>Naše zn.</w:t>
            </w:r>
          </w:p>
        </w:tc>
        <w:tc>
          <w:tcPr>
            <w:tcW w:w="2552" w:type="dxa"/>
          </w:tcPr>
          <w:p w14:paraId="4BDAC4CD" w14:textId="03407B78" w:rsidR="00F862D6" w:rsidRPr="007E1501" w:rsidRDefault="002F52DB" w:rsidP="0037111D">
            <w:r>
              <w:rPr>
                <w:rFonts w:ascii="Helvetica" w:hAnsi="Helvetica"/>
              </w:rPr>
              <w:t>15977</w:t>
            </w:r>
            <w:r w:rsidR="004449A6" w:rsidRPr="007E1501">
              <w:rPr>
                <w:rFonts w:ascii="Helvetica" w:hAnsi="Helvetica"/>
              </w:rPr>
              <w:t>/2022-SŽ-SSV-Ú3</w:t>
            </w:r>
          </w:p>
        </w:tc>
        <w:tc>
          <w:tcPr>
            <w:tcW w:w="823" w:type="dxa"/>
          </w:tcPr>
          <w:p w14:paraId="22BCCFAE" w14:textId="77777777" w:rsidR="00F862D6" w:rsidRDefault="00F862D6" w:rsidP="0077673A"/>
        </w:tc>
        <w:tc>
          <w:tcPr>
            <w:tcW w:w="3685" w:type="dxa"/>
            <w:vMerge/>
          </w:tcPr>
          <w:p w14:paraId="40780C92" w14:textId="77777777" w:rsidR="00F862D6" w:rsidRDefault="00F862D6" w:rsidP="0077673A"/>
        </w:tc>
      </w:tr>
      <w:tr w:rsidR="00F862D6" w14:paraId="1346915C" w14:textId="77777777" w:rsidTr="00F862D6">
        <w:tc>
          <w:tcPr>
            <w:tcW w:w="1020" w:type="dxa"/>
          </w:tcPr>
          <w:p w14:paraId="4EFEC482" w14:textId="77777777" w:rsidR="00F862D6" w:rsidRPr="007E1501" w:rsidRDefault="00F862D6" w:rsidP="0077673A">
            <w:r w:rsidRPr="007E1501">
              <w:t>Listů/příloh</w:t>
            </w:r>
          </w:p>
        </w:tc>
        <w:tc>
          <w:tcPr>
            <w:tcW w:w="2552" w:type="dxa"/>
          </w:tcPr>
          <w:p w14:paraId="1EC58F23" w14:textId="4139B857" w:rsidR="00F862D6" w:rsidRPr="007E1501" w:rsidRDefault="00DE2C0C" w:rsidP="00CC1E2B">
            <w:r>
              <w:t>2</w:t>
            </w:r>
            <w:r w:rsidR="00DD43D2" w:rsidRPr="007E1501">
              <w:t>/1</w:t>
            </w:r>
          </w:p>
        </w:tc>
        <w:tc>
          <w:tcPr>
            <w:tcW w:w="823" w:type="dxa"/>
          </w:tcPr>
          <w:p w14:paraId="1C10F860" w14:textId="77777777" w:rsidR="00F862D6" w:rsidRDefault="00F862D6" w:rsidP="0077673A"/>
        </w:tc>
        <w:tc>
          <w:tcPr>
            <w:tcW w:w="3685" w:type="dxa"/>
            <w:vMerge/>
          </w:tcPr>
          <w:p w14:paraId="5215395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F3A05BD" w14:textId="77777777" w:rsidTr="00B23CA3">
        <w:trPr>
          <w:trHeight w:val="77"/>
        </w:trPr>
        <w:tc>
          <w:tcPr>
            <w:tcW w:w="1020" w:type="dxa"/>
          </w:tcPr>
          <w:p w14:paraId="15433178" w14:textId="77777777" w:rsidR="00F862D6" w:rsidRDefault="00F862D6" w:rsidP="0077673A"/>
        </w:tc>
        <w:tc>
          <w:tcPr>
            <w:tcW w:w="2552" w:type="dxa"/>
          </w:tcPr>
          <w:p w14:paraId="4DCD812A" w14:textId="77777777" w:rsidR="00F862D6" w:rsidRPr="003E6B9A" w:rsidRDefault="00F862D6" w:rsidP="0077673A"/>
        </w:tc>
        <w:tc>
          <w:tcPr>
            <w:tcW w:w="823" w:type="dxa"/>
          </w:tcPr>
          <w:p w14:paraId="5FE1076A" w14:textId="77777777" w:rsidR="00F862D6" w:rsidRDefault="00F862D6" w:rsidP="0077673A"/>
        </w:tc>
        <w:tc>
          <w:tcPr>
            <w:tcW w:w="3685" w:type="dxa"/>
            <w:vMerge/>
          </w:tcPr>
          <w:p w14:paraId="56E66192" w14:textId="77777777" w:rsidR="00F862D6" w:rsidRDefault="00F862D6" w:rsidP="0077673A"/>
        </w:tc>
      </w:tr>
      <w:tr w:rsidR="00F862D6" w14:paraId="05E6E5DF" w14:textId="77777777" w:rsidTr="00F862D6">
        <w:tc>
          <w:tcPr>
            <w:tcW w:w="1020" w:type="dxa"/>
          </w:tcPr>
          <w:p w14:paraId="4FFB0C7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D1ACF4E" w14:textId="77777777" w:rsidR="00F862D6" w:rsidRPr="003E6B9A" w:rsidRDefault="004449A6" w:rsidP="00FE3455">
            <w:r>
              <w:t>JUDr. Jaroslav Klimeš</w:t>
            </w:r>
          </w:p>
        </w:tc>
        <w:tc>
          <w:tcPr>
            <w:tcW w:w="823" w:type="dxa"/>
          </w:tcPr>
          <w:p w14:paraId="388FD082" w14:textId="77777777" w:rsidR="00F862D6" w:rsidRDefault="00F862D6" w:rsidP="0077673A"/>
        </w:tc>
        <w:tc>
          <w:tcPr>
            <w:tcW w:w="3685" w:type="dxa"/>
            <w:vMerge/>
          </w:tcPr>
          <w:p w14:paraId="003ED7BC" w14:textId="77777777" w:rsidR="00F862D6" w:rsidRDefault="00F862D6" w:rsidP="0077673A"/>
        </w:tc>
      </w:tr>
      <w:tr w:rsidR="009A7568" w14:paraId="06198D5A" w14:textId="77777777" w:rsidTr="00F862D6">
        <w:tc>
          <w:tcPr>
            <w:tcW w:w="1020" w:type="dxa"/>
          </w:tcPr>
          <w:p w14:paraId="060D53B0" w14:textId="77777777" w:rsidR="009A7568" w:rsidRDefault="009A7568" w:rsidP="009A7568"/>
        </w:tc>
        <w:tc>
          <w:tcPr>
            <w:tcW w:w="2552" w:type="dxa"/>
          </w:tcPr>
          <w:p w14:paraId="48504736" w14:textId="77777777" w:rsidR="009A7568" w:rsidRPr="003E6B9A" w:rsidRDefault="009A7568" w:rsidP="009A7568"/>
        </w:tc>
        <w:tc>
          <w:tcPr>
            <w:tcW w:w="823" w:type="dxa"/>
          </w:tcPr>
          <w:p w14:paraId="4AC8C617" w14:textId="77777777" w:rsidR="009A7568" w:rsidRDefault="009A7568" w:rsidP="009A7568"/>
        </w:tc>
        <w:tc>
          <w:tcPr>
            <w:tcW w:w="3685" w:type="dxa"/>
            <w:vMerge/>
          </w:tcPr>
          <w:p w14:paraId="13643387" w14:textId="77777777" w:rsidR="009A7568" w:rsidRDefault="009A7568" w:rsidP="009A7568"/>
        </w:tc>
      </w:tr>
      <w:tr w:rsidR="009A7568" w14:paraId="49A88962" w14:textId="77777777" w:rsidTr="00F862D6">
        <w:tc>
          <w:tcPr>
            <w:tcW w:w="1020" w:type="dxa"/>
          </w:tcPr>
          <w:p w14:paraId="1D5057D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E478C88" w14:textId="77777777" w:rsidR="009A7568" w:rsidRPr="003E6B9A" w:rsidRDefault="004449A6" w:rsidP="009A7568">
            <w:r>
              <w:t>+420 722 819 305</w:t>
            </w:r>
          </w:p>
        </w:tc>
        <w:tc>
          <w:tcPr>
            <w:tcW w:w="823" w:type="dxa"/>
          </w:tcPr>
          <w:p w14:paraId="09E70FAE" w14:textId="77777777" w:rsidR="009A7568" w:rsidRDefault="009A7568" w:rsidP="009A7568"/>
        </w:tc>
        <w:tc>
          <w:tcPr>
            <w:tcW w:w="3685" w:type="dxa"/>
            <w:vMerge/>
          </w:tcPr>
          <w:p w14:paraId="00514AA0" w14:textId="77777777" w:rsidR="009A7568" w:rsidRDefault="009A7568" w:rsidP="009A7568"/>
        </w:tc>
      </w:tr>
      <w:tr w:rsidR="009A7568" w14:paraId="0C9E8B5A" w14:textId="77777777" w:rsidTr="00F862D6">
        <w:tc>
          <w:tcPr>
            <w:tcW w:w="1020" w:type="dxa"/>
          </w:tcPr>
          <w:p w14:paraId="61AB435A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243B841" w14:textId="77777777" w:rsidR="009A7568" w:rsidRPr="003E6B9A" w:rsidRDefault="006F2AC1" w:rsidP="006104F6">
            <w:hyperlink r:id="rId11" w:history="1">
              <w:r w:rsidR="004449A6" w:rsidRPr="00B108AD">
                <w:rPr>
                  <w:rStyle w:val="Hypertextovodkaz"/>
                </w:rPr>
                <w:t>KlimesJa@spravazeleznic.cz</w:t>
              </w:r>
            </w:hyperlink>
            <w:r w:rsidR="004449A6">
              <w:t xml:space="preserve"> </w:t>
            </w:r>
          </w:p>
        </w:tc>
        <w:tc>
          <w:tcPr>
            <w:tcW w:w="823" w:type="dxa"/>
          </w:tcPr>
          <w:p w14:paraId="7B003FF2" w14:textId="77777777" w:rsidR="009A7568" w:rsidRDefault="009A7568" w:rsidP="009A7568"/>
        </w:tc>
        <w:tc>
          <w:tcPr>
            <w:tcW w:w="3685" w:type="dxa"/>
            <w:vMerge/>
          </w:tcPr>
          <w:p w14:paraId="53A218CE" w14:textId="77777777" w:rsidR="009A7568" w:rsidRDefault="009A7568" w:rsidP="009A7568"/>
        </w:tc>
      </w:tr>
      <w:tr w:rsidR="009A7568" w14:paraId="17945BEF" w14:textId="77777777" w:rsidTr="00F862D6">
        <w:tc>
          <w:tcPr>
            <w:tcW w:w="1020" w:type="dxa"/>
          </w:tcPr>
          <w:p w14:paraId="3954C07B" w14:textId="77777777" w:rsidR="009A7568" w:rsidRDefault="009A7568" w:rsidP="009A7568"/>
        </w:tc>
        <w:tc>
          <w:tcPr>
            <w:tcW w:w="2552" w:type="dxa"/>
          </w:tcPr>
          <w:p w14:paraId="0368FEC9" w14:textId="77777777" w:rsidR="009A7568" w:rsidRPr="003E6B9A" w:rsidRDefault="009A7568" w:rsidP="009A7568"/>
        </w:tc>
        <w:tc>
          <w:tcPr>
            <w:tcW w:w="823" w:type="dxa"/>
          </w:tcPr>
          <w:p w14:paraId="6E031F29" w14:textId="77777777" w:rsidR="009A7568" w:rsidRDefault="009A7568" w:rsidP="009A7568"/>
        </w:tc>
        <w:tc>
          <w:tcPr>
            <w:tcW w:w="3685" w:type="dxa"/>
          </w:tcPr>
          <w:p w14:paraId="08CF664D" w14:textId="77777777" w:rsidR="009A7568" w:rsidRDefault="009A7568" w:rsidP="009A7568"/>
        </w:tc>
      </w:tr>
      <w:tr w:rsidR="009A7568" w14:paraId="4C19C1E3" w14:textId="77777777" w:rsidTr="00F862D6">
        <w:tc>
          <w:tcPr>
            <w:tcW w:w="1020" w:type="dxa"/>
          </w:tcPr>
          <w:p w14:paraId="3197B00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347B11D" w14:textId="54E4853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54814">
              <w:rPr>
                <w:noProof/>
              </w:rPr>
              <w:t>25. listopadu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0627975" w14:textId="77777777" w:rsidR="009A7568" w:rsidRDefault="009A7568" w:rsidP="009A7568"/>
        </w:tc>
        <w:tc>
          <w:tcPr>
            <w:tcW w:w="3685" w:type="dxa"/>
          </w:tcPr>
          <w:p w14:paraId="2CDA41C4" w14:textId="77777777" w:rsidR="009A7568" w:rsidRDefault="009A7568" w:rsidP="009A7568"/>
        </w:tc>
      </w:tr>
      <w:tr w:rsidR="00F64786" w14:paraId="7D7CE381" w14:textId="77777777" w:rsidTr="00F862D6">
        <w:tc>
          <w:tcPr>
            <w:tcW w:w="1020" w:type="dxa"/>
          </w:tcPr>
          <w:p w14:paraId="132FF876" w14:textId="77777777" w:rsidR="00F64786" w:rsidRDefault="00F64786" w:rsidP="0077673A"/>
        </w:tc>
        <w:tc>
          <w:tcPr>
            <w:tcW w:w="2552" w:type="dxa"/>
          </w:tcPr>
          <w:p w14:paraId="325B75E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9C7BB45" w14:textId="77777777" w:rsidR="00F64786" w:rsidRDefault="00F64786" w:rsidP="0077673A"/>
        </w:tc>
        <w:tc>
          <w:tcPr>
            <w:tcW w:w="3685" w:type="dxa"/>
          </w:tcPr>
          <w:p w14:paraId="7E682C6A" w14:textId="77777777" w:rsidR="00F64786" w:rsidRDefault="00F64786" w:rsidP="0077673A"/>
        </w:tc>
      </w:tr>
      <w:tr w:rsidR="00F862D6" w14:paraId="76B5AD14" w14:textId="77777777" w:rsidTr="00B45E9E">
        <w:trPr>
          <w:trHeight w:val="794"/>
        </w:trPr>
        <w:tc>
          <w:tcPr>
            <w:tcW w:w="1020" w:type="dxa"/>
          </w:tcPr>
          <w:p w14:paraId="3B30B596" w14:textId="77777777" w:rsidR="00F862D6" w:rsidRDefault="00F862D6" w:rsidP="0077673A"/>
        </w:tc>
        <w:tc>
          <w:tcPr>
            <w:tcW w:w="2552" w:type="dxa"/>
          </w:tcPr>
          <w:p w14:paraId="56B320B8" w14:textId="77777777" w:rsidR="00F862D6" w:rsidRDefault="00F862D6" w:rsidP="00F310F8"/>
        </w:tc>
        <w:tc>
          <w:tcPr>
            <w:tcW w:w="823" w:type="dxa"/>
          </w:tcPr>
          <w:p w14:paraId="30FB1BE5" w14:textId="77777777" w:rsidR="00F862D6" w:rsidRDefault="00F862D6" w:rsidP="0077673A"/>
        </w:tc>
        <w:tc>
          <w:tcPr>
            <w:tcW w:w="3685" w:type="dxa"/>
          </w:tcPr>
          <w:p w14:paraId="2C69ECFF" w14:textId="77777777" w:rsidR="00F862D6" w:rsidRDefault="00F862D6" w:rsidP="0077673A"/>
        </w:tc>
      </w:tr>
    </w:tbl>
    <w:p w14:paraId="32BDCC2E" w14:textId="77777777" w:rsidR="004449A6" w:rsidRDefault="00CB7B5A" w:rsidP="004449A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449A6">
        <w:rPr>
          <w:rFonts w:eastAsia="Calibri" w:cs="Times New Roman"/>
          <w:b/>
          <w:lang w:eastAsia="cs-CZ"/>
        </w:rPr>
        <w:t>„Výstavba železniční zastávky Orel“</w:t>
      </w:r>
    </w:p>
    <w:p w14:paraId="364EDA8D" w14:textId="566D79BA" w:rsidR="00CB7B5A" w:rsidRPr="00CB7B5A" w:rsidRDefault="004449A6" w:rsidP="004449A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>Vysvětlení/ změna/ doplnění zadávací dokumentace</w:t>
      </w:r>
      <w:r w:rsidR="00F54814">
        <w:rPr>
          <w:rFonts w:eastAsia="Calibri" w:cs="Times New Roman"/>
          <w:lang w:eastAsia="cs-CZ"/>
        </w:rPr>
        <w:t xml:space="preserve"> č. 4</w:t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14:paraId="0A2324E6" w14:textId="5B83DC7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733706" w14:textId="77777777" w:rsidR="00F54814" w:rsidRDefault="00F54814" w:rsidP="00F5481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4E12B7A5" w14:textId="77777777" w:rsidR="00F54814" w:rsidRPr="00F54814" w:rsidRDefault="00F54814" w:rsidP="00F54814">
      <w:pPr>
        <w:spacing w:after="0" w:line="240" w:lineRule="auto"/>
        <w:rPr>
          <w:rFonts w:eastAsia="Times New Roman" w:cs="Calibri"/>
          <w:bCs/>
          <w:lang w:eastAsia="cs-CZ"/>
        </w:rPr>
      </w:pPr>
      <w:r w:rsidRPr="00E629C3">
        <w:rPr>
          <w:rFonts w:eastAsia="Times New Roman" w:cs="Calibri"/>
          <w:bCs/>
          <w:lang w:eastAsia="cs-CZ"/>
        </w:rPr>
        <w:t xml:space="preserve">Prosíme o opravu </w:t>
      </w:r>
      <w:r w:rsidRPr="00F54814">
        <w:rPr>
          <w:rFonts w:eastAsia="Times New Roman" w:cs="Calibri"/>
          <w:bCs/>
          <w:lang w:eastAsia="cs-CZ"/>
        </w:rPr>
        <w:t>výkazu výměr objektu SO 11-10-01 Železniční svršek, položky č. 2-5 nemají vzorec pro celkovou cenu</w:t>
      </w:r>
    </w:p>
    <w:p w14:paraId="3F1C264F" w14:textId="77777777" w:rsidR="00F54814" w:rsidRPr="00F54814" w:rsidRDefault="00F54814" w:rsidP="00F5481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35F677B9" w14:textId="77777777" w:rsidR="00F54814" w:rsidRPr="00F54814" w:rsidRDefault="00F54814" w:rsidP="00F54814">
      <w:pPr>
        <w:spacing w:after="0" w:line="240" w:lineRule="auto"/>
        <w:rPr>
          <w:rFonts w:eastAsia="Calibri" w:cs="Times New Roman"/>
          <w:b/>
          <w:lang w:eastAsia="cs-CZ"/>
        </w:rPr>
      </w:pPr>
      <w:r w:rsidRPr="00F54814">
        <w:rPr>
          <w:rFonts w:eastAsia="Calibri" w:cs="Times New Roman"/>
          <w:b/>
          <w:lang w:eastAsia="cs-CZ"/>
        </w:rPr>
        <w:t>Odpověď:</w:t>
      </w:r>
    </w:p>
    <w:p w14:paraId="4B5BB193" w14:textId="77777777" w:rsidR="00F54814" w:rsidRPr="00F54814" w:rsidRDefault="00F54814" w:rsidP="00F54814">
      <w:pPr>
        <w:jc w:val="both"/>
        <w:rPr>
          <w:bCs/>
        </w:rPr>
      </w:pPr>
      <w:r w:rsidRPr="00F54814">
        <w:rPr>
          <w:bCs/>
        </w:rPr>
        <w:t>Zadavatelem, byly zmíněné položky výkazu výměr opraveny – doplněn vzorec pro celkovou cenu (viz příloha).</w:t>
      </w:r>
    </w:p>
    <w:p w14:paraId="32DB044A" w14:textId="77777777" w:rsidR="00F54814" w:rsidRPr="00F54814" w:rsidRDefault="00F54814" w:rsidP="00F5481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54814">
        <w:rPr>
          <w:rFonts w:eastAsia="Calibri" w:cs="Times New Roman"/>
          <w:b/>
          <w:lang w:eastAsia="cs-CZ"/>
        </w:rPr>
        <w:t>Dotaz č. 18:</w:t>
      </w:r>
    </w:p>
    <w:p w14:paraId="17406254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/>
          <w:bCs/>
          <w:lang w:eastAsia="cs-CZ"/>
        </w:rPr>
      </w:pPr>
      <w:r w:rsidRPr="00F54814">
        <w:rPr>
          <w:rFonts w:eastAsia="Times New Roman" w:cs="Calibri"/>
          <w:b/>
          <w:bCs/>
          <w:lang w:eastAsia="cs-CZ"/>
        </w:rPr>
        <w:t>PS 11-02-21 „ZAST Orel, nástupištní rozhlas“</w:t>
      </w:r>
    </w:p>
    <w:p w14:paraId="1C08E305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</w:p>
    <w:p w14:paraId="1BF9FAA1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  <w:r w:rsidRPr="00F54814">
        <w:rPr>
          <w:rFonts w:eastAsia="Times New Roman" w:cs="Calibri"/>
          <w:bCs/>
          <w:lang w:eastAsia="cs-CZ"/>
        </w:rPr>
        <w:t xml:space="preserve">Dle Vysvětlení/ změna/ doplnění zadávací dokumentace č. 3 v odpovědi na dotaz č.15 jsou ve výkazu výměr dvě položky č. 35, které jsou úplně identické. Ve výkazu výměr co se týče SW, by měly být pouze tyto položky: </w:t>
      </w:r>
    </w:p>
    <w:p w14:paraId="6010B4B9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  <w:r w:rsidRPr="00F54814">
        <w:rPr>
          <w:rFonts w:eastAsia="Times New Roman" w:cs="Calibri"/>
          <w:bCs/>
          <w:lang w:eastAsia="cs-CZ"/>
        </w:rPr>
        <w:t xml:space="preserve">75L3E5  SW PRO ŘÍZENÍ SYSTÉMU (TRAŤOVÉ NASAZENÍ) - SW MODUL PRO ŘÍZENÍ RÚ </w:t>
      </w:r>
    </w:p>
    <w:p w14:paraId="7BF20CEC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  <w:r w:rsidRPr="00F54814">
        <w:rPr>
          <w:rFonts w:eastAsia="Times New Roman" w:cs="Calibri"/>
          <w:bCs/>
          <w:lang w:eastAsia="cs-CZ"/>
        </w:rPr>
        <w:t>75L3E8  SW PRO ŘÍZENÍ SYSTÉMU (TRAŤOVÉ NASAZENÍ) - SW MODUL HLÁŠENÍ</w:t>
      </w:r>
    </w:p>
    <w:p w14:paraId="0FE6B345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  <w:r w:rsidRPr="00F54814">
        <w:rPr>
          <w:rFonts w:eastAsia="Times New Roman" w:cs="Calibri"/>
          <w:bCs/>
          <w:lang w:eastAsia="cs-CZ"/>
        </w:rPr>
        <w:t xml:space="preserve">Žádáme zadavatele o prověření a případnou opravu ve výkazu výměr. </w:t>
      </w:r>
    </w:p>
    <w:p w14:paraId="20782985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</w:p>
    <w:p w14:paraId="3CDDA9C9" w14:textId="77777777" w:rsidR="00F54814" w:rsidRPr="00F54814" w:rsidRDefault="00F54814" w:rsidP="00F5481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54814">
        <w:rPr>
          <w:rFonts w:eastAsia="Calibri" w:cs="Times New Roman"/>
          <w:b/>
          <w:lang w:eastAsia="cs-CZ"/>
        </w:rPr>
        <w:t>Odpověď:</w:t>
      </w:r>
    </w:p>
    <w:p w14:paraId="1EC74F06" w14:textId="77777777" w:rsidR="00F54814" w:rsidRPr="00F54814" w:rsidRDefault="00F54814" w:rsidP="00F54814">
      <w:pPr>
        <w:jc w:val="both"/>
        <w:rPr>
          <w:bCs/>
        </w:rPr>
      </w:pPr>
      <w:r w:rsidRPr="00F54814">
        <w:rPr>
          <w:bCs/>
        </w:rPr>
        <w:t>Položka č.35 se v soupisu prací se vyskytovala dvakrát. Duplicita položky byla ze soupisu prací odstraněna (viz příloha).</w:t>
      </w:r>
    </w:p>
    <w:p w14:paraId="5F2F6C33" w14:textId="77777777" w:rsidR="00F54814" w:rsidRPr="00F54814" w:rsidRDefault="00F54814" w:rsidP="00F5481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956C442" w14:textId="77777777" w:rsidR="00F54814" w:rsidRPr="00F54814" w:rsidRDefault="00F54814" w:rsidP="00F5481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54814">
        <w:rPr>
          <w:rFonts w:eastAsia="Calibri" w:cs="Times New Roman"/>
          <w:b/>
          <w:lang w:eastAsia="cs-CZ"/>
        </w:rPr>
        <w:t>Dotaz č. 19:</w:t>
      </w:r>
    </w:p>
    <w:p w14:paraId="50B3E8C0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  <w:r w:rsidRPr="00F54814">
        <w:rPr>
          <w:rFonts w:eastAsia="Times New Roman" w:cs="Calibri"/>
          <w:b/>
          <w:bCs/>
          <w:lang w:eastAsia="cs-CZ"/>
        </w:rPr>
        <w:t>PS 11-02-21 „ZAST Orel, nástupištní rozhlas“</w:t>
      </w:r>
    </w:p>
    <w:p w14:paraId="20F4E040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</w:p>
    <w:p w14:paraId="6D4BAA33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  <w:r w:rsidRPr="00F54814">
        <w:rPr>
          <w:rFonts w:eastAsia="Times New Roman" w:cs="Calibri"/>
          <w:bCs/>
          <w:lang w:eastAsia="cs-CZ"/>
        </w:rPr>
        <w:t xml:space="preserve">Dle Vysvětlení/změna/doplnění zadávací dokumentace č.3 odpověď na dotaz č.15 se uvádí dle odboru č.14 (odbor zabezpečovací a telekomunikační techniky SŽ) následující: </w:t>
      </w:r>
    </w:p>
    <w:p w14:paraId="0ACD5427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i/>
          <w:lang w:eastAsia="cs-CZ"/>
        </w:rPr>
      </w:pPr>
      <w:r w:rsidRPr="00F54814">
        <w:rPr>
          <w:rFonts w:eastAsia="Times New Roman" w:cs="Calibri"/>
          <w:bCs/>
          <w:i/>
          <w:lang w:eastAsia="cs-CZ"/>
        </w:rPr>
        <w:t xml:space="preserve">„k bodu 5.2.2 směrnice č.118 SŽDC  není nutné nahrávat fyzicky hlášení rozhlasu. V současné době dochází k ukládání hlášení v textovém formátu a v systému DDTS jsou uloženy logy o funkčnosti rozhlasové ústředny a celistvosti linky reproduktorů. Tento soubor informací je dostačující k případnému doložení o provedení hlášení“. </w:t>
      </w:r>
    </w:p>
    <w:p w14:paraId="022205C2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  <w:r w:rsidRPr="00F54814">
        <w:rPr>
          <w:rFonts w:eastAsia="Times New Roman" w:cs="Calibri"/>
          <w:bCs/>
          <w:lang w:eastAsia="cs-CZ"/>
        </w:rPr>
        <w:t xml:space="preserve">Žádáme zadavatele o prověření položek č.36-42 a případnou opravu ve výkazu výměr, v blokovém schématu a v technické zprávě. </w:t>
      </w:r>
    </w:p>
    <w:p w14:paraId="6E438FAF" w14:textId="77777777" w:rsidR="00F54814" w:rsidRPr="00F54814" w:rsidRDefault="00F54814" w:rsidP="00F54814">
      <w:pPr>
        <w:spacing w:after="0" w:line="240" w:lineRule="auto"/>
        <w:jc w:val="both"/>
        <w:rPr>
          <w:rFonts w:eastAsia="Times New Roman" w:cs="Calibri"/>
          <w:bCs/>
          <w:lang w:eastAsia="cs-CZ"/>
        </w:rPr>
      </w:pPr>
    </w:p>
    <w:p w14:paraId="30EC0CDC" w14:textId="77777777" w:rsidR="00F54814" w:rsidRPr="00F54814" w:rsidRDefault="00F54814" w:rsidP="00F5481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54814">
        <w:rPr>
          <w:rFonts w:eastAsia="Calibri" w:cs="Times New Roman"/>
          <w:b/>
          <w:lang w:eastAsia="cs-CZ"/>
        </w:rPr>
        <w:t>Odpověď:</w:t>
      </w:r>
    </w:p>
    <w:p w14:paraId="6AB62E0F" w14:textId="77777777" w:rsidR="00F54814" w:rsidRPr="00F54814" w:rsidRDefault="00F54814" w:rsidP="00F5481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54814">
        <w:rPr>
          <w:rFonts w:eastAsia="Calibri" w:cs="Times New Roman"/>
          <w:bCs/>
          <w:lang w:eastAsia="cs-CZ"/>
        </w:rPr>
        <w:t>Zadavatel trvá na instalování záznamového zařízení dle předložené dokumentace.</w:t>
      </w:r>
    </w:p>
    <w:p w14:paraId="37D85B36" w14:textId="650A584F" w:rsidR="00F54814" w:rsidRPr="00F54814" w:rsidRDefault="00F54814" w:rsidP="00DD43D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EACD8D" w14:textId="7E5722E8" w:rsidR="00F54814" w:rsidRPr="00F54814" w:rsidRDefault="00F54814" w:rsidP="00DD43D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E32A78" w14:textId="77777777" w:rsidR="00F54814" w:rsidRPr="00F54814" w:rsidRDefault="00F54814" w:rsidP="00DD43D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1C4FB1" w14:textId="46EA4AE6" w:rsidR="00CB7B5A" w:rsidRPr="00DD43D2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4814">
        <w:rPr>
          <w:rFonts w:eastAsia="Times New Roman" w:cs="Times New Roman"/>
          <w:lang w:eastAsia="cs-CZ"/>
        </w:rPr>
        <w:t>Povaha shora uvedených vysvětlení/ změn/ doplnění zadávací dokumentace nevyž</w:t>
      </w:r>
      <w:r w:rsidRPr="00DD43D2">
        <w:rPr>
          <w:rFonts w:eastAsia="Times New Roman" w:cs="Times New Roman"/>
          <w:lang w:eastAsia="cs-CZ"/>
        </w:rPr>
        <w:t>aduje prodlo</w:t>
      </w:r>
      <w:r w:rsidR="00DD43D2" w:rsidRPr="00DD43D2">
        <w:rPr>
          <w:rFonts w:eastAsia="Times New Roman" w:cs="Times New Roman"/>
          <w:lang w:eastAsia="cs-CZ"/>
        </w:rPr>
        <w:t>užení lhůty pro podání nabídek</w:t>
      </w:r>
    </w:p>
    <w:p w14:paraId="762A0C9E" w14:textId="77777777" w:rsidR="004449A6" w:rsidRPr="00CB7B5A" w:rsidRDefault="004449A6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46330900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49A6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EED2BBA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86243AB" w14:textId="77777777" w:rsidR="00F54814" w:rsidRDefault="00F54814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B35988" w14:textId="3C59496A" w:rsidR="00CB7B5A" w:rsidRPr="00DD43D2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43D2">
        <w:rPr>
          <w:rFonts w:eastAsia="Calibri" w:cs="Times New Roman"/>
          <w:b/>
          <w:bCs/>
          <w:lang w:eastAsia="cs-CZ"/>
        </w:rPr>
        <w:t xml:space="preserve">Příloha: </w:t>
      </w:r>
      <w:r w:rsidR="00B7019F" w:rsidRPr="00DD43D2">
        <w:rPr>
          <w:rFonts w:eastAsia="Calibri" w:cs="Times New Roman"/>
          <w:lang w:eastAsia="cs-CZ"/>
        </w:rPr>
        <w:t>20221</w:t>
      </w:r>
      <w:r w:rsidR="00F54814">
        <w:rPr>
          <w:rFonts w:eastAsia="Calibri" w:cs="Times New Roman"/>
          <w:lang w:eastAsia="cs-CZ"/>
        </w:rPr>
        <w:t>125</w:t>
      </w:r>
      <w:r w:rsidR="00DD43D2" w:rsidRPr="00DD43D2">
        <w:rPr>
          <w:rFonts w:eastAsia="Calibri" w:cs="Times New Roman"/>
          <w:lang w:eastAsia="cs-CZ"/>
        </w:rPr>
        <w:t>_G.4_Výkazy výměr (neoceněné)</w:t>
      </w:r>
    </w:p>
    <w:p w14:paraId="3761B0AD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AEB109" w14:textId="77777777" w:rsidR="00F54814" w:rsidRDefault="00F5481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4CA68C" w14:textId="77777777" w:rsidR="00F54814" w:rsidRDefault="00F5481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214236" w14:textId="77777777" w:rsidR="00F54814" w:rsidRDefault="00F5481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C3B0B1" w14:textId="4A94D7A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35E59F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ADD5CE" w14:textId="683BECA9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DF2FCDD" w14:textId="5A89A158" w:rsidR="006F2AC1" w:rsidRDefault="006F2AC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CFF805D" w14:textId="103C5EF1" w:rsidR="006F2AC1" w:rsidRDefault="006F2AC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7130C14" w14:textId="77777777" w:rsidR="006F2AC1" w:rsidRDefault="006F2AC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  <w:bookmarkStart w:id="1" w:name="_GoBack"/>
      <w:bookmarkEnd w:id="1"/>
    </w:p>
    <w:p w14:paraId="7E0A5581" w14:textId="77777777" w:rsidR="00DD43D2" w:rsidRPr="00CB7B5A" w:rsidRDefault="00DD43D2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8F03CD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359F6D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D606D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F787000" w14:textId="21E6228C" w:rsidR="00CC1E2B" w:rsidRPr="00BD24C1" w:rsidRDefault="00CB7B5A" w:rsidP="00BD24C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BD24C1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7F08A" w14:textId="77777777" w:rsidR="00150931" w:rsidRDefault="00150931" w:rsidP="00962258">
      <w:pPr>
        <w:spacing w:after="0" w:line="240" w:lineRule="auto"/>
      </w:pPr>
      <w:r>
        <w:separator/>
      </w:r>
    </w:p>
  </w:endnote>
  <w:endnote w:type="continuationSeparator" w:id="0">
    <w:p w14:paraId="25F840F0" w14:textId="77777777" w:rsidR="00150931" w:rsidRDefault="001509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EBA3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36BB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D3CBD8" w14:textId="5186AE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2A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2A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3FE10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A9A9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E3335F" w14:textId="77777777" w:rsidR="00F1715C" w:rsidRDefault="00F1715C" w:rsidP="00D831A3">
          <w:pPr>
            <w:pStyle w:val="Zpat"/>
          </w:pPr>
        </w:p>
      </w:tc>
    </w:tr>
  </w:tbl>
  <w:p w14:paraId="47D422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3F3BB8" wp14:editId="1AE2E0C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D7A5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D61175" wp14:editId="0B685C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CE0C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408F0A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571B5C" w14:textId="6379B02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2A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2A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C17D47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AEFD326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84482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6D0B08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F0FD80B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DE00B0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7137D4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1BB060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EE4366E" w14:textId="77777777" w:rsidR="00490C88" w:rsidRDefault="00490C88" w:rsidP="00331004">
          <w:pPr>
            <w:pStyle w:val="Zpat"/>
          </w:pPr>
        </w:p>
      </w:tc>
    </w:tr>
  </w:tbl>
  <w:p w14:paraId="1605169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27AD174" wp14:editId="2CC227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3976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F603A38" wp14:editId="19A647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9B6A9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C3FF26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81D8F" w14:textId="77777777" w:rsidR="00150931" w:rsidRDefault="00150931" w:rsidP="00962258">
      <w:pPr>
        <w:spacing w:after="0" w:line="240" w:lineRule="auto"/>
      </w:pPr>
      <w:r>
        <w:separator/>
      </w:r>
    </w:p>
  </w:footnote>
  <w:footnote w:type="continuationSeparator" w:id="0">
    <w:p w14:paraId="322BF0A0" w14:textId="77777777" w:rsidR="00150931" w:rsidRDefault="001509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B728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8F442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2649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F054A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EBBBC4" w14:textId="77777777" w:rsidR="00F1715C" w:rsidRPr="00D6163D" w:rsidRDefault="00F1715C" w:rsidP="00D6163D">
          <w:pPr>
            <w:pStyle w:val="Druhdokumentu"/>
          </w:pPr>
        </w:p>
      </w:tc>
    </w:tr>
  </w:tbl>
  <w:p w14:paraId="4135EF5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6D5C53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FA711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BE8BCF" wp14:editId="520646A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D139B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A05B28" w14:textId="77777777" w:rsidR="00F3199A" w:rsidRPr="00D6163D" w:rsidRDefault="00F3199A" w:rsidP="00FC6389">
          <w:pPr>
            <w:pStyle w:val="Druhdokumentu"/>
          </w:pPr>
        </w:p>
      </w:tc>
    </w:tr>
    <w:tr w:rsidR="00F3199A" w14:paraId="29EDCBF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1FB342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5D19FA7" wp14:editId="65E6B6D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0CBB5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C7B1B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2B7BE9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F012288" wp14:editId="49969FB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45B99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E188A1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794832"/>
    <w:multiLevelType w:val="hybridMultilevel"/>
    <w:tmpl w:val="87B6F042"/>
    <w:lvl w:ilvl="0" w:tplc="703643B2">
      <w:start w:val="18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1CC6"/>
    <w:rsid w:val="00072C1E"/>
    <w:rsid w:val="000A05F9"/>
    <w:rsid w:val="000B1153"/>
    <w:rsid w:val="000B6C7E"/>
    <w:rsid w:val="000B7907"/>
    <w:rsid w:val="000C0429"/>
    <w:rsid w:val="000C45E8"/>
    <w:rsid w:val="00114472"/>
    <w:rsid w:val="00150931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2F52DB"/>
    <w:rsid w:val="00357BC6"/>
    <w:rsid w:val="0037111D"/>
    <w:rsid w:val="003956C6"/>
    <w:rsid w:val="003A0223"/>
    <w:rsid w:val="003C5BE7"/>
    <w:rsid w:val="003E6B9A"/>
    <w:rsid w:val="003E75CE"/>
    <w:rsid w:val="0041380F"/>
    <w:rsid w:val="004449A6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24C1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6F2AC1"/>
    <w:rsid w:val="00710723"/>
    <w:rsid w:val="00723ED1"/>
    <w:rsid w:val="00735ED4"/>
    <w:rsid w:val="00742A44"/>
    <w:rsid w:val="00743525"/>
    <w:rsid w:val="007531A0"/>
    <w:rsid w:val="0076286B"/>
    <w:rsid w:val="00764595"/>
    <w:rsid w:val="00766846"/>
    <w:rsid w:val="0077673A"/>
    <w:rsid w:val="007846E1"/>
    <w:rsid w:val="007B570C"/>
    <w:rsid w:val="007B630A"/>
    <w:rsid w:val="007D330E"/>
    <w:rsid w:val="007E1501"/>
    <w:rsid w:val="007E4A6E"/>
    <w:rsid w:val="007F56A7"/>
    <w:rsid w:val="00807DD0"/>
    <w:rsid w:val="00813F11"/>
    <w:rsid w:val="00891334"/>
    <w:rsid w:val="008A14C0"/>
    <w:rsid w:val="008A3568"/>
    <w:rsid w:val="008D03B9"/>
    <w:rsid w:val="008E3D6B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019F"/>
    <w:rsid w:val="00B75EE1"/>
    <w:rsid w:val="00B77481"/>
    <w:rsid w:val="00B8518B"/>
    <w:rsid w:val="00BB3740"/>
    <w:rsid w:val="00BD24C1"/>
    <w:rsid w:val="00BD7E91"/>
    <w:rsid w:val="00BF374D"/>
    <w:rsid w:val="00C02D0A"/>
    <w:rsid w:val="00C03A6E"/>
    <w:rsid w:val="00C30759"/>
    <w:rsid w:val="00C44F6A"/>
    <w:rsid w:val="00C727E5"/>
    <w:rsid w:val="00C8207D"/>
    <w:rsid w:val="00CA0FC2"/>
    <w:rsid w:val="00CB7B5A"/>
    <w:rsid w:val="00CC1E2B"/>
    <w:rsid w:val="00CD1FC4"/>
    <w:rsid w:val="00CE371D"/>
    <w:rsid w:val="00CE5FA9"/>
    <w:rsid w:val="00D02A4D"/>
    <w:rsid w:val="00D10E85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3D2"/>
    <w:rsid w:val="00DD46F3"/>
    <w:rsid w:val="00DD58A6"/>
    <w:rsid w:val="00DE2C0C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4814"/>
    <w:rsid w:val="00F64786"/>
    <w:rsid w:val="00F659EB"/>
    <w:rsid w:val="00F804A7"/>
    <w:rsid w:val="00F862D6"/>
    <w:rsid w:val="00F86BA6"/>
    <w:rsid w:val="00FC6389"/>
    <w:rsid w:val="00FC72A2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DEE106"/>
  <w14:defaultImageDpi w14:val="32767"/>
  <w15:docId w15:val="{A86FAC8F-30BC-4523-922D-20A5A026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mesJ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C5C914-57BC-4CC5-AF73-6DDE48A2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25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14</cp:revision>
  <cp:lastPrinted>2019-02-22T13:28:00Z</cp:lastPrinted>
  <dcterms:created xsi:type="dcterms:W3CDTF">2022-11-21T09:12:00Z</dcterms:created>
  <dcterms:modified xsi:type="dcterms:W3CDTF">2022-11-25T11:11:00Z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