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9AFAFC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F92FA4">
        <w:rPr>
          <w:b/>
          <w:color w:val="FF5200" w:themeColor="accent2"/>
          <w:sz w:val="36"/>
          <w:szCs w:val="36"/>
        </w:rPr>
        <w:t>„</w:t>
      </w:r>
      <w:r w:rsidR="0039501E">
        <w:rPr>
          <w:b/>
          <w:color w:val="FF5200" w:themeColor="accent2"/>
          <w:sz w:val="36"/>
          <w:szCs w:val="36"/>
        </w:rPr>
        <w:t>Technické plyny</w:t>
      </w:r>
      <w:r w:rsidR="00F92FA4" w:rsidRPr="00F92FA4">
        <w:rPr>
          <w:b/>
          <w:color w:val="FF5200" w:themeColor="accent2"/>
          <w:sz w:val="36"/>
          <w:szCs w:val="36"/>
        </w:rPr>
        <w:t xml:space="preserve"> - 202</w:t>
      </w:r>
      <w:r w:rsidR="0039501E">
        <w:rPr>
          <w:b/>
          <w:color w:val="FF5200" w:themeColor="accent2"/>
          <w:sz w:val="36"/>
          <w:szCs w:val="36"/>
        </w:rPr>
        <w:t>3</w:t>
      </w:r>
      <w:r w:rsidR="0031280B" w:rsidRPr="00F92FA4">
        <w:rPr>
          <w:b/>
          <w:color w:val="FF5200" w:themeColor="accent2"/>
          <w:sz w:val="36"/>
          <w:szCs w:val="36"/>
        </w:rPr>
        <w:t>“</w:t>
      </w:r>
      <w:r w:rsidR="000128D4" w:rsidRPr="00F92FA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950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76047</w:t>
      </w:r>
      <w:r w:rsidR="00F92FA4" w:rsidRP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2022-SŽ-GŘ-O8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C60B614" w14:textId="77777777" w:rsidR="00FC4C8B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535ED10" w14:textId="24D69889" w:rsidR="00FC4C8B" w:rsidRDefault="0052368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385589" w:history="1">
            <w:r w:rsidR="00FC4C8B" w:rsidRPr="008270FB">
              <w:rPr>
                <w:rStyle w:val="Hypertextovodkaz"/>
                <w:noProof/>
              </w:rPr>
              <w:t>Kapitola 1.</w:t>
            </w:r>
            <w:r w:rsidR="00FC4C8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C4C8B" w:rsidRPr="008270FB">
              <w:rPr>
                <w:rStyle w:val="Hypertextovodkaz"/>
                <w:noProof/>
              </w:rPr>
              <w:t>Základní údaje k nabídce</w:t>
            </w:r>
            <w:r w:rsidR="00FC4C8B">
              <w:rPr>
                <w:noProof/>
                <w:webHidden/>
              </w:rPr>
              <w:tab/>
            </w:r>
            <w:r w:rsidR="00FC4C8B">
              <w:rPr>
                <w:noProof/>
                <w:webHidden/>
              </w:rPr>
              <w:fldChar w:fldCharType="begin"/>
            </w:r>
            <w:r w:rsidR="00FC4C8B">
              <w:rPr>
                <w:noProof/>
                <w:webHidden/>
              </w:rPr>
              <w:instrText xml:space="preserve"> PAGEREF _Toc116385589 \h </w:instrText>
            </w:r>
            <w:r w:rsidR="00FC4C8B">
              <w:rPr>
                <w:noProof/>
                <w:webHidden/>
              </w:rPr>
            </w:r>
            <w:r w:rsidR="00FC4C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FC4C8B">
              <w:rPr>
                <w:noProof/>
                <w:webHidden/>
              </w:rPr>
              <w:fldChar w:fldCharType="end"/>
            </w:r>
          </w:hyperlink>
        </w:p>
        <w:p w14:paraId="40D469CF" w14:textId="219D3B28" w:rsidR="00FC4C8B" w:rsidRDefault="0052368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385590" w:history="1">
            <w:r w:rsidR="00FC4C8B" w:rsidRPr="008270FB">
              <w:rPr>
                <w:rStyle w:val="Hypertextovodkaz"/>
                <w:noProof/>
              </w:rPr>
              <w:t>Kapitola 2.</w:t>
            </w:r>
            <w:r w:rsidR="00FC4C8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C4C8B" w:rsidRPr="008270FB">
              <w:rPr>
                <w:rStyle w:val="Hypertextovodkaz"/>
                <w:noProof/>
              </w:rPr>
              <w:t>Čestné prohlášení o splnění základní způsobilosti</w:t>
            </w:r>
            <w:r w:rsidR="00FC4C8B">
              <w:rPr>
                <w:noProof/>
                <w:webHidden/>
              </w:rPr>
              <w:tab/>
            </w:r>
            <w:r w:rsidR="00FC4C8B">
              <w:rPr>
                <w:noProof/>
                <w:webHidden/>
              </w:rPr>
              <w:fldChar w:fldCharType="begin"/>
            </w:r>
            <w:r w:rsidR="00FC4C8B">
              <w:rPr>
                <w:noProof/>
                <w:webHidden/>
              </w:rPr>
              <w:instrText xml:space="preserve"> PAGEREF _Toc116385590 \h </w:instrText>
            </w:r>
            <w:r w:rsidR="00FC4C8B">
              <w:rPr>
                <w:noProof/>
                <w:webHidden/>
              </w:rPr>
            </w:r>
            <w:r w:rsidR="00FC4C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C4C8B">
              <w:rPr>
                <w:noProof/>
                <w:webHidden/>
              </w:rPr>
              <w:fldChar w:fldCharType="end"/>
            </w:r>
          </w:hyperlink>
        </w:p>
        <w:p w14:paraId="2FEC12BA" w14:textId="394E0CF9" w:rsidR="00FC4C8B" w:rsidRDefault="0052368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385591" w:history="1">
            <w:r w:rsidR="00FC4C8B" w:rsidRPr="008270FB">
              <w:rPr>
                <w:rStyle w:val="Hypertextovodkaz"/>
                <w:noProof/>
              </w:rPr>
              <w:t>Kapitola 3.</w:t>
            </w:r>
            <w:r w:rsidR="00FC4C8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C4C8B" w:rsidRPr="008270FB">
              <w:rPr>
                <w:rStyle w:val="Hypertextovodkaz"/>
                <w:noProof/>
              </w:rPr>
              <w:t>Čestné prohlášení účastníka o střetu zájmů</w:t>
            </w:r>
            <w:r w:rsidR="00FC4C8B">
              <w:rPr>
                <w:noProof/>
                <w:webHidden/>
              </w:rPr>
              <w:tab/>
            </w:r>
            <w:r w:rsidR="00FC4C8B">
              <w:rPr>
                <w:noProof/>
                <w:webHidden/>
              </w:rPr>
              <w:fldChar w:fldCharType="begin"/>
            </w:r>
            <w:r w:rsidR="00FC4C8B">
              <w:rPr>
                <w:noProof/>
                <w:webHidden/>
              </w:rPr>
              <w:instrText xml:space="preserve"> PAGEREF _Toc116385591 \h </w:instrText>
            </w:r>
            <w:r w:rsidR="00FC4C8B">
              <w:rPr>
                <w:noProof/>
                <w:webHidden/>
              </w:rPr>
            </w:r>
            <w:r w:rsidR="00FC4C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C4C8B">
              <w:rPr>
                <w:noProof/>
                <w:webHidden/>
              </w:rPr>
              <w:fldChar w:fldCharType="end"/>
            </w:r>
          </w:hyperlink>
        </w:p>
        <w:p w14:paraId="0E972BF6" w14:textId="7C60E96E" w:rsidR="00FC4C8B" w:rsidRDefault="0052368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385592" w:history="1">
            <w:r w:rsidR="00FC4C8B" w:rsidRPr="008270FB">
              <w:rPr>
                <w:rStyle w:val="Hypertextovodkaz"/>
                <w:noProof/>
              </w:rPr>
              <w:t>Kapitola 4.</w:t>
            </w:r>
            <w:r w:rsidR="00FC4C8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C4C8B" w:rsidRPr="008270FB">
              <w:rPr>
                <w:rStyle w:val="Hypertextovodkaz"/>
                <w:noProof/>
              </w:rPr>
              <w:t>Čestné prohlášení účastníka k neuzavření zakázaných dohod</w:t>
            </w:r>
            <w:r w:rsidR="00FC4C8B">
              <w:rPr>
                <w:noProof/>
                <w:webHidden/>
              </w:rPr>
              <w:tab/>
            </w:r>
            <w:r w:rsidR="00FC4C8B">
              <w:rPr>
                <w:noProof/>
                <w:webHidden/>
              </w:rPr>
              <w:fldChar w:fldCharType="begin"/>
            </w:r>
            <w:r w:rsidR="00FC4C8B">
              <w:rPr>
                <w:noProof/>
                <w:webHidden/>
              </w:rPr>
              <w:instrText xml:space="preserve"> PAGEREF _Toc116385592 \h </w:instrText>
            </w:r>
            <w:r w:rsidR="00FC4C8B">
              <w:rPr>
                <w:noProof/>
                <w:webHidden/>
              </w:rPr>
            </w:r>
            <w:r w:rsidR="00FC4C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C4C8B">
              <w:rPr>
                <w:noProof/>
                <w:webHidden/>
              </w:rPr>
              <w:fldChar w:fldCharType="end"/>
            </w:r>
          </w:hyperlink>
        </w:p>
        <w:p w14:paraId="587E2D4B" w14:textId="5E72E658" w:rsidR="00FC4C8B" w:rsidRDefault="0052368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385593" w:history="1">
            <w:r w:rsidR="00FC4C8B" w:rsidRPr="008270FB">
              <w:rPr>
                <w:rStyle w:val="Hypertextovodkaz"/>
                <w:rFonts w:eastAsia="Times New Roman"/>
                <w:noProof/>
              </w:rPr>
              <w:t>Kapitola 5.</w:t>
            </w:r>
            <w:r w:rsidR="00FC4C8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C4C8B" w:rsidRPr="008270FB">
              <w:rPr>
                <w:rStyle w:val="Hypertextovodkaz"/>
                <w:noProof/>
              </w:rPr>
              <w:t>Čestné</w:t>
            </w:r>
            <w:r w:rsidR="00FC4C8B" w:rsidRPr="008270F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FC4C8B">
              <w:rPr>
                <w:noProof/>
                <w:webHidden/>
              </w:rPr>
              <w:tab/>
            </w:r>
            <w:r w:rsidR="00FC4C8B">
              <w:rPr>
                <w:noProof/>
                <w:webHidden/>
              </w:rPr>
              <w:tab/>
            </w:r>
            <w:r w:rsidR="00FC4C8B">
              <w:rPr>
                <w:noProof/>
                <w:webHidden/>
              </w:rPr>
              <w:fldChar w:fldCharType="begin"/>
            </w:r>
            <w:r w:rsidR="00FC4C8B">
              <w:rPr>
                <w:noProof/>
                <w:webHidden/>
              </w:rPr>
              <w:instrText xml:space="preserve"> PAGEREF _Toc116385593 \h </w:instrText>
            </w:r>
            <w:r w:rsidR="00FC4C8B">
              <w:rPr>
                <w:noProof/>
                <w:webHidden/>
              </w:rPr>
            </w:r>
            <w:r w:rsidR="00FC4C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C4C8B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1638558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4064BE2" w14:textId="77777777" w:rsidR="00A93ACA" w:rsidRDefault="00A93ACA" w:rsidP="008B1A2C"/>
    <w:p w14:paraId="0191CDFC" w14:textId="77F52E83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F92FA4">
        <w:t xml:space="preserve">jako </w:t>
      </w:r>
      <w:r w:rsidR="000128D4" w:rsidRPr="00F92FA4">
        <w:rPr>
          <w:rFonts w:eastAsia="Times New Roman" w:cs="Times New Roman"/>
          <w:lang w:eastAsia="cs-CZ"/>
        </w:rPr>
        <w:t xml:space="preserve">podlimitní </w:t>
      </w:r>
      <w:r w:rsidR="00F92FA4" w:rsidRPr="00F92FA4">
        <w:rPr>
          <w:rFonts w:eastAsia="Times New Roman" w:cs="Times New Roman"/>
          <w:lang w:eastAsia="cs-CZ"/>
        </w:rPr>
        <w:t>sektorovou veřejnou zakázku</w:t>
      </w:r>
      <w:r w:rsidRPr="00F92FA4">
        <w:t>, jsou pravdivé</w:t>
      </w:r>
      <w:r w:rsidR="009771C9" w:rsidRPr="00F92FA4">
        <w:t>, úplné a odpovídají skutečnosti</w:t>
      </w:r>
      <w:r w:rsidRPr="00F92FA4">
        <w:t xml:space="preserve">. Účastník si je vědom důsledků záměrného uvedení nepravdivých údajů, které v rovině tohoto </w:t>
      </w:r>
      <w:r w:rsidR="00626DB3" w:rsidRPr="00F92FA4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04852647" w14:textId="77777777" w:rsidR="0039501E" w:rsidRDefault="0039501E" w:rsidP="0039501E">
      <w:r>
        <w:t xml:space="preserve">Nabídková cena za celý předpokládaný předmět plnění v Kč bez DPH: </w:t>
      </w:r>
      <w:r w:rsidRPr="00592903">
        <w:rPr>
          <w:highlight w:val="green"/>
        </w:rPr>
        <w:t>...</w:t>
      </w:r>
    </w:p>
    <w:p w14:paraId="1CAD1E65" w14:textId="77777777" w:rsidR="0039501E" w:rsidRDefault="0039501E" w:rsidP="008B1A2C">
      <w:pPr>
        <w:rPr>
          <w:b/>
        </w:rPr>
      </w:pPr>
    </w:p>
    <w:p w14:paraId="2915FC32" w14:textId="361AE4AC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267D5860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31B42DAC" w14:textId="6848EE4F" w:rsidR="0039501E" w:rsidRDefault="0039501E" w:rsidP="00996617">
      <w:pPr>
        <w:tabs>
          <w:tab w:val="left" w:pos="7125"/>
        </w:tabs>
        <w:spacing w:after="0"/>
      </w:pPr>
    </w:p>
    <w:p w14:paraId="50EB29D6" w14:textId="68B0C81D" w:rsidR="0039501E" w:rsidRDefault="0039501E" w:rsidP="00996617">
      <w:pPr>
        <w:tabs>
          <w:tab w:val="left" w:pos="7125"/>
        </w:tabs>
        <w:spacing w:after="0"/>
      </w:pPr>
    </w:p>
    <w:p w14:paraId="60F9E46A" w14:textId="6DBC9537" w:rsidR="0039501E" w:rsidRDefault="0039501E" w:rsidP="00996617">
      <w:pPr>
        <w:tabs>
          <w:tab w:val="left" w:pos="7125"/>
        </w:tabs>
        <w:spacing w:after="0"/>
      </w:pPr>
    </w:p>
    <w:p w14:paraId="76B54F98" w14:textId="24BB7AB9" w:rsidR="0039501E" w:rsidRDefault="0039501E" w:rsidP="00996617">
      <w:pPr>
        <w:tabs>
          <w:tab w:val="left" w:pos="7125"/>
        </w:tabs>
        <w:spacing w:after="0"/>
      </w:pPr>
    </w:p>
    <w:p w14:paraId="475FD277" w14:textId="4219EF1B" w:rsidR="0039501E" w:rsidRDefault="0039501E" w:rsidP="00996617">
      <w:pPr>
        <w:tabs>
          <w:tab w:val="left" w:pos="7125"/>
        </w:tabs>
        <w:spacing w:after="0"/>
      </w:pPr>
    </w:p>
    <w:p w14:paraId="77F6AA68" w14:textId="4CF4628C" w:rsidR="0039501E" w:rsidRDefault="0039501E" w:rsidP="00996617">
      <w:pPr>
        <w:tabs>
          <w:tab w:val="left" w:pos="7125"/>
        </w:tabs>
        <w:spacing w:after="0"/>
      </w:pPr>
    </w:p>
    <w:p w14:paraId="56757DFC" w14:textId="746F0050" w:rsidR="0039501E" w:rsidRDefault="0039501E" w:rsidP="00996617">
      <w:pPr>
        <w:tabs>
          <w:tab w:val="left" w:pos="7125"/>
        </w:tabs>
        <w:spacing w:after="0"/>
      </w:pPr>
    </w:p>
    <w:p w14:paraId="616C001C" w14:textId="074D268A" w:rsidR="0039501E" w:rsidRDefault="0039501E" w:rsidP="00996617">
      <w:pPr>
        <w:tabs>
          <w:tab w:val="left" w:pos="7125"/>
        </w:tabs>
        <w:spacing w:after="0"/>
      </w:pPr>
    </w:p>
    <w:p w14:paraId="35CC32FB" w14:textId="77777777" w:rsidR="0039501E" w:rsidRDefault="0039501E" w:rsidP="00996617">
      <w:pPr>
        <w:tabs>
          <w:tab w:val="left" w:pos="7125"/>
        </w:tabs>
        <w:spacing w:after="0"/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2368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523682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1638559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5A85AAB1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1638559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911A66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1638559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343E0DD" w:rsidR="00E85D44" w:rsidRDefault="00E85D44"/>
    <w:p w14:paraId="0E167008" w14:textId="0DD48C32" w:rsidR="00FC4C8B" w:rsidRDefault="00FC4C8B"/>
    <w:p w14:paraId="2E1310DD" w14:textId="2C7AB8B1" w:rsidR="00FC4C8B" w:rsidRDefault="00FC4C8B"/>
    <w:p w14:paraId="7B0C1FEF" w14:textId="1B321886" w:rsidR="00FC4C8B" w:rsidRDefault="00FC4C8B"/>
    <w:p w14:paraId="6BE39A87" w14:textId="15AC22AF" w:rsidR="00FC4C8B" w:rsidRDefault="00FC4C8B"/>
    <w:p w14:paraId="07BB4DF2" w14:textId="37AA037F" w:rsidR="00FC4C8B" w:rsidRDefault="00FC4C8B"/>
    <w:p w14:paraId="1054FD06" w14:textId="277B9983" w:rsidR="00FC4C8B" w:rsidRDefault="00FC4C8B"/>
    <w:p w14:paraId="4BBCF142" w14:textId="2A80536F" w:rsidR="00FC4C8B" w:rsidRDefault="00FC4C8B"/>
    <w:p w14:paraId="180D96BA" w14:textId="5C5C2965" w:rsidR="00FC4C8B" w:rsidRDefault="00FC4C8B"/>
    <w:p w14:paraId="56AD0100" w14:textId="460C39C3" w:rsidR="00FC4C8B" w:rsidRDefault="00FC4C8B"/>
    <w:p w14:paraId="5E10C2BB" w14:textId="440B786B" w:rsidR="00FC4C8B" w:rsidRDefault="00FC4C8B"/>
    <w:p w14:paraId="07177DB6" w14:textId="2B3E649E" w:rsidR="00FC4C8B" w:rsidRDefault="00FC4C8B"/>
    <w:p w14:paraId="13A6CF67" w14:textId="016F5945" w:rsidR="00FC4C8B" w:rsidRDefault="00FC4C8B"/>
    <w:p w14:paraId="27C05E0C" w14:textId="19E4ABC2" w:rsidR="00FC4C8B" w:rsidRDefault="00FC4C8B"/>
    <w:p w14:paraId="749DF5B2" w14:textId="6AE7A968" w:rsidR="00FC4C8B" w:rsidRDefault="00FC4C8B"/>
    <w:p w14:paraId="545AE70D" w14:textId="3E5EC9B2" w:rsidR="00FC4C8B" w:rsidRDefault="00FC4C8B"/>
    <w:p w14:paraId="556C81B0" w14:textId="3EB8167A" w:rsidR="00FC4C8B" w:rsidRDefault="00FC4C8B"/>
    <w:p w14:paraId="3743227C" w14:textId="258EB28F" w:rsidR="00FC4C8B" w:rsidRDefault="00FC4C8B"/>
    <w:p w14:paraId="6E64E4AC" w14:textId="2FA59AB0" w:rsidR="00FC4C8B" w:rsidRDefault="00FC4C8B"/>
    <w:p w14:paraId="7F2C23AE" w14:textId="5B61D0EE" w:rsidR="00FC4C8B" w:rsidRDefault="00FC4C8B"/>
    <w:p w14:paraId="52992B14" w14:textId="59167854" w:rsidR="00FC4C8B" w:rsidRDefault="00FC4C8B"/>
    <w:p w14:paraId="4E131518" w14:textId="4D1D06BF" w:rsidR="00FC4C8B" w:rsidRDefault="00FC4C8B"/>
    <w:p w14:paraId="6D989CBC" w14:textId="12C1BFDA" w:rsidR="00FC4C8B" w:rsidRDefault="00FC4C8B"/>
    <w:p w14:paraId="77F704B7" w14:textId="77777777" w:rsidR="00FC4C8B" w:rsidRDefault="00FC4C8B" w:rsidP="00FC4C8B">
      <w:pPr>
        <w:pStyle w:val="Nadpis2"/>
        <w:numPr>
          <w:ilvl w:val="0"/>
          <w:numId w:val="34"/>
        </w:numPr>
        <w:ind w:left="643"/>
        <w:rPr>
          <w:rFonts w:eastAsia="Times New Roman"/>
        </w:rPr>
      </w:pPr>
      <w:bookmarkStart w:id="5" w:name="_Toc102994139"/>
      <w:bookmarkStart w:id="6" w:name="_Toc11638559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"/>
      <w:bookmarkEnd w:id="6"/>
    </w:p>
    <w:p w14:paraId="5A7CCAA7" w14:textId="77777777" w:rsidR="00FC4C8B" w:rsidRDefault="00FC4C8B" w:rsidP="00FC4C8B"/>
    <w:p w14:paraId="00775159" w14:textId="77777777" w:rsidR="00FC4C8B" w:rsidRDefault="00FC4C8B" w:rsidP="00FC4C8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7C786D4A" w14:textId="77777777" w:rsidR="00FC4C8B" w:rsidRDefault="00FC4C8B" w:rsidP="00FC4C8B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3305A54C" w14:textId="77777777" w:rsidR="00FC4C8B" w:rsidRPr="007F769F" w:rsidRDefault="00FC4C8B" w:rsidP="00FC4C8B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AA32BE6" w14:textId="77777777" w:rsidR="00FC4C8B" w:rsidRPr="007F769F" w:rsidRDefault="00FC4C8B" w:rsidP="00FC4C8B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60D807D8" w14:textId="77777777" w:rsidR="00FC4C8B" w:rsidRPr="007F769F" w:rsidRDefault="00FC4C8B" w:rsidP="00FC4C8B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AB1DBE2" w14:textId="77777777" w:rsidR="00FC4C8B" w:rsidRDefault="00FC4C8B" w:rsidP="00FC4C8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44D54F3" w14:textId="77777777" w:rsidR="00FC4C8B" w:rsidRPr="00A035EA" w:rsidRDefault="00FC4C8B" w:rsidP="00FC4C8B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55C0E50A" w14:textId="77777777" w:rsidR="00FC4C8B" w:rsidRDefault="00FC4C8B" w:rsidP="00FC4C8B">
      <w:pPr>
        <w:spacing w:line="240" w:lineRule="auto"/>
        <w:jc w:val="both"/>
        <w:rPr>
          <w:rFonts w:eastAsia="Calibri" w:cs="Times New Roman"/>
        </w:rPr>
      </w:pPr>
    </w:p>
    <w:p w14:paraId="641F86B9" w14:textId="77777777" w:rsidR="00FC4C8B" w:rsidRDefault="00FC4C8B" w:rsidP="00FC4C8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28805C19" w14:textId="77777777" w:rsidR="00FC4C8B" w:rsidRDefault="00FC4C8B" w:rsidP="00FC4C8B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5F59EC58" w14:textId="77777777" w:rsidR="00FC4C8B" w:rsidRDefault="00FC4C8B" w:rsidP="00FC4C8B"/>
    <w:p w14:paraId="17CCCDD4" w14:textId="77777777" w:rsidR="00FC4C8B" w:rsidRPr="00B87D91" w:rsidRDefault="00FC4C8B" w:rsidP="00FC4C8B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2700FA09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6B84F1B3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6395656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DE9C2DF" w14:textId="7BE5B315" w:rsidR="00FC4C8B" w:rsidRDefault="00FC4C8B"/>
    <w:p w14:paraId="3614372C" w14:textId="40956747" w:rsidR="00FC4C8B" w:rsidRDefault="00FC4C8B"/>
    <w:p w14:paraId="3EA7F5E5" w14:textId="77777777" w:rsidR="00FC4C8B" w:rsidRDefault="00FC4C8B"/>
    <w:sectPr w:rsidR="00FC4C8B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23671" w14:textId="77777777" w:rsidR="00FD0E2E" w:rsidRDefault="00FD0E2E" w:rsidP="00962258">
      <w:pPr>
        <w:spacing w:after="0" w:line="240" w:lineRule="auto"/>
      </w:pPr>
      <w:r>
        <w:separator/>
      </w:r>
    </w:p>
  </w:endnote>
  <w:endnote w:type="continuationSeparator" w:id="0">
    <w:p w14:paraId="25ADAA0F" w14:textId="77777777" w:rsidR="00FD0E2E" w:rsidRDefault="00FD0E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5A97A9E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61DC8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4ED5A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B42B987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286C7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BDA50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4AB1B6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B7DD3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A60A2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50A0D" w14:textId="77777777" w:rsidR="00FD0E2E" w:rsidRDefault="00FD0E2E" w:rsidP="00962258">
      <w:pPr>
        <w:spacing w:after="0" w:line="240" w:lineRule="auto"/>
      </w:pPr>
      <w:r>
        <w:separator/>
      </w:r>
    </w:p>
  </w:footnote>
  <w:footnote w:type="continuationSeparator" w:id="0">
    <w:p w14:paraId="5D24A36D" w14:textId="77777777" w:rsidR="00FD0E2E" w:rsidRDefault="00FD0E2E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BA5F081" w14:textId="77777777" w:rsidR="00FC4C8B" w:rsidRDefault="00FC4C8B" w:rsidP="00FC4C8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780843E0" w14:textId="77777777" w:rsidR="00FC4C8B" w:rsidRDefault="00FC4C8B" w:rsidP="00FC4C8B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020DF5C" w14:textId="77777777" w:rsidR="00FC4C8B" w:rsidRDefault="00FC4C8B" w:rsidP="00FC4C8B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3825B758" w14:textId="77777777" w:rsidR="00FC4C8B" w:rsidRDefault="00FC4C8B" w:rsidP="00FC4C8B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19F78C9A" w14:textId="77777777" w:rsidR="00FC4C8B" w:rsidRDefault="00FC4C8B" w:rsidP="00FC4C8B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48D9BD6C" w14:textId="77777777" w:rsidR="00FC4C8B" w:rsidRDefault="00FC4C8B" w:rsidP="00FC4C8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6444AB07" w14:textId="77777777" w:rsidR="00FC4C8B" w:rsidRPr="00EB54C9" w:rsidRDefault="00FC4C8B" w:rsidP="00FC4C8B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DF6"/>
    <w:rsid w:val="0031280B"/>
    <w:rsid w:val="00321D98"/>
    <w:rsid w:val="003221F2"/>
    <w:rsid w:val="00341DCF"/>
    <w:rsid w:val="00354C5C"/>
    <w:rsid w:val="00357BC6"/>
    <w:rsid w:val="0036634F"/>
    <w:rsid w:val="0039501E"/>
    <w:rsid w:val="003956C6"/>
    <w:rsid w:val="00396EF9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682"/>
    <w:rsid w:val="00523EA7"/>
    <w:rsid w:val="00551BC2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54420"/>
    <w:rsid w:val="0066060A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2FDF"/>
    <w:rsid w:val="00904780"/>
    <w:rsid w:val="00911A66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93ACA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081E"/>
    <w:rsid w:val="00F520D3"/>
    <w:rsid w:val="00F5558F"/>
    <w:rsid w:val="00F659EB"/>
    <w:rsid w:val="00F76E9F"/>
    <w:rsid w:val="00F814D9"/>
    <w:rsid w:val="00F86BA6"/>
    <w:rsid w:val="00F92FA4"/>
    <w:rsid w:val="00FC1929"/>
    <w:rsid w:val="00FC4B68"/>
    <w:rsid w:val="00FC4C8B"/>
    <w:rsid w:val="00FC5583"/>
    <w:rsid w:val="00FC6389"/>
    <w:rsid w:val="00FD0E2E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B1F8CA"/>
  <w15:docId w15:val="{E97C89E6-C4E6-41C1-A8F2-4611F490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2FF840-A8F1-48BF-B3A0-E9D288060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7</Pages>
  <Words>1100</Words>
  <Characters>6495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4</cp:revision>
  <cp:lastPrinted>2022-11-21T08:37:00Z</cp:lastPrinted>
  <dcterms:created xsi:type="dcterms:W3CDTF">2022-11-08T14:08:00Z</dcterms:created>
  <dcterms:modified xsi:type="dcterms:W3CDTF">2022-11-21T08:37:00Z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