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CE466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E466A">
        <w:rPr>
          <w:rFonts w:eastAsia="Times New Roman" w:cs="Times New Roman"/>
          <w:b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E466A">
        <w:rPr>
          <w:rFonts w:eastAsia="Times New Roman" w:cs="Times New Roman"/>
          <w:b/>
          <w:highlight w:val="yellow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9617A6E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CE466A" w:rsidRPr="0085689D">
        <w:rPr>
          <w:rFonts w:eastAsia="Times New Roman" w:cs="Times New Roman"/>
          <w:lang w:eastAsia="cs-CZ"/>
        </w:rPr>
        <w:t xml:space="preserve">Zastoupená: </w:t>
      </w:r>
      <w:r w:rsidR="00CE466A" w:rsidRPr="0085689D">
        <w:rPr>
          <w:iCs/>
        </w:rPr>
        <w:t>Ing</w:t>
      </w:r>
      <w:r w:rsidR="00CE466A" w:rsidRPr="000D1DAE">
        <w:rPr>
          <w:iCs/>
        </w:rPr>
        <w:t xml:space="preserve">. Vladimírem Filipem, ředitelem </w:t>
      </w:r>
      <w:r w:rsidR="00CE466A" w:rsidRPr="00F756C7">
        <w:rPr>
          <w:iCs/>
        </w:rPr>
        <w:t xml:space="preserve">Oblastního ředitelství Praha na </w:t>
      </w:r>
      <w:r w:rsidR="00CE466A" w:rsidRPr="00F756C7">
        <w:rPr>
          <w:iCs/>
        </w:rPr>
        <w:tab/>
      </w:r>
      <w:r w:rsidR="00CE466A" w:rsidRPr="00F756C7">
        <w:rPr>
          <w:iCs/>
        </w:rPr>
        <w:tab/>
        <w:t>základě pověření č. 2381 ze dne 21. 03. 2018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E25B066" w14:textId="77777777" w:rsidR="00CE466A" w:rsidRPr="00625E1D" w:rsidRDefault="00CE466A" w:rsidP="00CE46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b/>
          <w:highlight w:val="yellow"/>
          <w:lang w:eastAsia="cs-CZ"/>
        </w:rPr>
        <w:t>Prodávající:</w:t>
      </w:r>
      <w:r w:rsidRPr="00625E1D">
        <w:rPr>
          <w:rFonts w:eastAsia="Times New Roman" w:cs="Times New Roman"/>
          <w:highlight w:val="yellow"/>
          <w:lang w:eastAsia="cs-CZ"/>
        </w:rPr>
        <w:tab/>
      </w:r>
    </w:p>
    <w:p w14:paraId="16ED1CDD" w14:textId="77777777" w:rsidR="00CE466A" w:rsidRPr="00625E1D" w:rsidRDefault="00CE466A" w:rsidP="00CE46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ab/>
      </w:r>
      <w:r w:rsidRPr="00625E1D">
        <w:rPr>
          <w:rFonts w:eastAsia="Times New Roman" w:cs="Times New Roman"/>
          <w:highlight w:val="yellow"/>
          <w:lang w:eastAsia="cs-CZ"/>
        </w:rPr>
        <w:tab/>
        <w:t xml:space="preserve">"[VLOŽÍ PRODÁVAJÍCÍ]"  </w:t>
      </w:r>
    </w:p>
    <w:p w14:paraId="2178FBAA" w14:textId="77777777" w:rsidR="00CE466A" w:rsidRPr="00625E1D" w:rsidRDefault="00CE466A" w:rsidP="00CE466A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 xml:space="preserve">se sídlem: "[VLOŽÍ PRODÁVAJÍCÍ]" </w:t>
      </w:r>
    </w:p>
    <w:p w14:paraId="395B7722" w14:textId="77777777" w:rsidR="00CE466A" w:rsidRPr="00625E1D" w:rsidRDefault="00CE466A" w:rsidP="00CE466A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 xml:space="preserve">IČ: "[VLOŽÍ </w:t>
      </w:r>
      <w:proofErr w:type="gramStart"/>
      <w:r w:rsidRPr="00625E1D">
        <w:rPr>
          <w:rFonts w:eastAsia="Times New Roman" w:cs="Times New Roman"/>
          <w:highlight w:val="yellow"/>
          <w:lang w:eastAsia="cs-CZ"/>
        </w:rPr>
        <w:t>PRODÁVAJÍCÍ]" , DIČ</w:t>
      </w:r>
      <w:proofErr w:type="gramEnd"/>
      <w:r w:rsidRPr="00625E1D">
        <w:rPr>
          <w:rFonts w:eastAsia="Times New Roman" w:cs="Times New Roman"/>
          <w:highlight w:val="yellow"/>
          <w:lang w:eastAsia="cs-CZ"/>
        </w:rPr>
        <w:t>: "[VLOŽÍ PRODÁVAJÍCÍ]"</w:t>
      </w:r>
    </w:p>
    <w:p w14:paraId="04F62D0B" w14:textId="77777777" w:rsidR="00CE466A" w:rsidRPr="00625E1D" w:rsidRDefault="00CE466A" w:rsidP="00CE466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>Zapsaný v obchodním rejstříku vedeném "[VLOŽÍ PRODÁVAJÍCÍ]", oddíl "[VLOŽÍ PRODÁVAJÍCÍ]", vložka "[VLOŽÍ PRODÁVAJÍCÍ]"</w:t>
      </w:r>
    </w:p>
    <w:p w14:paraId="732AC2BA" w14:textId="77777777" w:rsidR="00CE466A" w:rsidRPr="00625E1D" w:rsidRDefault="00CE466A" w:rsidP="00CE466A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 xml:space="preserve">Zastoupena: "[VLOŽÍ PRODÁVAJÍCÍ]" </w:t>
      </w:r>
    </w:p>
    <w:p w14:paraId="3C813964" w14:textId="4A7D6191" w:rsidR="00F20995" w:rsidRPr="004E1498" w:rsidRDefault="00CE466A" w:rsidP="00CE466A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i/>
          <w:lang w:eastAsia="cs-CZ"/>
        </w:rPr>
      </w:pPr>
      <w:r w:rsidRPr="00625E1D">
        <w:rPr>
          <w:rFonts w:eastAsia="Times New Roman" w:cs="Times New Roman"/>
          <w:highlight w:val="yellow"/>
          <w:lang w:eastAsia="cs-CZ"/>
        </w:rPr>
        <w:t>Bankovní účet prodávajícího:"[VLOŽÍ PRODÁVAJÍCÍ]"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31BA30A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</w:t>
      </w:r>
      <w:r w:rsidRPr="00CE466A">
        <w:rPr>
          <w:lang w:eastAsia="cs-CZ"/>
        </w:rPr>
        <w:t xml:space="preserve">výsledků </w:t>
      </w:r>
      <w:r w:rsidR="00677BC8" w:rsidRPr="00CE466A">
        <w:rPr>
          <w:lang w:eastAsia="cs-CZ"/>
        </w:rPr>
        <w:t>výběrového</w:t>
      </w:r>
      <w:r w:rsidRPr="00CE466A">
        <w:rPr>
          <w:lang w:eastAsia="cs-CZ"/>
        </w:rPr>
        <w:t xml:space="preserve"> řízení</w:t>
      </w:r>
      <w:r w:rsidRPr="000C5DA0">
        <w:rPr>
          <w:lang w:eastAsia="cs-CZ"/>
        </w:rPr>
        <w:t xml:space="preserve"> veřejné zakázky s názvem </w:t>
      </w:r>
      <w:r w:rsidR="00CE466A">
        <w:rPr>
          <w:lang w:eastAsia="cs-CZ"/>
        </w:rPr>
        <w:br/>
      </w:r>
      <w:r w:rsidR="00CE466A" w:rsidRPr="00CE466A">
        <w:rPr>
          <w:b/>
          <w:lang w:eastAsia="cs-CZ"/>
        </w:rPr>
        <w:t>„</w:t>
      </w:r>
      <w:r w:rsidR="00CE466A" w:rsidRPr="00CE466A">
        <w:rPr>
          <w:rFonts w:cs="Arial"/>
          <w:b/>
        </w:rPr>
        <w:t xml:space="preserve">Vybavení kulturních prostor „Fantovy budovy“ </w:t>
      </w:r>
      <w:proofErr w:type="spellStart"/>
      <w:r w:rsidR="00CE466A" w:rsidRPr="00CE466A">
        <w:rPr>
          <w:rFonts w:cs="Arial"/>
          <w:b/>
        </w:rPr>
        <w:t>žst</w:t>
      </w:r>
      <w:proofErr w:type="spellEnd"/>
      <w:r w:rsidR="00CE466A" w:rsidRPr="00CE466A">
        <w:rPr>
          <w:rFonts w:cs="Arial"/>
          <w:b/>
        </w:rPr>
        <w:t>. Praha hl. n. – Nástěnné prvky</w:t>
      </w:r>
      <w:r w:rsidRPr="00CE466A">
        <w:rPr>
          <w:b/>
          <w:lang w:eastAsia="cs-CZ"/>
        </w:rPr>
        <w:t>“</w:t>
      </w:r>
      <w:r w:rsidRPr="00CE466A">
        <w:rPr>
          <w:lang w:eastAsia="cs-CZ"/>
        </w:rPr>
        <w:t xml:space="preserve">, </w:t>
      </w:r>
      <w:r w:rsidR="00CE466A">
        <w:rPr>
          <w:lang w:eastAsia="cs-CZ"/>
        </w:rPr>
        <w:br/>
      </w:r>
      <w:r w:rsidR="001C22E7" w:rsidRPr="00CE466A">
        <w:rPr>
          <w:rFonts w:eastAsia="Times New Roman" w:cs="Times New Roman"/>
          <w:lang w:eastAsia="cs-CZ"/>
        </w:rPr>
        <w:t>č.</w:t>
      </w:r>
      <w:r w:rsidR="00CE466A" w:rsidRPr="00CE466A">
        <w:rPr>
          <w:rFonts w:eastAsia="Times New Roman" w:cs="Times New Roman"/>
          <w:lang w:eastAsia="cs-CZ"/>
        </w:rPr>
        <w:t xml:space="preserve"> </w:t>
      </w:r>
      <w:r w:rsidR="001C22E7" w:rsidRPr="00CE466A">
        <w:rPr>
          <w:rFonts w:eastAsia="Times New Roman" w:cs="Times New Roman"/>
          <w:lang w:eastAsia="cs-CZ"/>
        </w:rPr>
        <w:t>j. veřejné zakázky</w:t>
      </w:r>
      <w:r w:rsidR="00F20995" w:rsidRPr="00CE466A">
        <w:rPr>
          <w:rFonts w:eastAsia="Times New Roman" w:cs="Times New Roman"/>
          <w:lang w:eastAsia="cs-CZ"/>
        </w:rPr>
        <w:t xml:space="preserve"> </w:t>
      </w:r>
      <w:r w:rsidR="00902357" w:rsidRPr="00D34235">
        <w:t>41</w:t>
      </w:r>
      <w:r w:rsidR="00902357">
        <w:t>131</w:t>
      </w:r>
      <w:r w:rsidR="00902357" w:rsidRPr="00D34235">
        <w:t>/2022-SŽ-OŘ PHA-OVZ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CE466A" w:rsidRDefault="00D85C5B" w:rsidP="007F5EC4">
      <w:pPr>
        <w:pStyle w:val="Nadpis1"/>
      </w:pPr>
      <w:r w:rsidRPr="00CE466A">
        <w:t>Předmět koupě (přesná specifikace)</w:t>
      </w:r>
    </w:p>
    <w:p w14:paraId="1CC662D5" w14:textId="6F8EA1F9" w:rsidR="00D85C5B" w:rsidRPr="00CE466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E466A">
        <w:rPr>
          <w:rFonts w:eastAsia="Times New Roman" w:cs="Times New Roman"/>
          <w:lang w:eastAsia="cs-CZ"/>
        </w:rPr>
        <w:t xml:space="preserve">Předmětem koupě je </w:t>
      </w:r>
      <w:r w:rsidR="00CE466A" w:rsidRPr="00CE466A">
        <w:rPr>
          <w:rFonts w:cs="Arial"/>
        </w:rPr>
        <w:t xml:space="preserve">dodávka asymetrických zrcadel do prostor Fantovy budovy </w:t>
      </w:r>
      <w:r w:rsidR="00CE466A" w:rsidRPr="00CE466A">
        <w:rPr>
          <w:rFonts w:cs="Arial"/>
        </w:rPr>
        <w:br/>
        <w:t xml:space="preserve">v </w:t>
      </w:r>
      <w:proofErr w:type="spellStart"/>
      <w:r w:rsidR="00CE466A" w:rsidRPr="00CE466A">
        <w:rPr>
          <w:rFonts w:cs="Arial"/>
        </w:rPr>
        <w:t>žst</w:t>
      </w:r>
      <w:proofErr w:type="spellEnd"/>
      <w:r w:rsidR="00CE466A" w:rsidRPr="00CE466A">
        <w:rPr>
          <w:rFonts w:cs="Arial"/>
        </w:rPr>
        <w:t>. Praha hl. n.</w:t>
      </w:r>
    </w:p>
    <w:p w14:paraId="01CA54BB" w14:textId="48F06B3D" w:rsidR="00D85C5B" w:rsidRPr="00CE466A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E466A">
        <w:rPr>
          <w:rFonts w:eastAsia="Times New Roman" w:cs="Times New Roman"/>
          <w:lang w:eastAsia="cs-CZ"/>
        </w:rPr>
        <w:t xml:space="preserve">Přesná specifikace je uvedena v příloze č. </w:t>
      </w:r>
      <w:r w:rsidR="00CE466A" w:rsidRPr="00CE466A">
        <w:rPr>
          <w:rFonts w:eastAsia="Times New Roman" w:cs="Times New Roman"/>
          <w:lang w:eastAsia="cs-CZ"/>
        </w:rPr>
        <w:t xml:space="preserve">2, 5 a 6 </w:t>
      </w:r>
      <w:r w:rsidRPr="00CE466A">
        <w:rPr>
          <w:rFonts w:eastAsia="Times New Roman" w:cs="Times New Roman"/>
          <w:lang w:eastAsia="cs-CZ"/>
        </w:rPr>
        <w:t xml:space="preserve">této </w:t>
      </w:r>
      <w:r w:rsidR="008B1447" w:rsidRPr="00CE466A">
        <w:rPr>
          <w:rFonts w:eastAsia="Times New Roman" w:cs="Times New Roman"/>
          <w:lang w:eastAsia="cs-CZ"/>
        </w:rPr>
        <w:t>Sml</w:t>
      </w:r>
      <w:r w:rsidRPr="00CE466A">
        <w:rPr>
          <w:rFonts w:eastAsia="Times New Roman" w:cs="Times New Roman"/>
          <w:lang w:eastAsia="cs-CZ"/>
        </w:rPr>
        <w:t>ouvy.</w:t>
      </w:r>
    </w:p>
    <w:p w14:paraId="46F1124F" w14:textId="04A4923C" w:rsidR="00D85C5B" w:rsidRPr="00CE466A" w:rsidRDefault="008F7FF4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Provedení p</w:t>
      </w:r>
      <w:r w:rsidR="00D85C5B" w:rsidRPr="00CE466A">
        <w:rPr>
          <w:rFonts w:eastAsia="Times New Roman" w:cs="Times New Roman"/>
          <w:lang w:eastAsia="cs-CZ"/>
        </w:rPr>
        <w:t xml:space="preserve">ředmětu koupě </w:t>
      </w:r>
      <w:r>
        <w:rPr>
          <w:rFonts w:eastAsia="Times New Roman" w:cs="Times New Roman"/>
          <w:lang w:eastAsia="cs-CZ"/>
        </w:rPr>
        <w:t>je</w:t>
      </w:r>
      <w:r w:rsidR="00D85C5B" w:rsidRPr="00CE466A">
        <w:rPr>
          <w:rFonts w:eastAsia="Times New Roman" w:cs="Times New Roman"/>
          <w:lang w:eastAsia="cs-CZ"/>
        </w:rPr>
        <w:t xml:space="preserve"> určeno předlohou.</w:t>
      </w:r>
    </w:p>
    <w:p w14:paraId="711AB970" w14:textId="7AF1C313" w:rsidR="00CE466A" w:rsidRPr="00CE466A" w:rsidRDefault="00CE466A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E466A">
        <w:rPr>
          <w:rFonts w:eastAsia="Times New Roman" w:cs="Times New Roman"/>
          <w:lang w:eastAsia="cs-CZ"/>
        </w:rPr>
        <w:t xml:space="preserve">Prodávající </w:t>
      </w:r>
      <w:r w:rsidRPr="00CE466A">
        <w:rPr>
          <w:rFonts w:asciiTheme="majorHAnsi" w:hAnsiTheme="majorHAnsi"/>
        </w:rPr>
        <w:t>se touto smlouvou zavazuje, že v případě požadavku zadavatele možnost dodání stejného výrobku minimálně po dobu 5 let od uzavření této Smlouvy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CE466A">
        <w:rPr>
          <w:rStyle w:val="Siln"/>
          <w:rFonts w:eastAsiaTheme="majorEastAsia"/>
          <w:b/>
        </w:rPr>
        <w:t>Kupní</w:t>
      </w:r>
      <w:r w:rsidRPr="00CE466A">
        <w:rPr>
          <w:rFonts w:eastAsia="Times New Roman"/>
          <w:lang w:eastAsia="cs-CZ"/>
        </w:rPr>
        <w:t xml:space="preserve"> cena </w:t>
      </w:r>
      <w:r w:rsidR="00F20995" w:rsidRPr="00CE466A">
        <w:rPr>
          <w:rFonts w:eastAsia="Times New Roman"/>
          <w:lang w:eastAsia="cs-CZ"/>
        </w:rPr>
        <w:t>předmětu</w:t>
      </w:r>
      <w:r w:rsidR="00F20995">
        <w:rPr>
          <w:rFonts w:eastAsia="Times New Roman"/>
          <w:lang w:eastAsia="cs-CZ"/>
        </w:rPr>
        <w:t xml:space="preserve">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306241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306241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306241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01FA3DA7" w14:textId="585C1805" w:rsidR="00C24C30" w:rsidRPr="00306241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Přílohou č. </w:t>
      </w:r>
      <w:r w:rsidR="00306241" w:rsidRPr="00306241">
        <w:rPr>
          <w:rFonts w:eastAsia="Times New Roman" w:cs="Times New Roman"/>
          <w:lang w:eastAsia="cs-CZ"/>
        </w:rPr>
        <w:t>2</w:t>
      </w:r>
      <w:r w:rsidRPr="00306241">
        <w:rPr>
          <w:rFonts w:eastAsia="Times New Roman" w:cs="Times New Roman"/>
          <w:lang w:eastAsia="cs-CZ"/>
        </w:rPr>
        <w:t xml:space="preserve"> je </w:t>
      </w:r>
      <w:r w:rsidR="00306241" w:rsidRPr="00306241">
        <w:rPr>
          <w:rFonts w:eastAsia="Times New Roman" w:cs="Times New Roman"/>
          <w:lang w:eastAsia="cs-CZ"/>
        </w:rPr>
        <w:t>ceník</w:t>
      </w:r>
      <w:r w:rsidRPr="00306241">
        <w:rPr>
          <w:rFonts w:eastAsia="Times New Roman" w:cs="Times New Roman"/>
          <w:lang w:eastAsia="cs-CZ"/>
        </w:rPr>
        <w:t>.</w:t>
      </w:r>
    </w:p>
    <w:p w14:paraId="47A205F7" w14:textId="134FA44A" w:rsidR="002B20CA" w:rsidRPr="00306241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306241">
        <w:rPr>
          <w:rFonts w:eastAsia="Times New Roman" w:cs="Times New Roman"/>
          <w:lang w:eastAsia="cs-CZ"/>
        </w:rPr>
        <w:t>Sml</w:t>
      </w:r>
      <w:r w:rsidRPr="00306241">
        <w:rPr>
          <w:rFonts w:eastAsia="Times New Roman" w:cs="Times New Roman"/>
          <w:lang w:eastAsia="cs-CZ"/>
        </w:rPr>
        <w:t>uvními stranami</w:t>
      </w:r>
      <w:r w:rsidR="002B20CA" w:rsidRPr="00306241">
        <w:rPr>
          <w:rFonts w:eastAsia="Times New Roman" w:cs="Times New Roman"/>
          <w:lang w:eastAsia="cs-CZ"/>
        </w:rPr>
        <w:t>/dodacího listu.</w:t>
      </w:r>
    </w:p>
    <w:p w14:paraId="70884A3F" w14:textId="77777777" w:rsidR="00D85C5B" w:rsidRPr="00306241" w:rsidRDefault="00D85C5B" w:rsidP="000E4F4B">
      <w:pPr>
        <w:pStyle w:val="Nadpis1"/>
        <w:rPr>
          <w:rFonts w:eastAsia="Times New Roman"/>
          <w:lang w:eastAsia="cs-CZ"/>
        </w:rPr>
      </w:pPr>
      <w:r w:rsidRPr="00306241">
        <w:rPr>
          <w:rFonts w:eastAsia="Times New Roman"/>
          <w:lang w:eastAsia="cs-CZ"/>
        </w:rPr>
        <w:t>Místo a doba dodání</w:t>
      </w:r>
    </w:p>
    <w:p w14:paraId="37954E98" w14:textId="25666030" w:rsidR="00D85C5B" w:rsidRPr="00306241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Místo dodání je </w:t>
      </w:r>
      <w:r w:rsidR="00306241" w:rsidRPr="00306241">
        <w:rPr>
          <w:rFonts w:asciiTheme="majorHAnsi" w:hAnsiTheme="majorHAnsi"/>
        </w:rPr>
        <w:t>Wilsonova 300/8, 110 00 Praha 2 – Vinohrady</w:t>
      </w:r>
      <w:r w:rsidRPr="00306241">
        <w:rPr>
          <w:rFonts w:eastAsia="Times New Roman" w:cs="Times New Roman"/>
          <w:lang w:eastAsia="cs-CZ"/>
        </w:rPr>
        <w:t>.</w:t>
      </w:r>
    </w:p>
    <w:p w14:paraId="5115D35D" w14:textId="580F24B8" w:rsidR="00D85C5B" w:rsidRDefault="00306241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Předmět koupě bude dodán do </w:t>
      </w:r>
      <w:r w:rsidRPr="00306241">
        <w:rPr>
          <w:rFonts w:asciiTheme="majorHAnsi" w:hAnsiTheme="majorHAnsi"/>
        </w:rPr>
        <w:t>Wilsonova 300/8, 110 00 Praha 2 – Vinohrady</w:t>
      </w:r>
      <w:r w:rsidR="00D85C5B" w:rsidRPr="00306241">
        <w:rPr>
          <w:rFonts w:eastAsia="Times New Roman" w:cs="Times New Roman"/>
          <w:lang w:eastAsia="cs-CZ"/>
        </w:rPr>
        <w:t>.</w:t>
      </w:r>
    </w:p>
    <w:p w14:paraId="58009DD4" w14:textId="34040CF6" w:rsidR="00306241" w:rsidRPr="00306241" w:rsidRDefault="00306241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Termín dodání: 31. května 2023</w:t>
      </w:r>
    </w:p>
    <w:p w14:paraId="4D5A70EC" w14:textId="77777777" w:rsidR="00D85C5B" w:rsidRPr="00306241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 xml:space="preserve">Přeprava </w:t>
      </w:r>
      <w:r w:rsidRPr="00306241">
        <w:rPr>
          <w:rFonts w:eastAsia="Times New Roman"/>
          <w:lang w:eastAsia="cs-CZ"/>
        </w:rPr>
        <w:t>předmětu koupě</w:t>
      </w:r>
    </w:p>
    <w:p w14:paraId="21AAFB48" w14:textId="069A63F6" w:rsidR="00D85C5B" w:rsidRPr="00306241" w:rsidRDefault="00902357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</w:t>
      </w:r>
      <w:r w:rsidRPr="0047163A">
        <w:rPr>
          <w:rFonts w:asciiTheme="majorHAnsi" w:hAnsiTheme="majorHAnsi"/>
        </w:rPr>
        <w:t xml:space="preserve">se zavazuje při podpisu této smlouvy předložit kupujícímu pojištění odpovědnosti za škody způsobené jeho podnikatelskou činností jiné osobě, přičemž sjednané pojistné plnění musí činit </w:t>
      </w:r>
      <w:r>
        <w:rPr>
          <w:rFonts w:asciiTheme="majorHAnsi" w:hAnsiTheme="majorHAnsi"/>
        </w:rPr>
        <w:t>500 000,-</w:t>
      </w:r>
      <w:r w:rsidRPr="0047163A">
        <w:rPr>
          <w:rFonts w:asciiTheme="majorHAnsi" w:hAnsiTheme="majorHAnsi"/>
        </w:rPr>
        <w:t xml:space="preserve"> Kč a pojistná doba musí pokrývat celou dobu trvání smluvního vztahu</w:t>
      </w:r>
      <w:r w:rsidR="00D05FD9">
        <w:rPr>
          <w:rFonts w:asciiTheme="majorHAnsi" w:hAnsiTheme="majorHAnsi"/>
        </w:rPr>
        <w:t>.</w:t>
      </w:r>
      <w:r w:rsidR="00306241" w:rsidRPr="00306241">
        <w:rPr>
          <w:rFonts w:eastAsia="Times New Roman" w:cs="Times New Roman"/>
          <w:lang w:eastAsia="cs-CZ"/>
        </w:rPr>
        <w:t xml:space="preserve"> </w:t>
      </w:r>
    </w:p>
    <w:p w14:paraId="28FDFECD" w14:textId="643B3543" w:rsidR="00D85C5B" w:rsidRPr="00306241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Vratný obalový materiál tvoří </w:t>
      </w:r>
      <w:r w:rsidR="00306241" w:rsidRPr="00306241">
        <w:rPr>
          <w:rFonts w:asciiTheme="majorHAnsi" w:hAnsiTheme="majorHAnsi"/>
        </w:rPr>
        <w:t>(palety a desky dřevěné), které prodávající označí, popř. přepravní prostředky jako vratné, a to na obalech, v průvodních dokladech nebo jiným způsobem, nejpozději při splnění dodávky, je oprávněn je kupujícímu zaúčtovat (zálohovat) spolu s dodávkou za částku, kterou určí, nejvýše však do výše dvojnásobku pořizovací ceny obalu, ale pouze tehdy, pokud kupující při dodání zboží současně výměnou nepředá prodávajícímu stejný počet obalů téhož druhu a srovnatelného stupně opotřebení</w:t>
      </w:r>
      <w:r w:rsidR="00306241" w:rsidRPr="00306241">
        <w:rPr>
          <w:rFonts w:eastAsia="Times New Roman" w:cs="Times New Roman"/>
          <w:lang w:eastAsia="cs-CZ"/>
        </w:rPr>
        <w:t>.</w:t>
      </w:r>
    </w:p>
    <w:p w14:paraId="3324C4C2" w14:textId="77777777" w:rsidR="00D85C5B" w:rsidRPr="00306241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</w:t>
      </w:r>
      <w:r w:rsidRPr="00306241">
        <w:rPr>
          <w:rFonts w:eastAsia="Times New Roman"/>
          <w:lang w:eastAsia="cs-CZ"/>
        </w:rPr>
        <w:t>doklady)</w:t>
      </w:r>
    </w:p>
    <w:p w14:paraId="249D087E" w14:textId="0C0C88C2" w:rsidR="00D85C5B" w:rsidRPr="00306241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Prodávající </w:t>
      </w:r>
      <w:r w:rsidR="00306241" w:rsidRPr="00306241">
        <w:rPr>
          <w:noProof/>
        </w:rPr>
        <w:t>dodá zboží v souladu se všeobecnými závaznými předpisy, technickými normami a v souladu podmínkami této smlouvy;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</w:t>
      </w:r>
    </w:p>
    <w:p w14:paraId="57E7275C" w14:textId="73BF1086" w:rsidR="00306241" w:rsidRPr="00306241" w:rsidRDefault="00306241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06241">
        <w:rPr>
          <w:noProof/>
        </w:rPr>
        <w:t xml:space="preserve">Nedílnou </w:t>
      </w:r>
      <w:r w:rsidRPr="00306241">
        <w:rPr>
          <w:rFonts w:ascii="Verdana" w:eastAsia="Verdana" w:hAnsi="Verdana" w:cs="Times New Roman"/>
          <w:noProof/>
        </w:rPr>
        <w:t>součástí faktury je dodací list, protokol o předání a převzetí předmětu plnění a další předem odsouhlasené tiskopisy. Na faktuře musí být uvedeno číslo smlouvy kupujícího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 č. 563/1991 Sb., o  účetnictví, v platném znění a ustanovení § 435 zákona č. 89/2012 Sb., občanského zákoníku. V případě, že faktura nebude mít všechny náležitosti uvedené v této smlouvě, je oprávněn kupující ji vrátit prodávajícímu a nevzniká prodlení s placením. Prodávající je povinen v takovém případě vystavit neprodleně novou fakturu a doručit ji na korespondenční adresu Kupujícího. Oprávněným vrácením faktury přestává běžet lhůta splatnosti a celá lhůta začíná znovu ode dne doručení nové faktury.</w:t>
      </w:r>
    </w:p>
    <w:p w14:paraId="4B70C07C" w14:textId="77777777" w:rsidR="00D85C5B" w:rsidRPr="00306241" w:rsidRDefault="00D85C5B" w:rsidP="000E4F4B">
      <w:pPr>
        <w:pStyle w:val="Nadpis1"/>
        <w:rPr>
          <w:rFonts w:eastAsia="Times New Roman"/>
          <w:lang w:eastAsia="cs-CZ"/>
        </w:rPr>
      </w:pPr>
      <w:r w:rsidRPr="00306241">
        <w:rPr>
          <w:rFonts w:eastAsia="Times New Roman"/>
          <w:lang w:eastAsia="cs-CZ"/>
        </w:rPr>
        <w:t>Záruka</w:t>
      </w:r>
    </w:p>
    <w:p w14:paraId="6AF415A5" w14:textId="0110E834" w:rsidR="009146AF" w:rsidRPr="00306241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Záruční doba činí </w:t>
      </w:r>
      <w:r w:rsidR="00306241" w:rsidRPr="00306241">
        <w:rPr>
          <w:rFonts w:eastAsia="Times New Roman" w:cs="Times New Roman"/>
          <w:lang w:eastAsia="cs-CZ"/>
        </w:rPr>
        <w:t>minimálně 60</w:t>
      </w:r>
      <w:r w:rsidRPr="00306241">
        <w:rPr>
          <w:rFonts w:eastAsia="Times New Roman" w:cs="Times New Roman"/>
          <w:lang w:eastAsia="cs-CZ"/>
        </w:rPr>
        <w:t xml:space="preserve"> měsíců.</w:t>
      </w:r>
    </w:p>
    <w:p w14:paraId="78CEE649" w14:textId="5ED150FB" w:rsidR="00306241" w:rsidRDefault="00306241" w:rsidP="009146AF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Platební podmínky</w:t>
      </w:r>
      <w:bookmarkStart w:id="0" w:name="_GoBack"/>
      <w:bookmarkEnd w:id="0"/>
    </w:p>
    <w:p w14:paraId="63412944" w14:textId="77777777" w:rsidR="00306241" w:rsidRPr="003B2F85" w:rsidRDefault="00306241" w:rsidP="00306241">
      <w:pPr>
        <w:numPr>
          <w:ilvl w:val="1"/>
          <w:numId w:val="5"/>
        </w:numPr>
        <w:ind w:hanging="792"/>
        <w:contextualSpacing/>
        <w:rPr>
          <w:lang w:eastAsia="cs-CZ"/>
        </w:rPr>
      </w:pPr>
      <w:r w:rsidRPr="003B2F85">
        <w:rPr>
          <w:lang w:eastAsia="cs-CZ"/>
        </w:rPr>
        <w:t>Na daňových dokladech je nutno uvádět jako kupujícího:</w:t>
      </w:r>
    </w:p>
    <w:p w14:paraId="55D91348" w14:textId="77777777" w:rsidR="00306241" w:rsidRPr="003B2F85" w:rsidRDefault="00306241" w:rsidP="00306241">
      <w:pPr>
        <w:tabs>
          <w:tab w:val="left" w:pos="709"/>
          <w:tab w:val="left" w:pos="1134"/>
        </w:tabs>
        <w:ind w:left="720" w:firstLine="414"/>
        <w:contextualSpacing/>
        <w:rPr>
          <w:b/>
        </w:rPr>
      </w:pPr>
      <w:r w:rsidRPr="003B2F85">
        <w:rPr>
          <w:b/>
        </w:rPr>
        <w:t>Správa železnic, státní organizace</w:t>
      </w:r>
    </w:p>
    <w:p w14:paraId="03C59B7C" w14:textId="77777777" w:rsidR="00306241" w:rsidRPr="003B2F85" w:rsidRDefault="00306241" w:rsidP="00306241">
      <w:pPr>
        <w:tabs>
          <w:tab w:val="left" w:pos="709"/>
          <w:tab w:val="left" w:pos="1134"/>
        </w:tabs>
        <w:spacing w:after="0"/>
        <w:ind w:left="720"/>
        <w:contextualSpacing/>
      </w:pPr>
      <w:r w:rsidRPr="003B2F85">
        <w:tab/>
        <w:t>se sídlem: Praha 1 - Nové Město, Dlážděná 1003/7, PSČ 110 00</w:t>
      </w:r>
    </w:p>
    <w:p w14:paraId="4EEA8DDB" w14:textId="77777777" w:rsidR="00306241" w:rsidRPr="003B2F85" w:rsidRDefault="00306241" w:rsidP="00306241">
      <w:pPr>
        <w:tabs>
          <w:tab w:val="left" w:pos="1134"/>
        </w:tabs>
        <w:overflowPunct w:val="0"/>
        <w:autoSpaceDE w:val="0"/>
        <w:autoSpaceDN w:val="0"/>
        <w:adjustRightInd w:val="0"/>
        <w:spacing w:after="120" w:line="240" w:lineRule="auto"/>
        <w:ind w:left="720"/>
        <w:rPr>
          <w:rFonts w:eastAsia="Times New Roman" w:cs="Times New Roman"/>
          <w:bCs/>
          <w:lang w:eastAsia="cs-CZ"/>
        </w:rPr>
      </w:pPr>
      <w:r w:rsidRPr="003B2F85">
        <w:rPr>
          <w:rFonts w:eastAsia="Times New Roman" w:cs="Times New Roman"/>
          <w:bCs/>
          <w:lang w:eastAsia="cs-CZ"/>
        </w:rPr>
        <w:tab/>
        <w:t xml:space="preserve">IČ: 709 94 234, DIČ: CZ70994234    </w:t>
      </w:r>
    </w:p>
    <w:p w14:paraId="1750F20A" w14:textId="77777777" w:rsidR="00306241" w:rsidRPr="003B2F85" w:rsidRDefault="00306241" w:rsidP="00306241">
      <w:pPr>
        <w:overflowPunct w:val="0"/>
        <w:autoSpaceDE w:val="0"/>
        <w:autoSpaceDN w:val="0"/>
        <w:adjustRightInd w:val="0"/>
        <w:spacing w:before="120" w:after="0" w:line="360" w:lineRule="auto"/>
        <w:ind w:left="794" w:firstLine="284"/>
        <w:textAlignment w:val="baseline"/>
        <w:rPr>
          <w:rFonts w:ascii="Verdana" w:hAnsi="Verdana" w:cstheme="minorHAnsi"/>
          <w:u w:val="single"/>
        </w:rPr>
      </w:pPr>
      <w:r w:rsidRPr="003B2F85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17621731" w14:textId="77777777" w:rsidR="00306241" w:rsidRPr="003B2F85" w:rsidRDefault="00306241" w:rsidP="00306241">
      <w:pPr>
        <w:numPr>
          <w:ilvl w:val="0"/>
          <w:numId w:val="17"/>
        </w:numPr>
        <w:spacing w:after="12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3B2F85">
          <w:rPr>
            <w:rFonts w:ascii="Verdana" w:hAnsi="Verdana" w:cstheme="minorHAnsi"/>
            <w:color w:val="0563C1" w:themeColor="hyperlink"/>
            <w:u w:val="single"/>
          </w:rPr>
          <w:t>ePodatelnaCFU@spravazeleznic.cz</w:t>
        </w:r>
      </w:hyperlink>
      <w:r w:rsidRPr="003B2F85">
        <w:rPr>
          <w:rFonts w:ascii="Verdana" w:hAnsi="Verdana" w:cstheme="minorHAnsi"/>
        </w:rPr>
        <w:t>, nebo</w:t>
      </w:r>
    </w:p>
    <w:p w14:paraId="29207710" w14:textId="77777777" w:rsidR="00306241" w:rsidRPr="003B2F85" w:rsidRDefault="00306241" w:rsidP="00306241">
      <w:pPr>
        <w:numPr>
          <w:ilvl w:val="0"/>
          <w:numId w:val="17"/>
        </w:numPr>
        <w:spacing w:after="12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digitální podobě do datové schránky s identifikátorem </w:t>
      </w:r>
      <w:proofErr w:type="spellStart"/>
      <w:r w:rsidRPr="003B2F85">
        <w:rPr>
          <w:rFonts w:ascii="Verdana" w:hAnsi="Verdana" w:cstheme="minorHAnsi"/>
        </w:rPr>
        <w:t>Uccchjm</w:t>
      </w:r>
      <w:proofErr w:type="spellEnd"/>
      <w:r w:rsidRPr="003B2F85">
        <w:rPr>
          <w:rFonts w:ascii="Verdana" w:hAnsi="Verdana" w:cstheme="minorHAnsi"/>
        </w:rPr>
        <w:t>, nebo</w:t>
      </w:r>
    </w:p>
    <w:p w14:paraId="5D84667F" w14:textId="77777777" w:rsidR="00306241" w:rsidRPr="003B2F85" w:rsidRDefault="00306241" w:rsidP="00306241">
      <w:pPr>
        <w:numPr>
          <w:ilvl w:val="0"/>
          <w:numId w:val="17"/>
        </w:numPr>
        <w:spacing w:after="120" w:line="276" w:lineRule="auto"/>
        <w:ind w:left="1304" w:hanging="227"/>
        <w:jc w:val="both"/>
        <w:rPr>
          <w:rFonts w:ascii="Verdana" w:hAnsi="Verdana" w:cstheme="minorHAnsi"/>
        </w:rPr>
      </w:pPr>
      <w:r w:rsidRPr="003B2F85">
        <w:rPr>
          <w:rFonts w:ascii="Verdana" w:hAnsi="Verdana" w:cstheme="minorHAnsi"/>
        </w:rPr>
        <w:t xml:space="preserve">v listinné podobě na adresu Správa železnic, státní organizace, Centrální finanční účtárna Čechy, Náměstí Jana </w:t>
      </w:r>
      <w:proofErr w:type="spellStart"/>
      <w:r w:rsidRPr="003B2F85">
        <w:rPr>
          <w:rFonts w:ascii="Verdana" w:hAnsi="Verdana" w:cstheme="minorHAnsi"/>
        </w:rPr>
        <w:t>Pernera</w:t>
      </w:r>
      <w:proofErr w:type="spellEnd"/>
      <w:r w:rsidRPr="003B2F85">
        <w:rPr>
          <w:rFonts w:ascii="Verdana" w:hAnsi="Verdana" w:cstheme="minorHAnsi"/>
        </w:rPr>
        <w:t xml:space="preserve"> 217, 530 02 Pardubice. </w:t>
      </w:r>
    </w:p>
    <w:p w14:paraId="1F1C8334" w14:textId="34AAC711" w:rsidR="00306241" w:rsidRPr="00306241" w:rsidRDefault="00306241" w:rsidP="00306241">
      <w:pPr>
        <w:ind w:left="851"/>
        <w:rPr>
          <w:lang w:eastAsia="cs-CZ"/>
        </w:rPr>
      </w:pPr>
      <w:r w:rsidRPr="003B2F85">
        <w:rPr>
          <w:rFonts w:ascii="Verdana" w:hAnsi="Verdana" w:cstheme="minorHAnsi"/>
        </w:rPr>
        <w:t>Kupující upřednostňuje příjem těchto daňových dokladů v digitální podobě ve formátu PDF/A, ISO 19005, min. verze PDF/A-2b, na výše uvedené emailové adrese</w:t>
      </w:r>
      <w:r>
        <w:rPr>
          <w:rFonts w:ascii="Verdana" w:hAnsi="Verdana" w:cstheme="minorHAnsi"/>
        </w:rPr>
        <w:t>.</w:t>
      </w:r>
    </w:p>
    <w:p w14:paraId="2097C982" w14:textId="6CB1B739" w:rsidR="00A33BB9" w:rsidRPr="00306241" w:rsidRDefault="00A33BB9" w:rsidP="009146AF">
      <w:pPr>
        <w:pStyle w:val="Nadpis1"/>
        <w:rPr>
          <w:rFonts w:eastAsia="Times New Roman"/>
          <w:lang w:eastAsia="cs-CZ"/>
        </w:rPr>
      </w:pPr>
      <w:r w:rsidRPr="00306241">
        <w:rPr>
          <w:rFonts w:eastAsia="Times New Roman"/>
          <w:lang w:eastAsia="cs-CZ"/>
        </w:rPr>
        <w:t>Poddodavatelé a realizační tým</w:t>
      </w:r>
    </w:p>
    <w:p w14:paraId="7A1A44EF" w14:textId="3CD57C1E" w:rsidR="00A33BB9" w:rsidRPr="00306241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306241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306241">
        <w:rPr>
          <w:rFonts w:eastAsia="Times New Roman" w:cs="Times New Roman"/>
          <w:b w:val="0"/>
          <w:u w:val="none"/>
          <w:lang w:eastAsia="cs-CZ"/>
        </w:rPr>
        <w:t>Koupě</w:t>
      </w:r>
      <w:r w:rsidRPr="00306241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</w:t>
      </w:r>
      <w:proofErr w:type="gramStart"/>
      <w:r w:rsidRPr="00306241">
        <w:rPr>
          <w:rFonts w:eastAsia="Times New Roman" w:cs="Times New Roman"/>
          <w:b w:val="0"/>
          <w:u w:val="none"/>
          <w:lang w:eastAsia="cs-CZ"/>
        </w:rPr>
        <w:t>č</w:t>
      </w:r>
      <w:r w:rsidR="00306241" w:rsidRPr="00306241">
        <w:rPr>
          <w:rFonts w:eastAsia="Times New Roman" w:cs="Times New Roman"/>
          <w:b w:val="0"/>
          <w:u w:val="none"/>
          <w:lang w:eastAsia="cs-CZ"/>
        </w:rPr>
        <w:t xml:space="preserve">. 4 </w:t>
      </w:r>
      <w:r w:rsidRPr="00306241">
        <w:rPr>
          <w:rFonts w:eastAsia="Times New Roman" w:cs="Times New Roman"/>
          <w:b w:val="0"/>
          <w:u w:val="none"/>
          <w:lang w:eastAsia="cs-CZ"/>
        </w:rPr>
        <w:t xml:space="preserve"> této Smlouvy</w:t>
      </w:r>
      <w:proofErr w:type="gramEnd"/>
      <w:r w:rsidRPr="00306241">
        <w:rPr>
          <w:rFonts w:eastAsia="Times New Roman" w:cs="Times New Roman"/>
          <w:b w:val="0"/>
          <w:u w:val="none"/>
          <w:lang w:eastAsia="cs-CZ"/>
        </w:rPr>
        <w:t xml:space="preserve">. </w:t>
      </w:r>
    </w:p>
    <w:p w14:paraId="5CD37451" w14:textId="11EE40CC" w:rsidR="00A33BB9" w:rsidRPr="00306241" w:rsidRDefault="00A33BB9" w:rsidP="00306241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306241">
        <w:rPr>
          <w:rFonts w:eastAsia="Times New Roman" w:cs="Times New Roman"/>
          <w:b w:val="0"/>
          <w:u w:val="none"/>
          <w:lang w:eastAsia="cs-CZ"/>
        </w:rPr>
        <w:t>(</w:t>
      </w:r>
      <w:r w:rsidR="00306241" w:rsidRPr="00306241">
        <w:rPr>
          <w:rFonts w:eastAsia="Times New Roman" w:cs="Times New Roman"/>
          <w:b w:val="0"/>
          <w:u w:val="none"/>
          <w:lang w:eastAsia="cs-CZ"/>
        </w:rPr>
        <w:t>jestliže se na provedení nebudou podílet po</w:t>
      </w:r>
      <w:r w:rsidR="00902357">
        <w:rPr>
          <w:rFonts w:eastAsia="Times New Roman" w:cs="Times New Roman"/>
          <w:b w:val="0"/>
          <w:u w:val="none"/>
          <w:lang w:eastAsia="cs-CZ"/>
        </w:rPr>
        <w:t>ddodavatelé, dodavatel do bodu 8</w:t>
      </w:r>
      <w:r w:rsidR="00306241" w:rsidRPr="00306241">
        <w:rPr>
          <w:rFonts w:eastAsia="Times New Roman" w:cs="Times New Roman"/>
          <w:b w:val="0"/>
          <w:u w:val="none"/>
          <w:lang w:eastAsia="cs-CZ"/>
        </w:rPr>
        <w:t>.1 napíše: „Na provedení Koupě se nebudou podíle</w:t>
      </w:r>
      <w:r w:rsidR="00902357">
        <w:rPr>
          <w:rFonts w:eastAsia="Times New Roman" w:cs="Times New Roman"/>
          <w:b w:val="0"/>
          <w:u w:val="none"/>
          <w:lang w:eastAsia="cs-CZ"/>
        </w:rPr>
        <w:t>t poddodavatelé a uvede pod č. 4</w:t>
      </w:r>
      <w:r w:rsidR="00306241" w:rsidRPr="00306241">
        <w:rPr>
          <w:rFonts w:eastAsia="Times New Roman" w:cs="Times New Roman"/>
          <w:b w:val="0"/>
          <w:u w:val="none"/>
          <w:lang w:eastAsia="cs-CZ"/>
        </w:rPr>
        <w:t xml:space="preserve"> „NEOBSAZENO“ do seznamu příloh</w:t>
      </w:r>
      <w:r w:rsidRPr="00306241">
        <w:rPr>
          <w:rFonts w:eastAsia="Times New Roman" w:cs="Times New Roman"/>
          <w:b w:val="0"/>
          <w:u w:val="none"/>
          <w:lang w:eastAsia="cs-CZ"/>
        </w:rPr>
        <w:t>).</w:t>
      </w:r>
    </w:p>
    <w:p w14:paraId="37222C0E" w14:textId="0E7DC1A2" w:rsidR="00A33BB9" w:rsidRPr="00306241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306241">
        <w:rPr>
          <w:rFonts w:eastAsia="Times New Roman" w:cs="Times New Roman"/>
          <w:b w:val="0"/>
          <w:u w:val="none"/>
          <w:lang w:eastAsia="cs-CZ"/>
        </w:rPr>
        <w:lastRenderedPageBreak/>
        <w:t xml:space="preserve">Na provedení </w:t>
      </w:r>
      <w:r w:rsidR="009146AF" w:rsidRPr="00306241">
        <w:rPr>
          <w:rFonts w:eastAsia="Times New Roman" w:cs="Times New Roman"/>
          <w:b w:val="0"/>
          <w:u w:val="none"/>
          <w:lang w:eastAsia="cs-CZ"/>
        </w:rPr>
        <w:t>Koupě</w:t>
      </w:r>
      <w:r w:rsidRPr="00306241">
        <w:rPr>
          <w:rFonts w:eastAsia="Times New Roman" w:cs="Times New Roman"/>
          <w:b w:val="0"/>
          <w:u w:val="none"/>
          <w:lang w:eastAsia="cs-CZ"/>
        </w:rPr>
        <w:t xml:space="preserve"> se budou podílet členové realizačního týmu uvedení v příloze č</w:t>
      </w:r>
      <w:r w:rsidR="00306241" w:rsidRPr="00306241">
        <w:rPr>
          <w:rFonts w:eastAsia="Times New Roman" w:cs="Times New Roman"/>
          <w:b w:val="0"/>
          <w:u w:val="none"/>
          <w:lang w:eastAsia="cs-CZ"/>
        </w:rPr>
        <w:t xml:space="preserve">. 3 </w:t>
      </w:r>
      <w:proofErr w:type="gramStart"/>
      <w:r w:rsidRPr="00306241">
        <w:rPr>
          <w:rFonts w:eastAsia="Times New Roman" w:cs="Times New Roman"/>
          <w:b w:val="0"/>
          <w:u w:val="none"/>
          <w:lang w:eastAsia="cs-CZ"/>
        </w:rPr>
        <w:t>této</w:t>
      </w:r>
      <w:proofErr w:type="gramEnd"/>
      <w:r w:rsidRPr="00306241">
        <w:rPr>
          <w:rFonts w:eastAsia="Times New Roman" w:cs="Times New Roman"/>
          <w:b w:val="0"/>
          <w:u w:val="none"/>
          <w:lang w:eastAsia="cs-CZ"/>
        </w:rPr>
        <w:t xml:space="preserve"> Smlouvy.</w:t>
      </w:r>
    </w:p>
    <w:p w14:paraId="1F2AAA3A" w14:textId="6445E068" w:rsidR="00A33BB9" w:rsidRPr="00306241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306241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306241">
        <w:rPr>
          <w:rFonts w:eastAsia="Times New Roman" w:cs="Times New Roman"/>
          <w:b w:val="0"/>
          <w:u w:val="none"/>
          <w:lang w:eastAsia="cs-CZ"/>
        </w:rPr>
        <w:t xml:space="preserve"> může </w:t>
      </w:r>
      <w:r w:rsidR="00306241" w:rsidRPr="00306241">
        <w:rPr>
          <w:rFonts w:eastAsia="Times New Roman" w:cs="Times New Roman"/>
          <w:b w:val="0"/>
          <w:u w:val="none"/>
          <w:lang w:eastAsia="cs-CZ"/>
        </w:rPr>
        <w:t xml:space="preserve">v průběhu plnění nahradit některé osoby z osob, uvedených v seznamu realizačního týmu dle přílohy č. 3 </w:t>
      </w:r>
      <w:proofErr w:type="gramStart"/>
      <w:r w:rsidR="00306241" w:rsidRPr="00306241">
        <w:rPr>
          <w:rFonts w:eastAsia="Times New Roman" w:cs="Times New Roman"/>
          <w:b w:val="0"/>
          <w:u w:val="none"/>
          <w:lang w:eastAsia="cs-CZ"/>
        </w:rPr>
        <w:t>této</w:t>
      </w:r>
      <w:proofErr w:type="gramEnd"/>
      <w:r w:rsidR="00306241" w:rsidRPr="00306241">
        <w:rPr>
          <w:rFonts w:eastAsia="Times New Roman" w:cs="Times New Roman"/>
          <w:b w:val="0"/>
          <w:u w:val="none"/>
          <w:lang w:eastAsia="cs-CZ"/>
        </w:rPr>
        <w:t xml:space="preserve"> Smlouvy, pouze po předchozím souhlasu Kupujícího na základě písemné žádosti Prodávajícího. Případnou změnu osob v této příloze oznámí prodávající kupujícímu písemně. Změna osoby nepodléhá povinnosti uzavřít dodatek ke Smlouvě a proběhne na základě písemného souhlasu Kupujícího s touto změnou</w:t>
      </w:r>
      <w:r w:rsidR="00A33BB9" w:rsidRPr="00306241">
        <w:rPr>
          <w:rFonts w:eastAsia="Times New Roman" w:cs="Times New Roman"/>
          <w:b w:val="0"/>
          <w:u w:val="none"/>
          <w:lang w:eastAsia="cs-CZ"/>
        </w:rPr>
        <w:t>.</w:t>
      </w:r>
    </w:p>
    <w:p w14:paraId="3BD40581" w14:textId="77777777" w:rsidR="00D85C5B" w:rsidRPr="00306241" w:rsidRDefault="00D85C5B" w:rsidP="000E4F4B">
      <w:pPr>
        <w:pStyle w:val="Nadpis1"/>
        <w:rPr>
          <w:rFonts w:eastAsia="Times New Roman"/>
          <w:lang w:eastAsia="cs-CZ"/>
        </w:rPr>
      </w:pPr>
      <w:r w:rsidRPr="00306241">
        <w:rPr>
          <w:rFonts w:eastAsia="Times New Roman"/>
          <w:lang w:eastAsia="cs-CZ"/>
        </w:rPr>
        <w:t>Další ujednání</w:t>
      </w:r>
    </w:p>
    <w:p w14:paraId="4FE3FBA8" w14:textId="77777777" w:rsidR="00D85C5B" w:rsidRPr="00306241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ujišťuje Kupujícího, že Předmět koupě je prostý všech vad, jak právních, tak </w:t>
      </w:r>
      <w:r w:rsidRPr="00306241">
        <w:rPr>
          <w:rFonts w:eastAsia="Times New Roman" w:cs="Times New Roman"/>
          <w:b w:val="0"/>
          <w:u w:val="none"/>
          <w:lang w:eastAsia="cs-CZ"/>
        </w:rPr>
        <w:t>faktických.</w:t>
      </w:r>
    </w:p>
    <w:p w14:paraId="6C11DF1B" w14:textId="4EF1A317" w:rsidR="00D85C5B" w:rsidRPr="00306241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306241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306241">
        <w:rPr>
          <w:rFonts w:eastAsia="Times New Roman" w:cs="Times New Roman"/>
          <w:b w:val="0"/>
          <w:u w:val="none"/>
          <w:lang w:eastAsia="cs-CZ"/>
        </w:rPr>
        <w:t>Sml</w:t>
      </w:r>
      <w:r w:rsidRPr="00306241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04A8EF3F" w14:textId="2E2A4868" w:rsidR="00D85C5B" w:rsidRPr="00306241" w:rsidRDefault="00D85C5B" w:rsidP="00306241">
      <w:pPr>
        <w:spacing w:after="0" w:line="240" w:lineRule="auto"/>
        <w:ind w:left="709" w:hanging="1"/>
        <w:contextualSpacing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lang w:eastAsia="cs-CZ"/>
        </w:rPr>
        <w:t xml:space="preserve">za Kupujícího </w:t>
      </w:r>
      <w:r w:rsidR="00306241" w:rsidRPr="00306241">
        <w:rPr>
          <w:rFonts w:eastAsia="Times New Roman" w:cs="Times New Roman"/>
          <w:lang w:eastAsia="cs-CZ"/>
        </w:rPr>
        <w:t xml:space="preserve">p. </w:t>
      </w:r>
      <w:r w:rsidR="00306241" w:rsidRPr="00306241">
        <w:t xml:space="preserve">Terezie </w:t>
      </w:r>
      <w:proofErr w:type="spellStart"/>
      <w:r w:rsidR="00306241" w:rsidRPr="00306241">
        <w:t>Krejbychová</w:t>
      </w:r>
      <w:proofErr w:type="spellEnd"/>
      <w:r w:rsidR="00306241" w:rsidRPr="00306241">
        <w:t>, DiS.</w:t>
      </w:r>
      <w:r w:rsidR="00306241" w:rsidRPr="00306241">
        <w:rPr>
          <w:rFonts w:eastAsia="Times New Roman" w:cs="Times New Roman"/>
          <w:lang w:eastAsia="cs-CZ"/>
        </w:rPr>
        <w:t xml:space="preserve">, tel. </w:t>
      </w:r>
      <w:r w:rsidR="00306241" w:rsidRPr="00306241">
        <w:t>+420 724 878 363</w:t>
      </w:r>
      <w:r w:rsidR="00306241" w:rsidRPr="00306241">
        <w:rPr>
          <w:rFonts w:eastAsia="Times New Roman" w:cs="Times New Roman"/>
          <w:lang w:eastAsia="cs-CZ"/>
        </w:rPr>
        <w:t xml:space="preserve">, email: </w:t>
      </w:r>
      <w:r w:rsidR="00306241" w:rsidRPr="00306241">
        <w:t>Krejbychova@spravazeleznic.cz</w:t>
      </w:r>
      <w:r w:rsidRPr="00306241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306241">
        <w:rPr>
          <w:rFonts w:eastAsia="Times New Roman" w:cs="Times New Roman"/>
          <w:highlight w:val="yellow"/>
          <w:lang w:eastAsia="cs-CZ"/>
        </w:rPr>
        <w:t>za Prodávajícího p. …………………</w:t>
      </w:r>
      <w:proofErr w:type="gramStart"/>
      <w:r w:rsidRPr="00306241">
        <w:rPr>
          <w:rFonts w:eastAsia="Times New Roman" w:cs="Times New Roman"/>
          <w:highlight w:val="yellow"/>
          <w:lang w:eastAsia="cs-CZ"/>
        </w:rPr>
        <w:t>…. , tel.</w:t>
      </w:r>
      <w:proofErr w:type="gramEnd"/>
      <w:r w:rsidRPr="00306241">
        <w:rPr>
          <w:rFonts w:eastAsia="Times New Roman" w:cs="Times New Roman"/>
          <w:highlight w:val="yellow"/>
          <w:lang w:eastAsia="cs-CZ"/>
        </w:rPr>
        <w:t xml:space="preserve"> …………………. , email …………………….. 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uvního vztahu se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Prodávajícího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9146AF">
        <w:rPr>
          <w:rFonts w:eastAsia="Times New Roman" w:cs="Times New Roman"/>
          <w:b w:val="0"/>
          <w:u w:val="none"/>
          <w:lang w:eastAsia="cs-CZ"/>
        </w:rPr>
        <w:t>Kupujícímu</w:t>
      </w:r>
      <w:r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306241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Prodávající</w:t>
      </w:r>
      <w:proofErr w:type="gramEnd"/>
      <w:r w:rsidRPr="00483C85">
        <w:rPr>
          <w:b w:val="0"/>
          <w:u w:val="none"/>
          <w:lang w:eastAsia="cs-CZ"/>
        </w:rPr>
        <w:t xml:space="preserve"> prohlašuje, že není obchodní společností, ve které veřejný funkcionář uvedený v </w:t>
      </w:r>
      <w:proofErr w:type="spellStart"/>
      <w:proofErr w:type="gram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</w:t>
      </w:r>
      <w:proofErr w:type="gramEnd"/>
      <w:r w:rsidRPr="00483C85">
        <w:rPr>
          <w:b w:val="0"/>
          <w:u w:val="none"/>
          <w:lang w:eastAsia="cs-CZ"/>
        </w:rPr>
        <w:t xml:space="preserve">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</w:t>
      </w:r>
      <w:r w:rsidRPr="00483C85">
        <w:rPr>
          <w:b w:val="0"/>
          <w:u w:val="none"/>
          <w:lang w:eastAsia="cs-CZ"/>
        </w:rPr>
        <w:lastRenderedPageBreak/>
        <w:t>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306241">
      <w:pPr>
        <w:pStyle w:val="Nadpis1"/>
        <w:numPr>
          <w:ilvl w:val="1"/>
          <w:numId w:val="5"/>
        </w:numPr>
        <w:spacing w:before="0" w:after="0" w:line="240" w:lineRule="auto"/>
        <w:ind w:left="851" w:hanging="851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4248CA6F" w:rsidR="00D37801" w:rsidRDefault="00D37801" w:rsidP="00306241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>sdružení více oso</w:t>
      </w:r>
      <w:r w:rsidR="00902357">
        <w:rPr>
          <w:b w:val="0"/>
          <w:u w:val="none"/>
          <w:lang w:eastAsia="cs-CZ"/>
        </w:rPr>
        <w:t>b, platí podmínky dle odstavce 10.1 a 10</w:t>
      </w:r>
      <w:r>
        <w:rPr>
          <w:b w:val="0"/>
          <w:u w:val="none"/>
          <w:lang w:eastAsia="cs-CZ"/>
        </w:rPr>
        <w:t xml:space="preserve">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>Smlouvy také jednotlivě pro všechny osoby v rámci Prodávajícího sdružené a to bez ohledu na právní formu tohoto sdružení.</w:t>
      </w:r>
    </w:p>
    <w:p w14:paraId="12E803BA" w14:textId="613C0D0A" w:rsidR="00D37801" w:rsidRPr="00483C85" w:rsidRDefault="00D37801" w:rsidP="00306241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306241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306241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C1D769" w:rsidR="00BD32CD" w:rsidRPr="00483C85" w:rsidRDefault="003330E9" w:rsidP="00306241">
      <w:pPr>
        <w:pStyle w:val="Nadpis1"/>
        <w:numPr>
          <w:ilvl w:val="1"/>
          <w:numId w:val="5"/>
        </w:numPr>
        <w:spacing w:before="0" w:after="0" w:line="240" w:lineRule="auto"/>
        <w:ind w:hanging="792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="00902357">
        <w:rPr>
          <w:b w:val="0"/>
          <w:u w:val="none"/>
          <w:lang w:eastAsia="cs-CZ"/>
        </w:rPr>
        <w:t>odstavce 10.1 a 10</w:t>
      </w:r>
      <w:r w:rsidRPr="00F010DC">
        <w:rPr>
          <w:b w:val="0"/>
          <w:u w:val="none"/>
          <w:lang w:eastAsia="cs-CZ"/>
        </w:rPr>
        <w:t xml:space="preserve">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902357">
        <w:rPr>
          <w:b w:val="0"/>
          <w:u w:val="none"/>
          <w:lang w:eastAsia="cs-CZ"/>
        </w:rPr>
        <w:t xml:space="preserve">odstavce </w:t>
      </w:r>
      <w:proofErr w:type="gramStart"/>
      <w:r w:rsidR="00902357">
        <w:rPr>
          <w:b w:val="0"/>
          <w:u w:val="none"/>
          <w:lang w:eastAsia="cs-CZ"/>
        </w:rPr>
        <w:t>10</w:t>
      </w:r>
      <w:r w:rsidR="0074484D" w:rsidRPr="00483C85">
        <w:rPr>
          <w:b w:val="0"/>
          <w:u w:val="none"/>
          <w:lang w:eastAsia="cs-CZ"/>
        </w:rPr>
        <w:t>.4. nebo</w:t>
      </w:r>
      <w:proofErr w:type="gramEnd"/>
      <w:r w:rsidR="0074484D" w:rsidRPr="00483C85">
        <w:rPr>
          <w:b w:val="0"/>
          <w:u w:val="none"/>
          <w:lang w:eastAsia="cs-CZ"/>
        </w:rPr>
        <w:t xml:space="preserve">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902357">
        <w:rPr>
          <w:b w:val="0"/>
          <w:u w:val="none"/>
          <w:lang w:eastAsia="cs-CZ"/>
        </w:rPr>
        <w:t xml:space="preserve"> 10</w:t>
      </w:r>
      <w:r w:rsidR="0074484D" w:rsidRPr="00483C85">
        <w:rPr>
          <w:b w:val="0"/>
          <w:u w:val="none"/>
          <w:lang w:eastAsia="cs-CZ"/>
        </w:rPr>
        <w:t>.5</w:t>
      </w:r>
      <w:r w:rsidR="00902357">
        <w:rPr>
          <w:b w:val="0"/>
          <w:u w:val="none"/>
          <w:lang w:eastAsia="cs-CZ"/>
        </w:rPr>
        <w:t xml:space="preserve"> nebo 10</w:t>
      </w:r>
      <w:r w:rsidR="003A7A56">
        <w:rPr>
          <w:b w:val="0"/>
          <w:u w:val="none"/>
          <w:lang w:eastAsia="cs-CZ"/>
        </w:rPr>
        <w:t>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902357">
        <w:rPr>
          <w:b w:val="0"/>
          <w:u w:val="none"/>
          <w:lang w:eastAsia="cs-CZ"/>
        </w:rPr>
        <w:t xml:space="preserve">výši </w:t>
      </w:r>
      <w:r w:rsidR="00AA52E0" w:rsidRPr="00902357">
        <w:rPr>
          <w:b w:val="0"/>
          <w:u w:val="none"/>
          <w:lang w:eastAsia="cs-CZ"/>
        </w:rPr>
        <w:t>5</w:t>
      </w:r>
      <w:r w:rsidR="001A3602" w:rsidRPr="00902357">
        <w:rPr>
          <w:b w:val="0"/>
          <w:u w:val="none"/>
          <w:lang w:eastAsia="cs-CZ"/>
        </w:rPr>
        <w:t xml:space="preserve"> % procent</w:t>
      </w:r>
      <w:r w:rsidR="001A3602" w:rsidRPr="00483C85">
        <w:rPr>
          <w:b w:val="0"/>
          <w:u w:val="none"/>
          <w:lang w:eastAsia="cs-CZ"/>
        </w:rPr>
        <w:t xml:space="preserve">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425442C5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1C7C7A92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Smlouva je </w:t>
      </w:r>
      <w:r w:rsidR="00E019AB" w:rsidRPr="0060131C">
        <w:rPr>
          <w:rFonts w:ascii="Verdana" w:eastAsia="Verdana" w:hAnsi="Verdana" w:cs="Times New Roman"/>
          <w:b w:val="0"/>
          <w:noProof/>
          <w:u w:val="none"/>
        </w:rPr>
        <w:t>je vyhotovena</w:t>
      </w:r>
      <w:r w:rsidR="00E019AB">
        <w:rPr>
          <w:rFonts w:ascii="Verdana" w:eastAsia="Verdana" w:hAnsi="Verdana" w:cs="Times New Roman"/>
          <w:b w:val="0"/>
          <w:noProof/>
          <w:u w:val="none"/>
        </w:rPr>
        <w:t xml:space="preserve"> v listiné podobě a</w:t>
      </w:r>
      <w:r w:rsidR="00E019AB" w:rsidRPr="0060131C">
        <w:rPr>
          <w:rFonts w:ascii="Verdana" w:eastAsia="Verdana" w:hAnsi="Verdana" w:cs="Times New Roman"/>
          <w:b w:val="0"/>
          <w:noProof/>
          <w:u w:val="none"/>
        </w:rPr>
        <w:t xml:space="preserve"> </w:t>
      </w:r>
      <w:r w:rsidR="00E019AB">
        <w:rPr>
          <w:rFonts w:ascii="Verdana" w:eastAsia="Verdana" w:hAnsi="Verdana" w:cs="Times New Roman"/>
          <w:b w:val="0"/>
          <w:noProof/>
          <w:u w:val="none"/>
        </w:rPr>
        <w:t xml:space="preserve">to </w:t>
      </w:r>
      <w:r w:rsidR="00E019AB" w:rsidRPr="0060131C">
        <w:rPr>
          <w:rFonts w:ascii="Verdana" w:eastAsia="Verdana" w:hAnsi="Verdana" w:cs="Times New Roman"/>
          <w:b w:val="0"/>
          <w:noProof/>
          <w:highlight w:val="yellow"/>
          <w:u w:val="none"/>
        </w:rPr>
        <w:t>ve 3 (třech)</w:t>
      </w:r>
      <w:r w:rsidR="00E019AB" w:rsidRPr="0060131C">
        <w:rPr>
          <w:rFonts w:ascii="Verdana" w:eastAsia="Verdana" w:hAnsi="Verdana" w:cs="Times New Roman"/>
          <w:b w:val="0"/>
          <w:noProof/>
          <w:u w:val="none"/>
        </w:rPr>
        <w:t xml:space="preserve"> stejnopisech s příslušnými přílohami, které jsou její nedílnou součástí. Každé vyhotovení má platnost originálu. Po podpisu obou smluvních stran kupující obdrží 2 vyhotovení smlouvy a prodávající </w:t>
      </w:r>
      <w:r w:rsidR="00E019AB" w:rsidRPr="0060131C">
        <w:rPr>
          <w:rFonts w:ascii="Verdana" w:eastAsia="Verdana" w:hAnsi="Verdana" w:cs="Times New Roman"/>
          <w:b w:val="0"/>
          <w:noProof/>
          <w:highlight w:val="yellow"/>
          <w:u w:val="none"/>
        </w:rPr>
        <w:t>1 vyhotovení</w:t>
      </w:r>
      <w:r w:rsidR="00E019AB" w:rsidRPr="0060131C">
        <w:rPr>
          <w:rFonts w:ascii="Verdana" w:eastAsia="Verdana" w:hAnsi="Verdana" w:cs="Times New Roman"/>
          <w:b w:val="0"/>
          <w:noProof/>
          <w:u w:val="none"/>
        </w:rPr>
        <w:t xml:space="preserve"> smlouvy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E019AB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</w:t>
      </w:r>
      <w:r w:rsidRPr="00E019AB">
        <w:rPr>
          <w:rFonts w:eastAsia="Times New Roman" w:cs="Times New Roman"/>
          <w:b w:val="0"/>
          <w:u w:val="none"/>
          <w:lang w:eastAsia="cs-CZ"/>
        </w:rPr>
        <w:t xml:space="preserve">by bylo třeba Obchodní podmínky činit fyzickou součástí vyhotovení </w:t>
      </w:r>
      <w:r w:rsidR="00FB5045" w:rsidRPr="00E019AB">
        <w:rPr>
          <w:rFonts w:eastAsia="Times New Roman" w:cs="Times New Roman"/>
          <w:b w:val="0"/>
          <w:u w:val="none"/>
          <w:lang w:eastAsia="cs-CZ"/>
        </w:rPr>
        <w:t>této S</w:t>
      </w:r>
      <w:r w:rsidRPr="00E019AB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1B93A962" w14:textId="0416936B" w:rsidR="00D85C5B" w:rsidRPr="00E019AB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E019AB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E019AB">
        <w:rPr>
          <w:rFonts w:eastAsia="Times New Roman" w:cs="Times New Roman"/>
          <w:b w:val="0"/>
          <w:u w:val="none"/>
          <w:lang w:eastAsia="cs-CZ"/>
        </w:rPr>
        <w:t xml:space="preserve">mlouva nabývá </w:t>
      </w:r>
      <w:r w:rsidR="00E019AB" w:rsidRPr="00E019AB">
        <w:rPr>
          <w:rFonts w:eastAsia="Times New Roman" w:cs="Times New Roman"/>
          <w:b w:val="0"/>
          <w:u w:val="none"/>
          <w:lang w:eastAsia="cs-CZ"/>
        </w:rPr>
        <w:t>platnosti okamžikem podpisu poslední ze Smluvních stran. Je-li Smlouva uveřejňována v registru smluv, nabývá účinnosti dnem uveřejnění v registru smluv, jinak je účinná od okamžiku uzavření</w:t>
      </w:r>
      <w:r w:rsidR="00D85C5B" w:rsidRPr="00E019AB">
        <w:rPr>
          <w:rFonts w:eastAsia="Times New Roman" w:cs="Times New Roman"/>
          <w:b w:val="0"/>
          <w:u w:val="none"/>
          <w:lang w:eastAsia="cs-CZ"/>
        </w:rPr>
        <w:t>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8D9D49" w14:textId="77777777" w:rsidR="00793546" w:rsidRDefault="00793546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1D3CE33" w14:textId="27F3EEA3" w:rsidR="00D85C5B" w:rsidRPr="00793546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793546">
        <w:rPr>
          <w:rFonts w:eastAsia="Times New Roman" w:cs="Times New Roman"/>
          <w:b/>
          <w:lang w:eastAsia="cs-CZ"/>
        </w:rPr>
        <w:t>Přílohy</w:t>
      </w:r>
    </w:p>
    <w:p w14:paraId="459A4A7A" w14:textId="4014DFE0" w:rsidR="00D85C5B" w:rsidRPr="00793546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1:</w:t>
      </w:r>
      <w:r w:rsidRPr="00793546">
        <w:rPr>
          <w:rFonts w:eastAsia="Times New Roman" w:cs="Times New Roman"/>
          <w:lang w:eastAsia="cs-CZ"/>
        </w:rPr>
        <w:tab/>
      </w:r>
      <w:r w:rsidR="00E019AB" w:rsidRPr="00793546">
        <w:rPr>
          <w:rFonts w:eastAsia="Times New Roman" w:cs="Times New Roman"/>
          <w:lang w:eastAsia="cs-CZ"/>
        </w:rPr>
        <w:t>Obchodní podmínky</w:t>
      </w:r>
    </w:p>
    <w:p w14:paraId="46621F99" w14:textId="3AF675E2" w:rsidR="00CC1601" w:rsidRPr="00793546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2:</w:t>
      </w:r>
      <w:r w:rsidRPr="00793546">
        <w:rPr>
          <w:rFonts w:eastAsia="Times New Roman" w:cs="Times New Roman"/>
          <w:lang w:eastAsia="cs-CZ"/>
        </w:rPr>
        <w:tab/>
      </w:r>
      <w:r w:rsidR="00E019AB" w:rsidRPr="00793546">
        <w:rPr>
          <w:rFonts w:eastAsia="Times New Roman" w:cs="Times New Roman"/>
          <w:lang w:eastAsia="cs-CZ"/>
        </w:rPr>
        <w:t>Ceník</w:t>
      </w:r>
    </w:p>
    <w:p w14:paraId="1416137A" w14:textId="51B424F4" w:rsidR="00033414" w:rsidRPr="00793546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 xml:space="preserve">příloha č. 3: </w:t>
      </w:r>
      <w:r w:rsidRPr="00793546">
        <w:rPr>
          <w:rFonts w:eastAsia="Times New Roman" w:cs="Times New Roman"/>
          <w:lang w:eastAsia="cs-CZ"/>
        </w:rPr>
        <w:tab/>
      </w:r>
      <w:r w:rsidR="00E019AB" w:rsidRPr="00793546">
        <w:rPr>
          <w:rFonts w:eastAsia="Times New Roman" w:cs="Times New Roman"/>
          <w:lang w:eastAsia="cs-CZ"/>
        </w:rPr>
        <w:t>Oprávněné osoby</w:t>
      </w:r>
    </w:p>
    <w:p w14:paraId="06FA80A8" w14:textId="7EE91DE7" w:rsidR="00E019AB" w:rsidRPr="00793546" w:rsidRDefault="00E019AB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4:</w:t>
      </w:r>
      <w:r w:rsidRPr="00793546">
        <w:rPr>
          <w:rFonts w:eastAsia="Times New Roman" w:cs="Times New Roman"/>
          <w:lang w:eastAsia="cs-CZ"/>
        </w:rPr>
        <w:tab/>
        <w:t xml:space="preserve">Seznam poddodavatelů </w:t>
      </w:r>
    </w:p>
    <w:p w14:paraId="21C7A39F" w14:textId="77777777" w:rsidR="00793546" w:rsidRPr="00793546" w:rsidRDefault="00E019AB" w:rsidP="00793546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5:</w:t>
      </w:r>
      <w:r w:rsidRPr="00793546">
        <w:rPr>
          <w:rFonts w:eastAsia="Times New Roman" w:cs="Times New Roman"/>
          <w:lang w:eastAsia="cs-CZ"/>
        </w:rPr>
        <w:tab/>
      </w:r>
      <w:r w:rsidR="00793546" w:rsidRPr="00793546">
        <w:rPr>
          <w:rFonts w:eastAsia="Times New Roman" w:cs="Times New Roman"/>
          <w:lang w:eastAsia="cs-CZ"/>
        </w:rPr>
        <w:t>Technické parametry výrobků</w:t>
      </w:r>
    </w:p>
    <w:p w14:paraId="02DCDB3D" w14:textId="77777777" w:rsidR="00793546" w:rsidRPr="00793546" w:rsidRDefault="00793546" w:rsidP="00793546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rFonts w:eastAsia="Times New Roman" w:cs="Times New Roman"/>
          <w:lang w:eastAsia="cs-CZ"/>
        </w:rPr>
        <w:t>Příloha č. 6:</w:t>
      </w:r>
      <w:r w:rsidRPr="00793546">
        <w:rPr>
          <w:rFonts w:eastAsia="Times New Roman" w:cs="Times New Roman"/>
          <w:lang w:eastAsia="cs-CZ"/>
        </w:rPr>
        <w:tab/>
        <w:t>Technická specifikace</w:t>
      </w:r>
    </w:p>
    <w:p w14:paraId="6DD369C8" w14:textId="77777777" w:rsidR="00793546" w:rsidRPr="00793546" w:rsidRDefault="00793546" w:rsidP="00793546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lang w:eastAsia="cs-CZ"/>
        </w:rPr>
      </w:pPr>
      <w:r w:rsidRPr="00793546">
        <w:rPr>
          <w:rFonts w:eastAsia="Times New Roman" w:cs="Times New Roman"/>
          <w:lang w:eastAsia="cs-CZ"/>
        </w:rPr>
        <w:t xml:space="preserve">Příloha č. 7: </w:t>
      </w:r>
      <w:r w:rsidRPr="00793546">
        <w:rPr>
          <w:rFonts w:eastAsia="Times New Roman" w:cs="Times New Roman"/>
          <w:lang w:eastAsia="cs-CZ"/>
        </w:rPr>
        <w:tab/>
      </w:r>
      <w:r w:rsidRPr="00793546">
        <w:rPr>
          <w:lang w:eastAsia="cs-CZ"/>
        </w:rPr>
        <w:t>Analýza nebezpečí a hodnocení rizik</w:t>
      </w:r>
    </w:p>
    <w:p w14:paraId="502D320F" w14:textId="628E0775" w:rsidR="00E019AB" w:rsidRPr="00793546" w:rsidRDefault="00793546" w:rsidP="00793546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93546">
        <w:rPr>
          <w:lang w:eastAsia="cs-CZ"/>
        </w:rPr>
        <w:t xml:space="preserve">Příloha č. 8: </w:t>
      </w:r>
      <w:r w:rsidRPr="00793546">
        <w:rPr>
          <w:lang w:eastAsia="cs-CZ"/>
        </w:rPr>
        <w:tab/>
        <w:t>Opatření pro postup v případě anonymního oznámení o NVS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4EBCF0F" w14:textId="77777777" w:rsidR="00793546" w:rsidRDefault="00793546" w:rsidP="00CB3AD5">
      <w:pPr>
        <w:spacing w:after="0" w:line="276" w:lineRule="auto"/>
        <w:rPr>
          <w:rFonts w:asciiTheme="majorHAnsi" w:hAnsiTheme="majorHAnsi"/>
        </w:rPr>
      </w:pPr>
    </w:p>
    <w:p w14:paraId="56B56D32" w14:textId="77777777" w:rsidR="00793546" w:rsidRDefault="00793546" w:rsidP="00CB3AD5">
      <w:pPr>
        <w:spacing w:after="0" w:line="276" w:lineRule="auto"/>
        <w:rPr>
          <w:rFonts w:asciiTheme="majorHAnsi" w:hAnsiTheme="majorHAnsi"/>
        </w:rPr>
      </w:pPr>
    </w:p>
    <w:p w14:paraId="6CA0F124" w14:textId="5E055719" w:rsidR="00793546" w:rsidRDefault="00793546" w:rsidP="00793546">
      <w:pPr>
        <w:spacing w:after="0" w:line="276" w:lineRule="auto"/>
        <w:rPr>
          <w:rFonts w:asciiTheme="majorHAnsi" w:hAnsiTheme="majorHAnsi"/>
        </w:rPr>
      </w:pPr>
      <w:r w:rsidRPr="009D7BBE">
        <w:rPr>
          <w:rFonts w:asciiTheme="majorHAnsi" w:eastAsia="Times New Roman" w:hAnsiTheme="majorHAnsi" w:cs="Times New Roman"/>
          <w:lang w:eastAsia="cs-CZ"/>
        </w:rPr>
        <w:t xml:space="preserve">V Praze dne </w:t>
      </w:r>
      <w:r w:rsidR="00902357" w:rsidRPr="009D7BBE">
        <w:rPr>
          <w:rFonts w:asciiTheme="majorHAnsi" w:eastAsia="Times New Roman" w:hAnsiTheme="majorHAnsi" w:cs="Times New Roman"/>
          <w:lang w:eastAsia="cs-CZ"/>
        </w:rPr>
        <w:t>………</w:t>
      </w:r>
      <w:r w:rsidRPr="009D7BBE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9D7BBE">
        <w:rPr>
          <w:rFonts w:asciiTheme="majorHAnsi" w:eastAsia="Times New Roman" w:hAnsiTheme="majorHAnsi" w:cs="Times New Roman"/>
          <w:lang w:eastAsia="cs-CZ"/>
        </w:rPr>
        <w:tab/>
      </w:r>
      <w:r w:rsidRPr="009D7BBE">
        <w:rPr>
          <w:rFonts w:asciiTheme="majorHAnsi" w:eastAsia="Times New Roman" w:hAnsiTheme="majorHAnsi" w:cs="Times New Roman"/>
          <w:lang w:eastAsia="cs-CZ"/>
        </w:rPr>
        <w:tab/>
      </w:r>
      <w:r>
        <w:rPr>
          <w:rFonts w:asciiTheme="majorHAnsi" w:eastAsia="Times New Roman" w:hAnsiTheme="majorHAnsi" w:cs="Times New Roman"/>
          <w:lang w:eastAsia="cs-CZ"/>
        </w:rPr>
        <w:tab/>
      </w:r>
      <w:r w:rsidR="00902357">
        <w:rPr>
          <w:rFonts w:asciiTheme="majorHAnsi" w:eastAsia="Times New Roman" w:hAnsiTheme="majorHAnsi" w:cs="Times New Roman"/>
          <w:lang w:eastAsia="cs-CZ"/>
        </w:rPr>
        <w:tab/>
      </w:r>
      <w:r w:rsidR="00902357">
        <w:rPr>
          <w:rFonts w:asciiTheme="majorHAnsi" w:eastAsia="Times New Roman" w:hAnsiTheme="majorHAnsi" w:cs="Times New Roman"/>
          <w:lang w:eastAsia="cs-CZ"/>
        </w:rPr>
        <w:tab/>
      </w:r>
      <w:r w:rsidRPr="009D7BBE">
        <w:rPr>
          <w:rFonts w:asciiTheme="majorHAnsi" w:eastAsia="Times New Roman" w:hAnsiTheme="majorHAnsi" w:cs="Times New Roman"/>
          <w:lang w:eastAsia="cs-CZ"/>
        </w:rPr>
        <w:t>V ……… dne ………</w:t>
      </w:r>
    </w:p>
    <w:p w14:paraId="754FE35E" w14:textId="77777777" w:rsidR="00793546" w:rsidRDefault="00793546" w:rsidP="00793546">
      <w:pPr>
        <w:spacing w:after="0" w:line="276" w:lineRule="auto"/>
        <w:rPr>
          <w:rFonts w:asciiTheme="majorHAnsi" w:hAnsiTheme="majorHAnsi"/>
        </w:rPr>
      </w:pPr>
    </w:p>
    <w:p w14:paraId="14D27F91" w14:textId="77777777" w:rsidR="00793546" w:rsidRDefault="00793546" w:rsidP="00793546">
      <w:pPr>
        <w:spacing w:after="0" w:line="276" w:lineRule="auto"/>
        <w:rPr>
          <w:rFonts w:asciiTheme="majorHAnsi" w:hAnsiTheme="majorHAnsi"/>
        </w:rPr>
      </w:pPr>
    </w:p>
    <w:p w14:paraId="6A749F3C" w14:textId="77777777" w:rsidR="00793546" w:rsidRPr="00221465" w:rsidRDefault="00793546" w:rsidP="00793546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Kupující: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Prodávající</w:t>
      </w:r>
      <w:r w:rsidRPr="00221465">
        <w:rPr>
          <w:rFonts w:asciiTheme="majorHAnsi" w:hAnsiTheme="majorHAnsi"/>
        </w:rPr>
        <w:t>:</w:t>
      </w:r>
    </w:p>
    <w:p w14:paraId="170DBE88" w14:textId="77777777" w:rsidR="00793546" w:rsidRPr="00221465" w:rsidRDefault="00793546" w:rsidP="00793546">
      <w:pPr>
        <w:spacing w:after="0" w:line="276" w:lineRule="auto"/>
        <w:rPr>
          <w:rFonts w:asciiTheme="majorHAnsi" w:hAnsiTheme="majorHAnsi"/>
        </w:rPr>
      </w:pPr>
    </w:p>
    <w:p w14:paraId="055312F2" w14:textId="77777777" w:rsidR="00793546" w:rsidRPr="00221465" w:rsidRDefault="00793546" w:rsidP="00793546">
      <w:pPr>
        <w:spacing w:after="0" w:line="276" w:lineRule="auto"/>
        <w:rPr>
          <w:rFonts w:asciiTheme="majorHAnsi" w:hAnsiTheme="majorHAnsi"/>
        </w:rPr>
      </w:pPr>
    </w:p>
    <w:p w14:paraId="5F0A6F7B" w14:textId="77777777" w:rsidR="00793546" w:rsidRPr="00221465" w:rsidRDefault="00793546" w:rsidP="00793546">
      <w:pPr>
        <w:spacing w:after="0" w:line="276" w:lineRule="auto"/>
        <w:rPr>
          <w:rFonts w:asciiTheme="majorHAnsi" w:hAnsiTheme="majorHAnsi"/>
        </w:rPr>
      </w:pPr>
    </w:p>
    <w:p w14:paraId="2E63A9E9" w14:textId="77777777" w:rsidR="00793546" w:rsidRPr="00221465" w:rsidRDefault="00793546" w:rsidP="00793546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07A1C85" w14:textId="77777777" w:rsidR="00793546" w:rsidRPr="009D7BBE" w:rsidRDefault="00793546" w:rsidP="00793546">
      <w:pPr>
        <w:tabs>
          <w:tab w:val="left" w:pos="5103"/>
        </w:tabs>
        <w:spacing w:after="0" w:line="240" w:lineRule="auto"/>
        <w:rPr>
          <w:rFonts w:eastAsia="Times New Roman" w:cs="Times New Roman"/>
          <w:b/>
          <w:lang w:eastAsia="cs-CZ"/>
        </w:rPr>
      </w:pPr>
      <w:r w:rsidRPr="009D7BBE">
        <w:rPr>
          <w:rFonts w:eastAsia="Times New Roman" w:cs="Times New Roman"/>
          <w:b/>
          <w:lang w:eastAsia="cs-CZ"/>
        </w:rPr>
        <w:t>Ing. Vladimír Filip</w:t>
      </w:r>
    </w:p>
    <w:p w14:paraId="27A50218" w14:textId="77777777" w:rsidR="00793546" w:rsidRPr="009D7BBE" w:rsidRDefault="00793546" w:rsidP="00793546">
      <w:pPr>
        <w:tabs>
          <w:tab w:val="left" w:pos="5387"/>
        </w:tabs>
        <w:spacing w:after="0" w:line="240" w:lineRule="auto"/>
        <w:rPr>
          <w:rFonts w:eastAsia="Times New Roman" w:cs="Times New Roman"/>
          <w:lang w:eastAsia="cs-CZ"/>
        </w:rPr>
      </w:pPr>
      <w:r w:rsidRPr="009D7BBE">
        <w:rPr>
          <w:rFonts w:eastAsia="Times New Roman" w:cs="Times New Roman"/>
          <w:lang w:eastAsia="cs-CZ"/>
        </w:rPr>
        <w:t>ředitel</w:t>
      </w:r>
    </w:p>
    <w:p w14:paraId="004E1C27" w14:textId="77777777" w:rsidR="00793546" w:rsidRPr="00221465" w:rsidRDefault="00793546" w:rsidP="00793546">
      <w:pPr>
        <w:spacing w:after="0" w:line="276" w:lineRule="auto"/>
        <w:rPr>
          <w:rFonts w:asciiTheme="majorHAnsi" w:hAnsiTheme="majorHAnsi"/>
        </w:rPr>
      </w:pPr>
      <w:r w:rsidRPr="009D7BBE">
        <w:rPr>
          <w:rFonts w:eastAsia="Times New Roman" w:cs="Times New Roman"/>
          <w:lang w:eastAsia="cs-CZ"/>
        </w:rPr>
        <w:t xml:space="preserve">Oblastní ředitelství </w:t>
      </w:r>
      <w:r w:rsidRPr="00A22195">
        <w:rPr>
          <w:rFonts w:eastAsia="Times New Roman" w:cs="Times New Roman"/>
          <w:lang w:eastAsia="cs-CZ"/>
        </w:rPr>
        <w:t>Praha</w:t>
      </w:r>
      <w:r>
        <w:rPr>
          <w:rFonts w:asciiTheme="majorHAnsi" w:hAnsiTheme="majorHAnsi"/>
        </w:rPr>
        <w:t xml:space="preserve"> </w:t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  <w:r w:rsidRPr="00593AE5">
        <w:rPr>
          <w:rFonts w:asciiTheme="majorHAnsi" w:hAnsiTheme="majorHAnsi"/>
        </w:rPr>
        <w:tab/>
      </w:r>
    </w:p>
    <w:p w14:paraId="4F9AB7F1" w14:textId="77777777" w:rsidR="00793546" w:rsidRDefault="00793546" w:rsidP="00793546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7D8F8618" w14:textId="77777777" w:rsidR="00793546" w:rsidRDefault="00793546" w:rsidP="00793546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p w14:paraId="06184461" w14:textId="77777777" w:rsidR="00793546" w:rsidRDefault="00793546" w:rsidP="00793546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793546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 w:rsidRPr="009D7BBE">
        <w:rPr>
          <w:rFonts w:eastAsia="Times New Roman" w:cs="Times New Roman"/>
          <w:lang w:eastAsia="cs-CZ"/>
        </w:rPr>
        <w:t>Tato smlouva byla uveřejněna prostřednictvím Registru smluv dne ………………</w:t>
      </w:r>
    </w:p>
    <w:p w14:paraId="43C06C02" w14:textId="77777777" w:rsidR="00793546" w:rsidRPr="009D7BBE" w:rsidRDefault="00793546" w:rsidP="00793546">
      <w:pPr>
        <w:spacing w:before="240" w:after="120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lastRenderedPageBreak/>
        <w:t>Příloha č. 3</w:t>
      </w:r>
    </w:p>
    <w:p w14:paraId="47FC674A" w14:textId="77777777" w:rsidR="00793546" w:rsidRPr="009D7BBE" w:rsidRDefault="00793546" w:rsidP="00793546">
      <w:pPr>
        <w:spacing w:before="240" w:after="120"/>
        <w:rPr>
          <w:rFonts w:asciiTheme="majorHAnsi" w:hAnsiTheme="majorHAnsi"/>
          <w:b/>
          <w:sz w:val="20"/>
          <w:szCs w:val="20"/>
        </w:rPr>
      </w:pPr>
      <w:r w:rsidRPr="009D7BBE">
        <w:rPr>
          <w:rFonts w:asciiTheme="majorHAnsi" w:hAnsiTheme="majorHAnsi"/>
          <w:b/>
          <w:sz w:val="20"/>
          <w:szCs w:val="20"/>
        </w:rPr>
        <w:t>Oprávněné osoby</w:t>
      </w:r>
    </w:p>
    <w:p w14:paraId="39135534" w14:textId="77777777" w:rsidR="00793546" w:rsidRPr="009D7BBE" w:rsidRDefault="00793546" w:rsidP="00793546">
      <w:pPr>
        <w:spacing w:after="120"/>
        <w:jc w:val="both"/>
        <w:rPr>
          <w:b/>
        </w:rPr>
      </w:pPr>
      <w:r w:rsidRPr="009D7BBE">
        <w:rPr>
          <w:b/>
        </w:rPr>
        <w:t>Za Kupujícího:</w:t>
      </w:r>
    </w:p>
    <w:p w14:paraId="35B88522" w14:textId="77777777" w:rsidR="00793546" w:rsidRPr="009D7BBE" w:rsidRDefault="00793546" w:rsidP="00793546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 xml:space="preserve">Ve věcech </w:t>
      </w:r>
      <w:r w:rsidRPr="009D7BBE">
        <w:rPr>
          <w:rFonts w:asciiTheme="majorHAnsi" w:hAnsiTheme="majorHAnsi"/>
          <w:b/>
        </w:rPr>
        <w:t>smluvních</w:t>
      </w:r>
      <w:r w:rsidRPr="009D7BBE">
        <w:rPr>
          <w:b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93546" w:rsidRPr="009D7BBE" w14:paraId="6E006EA1" w14:textId="77777777" w:rsidTr="0054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2D829A5" w14:textId="77777777" w:rsidR="00793546" w:rsidRPr="009D7BBE" w:rsidRDefault="00793546" w:rsidP="00543894">
            <w:pPr>
              <w:spacing w:before="40" w:after="40"/>
              <w:jc w:val="both"/>
              <w:rPr>
                <w:b/>
                <w:sz w:val="18"/>
              </w:rPr>
            </w:pPr>
            <w:r w:rsidRPr="009D7BBE">
              <w:rPr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39C24C93" w14:textId="77777777" w:rsidR="00793546" w:rsidRPr="009D7BBE" w:rsidRDefault="00793546" w:rsidP="00543894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Ing. Pavel Stejskal</w:t>
            </w:r>
          </w:p>
        </w:tc>
      </w:tr>
      <w:tr w:rsidR="00793546" w:rsidRPr="009D7BBE" w14:paraId="3B77C272" w14:textId="77777777" w:rsidTr="005438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A1156B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BBF7852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Partyzánská 24, 170 00 Praha 7</w:t>
            </w:r>
          </w:p>
        </w:tc>
      </w:tr>
      <w:tr w:rsidR="00793546" w:rsidRPr="009D7BBE" w14:paraId="67ED3032" w14:textId="77777777" w:rsidTr="005438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C6B7563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1835F56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StejskalPa@spravazeleznic.cz</w:t>
            </w:r>
          </w:p>
        </w:tc>
      </w:tr>
      <w:tr w:rsidR="00793546" w:rsidRPr="009D7BBE" w14:paraId="49FC7906" w14:textId="77777777" w:rsidTr="005438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15ED2B9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7DC6AD8A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+420 601 367 927</w:t>
            </w:r>
          </w:p>
        </w:tc>
      </w:tr>
    </w:tbl>
    <w:p w14:paraId="75BBB89D" w14:textId="77777777" w:rsidR="00793546" w:rsidRPr="009D7BBE" w:rsidRDefault="00793546" w:rsidP="00793546">
      <w:pPr>
        <w:spacing w:after="120"/>
        <w:jc w:val="both"/>
      </w:pPr>
    </w:p>
    <w:p w14:paraId="3DA64C48" w14:textId="77777777" w:rsidR="00793546" w:rsidRPr="009D7BBE" w:rsidRDefault="00793546" w:rsidP="00793546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93546" w:rsidRPr="009D7BBE" w14:paraId="7A3D5045" w14:textId="77777777" w:rsidTr="0054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FC939B4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5B7762C" w14:textId="77777777" w:rsidR="00793546" w:rsidRPr="009D7BBE" w:rsidRDefault="00793546" w:rsidP="00543894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 xml:space="preserve">Terezie </w:t>
            </w:r>
            <w:proofErr w:type="spellStart"/>
            <w:r w:rsidRPr="009D7BBE">
              <w:rPr>
                <w:sz w:val="18"/>
              </w:rPr>
              <w:t>Krejbychová</w:t>
            </w:r>
            <w:proofErr w:type="spellEnd"/>
            <w:r w:rsidRPr="009D7BBE">
              <w:rPr>
                <w:sz w:val="18"/>
              </w:rPr>
              <w:t>, DiS.</w:t>
            </w:r>
          </w:p>
        </w:tc>
      </w:tr>
      <w:tr w:rsidR="00793546" w:rsidRPr="009D7BBE" w14:paraId="626F83F0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3D628D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6FA7BE2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Wilsonova 300/8, 110 00 Praha hlavní nádraží</w:t>
            </w:r>
          </w:p>
        </w:tc>
      </w:tr>
      <w:tr w:rsidR="00793546" w:rsidRPr="009D7BBE" w14:paraId="6BC6C4C7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B256B2C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58D60C9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Krejbychova@spravazeleznic.cz</w:t>
            </w:r>
          </w:p>
        </w:tc>
      </w:tr>
      <w:tr w:rsidR="00793546" w:rsidRPr="009D7BBE" w14:paraId="63F1214C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377E441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97C630F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+420 724 878 363</w:t>
            </w:r>
          </w:p>
        </w:tc>
      </w:tr>
    </w:tbl>
    <w:p w14:paraId="34973B33" w14:textId="77777777" w:rsidR="00793546" w:rsidRPr="009D7BBE" w:rsidRDefault="00793546" w:rsidP="00793546">
      <w:pPr>
        <w:spacing w:after="120"/>
        <w:jc w:val="both"/>
        <w:rPr>
          <w:b/>
        </w:rPr>
      </w:pPr>
    </w:p>
    <w:p w14:paraId="28C6DE28" w14:textId="77777777" w:rsidR="00793546" w:rsidRPr="009D7BBE" w:rsidRDefault="00793546" w:rsidP="00793546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>Přejímací osoba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93546" w:rsidRPr="009D7BBE" w14:paraId="7A77B56C" w14:textId="77777777" w:rsidTr="0054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0457B12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348F59E0" w14:textId="77777777" w:rsidR="00793546" w:rsidRPr="009D7BBE" w:rsidRDefault="00793546" w:rsidP="00543894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 xml:space="preserve">Terezie </w:t>
            </w:r>
            <w:proofErr w:type="spellStart"/>
            <w:r w:rsidRPr="009D7BBE">
              <w:rPr>
                <w:sz w:val="18"/>
              </w:rPr>
              <w:t>Krejbychová</w:t>
            </w:r>
            <w:proofErr w:type="spellEnd"/>
            <w:r w:rsidRPr="009D7BBE">
              <w:rPr>
                <w:sz w:val="18"/>
              </w:rPr>
              <w:t>, DiS.</w:t>
            </w:r>
          </w:p>
        </w:tc>
      </w:tr>
      <w:tr w:rsidR="00793546" w:rsidRPr="009D7BBE" w14:paraId="6F1C9737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D77E246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B3082F3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Wilsonova 300/8, 110 00 Praha hlavní nádraží</w:t>
            </w:r>
          </w:p>
        </w:tc>
      </w:tr>
      <w:tr w:rsidR="00793546" w:rsidRPr="009D7BBE" w14:paraId="6FDCF5FB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6E20B3F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8D649E1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Krejbychova@spravazeleznic.cz</w:t>
            </w:r>
          </w:p>
        </w:tc>
      </w:tr>
      <w:tr w:rsidR="00793546" w:rsidRPr="009D7BBE" w14:paraId="3074E429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AD595B3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3EDC9CB7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</w:rPr>
              <w:t>+420 724 878 363</w:t>
            </w:r>
          </w:p>
        </w:tc>
      </w:tr>
    </w:tbl>
    <w:p w14:paraId="0F61BDE8" w14:textId="77777777" w:rsidR="00793546" w:rsidRPr="009D7BBE" w:rsidRDefault="00793546" w:rsidP="00793546">
      <w:pPr>
        <w:spacing w:after="120"/>
        <w:jc w:val="both"/>
        <w:rPr>
          <w:b/>
        </w:rPr>
      </w:pPr>
    </w:p>
    <w:p w14:paraId="4804D0E1" w14:textId="77777777" w:rsidR="00793546" w:rsidRPr="009D7BBE" w:rsidRDefault="00793546" w:rsidP="00793546">
      <w:pPr>
        <w:rPr>
          <w:b/>
        </w:rPr>
      </w:pPr>
      <w:r w:rsidRPr="009D7BBE">
        <w:rPr>
          <w:b/>
        </w:rPr>
        <w:t>Za Prodávajícího:</w:t>
      </w:r>
    </w:p>
    <w:p w14:paraId="7BCE20E6" w14:textId="77777777" w:rsidR="00793546" w:rsidRPr="009D7BBE" w:rsidRDefault="00793546" w:rsidP="00793546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 xml:space="preserve">Ve věcech </w:t>
      </w:r>
      <w:r w:rsidRPr="009D7BBE">
        <w:rPr>
          <w:rFonts w:asciiTheme="majorHAnsi" w:hAnsiTheme="majorHAnsi"/>
          <w:b/>
        </w:rPr>
        <w:t>smluvních</w:t>
      </w:r>
      <w:r w:rsidRPr="009D7BBE">
        <w:rPr>
          <w:b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93546" w:rsidRPr="009D7BBE" w14:paraId="4ABF9189" w14:textId="77777777" w:rsidTr="0054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D11D9A" w14:textId="77777777" w:rsidR="00793546" w:rsidRPr="009D7BBE" w:rsidRDefault="00793546" w:rsidP="00543894">
            <w:pPr>
              <w:spacing w:before="40" w:after="40"/>
              <w:jc w:val="both"/>
              <w:rPr>
                <w:b/>
                <w:sz w:val="18"/>
              </w:rPr>
            </w:pPr>
            <w:r w:rsidRPr="009D7BBE">
              <w:rPr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4A697523" w14:textId="77777777" w:rsidR="00793546" w:rsidRPr="009D7BBE" w:rsidRDefault="00793546" w:rsidP="00543894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793546" w:rsidRPr="009D7BBE" w14:paraId="5306A5AD" w14:textId="77777777" w:rsidTr="005438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23F1C19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A25B111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793546" w:rsidRPr="009D7BBE" w14:paraId="22661697" w14:textId="77777777" w:rsidTr="005438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0EC925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F476E79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793546" w:rsidRPr="009D7BBE" w14:paraId="3220FBED" w14:textId="77777777" w:rsidTr="005438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7D516F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7FA9DA19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</w:tbl>
    <w:p w14:paraId="366D7CE7" w14:textId="77777777" w:rsidR="00793546" w:rsidRPr="009D7BBE" w:rsidRDefault="00793546" w:rsidP="00793546">
      <w:pPr>
        <w:spacing w:after="120"/>
        <w:jc w:val="both"/>
      </w:pPr>
    </w:p>
    <w:p w14:paraId="215D808A" w14:textId="77777777" w:rsidR="00793546" w:rsidRPr="009D7BBE" w:rsidRDefault="00793546" w:rsidP="00793546">
      <w:pPr>
        <w:keepNext/>
        <w:keepLines/>
        <w:pBdr>
          <w:top w:val="single" w:sz="12" w:space="3" w:color="00A1E0" w:themeColor="accent3"/>
        </w:pBdr>
        <w:suppressAutoHyphens/>
        <w:spacing w:after="60"/>
        <w:ind w:left="-51" w:right="-34"/>
        <w:rPr>
          <w:b/>
        </w:rPr>
      </w:pPr>
      <w:r w:rsidRPr="009D7BBE">
        <w:rPr>
          <w:b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93546" w:rsidRPr="009D7BBE" w14:paraId="2F04E5AC" w14:textId="77777777" w:rsidTr="0054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18E0B6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247170E6" w14:textId="77777777" w:rsidR="00793546" w:rsidRPr="009D7BBE" w:rsidRDefault="00793546" w:rsidP="00543894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793546" w:rsidRPr="009D7BBE" w14:paraId="48503F8D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9EBC136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4602AA2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793546" w:rsidRPr="009D7BBE" w14:paraId="25ED81F6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A2CEA0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05DDB821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  <w:tr w:rsidR="00793546" w:rsidRPr="009D7BBE" w14:paraId="60CD7317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39F8825" w14:textId="77777777" w:rsidR="00793546" w:rsidRPr="009D7BBE" w:rsidRDefault="00793546" w:rsidP="00543894">
            <w:pPr>
              <w:spacing w:before="40" w:after="40"/>
              <w:jc w:val="both"/>
              <w:rPr>
                <w:sz w:val="18"/>
              </w:rPr>
            </w:pPr>
            <w:r w:rsidRPr="009D7BBE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3A36BBBF" w14:textId="77777777" w:rsidR="00793546" w:rsidRPr="009D7BBE" w:rsidRDefault="00793546" w:rsidP="0054389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D7BBE">
              <w:rPr>
                <w:sz w:val="18"/>
                <w:highlight w:val="yellow"/>
              </w:rPr>
              <w:t>[VLOŽÍ PRODÁVAJÍCÍ]</w:t>
            </w:r>
          </w:p>
        </w:tc>
      </w:tr>
    </w:tbl>
    <w:p w14:paraId="20F1B43A" w14:textId="77777777" w:rsidR="00793546" w:rsidRDefault="00793546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793546" w:rsidSect="00FC638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BB5C2EC" w14:textId="77777777" w:rsidR="00793546" w:rsidRPr="00625E1D" w:rsidRDefault="00793546" w:rsidP="00793546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lastRenderedPageBreak/>
        <w:t>Příloha č. 4</w:t>
      </w:r>
    </w:p>
    <w:p w14:paraId="0703D0BF" w14:textId="77777777" w:rsidR="00793546" w:rsidRPr="00625E1D" w:rsidRDefault="00793546" w:rsidP="00793546">
      <w:pPr>
        <w:spacing w:before="240" w:after="120"/>
        <w:rPr>
          <w:rFonts w:asciiTheme="majorHAnsi" w:hAnsiTheme="majorHAnsi"/>
          <w:b/>
          <w:sz w:val="20"/>
          <w:szCs w:val="20"/>
        </w:rPr>
      </w:pPr>
      <w:r w:rsidRPr="00625E1D">
        <w:rPr>
          <w:rFonts w:asciiTheme="majorHAnsi" w:hAnsiTheme="majorHAnsi"/>
          <w:b/>
          <w:sz w:val="20"/>
          <w:szCs w:val="20"/>
        </w:rPr>
        <w:t>Seznam poddodavatelů</w:t>
      </w:r>
    </w:p>
    <w:p w14:paraId="386BF05A" w14:textId="77777777" w:rsidR="00793546" w:rsidRPr="00625E1D" w:rsidRDefault="00793546" w:rsidP="00793546">
      <w:pPr>
        <w:spacing w:before="40" w:after="40" w:line="240" w:lineRule="auto"/>
        <w:jc w:val="both"/>
      </w:pPr>
    </w:p>
    <w:tbl>
      <w:tblPr>
        <w:tblStyle w:val="Mkatabulky1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93546" w:rsidRPr="00625E1D" w14:paraId="0AF452C4" w14:textId="77777777" w:rsidTr="0054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1FF072AE" w14:textId="77777777" w:rsidR="00793546" w:rsidRPr="00625E1D" w:rsidRDefault="00793546" w:rsidP="00543894">
            <w:pPr>
              <w:spacing w:before="40" w:after="40"/>
              <w:rPr>
                <w:b/>
                <w:sz w:val="18"/>
              </w:rPr>
            </w:pPr>
            <w:r w:rsidRPr="00625E1D">
              <w:rPr>
                <w:b/>
                <w:sz w:val="18"/>
              </w:rPr>
              <w:t>IDENTIFIKACE PODDODAVATELE</w:t>
            </w:r>
          </w:p>
          <w:p w14:paraId="666C49B6" w14:textId="77777777" w:rsidR="00793546" w:rsidRPr="00625E1D" w:rsidRDefault="00793546" w:rsidP="00543894">
            <w:pPr>
              <w:spacing w:before="40" w:after="40"/>
              <w:rPr>
                <w:b/>
                <w:sz w:val="18"/>
              </w:rPr>
            </w:pPr>
            <w:r w:rsidRPr="00625E1D">
              <w:rPr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</w:tcPr>
          <w:p w14:paraId="6354B66A" w14:textId="77777777" w:rsidR="00793546" w:rsidRPr="00625E1D" w:rsidRDefault="00793546" w:rsidP="00543894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625E1D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43E6DE8B" w14:textId="77777777" w:rsidR="00793546" w:rsidRPr="00625E1D" w:rsidRDefault="00793546" w:rsidP="00543894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625E1D">
              <w:rPr>
                <w:b/>
                <w:sz w:val="18"/>
              </w:rPr>
              <w:t>HODNOTA PODDODÁVKY V % Z CELKOVÉ CENY DÍLA</w:t>
            </w:r>
          </w:p>
        </w:tc>
      </w:tr>
      <w:tr w:rsidR="00793546" w:rsidRPr="00625E1D" w14:paraId="1A4A182A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A17DBA1" w14:textId="77777777" w:rsidR="00793546" w:rsidRPr="00625E1D" w:rsidRDefault="00793546" w:rsidP="00543894">
            <w:pPr>
              <w:spacing w:before="40" w:after="40"/>
              <w:jc w:val="both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605192B1" w14:textId="77777777" w:rsidR="00793546" w:rsidRPr="00625E1D" w:rsidRDefault="00793546" w:rsidP="0054389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34757D06" w14:textId="77777777" w:rsidR="00793546" w:rsidRPr="00625E1D" w:rsidRDefault="00793546" w:rsidP="0054389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</w:tr>
      <w:tr w:rsidR="00793546" w:rsidRPr="00625E1D" w14:paraId="352384C2" w14:textId="77777777" w:rsidTr="00543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78DB397" w14:textId="77777777" w:rsidR="00793546" w:rsidRPr="00625E1D" w:rsidRDefault="00793546" w:rsidP="00543894">
            <w:pPr>
              <w:spacing w:before="40" w:after="40"/>
              <w:jc w:val="both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022F6168" w14:textId="77777777" w:rsidR="00793546" w:rsidRPr="00625E1D" w:rsidRDefault="00793546" w:rsidP="0054389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6EB87313" w14:textId="77777777" w:rsidR="00793546" w:rsidRPr="00625E1D" w:rsidRDefault="00793546" w:rsidP="0054389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</w:tr>
      <w:tr w:rsidR="00793546" w:rsidRPr="00625E1D" w14:paraId="75324E82" w14:textId="77777777" w:rsidTr="00543894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EA8E3C3" w14:textId="77777777" w:rsidR="00793546" w:rsidRPr="00625E1D" w:rsidRDefault="00793546" w:rsidP="00543894">
            <w:pPr>
              <w:spacing w:before="40" w:after="40"/>
              <w:jc w:val="both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20368F27" w14:textId="77777777" w:rsidR="00793546" w:rsidRPr="00625E1D" w:rsidRDefault="00793546" w:rsidP="0054389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681E8071" w14:textId="77777777" w:rsidR="00793546" w:rsidRPr="00625E1D" w:rsidRDefault="00793546" w:rsidP="00543894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625E1D">
              <w:rPr>
                <w:sz w:val="18"/>
                <w:highlight w:val="yellow"/>
              </w:rPr>
              <w:t>[VLOŽÍ PRODÁVAJÍCÍ]</w:t>
            </w:r>
          </w:p>
        </w:tc>
      </w:tr>
    </w:tbl>
    <w:p w14:paraId="25FABACD" w14:textId="77777777" w:rsidR="00793546" w:rsidRPr="00625E1D" w:rsidRDefault="00793546" w:rsidP="00793546"/>
    <w:p w14:paraId="1942CC3A" w14:textId="7E050084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93546" w14:paraId="623AAA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663580" w14:textId="2C850C14" w:rsidR="00793546" w:rsidRPr="00B8518B" w:rsidRDefault="00793546" w:rsidP="00A2219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4E0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44E04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1F381C" w14:textId="77777777" w:rsidR="00793546" w:rsidRDefault="00793546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B83E07" w14:textId="77777777" w:rsidR="00793546" w:rsidRDefault="00793546" w:rsidP="00093A53">
          <w:pPr>
            <w:pStyle w:val="Zpat"/>
          </w:pPr>
        </w:p>
      </w:tc>
      <w:tc>
        <w:tcPr>
          <w:tcW w:w="2921" w:type="dxa"/>
        </w:tcPr>
        <w:p w14:paraId="71303A54" w14:textId="77777777" w:rsidR="00793546" w:rsidRDefault="00793546" w:rsidP="00093A53">
          <w:pPr>
            <w:pStyle w:val="Zpat"/>
          </w:pPr>
        </w:p>
      </w:tc>
    </w:tr>
  </w:tbl>
  <w:p w14:paraId="7FB1FB38" w14:textId="77777777" w:rsidR="00793546" w:rsidRPr="00B8518B" w:rsidRDefault="0079354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72F7B46F" wp14:editId="23D206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AEB933" id="Straight Connector 3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U1t1QEAABAEAAAOAAAAZHJzL2Uyb0RvYy54bWysU8Fu3CAQvVfqPyDuXXs3aRV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VfRp8bCh97w5hjqI/hCx6VMHmP8lhY/H2vHgLY2KSFtc3NX2cyctW9YzzIabP&#10;gJblScuNdlm1aMTpS0xUi1IvKXnZODa0fPPx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Tp1Nb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4B489B1A" wp14:editId="3B731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FC033C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F1AEAABAEAAAOAAAAZHJzL2Uyb0RvYy54bWysU8GO2yAQvVfqPyDujZO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5v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DUjqmF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93546" w14:paraId="6E23CD38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1EEAF6" w14:textId="7F2E3A06" w:rsidR="00793546" w:rsidRPr="00B8518B" w:rsidRDefault="00793546" w:rsidP="007F0EAD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4E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44E04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28AAF8" w14:textId="77777777" w:rsidR="00793546" w:rsidRDefault="00793546" w:rsidP="00093A53">
          <w:pPr>
            <w:pStyle w:val="Zpat"/>
          </w:pPr>
          <w:r>
            <w:t>Správa železnic, státní organizace</w:t>
          </w:r>
        </w:p>
        <w:p w14:paraId="0A33D080" w14:textId="77777777" w:rsidR="00793546" w:rsidRDefault="00793546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D28144" w14:textId="77777777" w:rsidR="00793546" w:rsidRDefault="00793546" w:rsidP="00093A53">
          <w:pPr>
            <w:pStyle w:val="Zpat"/>
          </w:pPr>
          <w:r>
            <w:t>Sídlo: Dlážděná 1003/7, 110 00 Praha 1</w:t>
          </w:r>
        </w:p>
        <w:p w14:paraId="26B5BB1D" w14:textId="77777777" w:rsidR="00793546" w:rsidRDefault="00793546" w:rsidP="00093A53">
          <w:pPr>
            <w:pStyle w:val="Zpat"/>
          </w:pPr>
          <w:r>
            <w:t>IČ: 709 94 234 DIČ: CZ 709 94 234</w:t>
          </w:r>
        </w:p>
        <w:p w14:paraId="24D7FDDC" w14:textId="77777777" w:rsidR="00793546" w:rsidRDefault="00793546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D32BA5A" w14:textId="77777777" w:rsidR="00793546" w:rsidRDefault="00793546" w:rsidP="00093A53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6E84E094" w14:textId="77777777" w:rsidR="00793546" w:rsidRPr="00B8518B" w:rsidRDefault="0079354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896" behindDoc="1" locked="1" layoutInCell="1" allowOverlap="1" wp14:anchorId="21265B45" wp14:editId="57881AF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6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6DED0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b5GTo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1B7F58B7" wp14:editId="7F7B15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4160AF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iDXh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AA88054" w14:textId="77777777" w:rsidR="00793546" w:rsidRPr="00460660" w:rsidRDefault="00793546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682FE89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354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4E0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793546" w14:paraId="1284085A" w14:textId="77777777" w:rsidTr="0079354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760E396" w:rsidR="00793546" w:rsidRPr="00B8518B" w:rsidRDefault="00793546" w:rsidP="00793546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1/1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793546" w:rsidRDefault="00793546" w:rsidP="00793546">
          <w:pPr>
            <w:pStyle w:val="Zpat"/>
          </w:pPr>
          <w:r>
            <w:t>Správa železnic, státní organizace</w:t>
          </w:r>
        </w:p>
        <w:p w14:paraId="73B501C9" w14:textId="77777777" w:rsidR="00793546" w:rsidRDefault="00793546" w:rsidP="0079354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793546" w:rsidRDefault="00793546" w:rsidP="00793546">
          <w:pPr>
            <w:pStyle w:val="Zpat"/>
          </w:pPr>
          <w:r>
            <w:t>Sídlo: Dlážděná 1003/7, 110 00 Praha 1</w:t>
          </w:r>
        </w:p>
        <w:p w14:paraId="1AC701C9" w14:textId="77777777" w:rsidR="00793546" w:rsidRDefault="00793546" w:rsidP="00793546">
          <w:pPr>
            <w:pStyle w:val="Zpat"/>
          </w:pPr>
          <w:r>
            <w:t>IČ: 709 94 234 DIČ: CZ 709 94 234</w:t>
          </w:r>
        </w:p>
        <w:p w14:paraId="5F9C430D" w14:textId="0C75DEAD" w:rsidR="00793546" w:rsidRDefault="00793546" w:rsidP="00793546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F37BD57" w14:textId="31341003" w:rsidR="00793546" w:rsidRDefault="00793546" w:rsidP="00793546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  <w:tc>
        <w:tcPr>
          <w:tcW w:w="2921" w:type="dxa"/>
        </w:tcPr>
        <w:p w14:paraId="08C54210" w14:textId="330C702A" w:rsidR="00793546" w:rsidRDefault="00793546" w:rsidP="00793546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93546" w14:paraId="741EDF1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03E1E0" w14:textId="77777777" w:rsidR="00793546" w:rsidRPr="00B8518B" w:rsidRDefault="0079354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FD47C2" w14:textId="77777777" w:rsidR="00793546" w:rsidRDefault="0079354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B6C134" w14:textId="77777777" w:rsidR="00793546" w:rsidRPr="00D6163D" w:rsidRDefault="00793546" w:rsidP="00D6163D">
          <w:pPr>
            <w:pStyle w:val="Druhdokumentu"/>
          </w:pPr>
        </w:p>
      </w:tc>
    </w:tr>
  </w:tbl>
  <w:p w14:paraId="5F61C1FC" w14:textId="77777777" w:rsidR="00793546" w:rsidRPr="00D6163D" w:rsidRDefault="0079354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93546" w14:paraId="5E10F0FC" w14:textId="77777777" w:rsidTr="00047CE4">
      <w:trPr>
        <w:trHeight w:hRule="exact" w:val="1168"/>
      </w:trPr>
      <w:tc>
        <w:tcPr>
          <w:tcW w:w="1361" w:type="dxa"/>
          <w:tcMar>
            <w:left w:w="0" w:type="dxa"/>
            <w:right w:w="0" w:type="dxa"/>
          </w:tcMar>
        </w:tcPr>
        <w:p w14:paraId="0BEEDDA5" w14:textId="77777777" w:rsidR="00793546" w:rsidRPr="00B8518B" w:rsidRDefault="0079354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5920" behindDoc="0" locked="1" layoutInCell="1" allowOverlap="1" wp14:anchorId="49C0E3A1" wp14:editId="07E96DCF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B9A7F4" w14:textId="77777777" w:rsidR="00793546" w:rsidRDefault="0079354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6D3181" w14:textId="77777777" w:rsidR="00793546" w:rsidRPr="00D6163D" w:rsidRDefault="00793546" w:rsidP="00FC6389">
          <w:pPr>
            <w:pStyle w:val="Druhdokumentu"/>
          </w:pPr>
        </w:p>
      </w:tc>
    </w:tr>
  </w:tbl>
  <w:p w14:paraId="4AF9EC8E" w14:textId="77777777" w:rsidR="00793546" w:rsidRPr="00D6163D" w:rsidRDefault="00793546" w:rsidP="00FC6389">
    <w:pPr>
      <w:pStyle w:val="Zhlav"/>
      <w:rPr>
        <w:sz w:val="8"/>
        <w:szCs w:val="8"/>
      </w:rPr>
    </w:pPr>
  </w:p>
  <w:p w14:paraId="70F4EAD6" w14:textId="77777777" w:rsidR="00793546" w:rsidRPr="00460660" w:rsidRDefault="00793546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2C04EA2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3507"/>
    <w:rsid w:val="00203BA9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06241"/>
    <w:rsid w:val="003119BE"/>
    <w:rsid w:val="00317167"/>
    <w:rsid w:val="00322681"/>
    <w:rsid w:val="003330E9"/>
    <w:rsid w:val="00341DCF"/>
    <w:rsid w:val="00346E96"/>
    <w:rsid w:val="00357BC6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4484D"/>
    <w:rsid w:val="007576A4"/>
    <w:rsid w:val="0076286B"/>
    <w:rsid w:val="00766846"/>
    <w:rsid w:val="0077261C"/>
    <w:rsid w:val="0077673A"/>
    <w:rsid w:val="007846E1"/>
    <w:rsid w:val="00791AC7"/>
    <w:rsid w:val="00793546"/>
    <w:rsid w:val="007A0AB5"/>
    <w:rsid w:val="007A0C04"/>
    <w:rsid w:val="007A42CD"/>
    <w:rsid w:val="007B4B2B"/>
    <w:rsid w:val="007B570C"/>
    <w:rsid w:val="007C589B"/>
    <w:rsid w:val="007C6215"/>
    <w:rsid w:val="007D37B0"/>
    <w:rsid w:val="007E165D"/>
    <w:rsid w:val="007E4A6E"/>
    <w:rsid w:val="007F0EAD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D6B46"/>
    <w:rsid w:val="008F18D6"/>
    <w:rsid w:val="008F7FF4"/>
    <w:rsid w:val="00902357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D0D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E04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466A"/>
    <w:rsid w:val="00CE7733"/>
    <w:rsid w:val="00CF51DB"/>
    <w:rsid w:val="00D043A4"/>
    <w:rsid w:val="00D05FD9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019AB"/>
    <w:rsid w:val="00E17FE7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61AC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table" w:customStyle="1" w:styleId="Mkatabulky1">
    <w:name w:val="Mřížka tabulky1"/>
    <w:basedOn w:val="Normlntabulka"/>
    <w:next w:val="Mkatabulky"/>
    <w:uiPriority w:val="39"/>
    <w:rsid w:val="0079354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8070BD-98B9-404B-BC98-2B1A3ADF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2438</Words>
  <Characters>14389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Černá Lenka, Bc.</cp:lastModifiedBy>
  <cp:revision>9</cp:revision>
  <cp:lastPrinted>2022-11-16T07:35:00Z</cp:lastPrinted>
  <dcterms:created xsi:type="dcterms:W3CDTF">2022-10-14T07:55:00Z</dcterms:created>
  <dcterms:modified xsi:type="dcterms:W3CDTF">2022-11-16T07:42:00Z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