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1246D" w14:textId="54097A93" w:rsidR="00BB5E7C" w:rsidRPr="008B5521" w:rsidRDefault="00BB5E7C" w:rsidP="00341112">
      <w:pPr>
        <w:widowControl w:val="0"/>
        <w:spacing w:before="120"/>
        <w:jc w:val="both"/>
        <w:rPr>
          <w:rFonts w:ascii="Verdana" w:hAnsi="Verdana" w:cstheme="minorHAnsi"/>
          <w:sz w:val="18"/>
          <w:szCs w:val="18"/>
        </w:rPr>
      </w:pPr>
    </w:p>
    <w:p w14:paraId="047F350E" w14:textId="77777777" w:rsidR="00B702D2" w:rsidRPr="008B5521" w:rsidRDefault="00B702D2" w:rsidP="00341112">
      <w:pPr>
        <w:pStyle w:val="acnormal"/>
        <w:widowControl w:val="0"/>
        <w:tabs>
          <w:tab w:val="left" w:pos="209"/>
        </w:tabs>
        <w:jc w:val="left"/>
        <w:rPr>
          <w:rFonts w:ascii="Verdana" w:hAnsi="Verdana" w:cstheme="minorHAnsi"/>
          <w:sz w:val="20"/>
          <w:szCs w:val="20"/>
        </w:rPr>
      </w:pPr>
    </w:p>
    <w:p w14:paraId="3BA0118C" w14:textId="77777777" w:rsidR="007854CF" w:rsidRDefault="00022D53" w:rsidP="00341112">
      <w:pPr>
        <w:pStyle w:val="acnormal"/>
        <w:widowControl w:val="0"/>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2B8D3293" w:rsidR="007854CF" w:rsidRPr="007854CF" w:rsidRDefault="007854CF" w:rsidP="00341112">
      <w:pPr>
        <w:widowControl w:val="0"/>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1F34A6" w:rsidRPr="001F34A6">
        <w:rPr>
          <w:rFonts w:ascii="Verdana" w:hAnsi="Verdana" w:cstheme="minorHAnsi"/>
          <w:b/>
          <w:sz w:val="28"/>
          <w:szCs w:val="28"/>
          <w:u w:val="single"/>
        </w:rPr>
        <w:t xml:space="preserve">Dodávka návěstidel pro pomalou jízdu pro </w:t>
      </w:r>
      <w:proofErr w:type="gramStart"/>
      <w:r w:rsidR="001F34A6" w:rsidRPr="001F34A6">
        <w:rPr>
          <w:rFonts w:ascii="Verdana" w:hAnsi="Verdana" w:cstheme="minorHAnsi"/>
          <w:b/>
          <w:sz w:val="28"/>
          <w:szCs w:val="28"/>
          <w:u w:val="single"/>
        </w:rPr>
        <w:t>OŘ</w:t>
      </w:r>
      <w:proofErr w:type="gramEnd"/>
      <w:r w:rsidR="001F34A6" w:rsidRPr="001F34A6">
        <w:rPr>
          <w:rFonts w:ascii="Verdana" w:hAnsi="Verdana" w:cstheme="minorHAnsi"/>
          <w:b/>
          <w:sz w:val="28"/>
          <w:szCs w:val="28"/>
          <w:u w:val="single"/>
        </w:rPr>
        <w:t xml:space="preserve"> Praha 2022 - 2025</w:t>
      </w:r>
      <w:r w:rsidRPr="007854CF">
        <w:rPr>
          <w:rFonts w:ascii="Verdana" w:hAnsi="Verdana" w:cstheme="minorHAnsi"/>
          <w:b/>
          <w:sz w:val="28"/>
          <w:szCs w:val="28"/>
          <w:u w:val="single"/>
        </w:rPr>
        <w:t>“</w:t>
      </w:r>
    </w:p>
    <w:p w14:paraId="1E4AC4CE" w14:textId="52BBDB9D" w:rsidR="00CC5257" w:rsidRPr="008B5521" w:rsidRDefault="00022D53" w:rsidP="00341112">
      <w:pPr>
        <w:pStyle w:val="acnormal"/>
        <w:widowControl w:val="0"/>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B540A2">
        <w:rPr>
          <w:rFonts w:ascii="Verdana" w:hAnsi="Verdana" w:cstheme="minorHAnsi"/>
          <w:b/>
          <w:sz w:val="22"/>
          <w:u w:val="single"/>
        </w:rPr>
        <w:t>Kupující</w:t>
      </w:r>
      <w:r w:rsidR="00590964">
        <w:rPr>
          <w:rFonts w:ascii="Verdana" w:hAnsi="Verdana" w:cstheme="minorHAnsi"/>
          <w:b/>
          <w:sz w:val="22"/>
          <w:u w:val="single"/>
        </w:rPr>
        <w:t>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118F89C0" w:rsidR="00072FD9" w:rsidRPr="008B5521" w:rsidRDefault="006F1EC7" w:rsidP="00341112">
      <w:pPr>
        <w:pStyle w:val="acnormal"/>
        <w:widowControl w:val="0"/>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00590964">
        <w:rPr>
          <w:rFonts w:ascii="Verdana" w:hAnsi="Verdana" w:cstheme="minorHAnsi"/>
          <w:b/>
          <w:sz w:val="22"/>
          <w:u w:val="single"/>
        </w:rPr>
        <w:t>ho</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762175A7" w14:textId="149C8821" w:rsidR="0022127F" w:rsidRPr="008B5521" w:rsidRDefault="0022127F" w:rsidP="00B30463">
      <w:pPr>
        <w:widowControl w:val="0"/>
        <w:spacing w:before="36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341112">
      <w:pPr>
        <w:widowControl w:val="0"/>
        <w:spacing w:before="240" w:after="120"/>
        <w:jc w:val="both"/>
        <w:rPr>
          <w:rFonts w:ascii="Verdana" w:hAnsi="Verdana" w:cstheme="minorHAnsi"/>
          <w:sz w:val="18"/>
          <w:szCs w:val="18"/>
        </w:rPr>
      </w:pPr>
      <w:proofErr w:type="gramStart"/>
      <w:r w:rsidRPr="008B5521">
        <w:rPr>
          <w:rFonts w:ascii="Verdana" w:hAnsi="Verdana" w:cstheme="minorHAnsi"/>
          <w:sz w:val="18"/>
          <w:szCs w:val="18"/>
        </w:rPr>
        <w:t>mezi:</w:t>
      </w:r>
      <w:proofErr w:type="gramEnd"/>
    </w:p>
    <w:p w14:paraId="5F41349F" w14:textId="5FA44B13"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4A960B1" w14:textId="18F12DB0"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BA0337" w:rsidRPr="00341112">
        <w:rPr>
          <w:rFonts w:ascii="Verdana" w:hAnsi="Verdana" w:cstheme="minorHAnsi"/>
          <w:b/>
          <w:sz w:val="18"/>
          <w:szCs w:val="18"/>
        </w:rPr>
        <w:t>Ing. Vladimírem Filipem, ředitelem Oblastního ředitelství Praha</w:t>
      </w:r>
      <w:r w:rsidR="00BA0337" w:rsidRPr="00BA0337">
        <w:rPr>
          <w:rFonts w:ascii="Verdana" w:hAnsi="Verdana" w:cstheme="minorHAnsi"/>
          <w:sz w:val="18"/>
          <w:szCs w:val="18"/>
        </w:rPr>
        <w:t xml:space="preserve">, na základě pověření č. 2381 ze dne 21. 3. 2018  </w:t>
      </w:r>
      <w:r w:rsidR="00640C8A" w:rsidRPr="008B5521">
        <w:rPr>
          <w:rFonts w:ascii="Verdana" w:hAnsi="Verdana" w:cstheme="minorHAnsi"/>
          <w:sz w:val="18"/>
          <w:szCs w:val="18"/>
        </w:rPr>
        <w:tab/>
      </w:r>
      <w:r w:rsidRPr="008B5521">
        <w:rPr>
          <w:rFonts w:ascii="Verdana" w:hAnsi="Verdana" w:cstheme="minorHAnsi"/>
          <w:sz w:val="18"/>
          <w:szCs w:val="18"/>
        </w:rPr>
        <w:t xml:space="preserve"> </w:t>
      </w:r>
    </w:p>
    <w:p w14:paraId="72F77500" w14:textId="77777777" w:rsidR="00194826" w:rsidRPr="008B5521" w:rsidRDefault="00194826" w:rsidP="00341112">
      <w:pPr>
        <w:widowControl w:val="0"/>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7CE1BF48" w14:textId="77777777" w:rsidR="00840806" w:rsidRDefault="00BA0337" w:rsidP="00341112">
      <w:pPr>
        <w:widowControl w:val="0"/>
        <w:spacing w:before="120" w:after="120"/>
        <w:jc w:val="both"/>
        <w:rPr>
          <w:rFonts w:ascii="Verdana" w:hAnsi="Verdana" w:cstheme="minorHAnsi"/>
          <w:sz w:val="18"/>
          <w:szCs w:val="18"/>
        </w:rPr>
      </w:pPr>
      <w:r w:rsidRPr="00341112">
        <w:rPr>
          <w:rFonts w:ascii="Verdana" w:hAnsi="Verdana" w:cstheme="minorHAnsi"/>
          <w:sz w:val="18"/>
          <w:szCs w:val="18"/>
        </w:rPr>
        <w:t>Správa železnic, státní organizace, Oblastní ředitelství Praha, Partyzánská 24, 170 00 Praha 7</w:t>
      </w:r>
    </w:p>
    <w:p w14:paraId="197747E2" w14:textId="5F87EED1" w:rsidR="00194826" w:rsidRPr="008B5521" w:rsidRDefault="00194826" w:rsidP="00341112">
      <w:pPr>
        <w:widowControl w:val="0"/>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4A8BE17A" w14:textId="77777777" w:rsidR="00BA0337" w:rsidRDefault="009D2396" w:rsidP="00341112">
      <w:pPr>
        <w:pStyle w:val="acnormal"/>
        <w:widowControl w:val="0"/>
        <w:spacing w:line="240" w:lineRule="auto"/>
        <w:rPr>
          <w:rStyle w:val="Hypertextovodkaz"/>
          <w:rFonts w:ascii="Verdana" w:hAnsi="Verdana" w:cstheme="minorHAnsi"/>
          <w:sz w:val="18"/>
          <w:szCs w:val="18"/>
        </w:rPr>
      </w:pPr>
      <w:hyperlink r:id="rId11" w:history="1">
        <w:r w:rsidR="00BA0337" w:rsidRPr="00BC0B33">
          <w:rPr>
            <w:rStyle w:val="Hypertextovodkaz"/>
            <w:rFonts w:ascii="Verdana" w:hAnsi="Verdana" w:cstheme="minorHAnsi"/>
            <w:sz w:val="18"/>
            <w:szCs w:val="18"/>
          </w:rPr>
          <w:t xml:space="preserve">ePodatelnaORPHA@spravazeleznic.cz </w:t>
        </w:r>
      </w:hyperlink>
    </w:p>
    <w:p w14:paraId="1828980C" w14:textId="77777777" w:rsidR="00CC5257" w:rsidRPr="008B5521" w:rsidRDefault="00CC5257" w:rsidP="00341112">
      <w:pPr>
        <w:pStyle w:val="acnormal"/>
        <w:widowControl w:val="0"/>
        <w:spacing w:after="0"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341112">
      <w:pPr>
        <w:pStyle w:val="acnormal"/>
        <w:widowControl w:val="0"/>
        <w:spacing w:line="240" w:lineRule="auto"/>
        <w:rPr>
          <w:rFonts w:ascii="Verdana" w:hAnsi="Verdana" w:cstheme="minorHAnsi"/>
          <w:sz w:val="18"/>
          <w:szCs w:val="18"/>
        </w:rPr>
      </w:pPr>
    </w:p>
    <w:p w14:paraId="71DA9673" w14:textId="77777777" w:rsidR="00F265E8" w:rsidRPr="008B5521" w:rsidRDefault="00CC5257"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341112">
      <w:pPr>
        <w:pStyle w:val="acnormal"/>
        <w:widowControl w:val="0"/>
        <w:spacing w:line="240" w:lineRule="auto"/>
        <w:rPr>
          <w:rFonts w:ascii="Verdana" w:hAnsi="Verdana" w:cstheme="minorHAnsi"/>
          <w:sz w:val="18"/>
          <w:szCs w:val="18"/>
        </w:rPr>
      </w:pPr>
    </w:p>
    <w:p w14:paraId="201FD196" w14:textId="6FE06F32" w:rsidR="00CC5257" w:rsidRPr="008B5521" w:rsidRDefault="00402E9E" w:rsidP="00341112">
      <w:pPr>
        <w:pStyle w:val="acnormal"/>
        <w:widowControl w:val="0"/>
        <w:spacing w:before="0"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18BBEACD" w:rsidR="00402E9E" w:rsidRPr="008B5521" w:rsidRDefault="00402E9E" w:rsidP="00341112">
      <w:pPr>
        <w:pStyle w:val="acnormal"/>
        <w:widowControl w:val="0"/>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588FE3FE" w14:textId="32ADAAD2" w:rsidR="00402E9E" w:rsidRPr="008B5521" w:rsidRDefault="00402E9E" w:rsidP="00341112">
      <w:pPr>
        <w:pStyle w:val="acnormal"/>
        <w:widowControl w:val="0"/>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232A6C5B" w14:textId="789493A9" w:rsidR="00402E9E" w:rsidRPr="008B5521" w:rsidRDefault="00402E9E" w:rsidP="00341112">
      <w:pPr>
        <w:pStyle w:val="acnormal"/>
        <w:widowControl w:val="0"/>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2D8B93CF" w14:textId="3BA5B0E8" w:rsidR="008D7572" w:rsidRPr="008B5521" w:rsidRDefault="008D7572" w:rsidP="00341112">
      <w:pPr>
        <w:widowControl w:val="0"/>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5EB2413E" w14:textId="76E78C3E" w:rsidR="008D7572" w:rsidRPr="008B5521" w:rsidRDefault="00B55BD0" w:rsidP="00341112">
      <w:pPr>
        <w:widowControl w:val="0"/>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777DC794" w14:textId="738ED01E" w:rsidR="00402E9E" w:rsidRPr="008B5521" w:rsidRDefault="000A5BC6"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57372C4D" w:rsidR="00CC5257" w:rsidRPr="008B5521" w:rsidRDefault="000A5BC6" w:rsidP="00341112">
      <w:pPr>
        <w:pStyle w:val="acnormalbold"/>
        <w:widowControl w:val="0"/>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600B6D97" w14:textId="1D06A7AB" w:rsidR="006F3D01" w:rsidRPr="00840806" w:rsidRDefault="006F3D01" w:rsidP="00341112">
      <w:pPr>
        <w:pStyle w:val="acnormal"/>
        <w:widowControl w:val="0"/>
        <w:rPr>
          <w:rFonts w:ascii="Verdana" w:hAnsi="Verdana" w:cstheme="minorHAnsi"/>
          <w:b/>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3178192A" w14:textId="20FCE56C" w:rsidR="006F3D01" w:rsidRDefault="006F3D01" w:rsidP="00341112">
      <w:pPr>
        <w:pStyle w:val="acnormal"/>
        <w:widowControl w:val="0"/>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20FA1DAE" w14:textId="77777777" w:rsidR="00B30463" w:rsidRPr="00061719" w:rsidRDefault="00B30463" w:rsidP="00341112">
      <w:pPr>
        <w:pStyle w:val="acnormal"/>
        <w:widowControl w:val="0"/>
        <w:rPr>
          <w:rFonts w:ascii="Verdana" w:hAnsi="Verdana" w:cstheme="minorHAnsi"/>
          <w:sz w:val="18"/>
          <w:szCs w:val="18"/>
        </w:rPr>
      </w:pPr>
    </w:p>
    <w:p w14:paraId="558A5CE4" w14:textId="77777777" w:rsidR="00574368" w:rsidRPr="008B5521" w:rsidRDefault="00CC5257"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341112">
      <w:pPr>
        <w:pStyle w:val="acnormal"/>
        <w:widowControl w:val="0"/>
        <w:spacing w:line="240" w:lineRule="auto"/>
        <w:rPr>
          <w:rFonts w:ascii="Verdana" w:hAnsi="Verdana" w:cstheme="minorHAnsi"/>
          <w:b/>
          <w:sz w:val="18"/>
          <w:szCs w:val="18"/>
        </w:rPr>
      </w:pPr>
    </w:p>
    <w:p w14:paraId="6D57D423" w14:textId="176B4936" w:rsidR="00CC5257" w:rsidRPr="008B5521" w:rsidRDefault="00E5485A" w:rsidP="00341112">
      <w:pPr>
        <w:pStyle w:val="acnormal"/>
        <w:widowControl w:val="0"/>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2839DC3E" w:rsidR="000C4186" w:rsidRPr="008B5521" w:rsidRDefault="000B560C" w:rsidP="00341112">
      <w:pPr>
        <w:widowControl w:val="0"/>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851819">
        <w:rPr>
          <w:rFonts w:ascii="Verdana" w:hAnsi="Verdana" w:cstheme="minorHAnsi"/>
          <w:sz w:val="18"/>
          <w:szCs w:val="18"/>
        </w:rPr>
        <w:t>zadávacímu řízení na</w:t>
      </w:r>
      <w:r w:rsidR="000A53AE" w:rsidRPr="008B5521">
        <w:rPr>
          <w:rFonts w:ascii="Verdana" w:hAnsi="Verdana" w:cstheme="minorHAnsi"/>
          <w:sz w:val="18"/>
          <w:szCs w:val="18"/>
        </w:rPr>
        <w:t xml:space="preserve"> </w:t>
      </w:r>
      <w:r w:rsidR="005E6DAB" w:rsidRPr="005F2587">
        <w:rPr>
          <w:rFonts w:ascii="Verdana" w:hAnsi="Verdana" w:cstheme="minorHAnsi"/>
          <w:sz w:val="18"/>
          <w:szCs w:val="18"/>
        </w:rPr>
        <w:t>podlimitní sektorov</w:t>
      </w:r>
      <w:r w:rsidR="000A53AE" w:rsidRPr="005F2587">
        <w:rPr>
          <w:rFonts w:ascii="Verdana" w:hAnsi="Verdana" w:cstheme="minorHAnsi"/>
          <w:sz w:val="18"/>
          <w:szCs w:val="18"/>
        </w:rPr>
        <w:t>ou</w:t>
      </w:r>
      <w:r w:rsidR="005E6DAB" w:rsidRPr="005F2587">
        <w:rPr>
          <w:rFonts w:ascii="Verdana" w:hAnsi="Verdana" w:cstheme="minorHAnsi"/>
          <w:sz w:val="18"/>
          <w:szCs w:val="18"/>
        </w:rPr>
        <w:t xml:space="preserve"> veřejn</w:t>
      </w:r>
      <w:r w:rsidR="000A53AE" w:rsidRPr="005F2587">
        <w:rPr>
          <w:rFonts w:ascii="Verdana" w:hAnsi="Verdana" w:cstheme="minorHAnsi"/>
          <w:sz w:val="18"/>
          <w:szCs w:val="18"/>
        </w:rPr>
        <w:t>ou</w:t>
      </w:r>
      <w:r w:rsidR="005E6DAB" w:rsidRPr="005F2587">
        <w:rPr>
          <w:rFonts w:ascii="Verdana" w:hAnsi="Verdana" w:cstheme="minorHAnsi"/>
          <w:sz w:val="18"/>
          <w:szCs w:val="18"/>
        </w:rPr>
        <w:t xml:space="preserve"> zakázk</w:t>
      </w:r>
      <w:r w:rsidR="000A53AE" w:rsidRPr="005F2587">
        <w:rPr>
          <w:rFonts w:ascii="Verdana" w:hAnsi="Verdana" w:cstheme="minorHAnsi"/>
          <w:sz w:val="18"/>
          <w:szCs w:val="18"/>
        </w:rPr>
        <w:t>u</w:t>
      </w:r>
      <w:r w:rsidR="00D919C5" w:rsidRPr="005F2587">
        <w:rPr>
          <w:rFonts w:ascii="Verdana" w:hAnsi="Verdana" w:cstheme="minorHAnsi"/>
          <w:sz w:val="18"/>
          <w:szCs w:val="18"/>
        </w:rPr>
        <w:t xml:space="preserve"> </w:t>
      </w:r>
      <w:r w:rsidR="00030FD1" w:rsidRPr="005F2587">
        <w:rPr>
          <w:rFonts w:ascii="Verdana" w:hAnsi="Verdana" w:cstheme="minorHAnsi"/>
          <w:sz w:val="18"/>
          <w:szCs w:val="18"/>
        </w:rPr>
        <w:t>zadávan</w:t>
      </w:r>
      <w:r w:rsidR="000A53AE" w:rsidRPr="005F2587">
        <w:rPr>
          <w:rFonts w:ascii="Verdana" w:hAnsi="Verdana" w:cstheme="minorHAnsi"/>
          <w:sz w:val="18"/>
          <w:szCs w:val="18"/>
        </w:rPr>
        <w:t>ou</w:t>
      </w:r>
      <w:r w:rsidR="00030FD1" w:rsidRPr="005F2587">
        <w:rPr>
          <w:rFonts w:ascii="Verdana" w:hAnsi="Verdana" w:cstheme="minorHAnsi"/>
          <w:sz w:val="18"/>
          <w:szCs w:val="18"/>
        </w:rPr>
        <w:t xml:space="preserve"> </w:t>
      </w:r>
      <w:r w:rsidR="005F2587">
        <w:rPr>
          <w:rFonts w:ascii="Verdana" w:hAnsi="Verdana" w:cstheme="minorHAnsi"/>
          <w:sz w:val="18"/>
          <w:szCs w:val="18"/>
        </w:rPr>
        <w:t>mimo režim zákona</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5F2587">
        <w:rPr>
          <w:rFonts w:ascii="Verdana" w:hAnsi="Verdana" w:cstheme="minorHAnsi"/>
          <w:sz w:val="18"/>
          <w:szCs w:val="18"/>
        </w:rPr>
        <w:t>„</w:t>
      </w:r>
      <w:r w:rsidR="005F2587" w:rsidRPr="005F2587">
        <w:rPr>
          <w:rFonts w:ascii="Verdana" w:eastAsia="Verdana" w:hAnsi="Verdana" w:cs="Arial"/>
          <w:sz w:val="18"/>
          <w:szCs w:val="18"/>
        </w:rPr>
        <w:t xml:space="preserve">Dodávka návěstidel pro pomalou jízdu pro </w:t>
      </w:r>
      <w:proofErr w:type="gramStart"/>
      <w:r w:rsidR="005F2587" w:rsidRPr="005F2587">
        <w:rPr>
          <w:rFonts w:ascii="Verdana" w:eastAsia="Verdana" w:hAnsi="Verdana" w:cs="Arial"/>
          <w:sz w:val="18"/>
          <w:szCs w:val="18"/>
        </w:rPr>
        <w:t>OŘ</w:t>
      </w:r>
      <w:proofErr w:type="gramEnd"/>
      <w:r w:rsidR="005F2587" w:rsidRPr="005F2587">
        <w:rPr>
          <w:rFonts w:ascii="Verdana" w:eastAsia="Verdana" w:hAnsi="Verdana" w:cs="Arial"/>
          <w:sz w:val="18"/>
          <w:szCs w:val="18"/>
        </w:rPr>
        <w:t xml:space="preserve"> Praha 2022 </w:t>
      </w:r>
      <w:r w:rsidR="005F2587">
        <w:rPr>
          <w:rFonts w:ascii="Verdana" w:eastAsia="Verdana" w:hAnsi="Verdana" w:cs="Arial"/>
          <w:sz w:val="18"/>
          <w:szCs w:val="18"/>
        </w:rPr>
        <w:t>–</w:t>
      </w:r>
      <w:r w:rsidR="005F2587" w:rsidRPr="005F2587">
        <w:rPr>
          <w:rFonts w:ascii="Verdana" w:eastAsia="Verdana" w:hAnsi="Verdana" w:cs="Arial"/>
          <w:sz w:val="18"/>
          <w:szCs w:val="18"/>
        </w:rPr>
        <w:t xml:space="preserve"> 2025</w:t>
      </w:r>
      <w:r w:rsidR="005F2587">
        <w:rPr>
          <w:rFonts w:ascii="Verdana" w:eastAsia="Verdana" w:hAnsi="Verdana" w:cs="Arial"/>
          <w:sz w:val="18"/>
          <w:szCs w:val="18"/>
        </w:rPr>
        <w:t>“</w:t>
      </w:r>
      <w:r w:rsidRPr="008B5521">
        <w:rPr>
          <w:rFonts w:ascii="Verdana" w:hAnsi="Verdana" w:cstheme="minorHAnsi"/>
          <w:sz w:val="18"/>
          <w:szCs w:val="18"/>
        </w:rPr>
        <w:t xml:space="preserve">, </w:t>
      </w:r>
      <w:r w:rsidR="00655ABD">
        <w:rPr>
          <w:rFonts w:ascii="Verdana" w:hAnsi="Verdana" w:cstheme="minorHAnsi"/>
          <w:sz w:val="18"/>
          <w:szCs w:val="18"/>
        </w:rPr>
        <w:t xml:space="preserve">       </w:t>
      </w:r>
      <w:r w:rsidRPr="008B5521">
        <w:rPr>
          <w:rFonts w:ascii="Verdana" w:hAnsi="Verdana" w:cstheme="minorHAnsi"/>
          <w:sz w:val="18"/>
          <w:szCs w:val="18"/>
        </w:rPr>
        <w:t xml:space="preserve">č.j. </w:t>
      </w:r>
      <w:r w:rsidR="005F2587">
        <w:rPr>
          <w:rFonts w:ascii="Verdana" w:hAnsi="Verdana" w:cstheme="minorHAnsi"/>
          <w:sz w:val="18"/>
          <w:szCs w:val="18"/>
        </w:rPr>
        <w:t>39685/2022-SŽ-OŘ PHA-</w:t>
      </w:r>
      <w:r w:rsidR="00655ABD">
        <w:rPr>
          <w:rFonts w:ascii="Verdana" w:hAnsi="Verdana" w:cstheme="minorHAnsi"/>
          <w:sz w:val="18"/>
          <w:szCs w:val="18"/>
        </w:rPr>
        <w:t>OVZ</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341112">
      <w:pPr>
        <w:pStyle w:val="acnormalbulleted"/>
        <w:widowControl w:val="0"/>
        <w:ind w:left="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7D21D6E1" w:rsidR="000B560C" w:rsidRPr="008B5521" w:rsidRDefault="00893290" w:rsidP="00341112">
      <w:pPr>
        <w:pStyle w:val="acnormalbulleted"/>
        <w:widowControl w:val="0"/>
        <w:ind w:left="426"/>
        <w:rPr>
          <w:rFonts w:ascii="Verdana" w:eastAsia="Times New Roman" w:hAnsi="Verdana" w:cstheme="minorHAnsi"/>
          <w:sz w:val="18"/>
          <w:szCs w:val="18"/>
          <w:lang w:eastAsia="cs-CZ"/>
        </w:rPr>
      </w:pPr>
      <w:r w:rsidRPr="008B5521">
        <w:rPr>
          <w:rFonts w:ascii="Verdana" w:hAnsi="Verdana" w:cstheme="minorHAnsi"/>
          <w:sz w:val="18"/>
          <w:szCs w:val="18"/>
        </w:rPr>
        <w:t>Předmětem dílčích veřejných zakázek bude dodá</w:t>
      </w:r>
      <w:r w:rsidRPr="005F2587">
        <w:rPr>
          <w:rFonts w:ascii="Verdana" w:hAnsi="Verdana" w:cstheme="minorHAnsi"/>
          <w:sz w:val="18"/>
          <w:szCs w:val="18"/>
        </w:rPr>
        <w:t xml:space="preserve">vka zboží uvedeného v  </w:t>
      </w:r>
      <w:r w:rsidR="005F2587" w:rsidRPr="005F2587">
        <w:rPr>
          <w:rFonts w:ascii="Verdana" w:hAnsi="Verdana" w:cstheme="minorHAnsi"/>
          <w:sz w:val="18"/>
          <w:szCs w:val="18"/>
          <w:lang w:eastAsia="cs-CZ"/>
        </w:rPr>
        <w:t>Jednotkové</w:t>
      </w:r>
      <w:r w:rsidR="002212BC">
        <w:rPr>
          <w:rFonts w:ascii="Verdana" w:hAnsi="Verdana" w:cstheme="minorHAnsi"/>
          <w:sz w:val="18"/>
          <w:szCs w:val="18"/>
          <w:lang w:eastAsia="cs-CZ"/>
        </w:rPr>
        <w:t>m ceníku, který je přílohou č. 3</w:t>
      </w:r>
      <w:r w:rsidR="005F2587" w:rsidRPr="005F2587">
        <w:rPr>
          <w:rFonts w:ascii="Verdana" w:hAnsi="Verdana" w:cstheme="minorHAnsi"/>
          <w:sz w:val="18"/>
          <w:szCs w:val="18"/>
          <w:lang w:eastAsia="cs-CZ"/>
        </w:rPr>
        <w:t xml:space="preserve"> této Rámcové dohody a Specifikaci předmětu rámcové dohody, která je přílohou č. 2 této Rámcové dohody.</w:t>
      </w:r>
    </w:p>
    <w:p w14:paraId="2CFF8FE0" w14:textId="4C4BE868" w:rsidR="00893290"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331CDDD" w:rsidR="00893290" w:rsidRPr="008B5521" w:rsidRDefault="00893290" w:rsidP="00341112">
      <w:pPr>
        <w:pStyle w:val="acnormalbulleted"/>
        <w:widowControl w:val="0"/>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59D4ACE7" w:rsidR="00B74412" w:rsidRPr="008B5521" w:rsidRDefault="00D608AA" w:rsidP="00341112">
      <w:pPr>
        <w:pStyle w:val="acnormalbulleted"/>
        <w:widowControl w:val="0"/>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74FE03C6" w14:textId="37B607A6" w:rsidR="00C23907" w:rsidRPr="008B5521" w:rsidRDefault="00B74412" w:rsidP="00C23907">
      <w:pPr>
        <w:pStyle w:val="acnormal"/>
        <w:widowControl w:val="0"/>
        <w:ind w:left="360"/>
        <w:rPr>
          <w:rFonts w:ascii="Verdana" w:hAnsi="Verdana"/>
          <w:sz w:val="18"/>
          <w:szCs w:val="18"/>
        </w:rPr>
      </w:pPr>
      <w:r w:rsidRPr="008B5521">
        <w:rPr>
          <w:rFonts w:ascii="Verdana" w:hAnsi="Verdana"/>
          <w:sz w:val="18"/>
          <w:szCs w:val="18"/>
        </w:rPr>
        <w:t xml:space="preserve">Kupující: </w:t>
      </w:r>
      <w:hyperlink r:id="rId12" w:history="1">
        <w:r w:rsidR="00C23907" w:rsidRPr="00C23907">
          <w:rPr>
            <w:rStyle w:val="Hypertextovodkaz"/>
            <w:rFonts w:ascii="Verdana" w:hAnsi="Verdana"/>
            <w:sz w:val="18"/>
            <w:szCs w:val="18"/>
          </w:rPr>
          <w:t>Zitova@spravazeleznic.cz</w:t>
        </w:r>
      </w:hyperlink>
    </w:p>
    <w:p w14:paraId="5BAAA81D" w14:textId="491B2FF6" w:rsidR="00B74412" w:rsidRPr="008B5521" w:rsidRDefault="00B74412" w:rsidP="00341112">
      <w:pPr>
        <w:pStyle w:val="acnormal"/>
        <w:widowControl w:val="0"/>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18C4544E" w14:textId="38459832" w:rsidR="00893290" w:rsidRPr="008B5521" w:rsidRDefault="00893290" w:rsidP="00341112">
      <w:pPr>
        <w:pStyle w:val="acnormalbulleted"/>
        <w:widowControl w:val="0"/>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1C30B677" w:rsidR="00893290"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95208A">
        <w:rPr>
          <w:rFonts w:ascii="Verdana" w:hAnsi="Verdana" w:cstheme="minorHAnsi"/>
          <w:sz w:val="18"/>
          <w:szCs w:val="18"/>
        </w:rPr>
        <w:t xml:space="preserve">cenu za plnění dílčí smlouvy vypočtenou dle jednotkových cen v příloze č. </w:t>
      </w:r>
      <w:r w:rsidR="0095208A" w:rsidRPr="0095208A">
        <w:rPr>
          <w:rFonts w:ascii="Verdana" w:hAnsi="Verdana" w:cstheme="minorHAnsi"/>
          <w:sz w:val="18"/>
          <w:szCs w:val="18"/>
        </w:rPr>
        <w:t>4</w:t>
      </w:r>
      <w:r w:rsidR="007465F2" w:rsidRPr="0095208A">
        <w:rPr>
          <w:rFonts w:ascii="Verdana" w:hAnsi="Verdana" w:cstheme="minorHAnsi"/>
          <w:sz w:val="18"/>
          <w:szCs w:val="18"/>
        </w:rPr>
        <w:t xml:space="preserve"> </w:t>
      </w:r>
      <w:r w:rsidRPr="0095208A">
        <w:rPr>
          <w:rFonts w:ascii="Verdana" w:hAnsi="Verdana" w:cstheme="minorHAnsi"/>
          <w:sz w:val="18"/>
          <w:szCs w:val="18"/>
        </w:rPr>
        <w:t xml:space="preserve">této </w:t>
      </w:r>
      <w:r w:rsidR="00881560" w:rsidRPr="0095208A">
        <w:rPr>
          <w:rFonts w:ascii="Verdana" w:hAnsi="Verdana" w:cstheme="minorHAnsi"/>
          <w:sz w:val="18"/>
          <w:szCs w:val="18"/>
        </w:rPr>
        <w:t>Rámcové</w:t>
      </w:r>
      <w:r w:rsidRPr="0095208A">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3D4B4B9" w14:textId="77777777" w:rsidR="00B30463" w:rsidRPr="0095208A" w:rsidRDefault="00B30463" w:rsidP="00B30463">
      <w:pPr>
        <w:widowControl w:val="0"/>
        <w:tabs>
          <w:tab w:val="left" w:pos="0"/>
        </w:tabs>
        <w:spacing w:after="0" w:line="360" w:lineRule="auto"/>
        <w:ind w:left="1434"/>
        <w:jc w:val="both"/>
        <w:rPr>
          <w:rFonts w:ascii="Verdana" w:hAnsi="Verdana" w:cstheme="minorHAnsi"/>
          <w:sz w:val="18"/>
          <w:szCs w:val="18"/>
        </w:rPr>
      </w:pPr>
    </w:p>
    <w:p w14:paraId="14F2B427" w14:textId="007D08AF"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lastRenderedPageBreak/>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341112">
      <w:pPr>
        <w:pStyle w:val="acnormalbulleted"/>
        <w:widowControl w:val="0"/>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7E8FDC0B" w:rsidR="00FF14B8" w:rsidRDefault="00D608AA" w:rsidP="00341112">
      <w:pPr>
        <w:pStyle w:val="Odstavecseseznamem"/>
        <w:widowControl w:val="0"/>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9232C0">
        <w:rPr>
          <w:rFonts w:ascii="Verdana" w:hAnsi="Verdana" w:cstheme="minorHAnsi"/>
          <w:sz w:val="18"/>
          <w:szCs w:val="18"/>
        </w:rPr>
        <w:t>2</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2FC2B708" w14:textId="77777777" w:rsidR="005E1F4C" w:rsidRDefault="005E1F4C" w:rsidP="00341112">
      <w:pPr>
        <w:pStyle w:val="Odstavecseseznamem"/>
        <w:widowControl w:val="0"/>
        <w:ind w:left="360"/>
        <w:jc w:val="both"/>
        <w:rPr>
          <w:rFonts w:ascii="Verdana" w:hAnsi="Verdana" w:cstheme="minorHAnsi"/>
          <w:sz w:val="18"/>
          <w:szCs w:val="18"/>
        </w:rPr>
      </w:pPr>
    </w:p>
    <w:p w14:paraId="7044594C" w14:textId="4AD9F5B5" w:rsidR="00893290" w:rsidRPr="0099628D" w:rsidRDefault="00FF14B8" w:rsidP="00341112">
      <w:pPr>
        <w:pStyle w:val="Odstavecseseznamem"/>
        <w:widowControl w:val="0"/>
        <w:numPr>
          <w:ilvl w:val="0"/>
          <w:numId w:val="3"/>
        </w:numPr>
        <w:jc w:val="both"/>
        <w:rPr>
          <w:rFonts w:ascii="Verdana" w:hAnsi="Verdana" w:cstheme="minorHAnsi"/>
          <w:sz w:val="18"/>
          <w:szCs w:val="18"/>
        </w:rPr>
      </w:pPr>
      <w:r w:rsidRPr="0099628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9628D">
        <w:rPr>
          <w:rFonts w:ascii="Verdana" w:hAnsi="Verdana" w:cstheme="minorHAnsi"/>
          <w:sz w:val="18"/>
          <w:szCs w:val="18"/>
        </w:rPr>
        <w:t>ust</w:t>
      </w:r>
      <w:proofErr w:type="spellEnd"/>
      <w:r w:rsidRPr="0099628D">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w:t>
      </w:r>
      <w:r w:rsidR="00497D84" w:rsidRPr="0099628D">
        <w:rPr>
          <w:rFonts w:ascii="Verdana" w:hAnsi="Verdana" w:cstheme="minorHAnsi"/>
          <w:sz w:val="18"/>
          <w:szCs w:val="18"/>
        </w:rPr>
        <w:t xml:space="preserve"> článku </w:t>
      </w:r>
      <w:r w:rsidRPr="0099628D">
        <w:rPr>
          <w:rFonts w:ascii="Verdana" w:hAnsi="Verdana" w:cstheme="minorHAnsi"/>
          <w:sz w:val="18"/>
          <w:szCs w:val="18"/>
        </w:rPr>
        <w:t xml:space="preserve">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w:t>
      </w:r>
      <w:r w:rsidRPr="0095208A">
        <w:rPr>
          <w:rFonts w:ascii="Verdana" w:hAnsi="Verdana" w:cstheme="minorHAnsi"/>
          <w:sz w:val="18"/>
          <w:szCs w:val="18"/>
        </w:rPr>
        <w:t xml:space="preserve">výši </w:t>
      </w:r>
      <w:r w:rsidR="00300F2D">
        <w:rPr>
          <w:rFonts w:ascii="Verdana" w:hAnsi="Verdana" w:cstheme="minorHAnsi"/>
          <w:sz w:val="18"/>
          <w:szCs w:val="18"/>
        </w:rPr>
        <w:t>30</w:t>
      </w:r>
      <w:r w:rsidRPr="0095208A">
        <w:rPr>
          <w:rFonts w:ascii="Verdana" w:hAnsi="Verdana" w:cstheme="minorHAnsi"/>
          <w:sz w:val="18"/>
          <w:szCs w:val="18"/>
        </w:rPr>
        <w:t xml:space="preserve"> % z</w:t>
      </w:r>
      <w:r w:rsidRPr="0099628D">
        <w:rPr>
          <w:rFonts w:ascii="Verdana" w:hAnsi="Verdana" w:cstheme="minorHAnsi"/>
          <w:sz w:val="18"/>
          <w:szCs w:val="18"/>
        </w:rPr>
        <w:t xml:space="preserve"> ceny za plnění budoucí dílčí smlouvy, kterou </w:t>
      </w:r>
      <w:r w:rsidR="00ED42A7" w:rsidRPr="0099628D">
        <w:rPr>
          <w:rFonts w:ascii="Verdana" w:hAnsi="Verdana" w:cstheme="minorHAnsi"/>
          <w:sz w:val="18"/>
          <w:szCs w:val="18"/>
        </w:rPr>
        <w:t>Prodá</w:t>
      </w:r>
      <w:r w:rsidRPr="0099628D">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99628D">
        <w:t xml:space="preserve"> </w:t>
      </w:r>
      <w:r w:rsidRPr="0099628D">
        <w:rPr>
          <w:rFonts w:ascii="Verdana" w:hAnsi="Verdana" w:cstheme="minorHAnsi"/>
          <w:sz w:val="18"/>
          <w:szCs w:val="18"/>
        </w:rPr>
        <w:t>Ustanovení bodu 89 obchodních podmínek se uplatní i v tomto případě.</w:t>
      </w:r>
      <w:r w:rsidR="00893290" w:rsidRPr="0099628D">
        <w:rPr>
          <w:rFonts w:ascii="Verdana" w:hAnsi="Verdana" w:cstheme="minorHAnsi"/>
          <w:sz w:val="18"/>
          <w:szCs w:val="18"/>
        </w:rPr>
        <w:t xml:space="preserve"> </w:t>
      </w:r>
    </w:p>
    <w:p w14:paraId="09229F7D" w14:textId="70A6F8BB" w:rsidR="00CC5257"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42E28925" w14:textId="57839F8B" w:rsidR="00FA012C" w:rsidRPr="008B5521" w:rsidRDefault="00FA012C" w:rsidP="00FA012C">
      <w:pPr>
        <w:pStyle w:val="acnormalbulleted"/>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Rámcová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155F42">
        <w:rPr>
          <w:rFonts w:ascii="Verdana" w:eastAsiaTheme="majorEastAsia" w:hAnsi="Verdana" w:cstheme="minorHAnsi"/>
          <w:bCs/>
          <w:sz w:val="18"/>
          <w:szCs w:val="18"/>
        </w:rPr>
        <w:t>od nabytí její účinnosti uveřejněním v Registru smluv do 05. 02. 2025</w:t>
      </w:r>
      <w:r w:rsidRPr="008B5521">
        <w:rPr>
          <w:rFonts w:ascii="Verdana" w:eastAsiaTheme="majorEastAsia" w:hAnsi="Verdana" w:cstheme="minorHAnsi"/>
          <w:bCs/>
          <w:sz w:val="18"/>
          <w:szCs w:val="18"/>
        </w:rPr>
        <w:t xml:space="preserve">, </w:t>
      </w:r>
      <w:r w:rsidRPr="00EA6F47">
        <w:rPr>
          <w:rFonts w:ascii="Verdana" w:hAnsi="Verdana" w:cstheme="minorHAnsi"/>
          <w:sz w:val="18"/>
          <w:szCs w:val="18"/>
        </w:rPr>
        <w:t>anebo do doby uzavření dílčí smlouvy, na základě které dojde k objednání zboží dle této Rámcové dohody (v součtu všech dílčích smluv) v částce převyšujíc</w:t>
      </w:r>
      <w:r w:rsidRPr="00E50AC3">
        <w:rPr>
          <w:rFonts w:ascii="Verdana" w:hAnsi="Verdana" w:cstheme="minorHAnsi"/>
          <w:sz w:val="18"/>
          <w:szCs w:val="18"/>
        </w:rPr>
        <w:t xml:space="preserve">í </w:t>
      </w:r>
      <w:r w:rsidR="00193441" w:rsidRPr="00D00DDF">
        <w:rPr>
          <w:rFonts w:ascii="Verdana" w:hAnsi="Verdana" w:cstheme="minorHAnsi"/>
          <w:sz w:val="18"/>
          <w:szCs w:val="18"/>
        </w:rPr>
        <w:t>7</w:t>
      </w:r>
      <w:r w:rsidR="00E50AC3" w:rsidRPr="00D00DDF">
        <w:rPr>
          <w:rFonts w:ascii="Verdana" w:hAnsi="Verdana" w:cstheme="minorHAnsi"/>
          <w:sz w:val="18"/>
          <w:szCs w:val="18"/>
        </w:rPr>
        <w:t>00 000</w:t>
      </w:r>
      <w:r w:rsidRPr="00D00DDF">
        <w:rPr>
          <w:rFonts w:ascii="Verdana" w:hAnsi="Verdana" w:cstheme="minorHAnsi"/>
          <w:sz w:val="18"/>
          <w:szCs w:val="18"/>
        </w:rPr>
        <w:t>,- Kč</w:t>
      </w:r>
      <w:r w:rsidRPr="00D00DDF">
        <w:rPr>
          <w:rFonts w:ascii="Verdana" w:hAnsi="Verdana" w:cstheme="minorHAnsi"/>
          <w:b/>
          <w:sz w:val="18"/>
          <w:szCs w:val="18"/>
        </w:rPr>
        <w:t xml:space="preserve"> </w:t>
      </w:r>
      <w:r w:rsidRPr="00D00DDF">
        <w:rPr>
          <w:rFonts w:ascii="Verdana" w:hAnsi="Verdana" w:cstheme="minorHAnsi"/>
          <w:sz w:val="18"/>
          <w:szCs w:val="18"/>
        </w:rPr>
        <w:t xml:space="preserve">bez DPH. </w:t>
      </w:r>
      <w:r w:rsidRPr="00EA6F47">
        <w:rPr>
          <w:rFonts w:ascii="Verdana" w:hAnsi="Verdana" w:cstheme="minorHAnsi"/>
          <w:sz w:val="18"/>
          <w:szCs w:val="18"/>
        </w:rPr>
        <w:t>V 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 přesahující částku</w:t>
      </w:r>
      <w:r w:rsidRPr="00E50AC3">
        <w:rPr>
          <w:rFonts w:ascii="Verdana" w:hAnsi="Verdana" w:cstheme="minorHAnsi"/>
          <w:sz w:val="18"/>
          <w:szCs w:val="18"/>
        </w:rPr>
        <w:t xml:space="preserve"> </w:t>
      </w:r>
      <w:r w:rsidR="00F755F7">
        <w:rPr>
          <w:rFonts w:ascii="Verdana" w:hAnsi="Verdana" w:cstheme="minorHAnsi"/>
          <w:sz w:val="18"/>
          <w:szCs w:val="18"/>
        </w:rPr>
        <w:t>740 000</w:t>
      </w:r>
      <w:r w:rsidRPr="00E50AC3">
        <w:rPr>
          <w:rFonts w:ascii="Verdana" w:hAnsi="Verdana" w:cstheme="minorHAnsi"/>
          <w:sz w:val="18"/>
          <w:szCs w:val="18"/>
        </w:rPr>
        <w:t>,- Kč</w:t>
      </w:r>
      <w:r w:rsidRPr="00E50AC3">
        <w:rPr>
          <w:rFonts w:ascii="Verdana" w:hAnsi="Verdana" w:cstheme="minorHAnsi"/>
          <w:b/>
          <w:sz w:val="18"/>
          <w:szCs w:val="18"/>
        </w:rPr>
        <w:t xml:space="preserve"> </w:t>
      </w:r>
      <w:r w:rsidRPr="00E50AC3">
        <w:rPr>
          <w:rFonts w:ascii="Verdana" w:hAnsi="Verdana" w:cstheme="minorHAnsi"/>
          <w:sz w:val="18"/>
          <w:szCs w:val="18"/>
        </w:rPr>
        <w:t>bez DPH</w:t>
      </w:r>
      <w:r w:rsidRPr="00E50AC3">
        <w:rPr>
          <w:rFonts w:ascii="Verdana" w:eastAsiaTheme="majorEastAsia" w:hAnsi="Verdana" w:cstheme="minorHAnsi"/>
          <w:bCs/>
          <w:sz w:val="18"/>
          <w:szCs w:val="18"/>
        </w:rPr>
        <w:t>.</w:t>
      </w:r>
    </w:p>
    <w:p w14:paraId="7EC44902" w14:textId="6BA09A90" w:rsidR="00062B10" w:rsidRPr="00835112" w:rsidRDefault="00D608AA" w:rsidP="00341112">
      <w:pPr>
        <w:pStyle w:val="acnormalbulleted"/>
        <w:widowControl w:val="0"/>
        <w:numPr>
          <w:ilvl w:val="0"/>
          <w:numId w:val="1"/>
        </w:numPr>
        <w:tabs>
          <w:tab w:val="clear" w:pos="426"/>
        </w:tabs>
        <w:rPr>
          <w:rFonts w:ascii="Verdana" w:hAnsi="Verdana" w:cstheme="minorHAnsi"/>
          <w:sz w:val="18"/>
          <w:szCs w:val="18"/>
        </w:rPr>
      </w:pPr>
      <w:r w:rsidRPr="00835112">
        <w:rPr>
          <w:rFonts w:ascii="Verdana" w:hAnsi="Verdana" w:cstheme="minorHAnsi"/>
          <w:sz w:val="18"/>
          <w:szCs w:val="18"/>
        </w:rPr>
        <w:t>Míst</w:t>
      </w:r>
      <w:r w:rsidR="00474AD3" w:rsidRPr="00835112">
        <w:rPr>
          <w:rFonts w:ascii="Verdana" w:hAnsi="Verdana" w:cstheme="minorHAnsi"/>
          <w:sz w:val="18"/>
          <w:szCs w:val="18"/>
        </w:rPr>
        <w:t>o</w:t>
      </w:r>
      <w:r w:rsidRPr="00835112">
        <w:rPr>
          <w:rFonts w:ascii="Verdana" w:hAnsi="Verdana" w:cstheme="minorHAnsi"/>
          <w:sz w:val="18"/>
          <w:szCs w:val="18"/>
        </w:rPr>
        <w:t xml:space="preserve"> plnění dílčích smluv je</w:t>
      </w:r>
      <w:r w:rsidR="00835112" w:rsidRPr="00835112">
        <w:rPr>
          <w:rFonts w:ascii="Verdana" w:hAnsi="Verdana" w:cstheme="minorHAnsi"/>
          <w:sz w:val="18"/>
          <w:szCs w:val="18"/>
        </w:rPr>
        <w:t>:</w:t>
      </w:r>
    </w:p>
    <w:tbl>
      <w:tblPr>
        <w:tblW w:w="7100" w:type="dxa"/>
        <w:tblInd w:w="279" w:type="dxa"/>
        <w:tblCellMar>
          <w:left w:w="70" w:type="dxa"/>
          <w:right w:w="70" w:type="dxa"/>
        </w:tblCellMar>
        <w:tblLook w:val="04A0" w:firstRow="1" w:lastRow="0" w:firstColumn="1" w:lastColumn="0" w:noHBand="0" w:noVBand="1"/>
      </w:tblPr>
      <w:tblGrid>
        <w:gridCol w:w="2880"/>
        <w:gridCol w:w="4220"/>
      </w:tblGrid>
      <w:tr w:rsidR="00835112" w:rsidRPr="00835112" w14:paraId="25A779D2" w14:textId="77777777" w:rsidTr="00835112">
        <w:trPr>
          <w:trHeight w:val="255"/>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E070B1" w14:textId="77777777" w:rsidR="00835112" w:rsidRPr="00835112" w:rsidRDefault="00835112" w:rsidP="00835112">
            <w:pPr>
              <w:spacing w:after="0" w:line="240" w:lineRule="auto"/>
              <w:rPr>
                <w:rFonts w:ascii="Arial CE" w:eastAsia="Times New Roman" w:hAnsi="Arial CE" w:cs="Arial CE"/>
                <w:b/>
                <w:bCs/>
                <w:szCs w:val="20"/>
                <w:lang w:eastAsia="cs-CZ"/>
              </w:rPr>
            </w:pPr>
            <w:r w:rsidRPr="00835112">
              <w:rPr>
                <w:rFonts w:ascii="Arial CE" w:eastAsia="Times New Roman" w:hAnsi="Arial CE" w:cs="Arial CE"/>
                <w:b/>
                <w:bCs/>
                <w:szCs w:val="20"/>
                <w:lang w:eastAsia="cs-CZ"/>
              </w:rPr>
              <w:t>TO Lochovice</w:t>
            </w:r>
          </w:p>
        </w:tc>
        <w:tc>
          <w:tcPr>
            <w:tcW w:w="4220" w:type="dxa"/>
            <w:tcBorders>
              <w:top w:val="single" w:sz="4" w:space="0" w:color="auto"/>
              <w:left w:val="nil"/>
              <w:bottom w:val="single" w:sz="4" w:space="0" w:color="auto"/>
              <w:right w:val="single" w:sz="4" w:space="0" w:color="auto"/>
            </w:tcBorders>
            <w:shd w:val="clear" w:color="auto" w:fill="auto"/>
            <w:noWrap/>
            <w:vAlign w:val="bottom"/>
            <w:hideMark/>
          </w:tcPr>
          <w:p w14:paraId="125017A3" w14:textId="77777777" w:rsidR="00835112" w:rsidRPr="00835112" w:rsidRDefault="00835112" w:rsidP="00835112">
            <w:pPr>
              <w:spacing w:after="0" w:line="240" w:lineRule="auto"/>
              <w:rPr>
                <w:rFonts w:ascii="Arial CE" w:eastAsia="Times New Roman" w:hAnsi="Arial CE" w:cs="Arial CE"/>
                <w:szCs w:val="20"/>
                <w:lang w:eastAsia="cs-CZ"/>
              </w:rPr>
            </w:pPr>
            <w:r w:rsidRPr="00835112">
              <w:rPr>
                <w:rFonts w:ascii="Arial CE" w:eastAsia="Times New Roman" w:hAnsi="Arial CE" w:cs="Arial CE"/>
                <w:szCs w:val="20"/>
                <w:lang w:eastAsia="cs-CZ"/>
              </w:rPr>
              <w:t>Lochovice 13, 267 23, Lochovice</w:t>
            </w:r>
          </w:p>
        </w:tc>
      </w:tr>
      <w:tr w:rsidR="00835112" w:rsidRPr="00835112" w14:paraId="578418FD" w14:textId="77777777" w:rsidTr="00835112">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24F92A35" w14:textId="77777777" w:rsidR="00835112" w:rsidRPr="00835112" w:rsidRDefault="00835112" w:rsidP="00835112">
            <w:pPr>
              <w:spacing w:after="0" w:line="240" w:lineRule="auto"/>
              <w:rPr>
                <w:rFonts w:ascii="Arial CE" w:eastAsia="Times New Roman" w:hAnsi="Arial CE" w:cs="Arial CE"/>
                <w:b/>
                <w:bCs/>
                <w:szCs w:val="20"/>
                <w:lang w:eastAsia="cs-CZ"/>
              </w:rPr>
            </w:pPr>
            <w:r w:rsidRPr="00835112">
              <w:rPr>
                <w:rFonts w:ascii="Arial CE" w:eastAsia="Times New Roman" w:hAnsi="Arial CE" w:cs="Arial CE"/>
                <w:b/>
                <w:bCs/>
                <w:szCs w:val="20"/>
                <w:lang w:eastAsia="cs-CZ"/>
              </w:rPr>
              <w:t>TO Praha Braník</w:t>
            </w:r>
          </w:p>
        </w:tc>
        <w:tc>
          <w:tcPr>
            <w:tcW w:w="4220" w:type="dxa"/>
            <w:tcBorders>
              <w:top w:val="nil"/>
              <w:left w:val="nil"/>
              <w:bottom w:val="single" w:sz="4" w:space="0" w:color="auto"/>
              <w:right w:val="single" w:sz="4" w:space="0" w:color="auto"/>
            </w:tcBorders>
            <w:shd w:val="clear" w:color="auto" w:fill="auto"/>
            <w:noWrap/>
            <w:vAlign w:val="bottom"/>
            <w:hideMark/>
          </w:tcPr>
          <w:p w14:paraId="05D50095" w14:textId="77777777" w:rsidR="00835112" w:rsidRPr="00835112" w:rsidRDefault="00835112" w:rsidP="00835112">
            <w:pPr>
              <w:spacing w:after="0" w:line="240" w:lineRule="auto"/>
              <w:rPr>
                <w:rFonts w:ascii="Arial CE" w:eastAsia="Times New Roman" w:hAnsi="Arial CE" w:cs="Arial CE"/>
                <w:szCs w:val="20"/>
                <w:lang w:eastAsia="cs-CZ"/>
              </w:rPr>
            </w:pPr>
            <w:r w:rsidRPr="00835112">
              <w:rPr>
                <w:rFonts w:ascii="Arial CE" w:eastAsia="Times New Roman" w:hAnsi="Arial CE" w:cs="Arial CE"/>
                <w:szCs w:val="20"/>
                <w:lang w:eastAsia="cs-CZ"/>
              </w:rPr>
              <w:t xml:space="preserve">Pikovická 2, 140 00, Praha 4 </w:t>
            </w:r>
          </w:p>
        </w:tc>
      </w:tr>
      <w:tr w:rsidR="00835112" w:rsidRPr="00835112" w14:paraId="379C28AC" w14:textId="77777777" w:rsidTr="00835112">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1BF78FB" w14:textId="77777777" w:rsidR="00835112" w:rsidRPr="00835112" w:rsidRDefault="00835112" w:rsidP="00835112">
            <w:pPr>
              <w:spacing w:after="0" w:line="240" w:lineRule="auto"/>
              <w:rPr>
                <w:rFonts w:ascii="Arial CE" w:eastAsia="Times New Roman" w:hAnsi="Arial CE" w:cs="Arial CE"/>
                <w:b/>
                <w:bCs/>
                <w:szCs w:val="20"/>
                <w:lang w:eastAsia="cs-CZ"/>
              </w:rPr>
            </w:pPr>
            <w:r w:rsidRPr="00835112">
              <w:rPr>
                <w:rFonts w:ascii="Arial CE" w:eastAsia="Times New Roman" w:hAnsi="Arial CE" w:cs="Arial CE"/>
                <w:b/>
                <w:bCs/>
                <w:szCs w:val="20"/>
                <w:lang w:eastAsia="cs-CZ"/>
              </w:rPr>
              <w:t>TO Praha Vršovice</w:t>
            </w:r>
          </w:p>
        </w:tc>
        <w:tc>
          <w:tcPr>
            <w:tcW w:w="4220" w:type="dxa"/>
            <w:tcBorders>
              <w:top w:val="nil"/>
              <w:left w:val="nil"/>
              <w:bottom w:val="single" w:sz="4" w:space="0" w:color="auto"/>
              <w:right w:val="single" w:sz="4" w:space="0" w:color="auto"/>
            </w:tcBorders>
            <w:shd w:val="clear" w:color="auto" w:fill="auto"/>
            <w:noWrap/>
            <w:vAlign w:val="bottom"/>
            <w:hideMark/>
          </w:tcPr>
          <w:p w14:paraId="2990EB35" w14:textId="77777777" w:rsidR="00835112" w:rsidRPr="00835112" w:rsidRDefault="00835112" w:rsidP="00835112">
            <w:pPr>
              <w:spacing w:after="0" w:line="240" w:lineRule="auto"/>
              <w:rPr>
                <w:rFonts w:ascii="Arial CE" w:eastAsia="Times New Roman" w:hAnsi="Arial CE" w:cs="Arial CE"/>
                <w:szCs w:val="20"/>
                <w:lang w:eastAsia="cs-CZ"/>
              </w:rPr>
            </w:pPr>
            <w:r w:rsidRPr="00835112">
              <w:rPr>
                <w:rFonts w:ascii="Arial CE" w:eastAsia="Times New Roman" w:hAnsi="Arial CE" w:cs="Arial CE"/>
                <w:szCs w:val="20"/>
                <w:lang w:eastAsia="cs-CZ"/>
              </w:rPr>
              <w:t>Chodovská 7, 140 00, Praha 4</w:t>
            </w:r>
          </w:p>
        </w:tc>
      </w:tr>
      <w:tr w:rsidR="00835112" w:rsidRPr="00835112" w14:paraId="3EABD6BA" w14:textId="77777777" w:rsidTr="00835112">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7CD125D9" w14:textId="77777777" w:rsidR="00835112" w:rsidRPr="00835112" w:rsidRDefault="00835112" w:rsidP="00835112">
            <w:pPr>
              <w:spacing w:after="0" w:line="240" w:lineRule="auto"/>
              <w:rPr>
                <w:rFonts w:ascii="Arial CE" w:eastAsia="Times New Roman" w:hAnsi="Arial CE" w:cs="Arial CE"/>
                <w:b/>
                <w:bCs/>
                <w:szCs w:val="20"/>
                <w:lang w:eastAsia="cs-CZ"/>
              </w:rPr>
            </w:pPr>
            <w:r w:rsidRPr="00835112">
              <w:rPr>
                <w:rFonts w:ascii="Arial CE" w:eastAsia="Times New Roman" w:hAnsi="Arial CE" w:cs="Arial CE"/>
                <w:b/>
                <w:bCs/>
                <w:szCs w:val="20"/>
                <w:lang w:eastAsia="cs-CZ"/>
              </w:rPr>
              <w:t>TO Praha Smíchov</w:t>
            </w:r>
          </w:p>
        </w:tc>
        <w:tc>
          <w:tcPr>
            <w:tcW w:w="4220" w:type="dxa"/>
            <w:tcBorders>
              <w:top w:val="nil"/>
              <w:left w:val="nil"/>
              <w:bottom w:val="single" w:sz="4" w:space="0" w:color="auto"/>
              <w:right w:val="single" w:sz="4" w:space="0" w:color="auto"/>
            </w:tcBorders>
            <w:shd w:val="clear" w:color="auto" w:fill="auto"/>
            <w:noWrap/>
            <w:vAlign w:val="bottom"/>
            <w:hideMark/>
          </w:tcPr>
          <w:p w14:paraId="7EA5EE17" w14:textId="77777777" w:rsidR="00835112" w:rsidRPr="00835112" w:rsidRDefault="00835112" w:rsidP="00835112">
            <w:pPr>
              <w:spacing w:after="0" w:line="240" w:lineRule="auto"/>
              <w:rPr>
                <w:rFonts w:ascii="Arial CE" w:eastAsia="Times New Roman" w:hAnsi="Arial CE" w:cs="Arial CE"/>
                <w:szCs w:val="20"/>
                <w:lang w:eastAsia="cs-CZ"/>
              </w:rPr>
            </w:pPr>
            <w:r w:rsidRPr="00835112">
              <w:rPr>
                <w:rFonts w:ascii="Arial CE" w:eastAsia="Times New Roman" w:hAnsi="Arial CE" w:cs="Arial CE"/>
                <w:szCs w:val="20"/>
                <w:lang w:eastAsia="cs-CZ"/>
              </w:rPr>
              <w:t>Ke Sklárně 8, 150 00, Praha 5</w:t>
            </w:r>
          </w:p>
        </w:tc>
      </w:tr>
      <w:tr w:rsidR="00835112" w:rsidRPr="00835112" w14:paraId="1C695807" w14:textId="77777777" w:rsidTr="00835112">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61596679" w14:textId="77777777" w:rsidR="00835112" w:rsidRPr="00835112" w:rsidRDefault="00835112" w:rsidP="00835112">
            <w:pPr>
              <w:spacing w:after="0" w:line="240" w:lineRule="auto"/>
              <w:rPr>
                <w:rFonts w:ascii="Arial CE" w:eastAsia="Times New Roman" w:hAnsi="Arial CE" w:cs="Arial CE"/>
                <w:b/>
                <w:bCs/>
                <w:szCs w:val="20"/>
                <w:lang w:eastAsia="cs-CZ"/>
              </w:rPr>
            </w:pPr>
            <w:r w:rsidRPr="00835112">
              <w:rPr>
                <w:rFonts w:ascii="Arial CE" w:eastAsia="Times New Roman" w:hAnsi="Arial CE" w:cs="Arial CE"/>
                <w:b/>
                <w:bCs/>
                <w:szCs w:val="20"/>
                <w:lang w:eastAsia="cs-CZ"/>
              </w:rPr>
              <w:t>TO Benešov u Prahy</w:t>
            </w:r>
          </w:p>
        </w:tc>
        <w:tc>
          <w:tcPr>
            <w:tcW w:w="4220" w:type="dxa"/>
            <w:tcBorders>
              <w:top w:val="nil"/>
              <w:left w:val="nil"/>
              <w:bottom w:val="single" w:sz="4" w:space="0" w:color="auto"/>
              <w:right w:val="single" w:sz="4" w:space="0" w:color="auto"/>
            </w:tcBorders>
            <w:shd w:val="clear" w:color="auto" w:fill="auto"/>
            <w:noWrap/>
            <w:vAlign w:val="bottom"/>
            <w:hideMark/>
          </w:tcPr>
          <w:p w14:paraId="3DBD260B" w14:textId="77777777" w:rsidR="00835112" w:rsidRPr="00835112" w:rsidRDefault="00835112" w:rsidP="00835112">
            <w:pPr>
              <w:spacing w:after="0" w:line="240" w:lineRule="auto"/>
              <w:rPr>
                <w:rFonts w:ascii="Arial CE" w:eastAsia="Times New Roman" w:hAnsi="Arial CE" w:cs="Arial CE"/>
                <w:szCs w:val="20"/>
                <w:lang w:eastAsia="cs-CZ"/>
              </w:rPr>
            </w:pPr>
            <w:r w:rsidRPr="00835112">
              <w:rPr>
                <w:rFonts w:ascii="Arial CE" w:eastAsia="Times New Roman" w:hAnsi="Arial CE" w:cs="Arial CE"/>
                <w:szCs w:val="20"/>
                <w:lang w:eastAsia="cs-CZ"/>
              </w:rPr>
              <w:t xml:space="preserve">Konopišťská, 256 01, Benešov </w:t>
            </w:r>
          </w:p>
        </w:tc>
      </w:tr>
      <w:tr w:rsidR="00835112" w:rsidRPr="00835112" w14:paraId="18F78C5C" w14:textId="77777777" w:rsidTr="00835112">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062CAD4" w14:textId="77777777" w:rsidR="00835112" w:rsidRPr="00835112" w:rsidRDefault="00835112" w:rsidP="00835112">
            <w:pPr>
              <w:spacing w:after="0" w:line="240" w:lineRule="auto"/>
              <w:rPr>
                <w:rFonts w:ascii="Arial CE" w:eastAsia="Times New Roman" w:hAnsi="Arial CE" w:cs="Arial CE"/>
                <w:b/>
                <w:bCs/>
                <w:szCs w:val="20"/>
                <w:lang w:eastAsia="cs-CZ"/>
              </w:rPr>
            </w:pPr>
            <w:r w:rsidRPr="00835112">
              <w:rPr>
                <w:rFonts w:ascii="Arial CE" w:eastAsia="Times New Roman" w:hAnsi="Arial CE" w:cs="Arial CE"/>
                <w:b/>
                <w:bCs/>
                <w:szCs w:val="20"/>
                <w:lang w:eastAsia="cs-CZ"/>
              </w:rPr>
              <w:t xml:space="preserve">SUO Beroun  </w:t>
            </w:r>
          </w:p>
        </w:tc>
        <w:tc>
          <w:tcPr>
            <w:tcW w:w="4220" w:type="dxa"/>
            <w:tcBorders>
              <w:top w:val="nil"/>
              <w:left w:val="nil"/>
              <w:bottom w:val="single" w:sz="4" w:space="0" w:color="auto"/>
              <w:right w:val="single" w:sz="4" w:space="0" w:color="auto"/>
            </w:tcBorders>
            <w:shd w:val="clear" w:color="auto" w:fill="auto"/>
            <w:noWrap/>
            <w:vAlign w:val="bottom"/>
            <w:hideMark/>
          </w:tcPr>
          <w:p w14:paraId="390BE907" w14:textId="77777777" w:rsidR="00835112" w:rsidRPr="00835112" w:rsidRDefault="00835112" w:rsidP="00835112">
            <w:pPr>
              <w:spacing w:after="0" w:line="240" w:lineRule="auto"/>
              <w:rPr>
                <w:rFonts w:ascii="Arial CE" w:eastAsia="Times New Roman" w:hAnsi="Arial CE" w:cs="Arial CE"/>
                <w:szCs w:val="20"/>
                <w:lang w:eastAsia="cs-CZ"/>
              </w:rPr>
            </w:pPr>
            <w:r w:rsidRPr="00835112">
              <w:rPr>
                <w:rFonts w:ascii="Arial CE" w:eastAsia="Times New Roman" w:hAnsi="Arial CE" w:cs="Arial CE"/>
                <w:szCs w:val="20"/>
                <w:lang w:eastAsia="cs-CZ"/>
              </w:rPr>
              <w:t>Nádražní, 129 266 01, Beroun</w:t>
            </w:r>
          </w:p>
        </w:tc>
      </w:tr>
      <w:tr w:rsidR="00835112" w:rsidRPr="00835112" w14:paraId="5C8D974C" w14:textId="77777777" w:rsidTr="00835112">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6BD05E97" w14:textId="77777777" w:rsidR="00835112" w:rsidRPr="00835112" w:rsidRDefault="00835112" w:rsidP="00835112">
            <w:pPr>
              <w:spacing w:after="0" w:line="240" w:lineRule="auto"/>
              <w:rPr>
                <w:rFonts w:ascii="Arial CE" w:eastAsia="Times New Roman" w:hAnsi="Arial CE" w:cs="Arial CE"/>
                <w:b/>
                <w:bCs/>
                <w:szCs w:val="20"/>
                <w:lang w:eastAsia="cs-CZ"/>
              </w:rPr>
            </w:pPr>
            <w:r w:rsidRPr="00835112">
              <w:rPr>
                <w:rFonts w:ascii="Arial CE" w:eastAsia="Times New Roman" w:hAnsi="Arial CE" w:cs="Arial CE"/>
                <w:b/>
                <w:bCs/>
                <w:szCs w:val="20"/>
                <w:lang w:eastAsia="cs-CZ"/>
              </w:rPr>
              <w:t>TO Beroun</w:t>
            </w:r>
          </w:p>
        </w:tc>
        <w:tc>
          <w:tcPr>
            <w:tcW w:w="4220" w:type="dxa"/>
            <w:tcBorders>
              <w:top w:val="nil"/>
              <w:left w:val="nil"/>
              <w:bottom w:val="single" w:sz="4" w:space="0" w:color="auto"/>
              <w:right w:val="single" w:sz="4" w:space="0" w:color="auto"/>
            </w:tcBorders>
            <w:shd w:val="clear" w:color="auto" w:fill="auto"/>
            <w:noWrap/>
            <w:vAlign w:val="bottom"/>
            <w:hideMark/>
          </w:tcPr>
          <w:p w14:paraId="33C9B766" w14:textId="77777777" w:rsidR="00835112" w:rsidRPr="00835112" w:rsidRDefault="00835112" w:rsidP="00835112">
            <w:pPr>
              <w:spacing w:after="0" w:line="240" w:lineRule="auto"/>
              <w:rPr>
                <w:rFonts w:ascii="Arial CE" w:eastAsia="Times New Roman" w:hAnsi="Arial CE" w:cs="Arial CE"/>
                <w:szCs w:val="20"/>
                <w:lang w:eastAsia="cs-CZ"/>
              </w:rPr>
            </w:pPr>
            <w:r w:rsidRPr="00835112">
              <w:rPr>
                <w:rFonts w:ascii="Arial CE" w:eastAsia="Times New Roman" w:hAnsi="Arial CE" w:cs="Arial CE"/>
                <w:szCs w:val="20"/>
                <w:lang w:eastAsia="cs-CZ"/>
              </w:rPr>
              <w:t>Nádražní 129, 266 01, Beroun</w:t>
            </w:r>
          </w:p>
        </w:tc>
      </w:tr>
      <w:tr w:rsidR="00835112" w:rsidRPr="00835112" w14:paraId="05CFA73C" w14:textId="77777777" w:rsidTr="00835112">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3EF2373F" w14:textId="77777777" w:rsidR="00835112" w:rsidRPr="00835112" w:rsidRDefault="00835112" w:rsidP="00835112">
            <w:pPr>
              <w:spacing w:after="0" w:line="240" w:lineRule="auto"/>
              <w:rPr>
                <w:rFonts w:ascii="Arial CE" w:eastAsia="Times New Roman" w:hAnsi="Arial CE" w:cs="Arial CE"/>
                <w:b/>
                <w:bCs/>
                <w:szCs w:val="20"/>
                <w:lang w:eastAsia="cs-CZ"/>
              </w:rPr>
            </w:pPr>
            <w:r w:rsidRPr="00835112">
              <w:rPr>
                <w:rFonts w:ascii="Arial CE" w:eastAsia="Times New Roman" w:hAnsi="Arial CE" w:cs="Arial CE"/>
                <w:b/>
                <w:bCs/>
                <w:szCs w:val="20"/>
                <w:lang w:eastAsia="cs-CZ"/>
              </w:rPr>
              <w:t>TO Kladno</w:t>
            </w:r>
          </w:p>
        </w:tc>
        <w:tc>
          <w:tcPr>
            <w:tcW w:w="4220" w:type="dxa"/>
            <w:tcBorders>
              <w:top w:val="nil"/>
              <w:left w:val="nil"/>
              <w:bottom w:val="single" w:sz="4" w:space="0" w:color="auto"/>
              <w:right w:val="single" w:sz="4" w:space="0" w:color="auto"/>
            </w:tcBorders>
            <w:shd w:val="clear" w:color="auto" w:fill="auto"/>
            <w:noWrap/>
            <w:vAlign w:val="bottom"/>
            <w:hideMark/>
          </w:tcPr>
          <w:p w14:paraId="6D3E304B" w14:textId="77777777" w:rsidR="00835112" w:rsidRPr="00835112" w:rsidRDefault="00835112" w:rsidP="00835112">
            <w:pPr>
              <w:spacing w:after="0" w:line="240" w:lineRule="auto"/>
              <w:rPr>
                <w:rFonts w:ascii="Arial CE" w:eastAsia="Times New Roman" w:hAnsi="Arial CE" w:cs="Arial CE"/>
                <w:szCs w:val="20"/>
                <w:lang w:eastAsia="cs-CZ"/>
              </w:rPr>
            </w:pPr>
            <w:r w:rsidRPr="00835112">
              <w:rPr>
                <w:rFonts w:ascii="Arial CE" w:eastAsia="Times New Roman" w:hAnsi="Arial CE" w:cs="Arial CE"/>
                <w:szCs w:val="20"/>
                <w:lang w:eastAsia="cs-CZ"/>
              </w:rPr>
              <w:t>Za nádražím 5, 272 01, Kladno</w:t>
            </w:r>
          </w:p>
        </w:tc>
      </w:tr>
      <w:tr w:rsidR="00835112" w:rsidRPr="00835112" w14:paraId="7AC87603" w14:textId="77777777" w:rsidTr="00835112">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A4F5130" w14:textId="77777777" w:rsidR="00835112" w:rsidRPr="00835112" w:rsidRDefault="00835112" w:rsidP="00835112">
            <w:pPr>
              <w:spacing w:after="0" w:line="240" w:lineRule="auto"/>
              <w:rPr>
                <w:rFonts w:ascii="Arial CE" w:eastAsia="Times New Roman" w:hAnsi="Arial CE" w:cs="Arial CE"/>
                <w:b/>
                <w:bCs/>
                <w:szCs w:val="20"/>
                <w:lang w:eastAsia="cs-CZ"/>
              </w:rPr>
            </w:pPr>
            <w:r w:rsidRPr="00835112">
              <w:rPr>
                <w:rFonts w:ascii="Arial CE" w:eastAsia="Times New Roman" w:hAnsi="Arial CE" w:cs="Arial CE"/>
                <w:b/>
                <w:bCs/>
                <w:szCs w:val="20"/>
                <w:lang w:eastAsia="cs-CZ"/>
              </w:rPr>
              <w:t>TO Rakovník</w:t>
            </w:r>
          </w:p>
        </w:tc>
        <w:tc>
          <w:tcPr>
            <w:tcW w:w="4220" w:type="dxa"/>
            <w:tcBorders>
              <w:top w:val="nil"/>
              <w:left w:val="nil"/>
              <w:bottom w:val="single" w:sz="4" w:space="0" w:color="auto"/>
              <w:right w:val="single" w:sz="4" w:space="0" w:color="auto"/>
            </w:tcBorders>
            <w:shd w:val="clear" w:color="auto" w:fill="auto"/>
            <w:noWrap/>
            <w:vAlign w:val="bottom"/>
            <w:hideMark/>
          </w:tcPr>
          <w:p w14:paraId="1FEA4E3E" w14:textId="77777777" w:rsidR="00835112" w:rsidRPr="00835112" w:rsidRDefault="00835112" w:rsidP="00835112">
            <w:pPr>
              <w:spacing w:after="0" w:line="240" w:lineRule="auto"/>
              <w:rPr>
                <w:rFonts w:ascii="Arial CE" w:eastAsia="Times New Roman" w:hAnsi="Arial CE" w:cs="Arial CE"/>
                <w:szCs w:val="20"/>
                <w:lang w:eastAsia="cs-CZ"/>
              </w:rPr>
            </w:pPr>
            <w:r w:rsidRPr="00835112">
              <w:rPr>
                <w:rFonts w:ascii="Arial CE" w:eastAsia="Times New Roman" w:hAnsi="Arial CE" w:cs="Arial CE"/>
                <w:szCs w:val="20"/>
                <w:lang w:eastAsia="cs-CZ"/>
              </w:rPr>
              <w:t xml:space="preserve">Nádražní 191, Rakovník, 269 01, </w:t>
            </w:r>
          </w:p>
        </w:tc>
      </w:tr>
      <w:tr w:rsidR="00835112" w:rsidRPr="00835112" w14:paraId="530D1BBB" w14:textId="77777777" w:rsidTr="00835112">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77645AF4" w14:textId="77777777" w:rsidR="00835112" w:rsidRPr="00835112" w:rsidRDefault="00835112" w:rsidP="00835112">
            <w:pPr>
              <w:spacing w:after="0" w:line="240" w:lineRule="auto"/>
              <w:rPr>
                <w:rFonts w:ascii="Arial CE" w:eastAsia="Times New Roman" w:hAnsi="Arial CE" w:cs="Arial CE"/>
                <w:b/>
                <w:bCs/>
                <w:szCs w:val="20"/>
                <w:lang w:eastAsia="cs-CZ"/>
              </w:rPr>
            </w:pPr>
            <w:r w:rsidRPr="00835112">
              <w:rPr>
                <w:rFonts w:ascii="Arial CE" w:eastAsia="Times New Roman" w:hAnsi="Arial CE" w:cs="Arial CE"/>
                <w:b/>
                <w:bCs/>
                <w:szCs w:val="20"/>
                <w:lang w:eastAsia="cs-CZ"/>
              </w:rPr>
              <w:t>TO Slaný</w:t>
            </w:r>
          </w:p>
        </w:tc>
        <w:tc>
          <w:tcPr>
            <w:tcW w:w="4220" w:type="dxa"/>
            <w:tcBorders>
              <w:top w:val="nil"/>
              <w:left w:val="nil"/>
              <w:bottom w:val="single" w:sz="4" w:space="0" w:color="auto"/>
              <w:right w:val="single" w:sz="4" w:space="0" w:color="auto"/>
            </w:tcBorders>
            <w:shd w:val="clear" w:color="auto" w:fill="auto"/>
            <w:noWrap/>
            <w:vAlign w:val="bottom"/>
            <w:hideMark/>
          </w:tcPr>
          <w:p w14:paraId="60024B3C" w14:textId="77777777" w:rsidR="00835112" w:rsidRPr="00835112" w:rsidRDefault="00835112" w:rsidP="00835112">
            <w:pPr>
              <w:spacing w:after="0" w:line="240" w:lineRule="auto"/>
              <w:rPr>
                <w:rFonts w:ascii="Arial CE" w:eastAsia="Times New Roman" w:hAnsi="Arial CE" w:cs="Arial CE"/>
                <w:szCs w:val="20"/>
                <w:lang w:eastAsia="cs-CZ"/>
              </w:rPr>
            </w:pPr>
            <w:r w:rsidRPr="00835112">
              <w:rPr>
                <w:rFonts w:ascii="Arial CE" w:eastAsia="Times New Roman" w:hAnsi="Arial CE" w:cs="Arial CE"/>
                <w:szCs w:val="20"/>
                <w:lang w:eastAsia="cs-CZ"/>
              </w:rPr>
              <w:t>Wilsonova 539, 274 01 Slaný</w:t>
            </w:r>
          </w:p>
        </w:tc>
      </w:tr>
      <w:tr w:rsidR="00835112" w:rsidRPr="00835112" w14:paraId="5BBC5292" w14:textId="77777777" w:rsidTr="00835112">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38EDB418" w14:textId="77777777" w:rsidR="00835112" w:rsidRPr="00835112" w:rsidRDefault="00835112" w:rsidP="00835112">
            <w:pPr>
              <w:spacing w:after="0" w:line="240" w:lineRule="auto"/>
              <w:rPr>
                <w:rFonts w:ascii="Arial CE" w:eastAsia="Times New Roman" w:hAnsi="Arial CE" w:cs="Arial CE"/>
                <w:b/>
                <w:bCs/>
                <w:szCs w:val="20"/>
                <w:lang w:eastAsia="cs-CZ"/>
              </w:rPr>
            </w:pPr>
            <w:r w:rsidRPr="00835112">
              <w:rPr>
                <w:rFonts w:ascii="Arial CE" w:eastAsia="Times New Roman" w:hAnsi="Arial CE" w:cs="Arial CE"/>
                <w:b/>
                <w:bCs/>
                <w:szCs w:val="20"/>
                <w:lang w:eastAsia="cs-CZ"/>
              </w:rPr>
              <w:lastRenderedPageBreak/>
              <w:t>SPS Praha hlavní nádraží</w:t>
            </w:r>
          </w:p>
        </w:tc>
        <w:tc>
          <w:tcPr>
            <w:tcW w:w="4220" w:type="dxa"/>
            <w:tcBorders>
              <w:top w:val="nil"/>
              <w:left w:val="nil"/>
              <w:bottom w:val="single" w:sz="4" w:space="0" w:color="auto"/>
              <w:right w:val="single" w:sz="4" w:space="0" w:color="auto"/>
            </w:tcBorders>
            <w:shd w:val="clear" w:color="auto" w:fill="auto"/>
            <w:noWrap/>
            <w:vAlign w:val="bottom"/>
            <w:hideMark/>
          </w:tcPr>
          <w:p w14:paraId="1222CA6C" w14:textId="77777777" w:rsidR="00835112" w:rsidRPr="00835112" w:rsidRDefault="00835112" w:rsidP="00835112">
            <w:pPr>
              <w:spacing w:after="0" w:line="240" w:lineRule="auto"/>
              <w:rPr>
                <w:rFonts w:ascii="Arial CE" w:eastAsia="Times New Roman" w:hAnsi="Arial CE" w:cs="Arial CE"/>
                <w:szCs w:val="20"/>
                <w:lang w:eastAsia="cs-CZ"/>
              </w:rPr>
            </w:pPr>
            <w:r w:rsidRPr="00835112">
              <w:rPr>
                <w:rFonts w:ascii="Arial CE" w:eastAsia="Times New Roman" w:hAnsi="Arial CE" w:cs="Arial CE"/>
                <w:szCs w:val="20"/>
                <w:lang w:eastAsia="cs-CZ"/>
              </w:rPr>
              <w:t>Českomoravská 21, 190 00, Praha 9</w:t>
            </w:r>
          </w:p>
        </w:tc>
      </w:tr>
      <w:tr w:rsidR="00835112" w:rsidRPr="00835112" w14:paraId="42B0B8AB" w14:textId="77777777" w:rsidTr="00835112">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62B893DD" w14:textId="77777777" w:rsidR="00835112" w:rsidRPr="00835112" w:rsidRDefault="00835112" w:rsidP="00835112">
            <w:pPr>
              <w:spacing w:after="0" w:line="240" w:lineRule="auto"/>
              <w:rPr>
                <w:rFonts w:ascii="Arial CE" w:eastAsia="Times New Roman" w:hAnsi="Arial CE" w:cs="Arial CE"/>
                <w:b/>
                <w:bCs/>
                <w:szCs w:val="20"/>
                <w:lang w:eastAsia="cs-CZ"/>
              </w:rPr>
            </w:pPr>
            <w:r w:rsidRPr="00835112">
              <w:rPr>
                <w:rFonts w:ascii="Arial CE" w:eastAsia="Times New Roman" w:hAnsi="Arial CE" w:cs="Arial CE"/>
                <w:b/>
                <w:bCs/>
                <w:szCs w:val="20"/>
                <w:lang w:eastAsia="cs-CZ"/>
              </w:rPr>
              <w:t>TO Kralupy nad Vltavou</w:t>
            </w:r>
          </w:p>
        </w:tc>
        <w:tc>
          <w:tcPr>
            <w:tcW w:w="4220" w:type="dxa"/>
            <w:tcBorders>
              <w:top w:val="nil"/>
              <w:left w:val="nil"/>
              <w:bottom w:val="single" w:sz="4" w:space="0" w:color="auto"/>
              <w:right w:val="single" w:sz="4" w:space="0" w:color="auto"/>
            </w:tcBorders>
            <w:shd w:val="clear" w:color="auto" w:fill="auto"/>
            <w:noWrap/>
            <w:vAlign w:val="bottom"/>
            <w:hideMark/>
          </w:tcPr>
          <w:p w14:paraId="5E0D638B" w14:textId="77777777" w:rsidR="00835112" w:rsidRPr="00835112" w:rsidRDefault="00835112" w:rsidP="00835112">
            <w:pPr>
              <w:spacing w:after="0" w:line="240" w:lineRule="auto"/>
              <w:rPr>
                <w:rFonts w:ascii="Arial CE" w:eastAsia="Times New Roman" w:hAnsi="Arial CE" w:cs="Arial CE"/>
                <w:szCs w:val="20"/>
                <w:lang w:eastAsia="cs-CZ"/>
              </w:rPr>
            </w:pPr>
            <w:r w:rsidRPr="00835112">
              <w:rPr>
                <w:rFonts w:ascii="Arial CE" w:eastAsia="Times New Roman" w:hAnsi="Arial CE" w:cs="Arial CE"/>
                <w:szCs w:val="20"/>
                <w:lang w:eastAsia="cs-CZ"/>
              </w:rPr>
              <w:t xml:space="preserve">Bořivojova, 278 01, Kralupy n. </w:t>
            </w:r>
            <w:proofErr w:type="spellStart"/>
            <w:r w:rsidRPr="00835112">
              <w:rPr>
                <w:rFonts w:ascii="Arial CE" w:eastAsia="Times New Roman" w:hAnsi="Arial CE" w:cs="Arial CE"/>
                <w:szCs w:val="20"/>
                <w:lang w:eastAsia="cs-CZ"/>
              </w:rPr>
              <w:t>Vlt</w:t>
            </w:r>
            <w:proofErr w:type="spellEnd"/>
            <w:r w:rsidRPr="00835112">
              <w:rPr>
                <w:rFonts w:ascii="Arial CE" w:eastAsia="Times New Roman" w:hAnsi="Arial CE" w:cs="Arial CE"/>
                <w:szCs w:val="20"/>
                <w:lang w:eastAsia="cs-CZ"/>
              </w:rPr>
              <w:t>.</w:t>
            </w:r>
          </w:p>
        </w:tc>
      </w:tr>
      <w:tr w:rsidR="00835112" w:rsidRPr="00835112" w14:paraId="45967A98" w14:textId="77777777" w:rsidTr="00835112">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0A9448D" w14:textId="77777777" w:rsidR="00835112" w:rsidRPr="00835112" w:rsidRDefault="00835112" w:rsidP="00835112">
            <w:pPr>
              <w:spacing w:after="0" w:line="240" w:lineRule="auto"/>
              <w:rPr>
                <w:rFonts w:ascii="Arial CE" w:eastAsia="Times New Roman" w:hAnsi="Arial CE" w:cs="Arial CE"/>
                <w:b/>
                <w:bCs/>
                <w:szCs w:val="20"/>
                <w:lang w:eastAsia="cs-CZ"/>
              </w:rPr>
            </w:pPr>
            <w:r w:rsidRPr="00835112">
              <w:rPr>
                <w:rFonts w:ascii="Arial CE" w:eastAsia="Times New Roman" w:hAnsi="Arial CE" w:cs="Arial CE"/>
                <w:b/>
                <w:bCs/>
                <w:szCs w:val="20"/>
                <w:lang w:eastAsia="cs-CZ"/>
              </w:rPr>
              <w:t>MES Kralupy nad Vltavou</w:t>
            </w:r>
          </w:p>
        </w:tc>
        <w:tc>
          <w:tcPr>
            <w:tcW w:w="4220" w:type="dxa"/>
            <w:tcBorders>
              <w:top w:val="nil"/>
              <w:left w:val="nil"/>
              <w:bottom w:val="single" w:sz="4" w:space="0" w:color="auto"/>
              <w:right w:val="single" w:sz="4" w:space="0" w:color="auto"/>
            </w:tcBorders>
            <w:shd w:val="clear" w:color="auto" w:fill="auto"/>
            <w:noWrap/>
            <w:vAlign w:val="bottom"/>
            <w:hideMark/>
          </w:tcPr>
          <w:p w14:paraId="48B79330" w14:textId="77777777" w:rsidR="00835112" w:rsidRPr="00835112" w:rsidRDefault="00835112" w:rsidP="00835112">
            <w:pPr>
              <w:spacing w:after="0" w:line="240" w:lineRule="auto"/>
              <w:rPr>
                <w:rFonts w:ascii="Arial CE" w:eastAsia="Times New Roman" w:hAnsi="Arial CE" w:cs="Arial CE"/>
                <w:szCs w:val="20"/>
                <w:lang w:eastAsia="cs-CZ"/>
              </w:rPr>
            </w:pPr>
            <w:r w:rsidRPr="00835112">
              <w:rPr>
                <w:rFonts w:ascii="Arial CE" w:eastAsia="Times New Roman" w:hAnsi="Arial CE" w:cs="Arial CE"/>
                <w:szCs w:val="20"/>
                <w:lang w:eastAsia="cs-CZ"/>
              </w:rPr>
              <w:t xml:space="preserve">Libušina 129, 278 01, Kralupy n. </w:t>
            </w:r>
            <w:proofErr w:type="spellStart"/>
            <w:r w:rsidRPr="00835112">
              <w:rPr>
                <w:rFonts w:ascii="Arial CE" w:eastAsia="Times New Roman" w:hAnsi="Arial CE" w:cs="Arial CE"/>
                <w:szCs w:val="20"/>
                <w:lang w:eastAsia="cs-CZ"/>
              </w:rPr>
              <w:t>Vlt</w:t>
            </w:r>
            <w:proofErr w:type="spellEnd"/>
            <w:r w:rsidRPr="00835112">
              <w:rPr>
                <w:rFonts w:ascii="Arial CE" w:eastAsia="Times New Roman" w:hAnsi="Arial CE" w:cs="Arial CE"/>
                <w:szCs w:val="20"/>
                <w:lang w:eastAsia="cs-CZ"/>
              </w:rPr>
              <w:t>.</w:t>
            </w:r>
          </w:p>
        </w:tc>
      </w:tr>
      <w:tr w:rsidR="00835112" w:rsidRPr="00835112" w14:paraId="2E00B57F" w14:textId="77777777" w:rsidTr="00835112">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38E9F11C" w14:textId="77777777" w:rsidR="00835112" w:rsidRPr="00835112" w:rsidRDefault="00835112" w:rsidP="00835112">
            <w:pPr>
              <w:spacing w:after="0" w:line="240" w:lineRule="auto"/>
              <w:rPr>
                <w:rFonts w:ascii="Arial CE" w:eastAsia="Times New Roman" w:hAnsi="Arial CE" w:cs="Arial CE"/>
                <w:b/>
                <w:bCs/>
                <w:szCs w:val="20"/>
                <w:lang w:eastAsia="cs-CZ"/>
              </w:rPr>
            </w:pPr>
            <w:r w:rsidRPr="00835112">
              <w:rPr>
                <w:rFonts w:ascii="Arial CE" w:eastAsia="Times New Roman" w:hAnsi="Arial CE" w:cs="Arial CE"/>
                <w:b/>
                <w:bCs/>
                <w:szCs w:val="20"/>
                <w:lang w:eastAsia="cs-CZ"/>
              </w:rPr>
              <w:t>TO Český Brod</w:t>
            </w:r>
          </w:p>
        </w:tc>
        <w:tc>
          <w:tcPr>
            <w:tcW w:w="4220" w:type="dxa"/>
            <w:tcBorders>
              <w:top w:val="nil"/>
              <w:left w:val="nil"/>
              <w:bottom w:val="single" w:sz="4" w:space="0" w:color="auto"/>
              <w:right w:val="single" w:sz="4" w:space="0" w:color="auto"/>
            </w:tcBorders>
            <w:shd w:val="clear" w:color="auto" w:fill="auto"/>
            <w:noWrap/>
            <w:vAlign w:val="bottom"/>
            <w:hideMark/>
          </w:tcPr>
          <w:p w14:paraId="01D39B7D" w14:textId="77777777" w:rsidR="00835112" w:rsidRPr="00835112" w:rsidRDefault="00835112" w:rsidP="00835112">
            <w:pPr>
              <w:spacing w:after="0" w:line="240" w:lineRule="auto"/>
              <w:rPr>
                <w:rFonts w:ascii="Arial CE" w:eastAsia="Times New Roman" w:hAnsi="Arial CE" w:cs="Arial CE"/>
                <w:szCs w:val="20"/>
                <w:lang w:eastAsia="cs-CZ"/>
              </w:rPr>
            </w:pPr>
            <w:proofErr w:type="spellStart"/>
            <w:r w:rsidRPr="00835112">
              <w:rPr>
                <w:rFonts w:ascii="Arial CE" w:eastAsia="Times New Roman" w:hAnsi="Arial CE" w:cs="Arial CE"/>
                <w:szCs w:val="20"/>
                <w:lang w:eastAsia="cs-CZ"/>
              </w:rPr>
              <w:t>Klučovská</w:t>
            </w:r>
            <w:proofErr w:type="spellEnd"/>
            <w:r w:rsidRPr="00835112">
              <w:rPr>
                <w:rFonts w:ascii="Arial CE" w:eastAsia="Times New Roman" w:hAnsi="Arial CE" w:cs="Arial CE"/>
                <w:szCs w:val="20"/>
                <w:lang w:eastAsia="cs-CZ"/>
              </w:rPr>
              <w:t>, 282 01, Český Brod</w:t>
            </w:r>
          </w:p>
        </w:tc>
      </w:tr>
      <w:tr w:rsidR="00835112" w:rsidRPr="00835112" w14:paraId="08B2AAA0" w14:textId="77777777" w:rsidTr="00835112">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6C3F8D9F" w14:textId="77777777" w:rsidR="00835112" w:rsidRPr="00835112" w:rsidRDefault="00835112" w:rsidP="00835112">
            <w:pPr>
              <w:spacing w:after="0" w:line="240" w:lineRule="auto"/>
              <w:rPr>
                <w:rFonts w:ascii="Arial CE" w:eastAsia="Times New Roman" w:hAnsi="Arial CE" w:cs="Arial CE"/>
                <w:b/>
                <w:bCs/>
                <w:szCs w:val="20"/>
                <w:lang w:eastAsia="cs-CZ"/>
              </w:rPr>
            </w:pPr>
            <w:r w:rsidRPr="00835112">
              <w:rPr>
                <w:rFonts w:ascii="Arial CE" w:eastAsia="Times New Roman" w:hAnsi="Arial CE" w:cs="Arial CE"/>
                <w:b/>
                <w:bCs/>
                <w:szCs w:val="20"/>
                <w:lang w:eastAsia="cs-CZ"/>
              </w:rPr>
              <w:t>TO Kutná Hora</w:t>
            </w:r>
          </w:p>
        </w:tc>
        <w:tc>
          <w:tcPr>
            <w:tcW w:w="4220" w:type="dxa"/>
            <w:tcBorders>
              <w:top w:val="nil"/>
              <w:left w:val="nil"/>
              <w:bottom w:val="single" w:sz="4" w:space="0" w:color="auto"/>
              <w:right w:val="single" w:sz="4" w:space="0" w:color="auto"/>
            </w:tcBorders>
            <w:shd w:val="clear" w:color="auto" w:fill="auto"/>
            <w:noWrap/>
            <w:vAlign w:val="bottom"/>
            <w:hideMark/>
          </w:tcPr>
          <w:p w14:paraId="5D28FE5A" w14:textId="77777777" w:rsidR="00835112" w:rsidRPr="00835112" w:rsidRDefault="00835112" w:rsidP="00835112">
            <w:pPr>
              <w:spacing w:after="0" w:line="240" w:lineRule="auto"/>
              <w:rPr>
                <w:rFonts w:ascii="Arial CE" w:eastAsia="Times New Roman" w:hAnsi="Arial CE" w:cs="Arial CE"/>
                <w:szCs w:val="20"/>
                <w:lang w:eastAsia="cs-CZ"/>
              </w:rPr>
            </w:pPr>
            <w:r w:rsidRPr="00835112">
              <w:rPr>
                <w:rFonts w:ascii="Arial CE" w:eastAsia="Times New Roman" w:hAnsi="Arial CE" w:cs="Arial CE"/>
                <w:szCs w:val="20"/>
                <w:lang w:eastAsia="cs-CZ"/>
              </w:rPr>
              <w:t>K nádraží 2, 264 01, Kutná Hora</w:t>
            </w:r>
          </w:p>
        </w:tc>
      </w:tr>
      <w:tr w:rsidR="00835112" w:rsidRPr="00835112" w14:paraId="68EB3865" w14:textId="77777777" w:rsidTr="00835112">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9486D21" w14:textId="77777777" w:rsidR="00835112" w:rsidRPr="00835112" w:rsidRDefault="00835112" w:rsidP="00835112">
            <w:pPr>
              <w:spacing w:after="0" w:line="240" w:lineRule="auto"/>
              <w:rPr>
                <w:rFonts w:ascii="Arial CE" w:eastAsia="Times New Roman" w:hAnsi="Arial CE" w:cs="Arial CE"/>
                <w:b/>
                <w:bCs/>
                <w:szCs w:val="20"/>
                <w:lang w:eastAsia="cs-CZ"/>
              </w:rPr>
            </w:pPr>
            <w:r w:rsidRPr="00835112">
              <w:rPr>
                <w:rFonts w:ascii="Arial CE" w:eastAsia="Times New Roman" w:hAnsi="Arial CE" w:cs="Arial CE"/>
                <w:b/>
                <w:bCs/>
                <w:szCs w:val="20"/>
                <w:lang w:eastAsia="cs-CZ"/>
              </w:rPr>
              <w:t>TO Kácov</w:t>
            </w:r>
          </w:p>
        </w:tc>
        <w:tc>
          <w:tcPr>
            <w:tcW w:w="4220" w:type="dxa"/>
            <w:tcBorders>
              <w:top w:val="nil"/>
              <w:left w:val="nil"/>
              <w:bottom w:val="single" w:sz="4" w:space="0" w:color="auto"/>
              <w:right w:val="single" w:sz="4" w:space="0" w:color="auto"/>
            </w:tcBorders>
            <w:shd w:val="clear" w:color="auto" w:fill="auto"/>
            <w:noWrap/>
            <w:vAlign w:val="bottom"/>
            <w:hideMark/>
          </w:tcPr>
          <w:p w14:paraId="7A8F5CE2" w14:textId="77777777" w:rsidR="00835112" w:rsidRPr="00835112" w:rsidRDefault="00835112" w:rsidP="00835112">
            <w:pPr>
              <w:spacing w:after="0" w:line="240" w:lineRule="auto"/>
              <w:rPr>
                <w:rFonts w:ascii="Arial CE" w:eastAsia="Times New Roman" w:hAnsi="Arial CE" w:cs="Arial CE"/>
                <w:szCs w:val="20"/>
                <w:lang w:eastAsia="cs-CZ"/>
              </w:rPr>
            </w:pPr>
            <w:r w:rsidRPr="00835112">
              <w:rPr>
                <w:rFonts w:ascii="Arial CE" w:eastAsia="Times New Roman" w:hAnsi="Arial CE" w:cs="Arial CE"/>
                <w:szCs w:val="20"/>
                <w:lang w:eastAsia="cs-CZ"/>
              </w:rPr>
              <w:t>Nádražní 255, 285 09, Kácov</w:t>
            </w:r>
          </w:p>
        </w:tc>
      </w:tr>
      <w:tr w:rsidR="00835112" w:rsidRPr="00835112" w14:paraId="06DDBEAB" w14:textId="77777777" w:rsidTr="00835112">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22DF62EB" w14:textId="77777777" w:rsidR="00835112" w:rsidRPr="00835112" w:rsidRDefault="00835112" w:rsidP="00835112">
            <w:pPr>
              <w:spacing w:after="0" w:line="240" w:lineRule="auto"/>
              <w:rPr>
                <w:rFonts w:ascii="Arial CE" w:eastAsia="Times New Roman" w:hAnsi="Arial CE" w:cs="Arial CE"/>
                <w:b/>
                <w:bCs/>
                <w:szCs w:val="20"/>
                <w:lang w:eastAsia="cs-CZ"/>
              </w:rPr>
            </w:pPr>
            <w:r w:rsidRPr="00835112">
              <w:rPr>
                <w:rFonts w:ascii="Arial CE" w:eastAsia="Times New Roman" w:hAnsi="Arial CE" w:cs="Arial CE"/>
                <w:b/>
                <w:bCs/>
                <w:szCs w:val="20"/>
                <w:lang w:eastAsia="cs-CZ"/>
              </w:rPr>
              <w:t xml:space="preserve">TO Mladá Boleslav </w:t>
            </w:r>
            <w:proofErr w:type="spellStart"/>
            <w:proofErr w:type="gramStart"/>
            <w:r w:rsidRPr="00835112">
              <w:rPr>
                <w:rFonts w:ascii="Arial CE" w:eastAsia="Times New Roman" w:hAnsi="Arial CE" w:cs="Arial CE"/>
                <w:b/>
                <w:bCs/>
                <w:szCs w:val="20"/>
                <w:lang w:eastAsia="cs-CZ"/>
              </w:rPr>
              <w:t>hl.n</w:t>
            </w:r>
            <w:proofErr w:type="spellEnd"/>
            <w:r w:rsidRPr="00835112">
              <w:rPr>
                <w:rFonts w:ascii="Arial CE" w:eastAsia="Times New Roman" w:hAnsi="Arial CE" w:cs="Arial CE"/>
                <w:b/>
                <w:bCs/>
                <w:szCs w:val="20"/>
                <w:lang w:eastAsia="cs-CZ"/>
              </w:rPr>
              <w:t>.</w:t>
            </w:r>
            <w:proofErr w:type="gramEnd"/>
          </w:p>
        </w:tc>
        <w:tc>
          <w:tcPr>
            <w:tcW w:w="4220" w:type="dxa"/>
            <w:tcBorders>
              <w:top w:val="nil"/>
              <w:left w:val="nil"/>
              <w:bottom w:val="single" w:sz="4" w:space="0" w:color="auto"/>
              <w:right w:val="single" w:sz="4" w:space="0" w:color="auto"/>
            </w:tcBorders>
            <w:shd w:val="clear" w:color="auto" w:fill="auto"/>
            <w:noWrap/>
            <w:vAlign w:val="bottom"/>
            <w:hideMark/>
          </w:tcPr>
          <w:p w14:paraId="6EE29E3F" w14:textId="77777777" w:rsidR="00835112" w:rsidRPr="00835112" w:rsidRDefault="00835112" w:rsidP="00835112">
            <w:pPr>
              <w:spacing w:after="0" w:line="240" w:lineRule="auto"/>
              <w:rPr>
                <w:rFonts w:ascii="Arial CE" w:eastAsia="Times New Roman" w:hAnsi="Arial CE" w:cs="Arial CE"/>
                <w:szCs w:val="20"/>
                <w:lang w:eastAsia="cs-CZ"/>
              </w:rPr>
            </w:pPr>
            <w:r w:rsidRPr="00835112">
              <w:rPr>
                <w:rFonts w:ascii="Arial CE" w:eastAsia="Times New Roman" w:hAnsi="Arial CE" w:cs="Arial CE"/>
                <w:szCs w:val="20"/>
                <w:lang w:eastAsia="cs-CZ"/>
              </w:rPr>
              <w:t>Nádražní, 293 01, Mladá Boleslav</w:t>
            </w:r>
          </w:p>
        </w:tc>
      </w:tr>
      <w:tr w:rsidR="00835112" w:rsidRPr="00835112" w14:paraId="5F99AED6" w14:textId="77777777" w:rsidTr="00835112">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3E84944" w14:textId="77777777" w:rsidR="00835112" w:rsidRPr="00835112" w:rsidRDefault="00835112" w:rsidP="00835112">
            <w:pPr>
              <w:spacing w:after="0" w:line="240" w:lineRule="auto"/>
              <w:rPr>
                <w:rFonts w:ascii="Arial CE" w:eastAsia="Times New Roman" w:hAnsi="Arial CE" w:cs="Arial CE"/>
                <w:b/>
                <w:bCs/>
                <w:szCs w:val="20"/>
                <w:lang w:eastAsia="cs-CZ"/>
              </w:rPr>
            </w:pPr>
            <w:r w:rsidRPr="00835112">
              <w:rPr>
                <w:rFonts w:ascii="Arial CE" w:eastAsia="Times New Roman" w:hAnsi="Arial CE" w:cs="Arial CE"/>
                <w:b/>
                <w:bCs/>
                <w:szCs w:val="20"/>
                <w:lang w:eastAsia="cs-CZ"/>
              </w:rPr>
              <w:t>TO Nymburk</w:t>
            </w:r>
          </w:p>
        </w:tc>
        <w:tc>
          <w:tcPr>
            <w:tcW w:w="4220" w:type="dxa"/>
            <w:tcBorders>
              <w:top w:val="nil"/>
              <w:left w:val="nil"/>
              <w:bottom w:val="single" w:sz="4" w:space="0" w:color="auto"/>
              <w:right w:val="single" w:sz="4" w:space="0" w:color="auto"/>
            </w:tcBorders>
            <w:shd w:val="clear" w:color="auto" w:fill="auto"/>
            <w:noWrap/>
            <w:vAlign w:val="bottom"/>
            <w:hideMark/>
          </w:tcPr>
          <w:p w14:paraId="014F7073" w14:textId="77777777" w:rsidR="00835112" w:rsidRPr="00835112" w:rsidRDefault="00835112" w:rsidP="00835112">
            <w:pPr>
              <w:spacing w:after="0" w:line="240" w:lineRule="auto"/>
              <w:rPr>
                <w:rFonts w:ascii="Arial CE" w:eastAsia="Times New Roman" w:hAnsi="Arial CE" w:cs="Arial CE"/>
                <w:szCs w:val="20"/>
                <w:lang w:eastAsia="cs-CZ"/>
              </w:rPr>
            </w:pPr>
            <w:r w:rsidRPr="00835112">
              <w:rPr>
                <w:rFonts w:ascii="Arial CE" w:eastAsia="Times New Roman" w:hAnsi="Arial CE" w:cs="Arial CE"/>
                <w:szCs w:val="20"/>
                <w:lang w:eastAsia="cs-CZ"/>
              </w:rPr>
              <w:t>Petra Bezruče 361, 288 02, Nymburk</w:t>
            </w:r>
          </w:p>
        </w:tc>
      </w:tr>
      <w:tr w:rsidR="00835112" w:rsidRPr="00835112" w14:paraId="36E41642" w14:textId="77777777" w:rsidTr="00835112">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25D53763" w14:textId="77777777" w:rsidR="00835112" w:rsidRPr="00835112" w:rsidRDefault="00835112" w:rsidP="00835112">
            <w:pPr>
              <w:spacing w:after="0" w:line="240" w:lineRule="auto"/>
              <w:rPr>
                <w:rFonts w:ascii="Arial CE" w:eastAsia="Times New Roman" w:hAnsi="Arial CE" w:cs="Arial CE"/>
                <w:b/>
                <w:bCs/>
                <w:szCs w:val="20"/>
                <w:lang w:eastAsia="cs-CZ"/>
              </w:rPr>
            </w:pPr>
            <w:r w:rsidRPr="00835112">
              <w:rPr>
                <w:rFonts w:ascii="Arial CE" w:eastAsia="Times New Roman" w:hAnsi="Arial CE" w:cs="Arial CE"/>
                <w:b/>
                <w:bCs/>
                <w:szCs w:val="20"/>
                <w:lang w:eastAsia="cs-CZ"/>
              </w:rPr>
              <w:t>TO Lysá  n/Labem</w:t>
            </w:r>
          </w:p>
        </w:tc>
        <w:tc>
          <w:tcPr>
            <w:tcW w:w="4220" w:type="dxa"/>
            <w:tcBorders>
              <w:top w:val="nil"/>
              <w:left w:val="nil"/>
              <w:bottom w:val="single" w:sz="4" w:space="0" w:color="auto"/>
              <w:right w:val="single" w:sz="4" w:space="0" w:color="auto"/>
            </w:tcBorders>
            <w:shd w:val="clear" w:color="auto" w:fill="auto"/>
            <w:noWrap/>
            <w:vAlign w:val="bottom"/>
            <w:hideMark/>
          </w:tcPr>
          <w:p w14:paraId="7FBAA8A1" w14:textId="77777777" w:rsidR="00835112" w:rsidRPr="00835112" w:rsidRDefault="00835112" w:rsidP="00835112">
            <w:pPr>
              <w:spacing w:after="0" w:line="240" w:lineRule="auto"/>
              <w:rPr>
                <w:rFonts w:ascii="Arial CE" w:eastAsia="Times New Roman" w:hAnsi="Arial CE" w:cs="Arial CE"/>
                <w:szCs w:val="20"/>
                <w:lang w:eastAsia="cs-CZ"/>
              </w:rPr>
            </w:pPr>
            <w:r w:rsidRPr="00835112">
              <w:rPr>
                <w:rFonts w:ascii="Arial CE" w:eastAsia="Times New Roman" w:hAnsi="Arial CE" w:cs="Arial CE"/>
                <w:szCs w:val="20"/>
                <w:lang w:eastAsia="cs-CZ"/>
              </w:rPr>
              <w:t>Švermova, 289 22, Lysá nad Labem</w:t>
            </w:r>
          </w:p>
        </w:tc>
      </w:tr>
      <w:tr w:rsidR="00835112" w:rsidRPr="00835112" w14:paraId="4140A711" w14:textId="77777777" w:rsidTr="00835112">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6736BFDC" w14:textId="77777777" w:rsidR="00835112" w:rsidRPr="00835112" w:rsidRDefault="00835112" w:rsidP="00835112">
            <w:pPr>
              <w:spacing w:after="0" w:line="240" w:lineRule="auto"/>
              <w:rPr>
                <w:rFonts w:ascii="Arial CE" w:eastAsia="Times New Roman" w:hAnsi="Arial CE" w:cs="Arial CE"/>
                <w:b/>
                <w:bCs/>
                <w:szCs w:val="20"/>
                <w:lang w:eastAsia="cs-CZ"/>
              </w:rPr>
            </w:pPr>
            <w:r w:rsidRPr="00835112">
              <w:rPr>
                <w:rFonts w:ascii="Arial CE" w:eastAsia="Times New Roman" w:hAnsi="Arial CE" w:cs="Arial CE"/>
                <w:b/>
                <w:bCs/>
                <w:szCs w:val="20"/>
                <w:lang w:eastAsia="cs-CZ"/>
              </w:rPr>
              <w:t>TO Všetaty</w:t>
            </w:r>
          </w:p>
        </w:tc>
        <w:tc>
          <w:tcPr>
            <w:tcW w:w="4220" w:type="dxa"/>
            <w:tcBorders>
              <w:top w:val="nil"/>
              <w:left w:val="nil"/>
              <w:bottom w:val="single" w:sz="4" w:space="0" w:color="auto"/>
              <w:right w:val="single" w:sz="4" w:space="0" w:color="auto"/>
            </w:tcBorders>
            <w:shd w:val="clear" w:color="auto" w:fill="auto"/>
            <w:noWrap/>
            <w:vAlign w:val="bottom"/>
            <w:hideMark/>
          </w:tcPr>
          <w:p w14:paraId="3A6B4B9D" w14:textId="77777777" w:rsidR="00835112" w:rsidRPr="00835112" w:rsidRDefault="00835112" w:rsidP="00835112">
            <w:pPr>
              <w:spacing w:after="0" w:line="240" w:lineRule="auto"/>
              <w:rPr>
                <w:rFonts w:ascii="Arial CE" w:eastAsia="Times New Roman" w:hAnsi="Arial CE" w:cs="Arial CE"/>
                <w:szCs w:val="20"/>
                <w:lang w:eastAsia="cs-CZ"/>
              </w:rPr>
            </w:pPr>
            <w:r w:rsidRPr="00835112">
              <w:rPr>
                <w:rFonts w:ascii="Arial CE" w:eastAsia="Times New Roman" w:hAnsi="Arial CE" w:cs="Arial CE"/>
                <w:szCs w:val="20"/>
                <w:lang w:eastAsia="cs-CZ"/>
              </w:rPr>
              <w:t xml:space="preserve">Nádražní, 277 16, Všetaty </w:t>
            </w:r>
          </w:p>
        </w:tc>
      </w:tr>
      <w:tr w:rsidR="00835112" w:rsidRPr="00835112" w14:paraId="1B956E71" w14:textId="77777777" w:rsidTr="00835112">
        <w:trPr>
          <w:trHeight w:val="255"/>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5619A1" w14:textId="77777777" w:rsidR="00835112" w:rsidRPr="00835112" w:rsidRDefault="00835112" w:rsidP="00835112">
            <w:pPr>
              <w:spacing w:after="0" w:line="240" w:lineRule="auto"/>
              <w:rPr>
                <w:rFonts w:ascii="Arial CE" w:eastAsia="Times New Roman" w:hAnsi="Arial CE" w:cs="Arial CE"/>
                <w:b/>
                <w:bCs/>
                <w:szCs w:val="20"/>
                <w:lang w:eastAsia="cs-CZ"/>
              </w:rPr>
            </w:pPr>
            <w:r w:rsidRPr="00835112">
              <w:rPr>
                <w:rFonts w:ascii="Arial CE" w:eastAsia="Times New Roman" w:hAnsi="Arial CE" w:cs="Arial CE"/>
                <w:b/>
                <w:bCs/>
                <w:szCs w:val="20"/>
                <w:lang w:eastAsia="cs-CZ"/>
              </w:rPr>
              <w:t>TO Kolín</w:t>
            </w:r>
          </w:p>
        </w:tc>
        <w:tc>
          <w:tcPr>
            <w:tcW w:w="4220" w:type="dxa"/>
            <w:tcBorders>
              <w:top w:val="single" w:sz="4" w:space="0" w:color="auto"/>
              <w:left w:val="nil"/>
              <w:bottom w:val="single" w:sz="4" w:space="0" w:color="auto"/>
              <w:right w:val="single" w:sz="4" w:space="0" w:color="auto"/>
            </w:tcBorders>
            <w:shd w:val="clear" w:color="auto" w:fill="auto"/>
            <w:noWrap/>
            <w:vAlign w:val="bottom"/>
            <w:hideMark/>
          </w:tcPr>
          <w:p w14:paraId="4A222941" w14:textId="77777777" w:rsidR="00835112" w:rsidRPr="00835112" w:rsidRDefault="00835112" w:rsidP="00835112">
            <w:pPr>
              <w:spacing w:after="0" w:line="240" w:lineRule="auto"/>
              <w:rPr>
                <w:rFonts w:ascii="Arial CE" w:eastAsia="Times New Roman" w:hAnsi="Arial CE" w:cs="Arial CE"/>
                <w:szCs w:val="20"/>
                <w:lang w:eastAsia="cs-CZ"/>
              </w:rPr>
            </w:pPr>
            <w:r w:rsidRPr="00835112">
              <w:rPr>
                <w:rFonts w:ascii="Arial CE" w:eastAsia="Times New Roman" w:hAnsi="Arial CE" w:cs="Arial CE"/>
                <w:szCs w:val="20"/>
                <w:lang w:eastAsia="cs-CZ"/>
              </w:rPr>
              <w:t>Starokolínská 975, 281 01, Kolín</w:t>
            </w:r>
          </w:p>
        </w:tc>
      </w:tr>
    </w:tbl>
    <w:p w14:paraId="7937B047" w14:textId="77777777" w:rsidR="002351BD" w:rsidRPr="008B5521" w:rsidRDefault="002351BD" w:rsidP="00B30463">
      <w:pPr>
        <w:pStyle w:val="acnormalbulleted"/>
        <w:keepNext/>
        <w:keepLines/>
        <w:numPr>
          <w:ilvl w:val="0"/>
          <w:numId w:val="0"/>
        </w:numPr>
        <w:tabs>
          <w:tab w:val="clear" w:pos="426"/>
        </w:tabs>
        <w:spacing w:before="180"/>
        <w:ind w:firstLine="357"/>
        <w:rPr>
          <w:rFonts w:ascii="Verdana" w:hAnsi="Verdana" w:cstheme="minorHAnsi"/>
          <w:sz w:val="18"/>
          <w:szCs w:val="18"/>
        </w:rPr>
      </w:pPr>
      <w:r w:rsidRPr="00A0345A">
        <w:rPr>
          <w:rFonts w:ascii="Verdana" w:eastAsiaTheme="majorEastAsia" w:hAnsi="Verdana" w:cstheme="minorHAnsi"/>
          <w:bCs/>
          <w:sz w:val="18"/>
          <w:szCs w:val="18"/>
        </w:rPr>
        <w:t>Dopravu požadovaného zboží do místa plnění zajišťuje Prodávající.</w:t>
      </w:r>
      <w:r w:rsidRPr="008B5521">
        <w:rPr>
          <w:rFonts w:ascii="Verdana" w:hAnsi="Verdana" w:cstheme="minorHAnsi"/>
          <w:sz w:val="18"/>
          <w:szCs w:val="18"/>
        </w:rPr>
        <w:t xml:space="preserve"> </w:t>
      </w:r>
    </w:p>
    <w:p w14:paraId="4B31DD05" w14:textId="5A495EF3" w:rsidR="00D034CB" w:rsidRPr="008B5521" w:rsidRDefault="00D034CB" w:rsidP="00341112">
      <w:pPr>
        <w:pStyle w:val="acnormalbulleted"/>
        <w:widowControl w:val="0"/>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xml:space="preserve"> dílčí </w:t>
      </w:r>
      <w:r w:rsidR="00D919C5">
        <w:rPr>
          <w:rFonts w:ascii="Verdana" w:hAnsi="Verdana" w:cstheme="minorHAnsi"/>
          <w:sz w:val="18"/>
          <w:szCs w:val="18"/>
        </w:rPr>
        <w:t xml:space="preserve">  </w:t>
      </w:r>
      <w:r w:rsidR="00D608AA" w:rsidRPr="008B5521">
        <w:rPr>
          <w:rFonts w:ascii="Verdana" w:hAnsi="Verdana" w:cstheme="minorHAnsi"/>
          <w:sz w:val="18"/>
          <w:szCs w:val="18"/>
        </w:rPr>
        <w:t>smlouvě</w:t>
      </w:r>
      <w:r w:rsidRPr="008B5521">
        <w:rPr>
          <w:rFonts w:ascii="Verdana" w:hAnsi="Verdana" w:cstheme="minorHAnsi"/>
          <w:sz w:val="18"/>
          <w:szCs w:val="18"/>
        </w:rPr>
        <w:t>. Prodávající je povinen tyto lhůty dodržet.</w:t>
      </w:r>
    </w:p>
    <w:p w14:paraId="52F8D611" w14:textId="65F377D8" w:rsidR="00062B10" w:rsidRPr="0043114C" w:rsidRDefault="00062B10" w:rsidP="00341112">
      <w:pPr>
        <w:pStyle w:val="acnormalbulleted"/>
        <w:widowControl w:val="0"/>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Pr="008B5521">
        <w:rPr>
          <w:rFonts w:ascii="Verdana" w:eastAsiaTheme="majorEastAsia" w:hAnsi="Verdana" w:cstheme="minorHAnsi"/>
          <w:bCs/>
          <w:sz w:val="18"/>
          <w:szCs w:val="18"/>
        </w:rPr>
        <w:t xml:space="preserve">stran skutečnosti mající vliv na dodržení sjednaného času plnění uvedeného </w:t>
      </w:r>
      <w:r w:rsidR="00B43F1F">
        <w:rPr>
          <w:rFonts w:ascii="Verdana" w:eastAsiaTheme="majorEastAsia" w:hAnsi="Verdana" w:cstheme="minorHAnsi"/>
          <w:bCs/>
          <w:sz w:val="18"/>
          <w:szCs w:val="18"/>
        </w:rPr>
        <w:t xml:space="preserve">v </w:t>
      </w:r>
      <w:r w:rsidR="00D608AA" w:rsidRPr="008B5521">
        <w:rPr>
          <w:rFonts w:ascii="Verdana" w:eastAsiaTheme="majorEastAsia" w:hAnsi="Verdana" w:cstheme="minorHAnsi"/>
          <w:bCs/>
          <w:sz w:val="18"/>
          <w:szCs w:val="18"/>
        </w:rPr>
        <w:t>dílčí smlouvě</w:t>
      </w:r>
      <w:r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 xml:space="preserve">strana, u které tyto okolnosti nastanou, povinna neprodleně, nejpozději však </w:t>
      </w:r>
      <w:r w:rsidR="00D64982">
        <w:rPr>
          <w:rFonts w:ascii="Verdana" w:eastAsiaTheme="majorEastAsia" w:hAnsi="Verdana" w:cstheme="minorHAnsi"/>
          <w:bCs/>
          <w:sz w:val="18"/>
          <w:szCs w:val="18"/>
        </w:rPr>
        <w:t>2 dny</w:t>
      </w:r>
      <w:r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 xml:space="preserve">stranou a písemně stvrdit náhradní dobu plnění s uvedením </w:t>
      </w:r>
      <w:r w:rsidRPr="0043114C">
        <w:rPr>
          <w:rFonts w:ascii="Verdana" w:eastAsiaTheme="majorEastAsia" w:hAnsi="Verdana" w:cstheme="minorHAnsi"/>
          <w:bCs/>
          <w:sz w:val="18"/>
          <w:szCs w:val="18"/>
        </w:rPr>
        <w:t>odůvodnění této změny.</w:t>
      </w:r>
    </w:p>
    <w:p w14:paraId="2F392E6E" w14:textId="2B5312F7" w:rsidR="00062B10" w:rsidRPr="0043114C" w:rsidRDefault="00062B10" w:rsidP="00341112">
      <w:pPr>
        <w:pStyle w:val="acnormalbulleted"/>
        <w:widowControl w:val="0"/>
        <w:numPr>
          <w:ilvl w:val="0"/>
          <w:numId w:val="1"/>
        </w:numPr>
        <w:ind w:left="357" w:hanging="357"/>
        <w:rPr>
          <w:rFonts w:ascii="Verdana" w:hAnsi="Verdana" w:cstheme="minorHAnsi"/>
          <w:sz w:val="18"/>
          <w:szCs w:val="18"/>
        </w:rPr>
      </w:pPr>
      <w:r w:rsidRPr="0043114C">
        <w:rPr>
          <w:rFonts w:ascii="Verdana" w:eastAsiaTheme="majorEastAsia" w:hAnsi="Verdana" w:cstheme="minorHAnsi"/>
          <w:bCs/>
          <w:sz w:val="18"/>
          <w:szCs w:val="18"/>
        </w:rPr>
        <w:t>Převzetím zboží ze strany</w:t>
      </w:r>
      <w:r w:rsidR="00B03468" w:rsidRPr="0043114C">
        <w:rPr>
          <w:rFonts w:ascii="Verdana" w:eastAsiaTheme="majorEastAsia" w:hAnsi="Verdana" w:cstheme="minorHAnsi"/>
          <w:bCs/>
          <w:sz w:val="18"/>
          <w:szCs w:val="18"/>
        </w:rPr>
        <w:t xml:space="preserve"> </w:t>
      </w:r>
      <w:r w:rsidR="00681F22" w:rsidRPr="0043114C">
        <w:rPr>
          <w:rFonts w:ascii="Verdana" w:eastAsiaTheme="majorEastAsia" w:hAnsi="Verdana" w:cstheme="minorHAnsi"/>
          <w:bCs/>
          <w:sz w:val="18"/>
          <w:szCs w:val="18"/>
        </w:rPr>
        <w:t>Kupujícího</w:t>
      </w:r>
      <w:r w:rsidR="00B03468" w:rsidRPr="0043114C">
        <w:rPr>
          <w:rFonts w:ascii="Verdana" w:eastAsiaTheme="majorEastAsia" w:hAnsi="Verdana" w:cstheme="minorHAnsi"/>
          <w:bCs/>
          <w:sz w:val="18"/>
          <w:szCs w:val="18"/>
        </w:rPr>
        <w:t xml:space="preserve"> </w:t>
      </w:r>
      <w:r w:rsidRPr="0043114C">
        <w:rPr>
          <w:rFonts w:ascii="Verdana" w:eastAsiaTheme="majorEastAsia" w:hAnsi="Verdana" w:cstheme="minorHAnsi"/>
          <w:bCs/>
          <w:sz w:val="18"/>
          <w:szCs w:val="18"/>
        </w:rPr>
        <w:t>se rozumí převzetí bezvadného zboží k</w:t>
      </w:r>
      <w:r w:rsidR="006A4A0B" w:rsidRPr="0043114C">
        <w:rPr>
          <w:rFonts w:ascii="Verdana" w:eastAsiaTheme="majorEastAsia" w:hAnsi="Verdana" w:cstheme="minorHAnsi"/>
          <w:bCs/>
          <w:sz w:val="18"/>
          <w:szCs w:val="18"/>
        </w:rPr>
        <w:t> </w:t>
      </w:r>
      <w:r w:rsidRPr="0043114C">
        <w:rPr>
          <w:rFonts w:ascii="Verdana" w:eastAsiaTheme="majorEastAsia" w:hAnsi="Verdana" w:cstheme="minorHAnsi"/>
          <w:bCs/>
          <w:sz w:val="18"/>
          <w:szCs w:val="18"/>
        </w:rPr>
        <w:t>užívání</w:t>
      </w:r>
      <w:r w:rsidR="006A4A0B" w:rsidRPr="0043114C">
        <w:rPr>
          <w:rFonts w:ascii="Verdana" w:eastAsiaTheme="majorEastAsia" w:hAnsi="Verdana" w:cstheme="minorHAnsi"/>
          <w:bCs/>
          <w:sz w:val="18"/>
          <w:szCs w:val="18"/>
        </w:rPr>
        <w:t xml:space="preserve"> včetně všech souvisejících dokladů dle přílohy č. </w:t>
      </w:r>
      <w:r w:rsidR="00585A82">
        <w:rPr>
          <w:rFonts w:ascii="Verdana" w:eastAsiaTheme="majorEastAsia" w:hAnsi="Verdana" w:cstheme="minorHAnsi"/>
          <w:bCs/>
          <w:sz w:val="18"/>
          <w:szCs w:val="18"/>
        </w:rPr>
        <w:t>3</w:t>
      </w:r>
      <w:r w:rsidR="006A4A0B" w:rsidRPr="0043114C">
        <w:rPr>
          <w:rFonts w:ascii="Verdana" w:eastAsiaTheme="majorEastAsia" w:hAnsi="Verdana" w:cstheme="minorHAnsi"/>
          <w:bCs/>
          <w:sz w:val="18"/>
          <w:szCs w:val="18"/>
        </w:rPr>
        <w:t xml:space="preserve"> této dohody či dokumentů, na které příloha č. 1 odkazuje</w:t>
      </w:r>
      <w:r w:rsidRPr="0043114C">
        <w:rPr>
          <w:rFonts w:ascii="Verdana" w:eastAsiaTheme="majorEastAsia" w:hAnsi="Verdana" w:cstheme="minorHAnsi"/>
          <w:bCs/>
          <w:sz w:val="18"/>
          <w:szCs w:val="18"/>
        </w:rPr>
        <w:t xml:space="preserve">, po kontrole a přepočtu zboží. </w:t>
      </w:r>
    </w:p>
    <w:p w14:paraId="3FB70D26" w14:textId="27EE23C5" w:rsidR="00062B10" w:rsidRPr="0043114C" w:rsidRDefault="00062B10" w:rsidP="00341112">
      <w:pPr>
        <w:pStyle w:val="Nadpis2"/>
        <w:keepNext w:val="0"/>
        <w:widowControl w:val="0"/>
        <w:numPr>
          <w:ilvl w:val="0"/>
          <w:numId w:val="1"/>
        </w:numPr>
        <w:spacing w:line="276" w:lineRule="auto"/>
        <w:ind w:left="357" w:hanging="357"/>
        <w:rPr>
          <w:rFonts w:ascii="Verdana" w:hAnsi="Verdana" w:cstheme="minorHAnsi"/>
          <w:sz w:val="18"/>
          <w:szCs w:val="18"/>
        </w:rPr>
      </w:pPr>
      <w:r w:rsidRPr="0043114C">
        <w:rPr>
          <w:rFonts w:ascii="Verdana" w:hAnsi="Verdana" w:cstheme="minorHAnsi"/>
          <w:sz w:val="18"/>
          <w:szCs w:val="18"/>
        </w:rPr>
        <w:t xml:space="preserve">Prodávající je povinen vyrozumět určeného </w:t>
      </w:r>
      <w:r w:rsidR="003E3A8A" w:rsidRPr="0043114C">
        <w:rPr>
          <w:rFonts w:ascii="Verdana" w:hAnsi="Verdana" w:cstheme="minorHAnsi"/>
          <w:sz w:val="18"/>
          <w:szCs w:val="18"/>
        </w:rPr>
        <w:t>zaměstnance</w:t>
      </w:r>
      <w:r w:rsidRPr="0043114C">
        <w:rPr>
          <w:rFonts w:ascii="Verdana" w:hAnsi="Verdana" w:cstheme="minorHAnsi"/>
          <w:sz w:val="18"/>
          <w:szCs w:val="18"/>
        </w:rPr>
        <w:t xml:space="preserve"> </w:t>
      </w:r>
      <w:r w:rsidR="00681F22" w:rsidRPr="0043114C">
        <w:rPr>
          <w:rFonts w:ascii="Verdana" w:hAnsi="Verdana" w:cstheme="minorHAnsi"/>
          <w:sz w:val="18"/>
          <w:szCs w:val="18"/>
        </w:rPr>
        <w:t>Kupující</w:t>
      </w:r>
      <w:r w:rsidRPr="0043114C">
        <w:rPr>
          <w:rFonts w:ascii="Verdana" w:hAnsi="Verdana" w:cstheme="minorHAnsi"/>
          <w:sz w:val="18"/>
          <w:szCs w:val="18"/>
        </w:rPr>
        <w:t>ho uvedeného v</w:t>
      </w:r>
      <w:r w:rsidR="00D608AA" w:rsidRPr="0043114C">
        <w:rPr>
          <w:rFonts w:ascii="Verdana" w:hAnsi="Verdana" w:cstheme="minorHAnsi"/>
          <w:sz w:val="18"/>
          <w:szCs w:val="18"/>
        </w:rPr>
        <w:t> dílčí smlouvě jako „kontaktní osoba</w:t>
      </w:r>
      <w:r w:rsidRPr="0043114C">
        <w:rPr>
          <w:rFonts w:ascii="Verdana" w:hAnsi="Verdana" w:cstheme="minorHAnsi"/>
          <w:sz w:val="18"/>
          <w:szCs w:val="18"/>
        </w:rPr>
        <w:t xml:space="preserve">“ o datu a době dodání zboží (v pracovní dny v čase </w:t>
      </w:r>
      <w:r w:rsidR="00CC2734" w:rsidRPr="0043114C">
        <w:rPr>
          <w:rFonts w:ascii="Verdana" w:hAnsi="Verdana" w:cstheme="minorHAnsi"/>
          <w:sz w:val="18"/>
          <w:szCs w:val="18"/>
        </w:rPr>
        <w:t xml:space="preserve">07.00 – 15:00 </w:t>
      </w:r>
      <w:r w:rsidRPr="0043114C">
        <w:rPr>
          <w:rFonts w:ascii="Verdana" w:hAnsi="Verdana" w:cstheme="minorHAnsi"/>
          <w:sz w:val="18"/>
          <w:szCs w:val="18"/>
        </w:rPr>
        <w:t>hod.).</w:t>
      </w:r>
      <w:r w:rsidR="00D034CB" w:rsidRPr="0043114C">
        <w:rPr>
          <w:rFonts w:ascii="Verdana" w:hAnsi="Verdana" w:cstheme="minorHAnsi"/>
          <w:sz w:val="18"/>
          <w:szCs w:val="18"/>
        </w:rPr>
        <w:t xml:space="preserve"> K</w:t>
      </w:r>
      <w:r w:rsidRPr="0043114C">
        <w:rPr>
          <w:rFonts w:ascii="Verdana" w:hAnsi="Verdana" w:cstheme="minorHAnsi"/>
          <w:sz w:val="18"/>
          <w:szCs w:val="18"/>
        </w:rPr>
        <w:t xml:space="preserve"> </w:t>
      </w:r>
      <w:r w:rsidR="00D034CB" w:rsidRPr="0043114C">
        <w:rPr>
          <w:rFonts w:ascii="Verdana" w:hAnsi="Verdana" w:cstheme="minorHAnsi"/>
          <w:sz w:val="18"/>
          <w:szCs w:val="18"/>
        </w:rPr>
        <w:t xml:space="preserve">předání a převzetí zboží probíhá v rámci předávacího řízení potvrzením Dodacího listu ze strany Kupujícího a Prodávajícího. </w:t>
      </w:r>
    </w:p>
    <w:p w14:paraId="60AC4CC3" w14:textId="0A6DF00F" w:rsidR="00906C04" w:rsidRPr="0043114C" w:rsidRDefault="00062B10" w:rsidP="00341112">
      <w:pPr>
        <w:pStyle w:val="Nadpis2"/>
        <w:keepNext w:val="0"/>
        <w:widowControl w:val="0"/>
        <w:numPr>
          <w:ilvl w:val="0"/>
          <w:numId w:val="1"/>
        </w:numPr>
        <w:spacing w:line="276" w:lineRule="auto"/>
        <w:ind w:left="357" w:hanging="357"/>
        <w:rPr>
          <w:rFonts w:ascii="Verdana" w:hAnsi="Verdana" w:cstheme="minorHAnsi"/>
          <w:sz w:val="18"/>
          <w:szCs w:val="18"/>
        </w:rPr>
      </w:pPr>
      <w:r w:rsidRPr="0043114C">
        <w:rPr>
          <w:rFonts w:ascii="Verdana" w:hAnsi="Verdana" w:cstheme="minorHAnsi"/>
          <w:sz w:val="18"/>
          <w:szCs w:val="18"/>
        </w:rPr>
        <w:t>Pojištění se u zboží nevyžaduje.</w:t>
      </w:r>
      <w:r w:rsidR="00685D2E" w:rsidRPr="0043114C">
        <w:rPr>
          <w:rFonts w:ascii="Verdana" w:hAnsi="Verdana" w:cstheme="minorHAnsi"/>
          <w:sz w:val="18"/>
          <w:szCs w:val="18"/>
        </w:rPr>
        <w:t xml:space="preserve"> Speciální balení se nevyžaduje. </w:t>
      </w:r>
    </w:p>
    <w:p w14:paraId="7817D39E" w14:textId="42DFCE26" w:rsidR="00906C04" w:rsidRPr="00341112" w:rsidRDefault="00906C04" w:rsidP="00341112">
      <w:pPr>
        <w:pStyle w:val="acnormalbulleted"/>
        <w:widowControl w:val="0"/>
        <w:numPr>
          <w:ilvl w:val="0"/>
          <w:numId w:val="1"/>
        </w:numPr>
        <w:rPr>
          <w:rFonts w:ascii="Verdana" w:hAnsi="Verdana" w:cstheme="minorHAnsi"/>
          <w:sz w:val="18"/>
          <w:szCs w:val="18"/>
        </w:rPr>
      </w:pPr>
      <w:r w:rsidRPr="00AF7B1A">
        <w:rPr>
          <w:rFonts w:ascii="Verdana" w:eastAsiaTheme="majorEastAsia" w:hAnsi="Verdana" w:cstheme="minorHAnsi"/>
          <w:bCs/>
          <w:sz w:val="18"/>
          <w:szCs w:val="18"/>
        </w:rPr>
        <w:t>Technická dokumenta</w:t>
      </w:r>
      <w:r>
        <w:rPr>
          <w:rFonts w:ascii="Verdana" w:eastAsiaTheme="majorEastAsia" w:hAnsi="Verdana" w:cstheme="minorHAnsi"/>
          <w:bCs/>
          <w:sz w:val="18"/>
          <w:szCs w:val="18"/>
        </w:rPr>
        <w:t>ce k dodávanému zboží – prodávající</w:t>
      </w:r>
      <w:r w:rsidRPr="00AF7B1A">
        <w:rPr>
          <w:rFonts w:ascii="Verdana" w:eastAsiaTheme="majorEastAsia" w:hAnsi="Verdana" w:cstheme="minorHAnsi"/>
          <w:bCs/>
          <w:sz w:val="18"/>
          <w:szCs w:val="18"/>
        </w:rPr>
        <w:t xml:space="preserve"> doloží technickou dokumentaci k dodávanému zboží, ze které bude vyplývat splnění techni</w:t>
      </w:r>
      <w:r>
        <w:rPr>
          <w:rFonts w:ascii="Verdana" w:eastAsiaTheme="majorEastAsia" w:hAnsi="Verdana" w:cstheme="minorHAnsi"/>
          <w:bCs/>
          <w:sz w:val="18"/>
          <w:szCs w:val="18"/>
        </w:rPr>
        <w:t>ckých podmínek</w:t>
      </w:r>
      <w:r w:rsidRPr="00AF7B1A">
        <w:rPr>
          <w:rFonts w:ascii="Verdana" w:eastAsiaTheme="majorEastAsia" w:hAnsi="Verdana" w:cstheme="minorHAnsi"/>
          <w:bCs/>
          <w:sz w:val="18"/>
          <w:szCs w:val="18"/>
        </w:rPr>
        <w:t>.</w:t>
      </w:r>
    </w:p>
    <w:p w14:paraId="274D4255" w14:textId="43B30DA0" w:rsidR="00211202"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2D82554B" w:rsidR="00CB26F1" w:rsidRPr="00616A0C" w:rsidRDefault="00496E5D" w:rsidP="00341112">
      <w:pPr>
        <w:pStyle w:val="Nadpis2"/>
        <w:keepNext w:val="0"/>
        <w:widowControl w:val="0"/>
        <w:numPr>
          <w:ilvl w:val="1"/>
          <w:numId w:val="8"/>
        </w:numPr>
        <w:tabs>
          <w:tab w:val="left" w:pos="567"/>
        </w:tabs>
        <w:spacing w:line="276" w:lineRule="auto"/>
        <w:ind w:left="426" w:hanging="426"/>
        <w:rPr>
          <w:rFonts w:ascii="Verdana" w:hAnsi="Verdana" w:cstheme="minorHAnsi"/>
          <w:sz w:val="18"/>
          <w:szCs w:val="18"/>
        </w:rPr>
      </w:pPr>
      <w:r w:rsidRPr="00616A0C">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585A82">
        <w:rPr>
          <w:rFonts w:ascii="Verdana" w:hAnsi="Verdana" w:cstheme="minorHAnsi"/>
          <w:sz w:val="18"/>
          <w:szCs w:val="18"/>
        </w:rPr>
        <w:t>3</w:t>
      </w:r>
      <w:r w:rsidR="007465F2" w:rsidRPr="00616A0C">
        <w:rPr>
          <w:rFonts w:ascii="Verdana" w:hAnsi="Verdana" w:cstheme="minorHAnsi"/>
          <w:sz w:val="18"/>
          <w:szCs w:val="18"/>
        </w:rPr>
        <w:t xml:space="preserve"> </w:t>
      </w:r>
      <w:r w:rsidRPr="00616A0C">
        <w:rPr>
          <w:rFonts w:ascii="Verdana" w:hAnsi="Verdana" w:cstheme="minorHAnsi"/>
          <w:sz w:val="18"/>
          <w:szCs w:val="18"/>
        </w:rPr>
        <w:t xml:space="preserve">této </w:t>
      </w:r>
      <w:r w:rsidR="00881560" w:rsidRPr="00616A0C">
        <w:rPr>
          <w:rFonts w:ascii="Verdana" w:hAnsi="Verdana" w:cstheme="minorHAnsi"/>
          <w:sz w:val="18"/>
          <w:szCs w:val="18"/>
        </w:rPr>
        <w:t>Rámcové</w:t>
      </w:r>
      <w:r w:rsidRPr="00616A0C">
        <w:rPr>
          <w:rFonts w:ascii="Verdana" w:hAnsi="Verdana" w:cstheme="minorHAnsi"/>
          <w:sz w:val="18"/>
          <w:szCs w:val="18"/>
        </w:rPr>
        <w:t xml:space="preserve"> dohody a množství skutečně dodaného zboží Kupujícímu. </w:t>
      </w:r>
    </w:p>
    <w:p w14:paraId="5E498BFF" w14:textId="0E778E96" w:rsidR="00CB26F1" w:rsidRPr="00616A0C" w:rsidRDefault="00E6302B" w:rsidP="00341112">
      <w:pPr>
        <w:pStyle w:val="Nadpis2"/>
        <w:keepNext w:val="0"/>
        <w:widowControl w:val="0"/>
        <w:numPr>
          <w:ilvl w:val="1"/>
          <w:numId w:val="8"/>
        </w:numPr>
        <w:tabs>
          <w:tab w:val="left" w:pos="567"/>
        </w:tabs>
        <w:spacing w:line="276" w:lineRule="auto"/>
        <w:ind w:left="426" w:hanging="426"/>
        <w:rPr>
          <w:rFonts w:ascii="Verdana" w:hAnsi="Verdana" w:cstheme="minorHAnsi"/>
          <w:sz w:val="18"/>
          <w:szCs w:val="18"/>
        </w:rPr>
      </w:pPr>
      <w:r w:rsidRPr="00616A0C">
        <w:rPr>
          <w:rFonts w:ascii="Verdana" w:hAnsi="Verdana" w:cstheme="minorHAnsi"/>
          <w:sz w:val="18"/>
          <w:szCs w:val="18"/>
        </w:rPr>
        <w:t xml:space="preserve">Jednotlivé ceny uvedené </w:t>
      </w:r>
      <w:r w:rsidR="00CB26F1" w:rsidRPr="00616A0C">
        <w:rPr>
          <w:rFonts w:ascii="Verdana" w:hAnsi="Verdana" w:cstheme="minorHAnsi"/>
          <w:sz w:val="18"/>
          <w:szCs w:val="18"/>
        </w:rPr>
        <w:t>v</w:t>
      </w:r>
      <w:r w:rsidR="007465F2" w:rsidRPr="00616A0C">
        <w:rPr>
          <w:rFonts w:ascii="Verdana" w:hAnsi="Verdana" w:cstheme="minorHAnsi"/>
          <w:sz w:val="18"/>
          <w:szCs w:val="18"/>
        </w:rPr>
        <w:t> jednotkovém ceníku</w:t>
      </w:r>
      <w:r w:rsidR="00CB26F1" w:rsidRPr="00616A0C">
        <w:rPr>
          <w:rFonts w:ascii="Verdana" w:hAnsi="Verdana" w:cstheme="minorHAnsi"/>
          <w:sz w:val="18"/>
          <w:szCs w:val="18"/>
        </w:rPr>
        <w:t xml:space="preserve">, který je přílohou č. </w:t>
      </w:r>
      <w:r w:rsidR="00585A82">
        <w:rPr>
          <w:rFonts w:ascii="Verdana" w:hAnsi="Verdana" w:cstheme="minorHAnsi"/>
          <w:sz w:val="18"/>
          <w:szCs w:val="18"/>
        </w:rPr>
        <w:t>3</w:t>
      </w:r>
      <w:r w:rsidR="00CB26F1" w:rsidRPr="00616A0C">
        <w:rPr>
          <w:rFonts w:ascii="Verdana" w:hAnsi="Verdana" w:cstheme="minorHAnsi"/>
          <w:sz w:val="18"/>
          <w:szCs w:val="18"/>
        </w:rPr>
        <w:t xml:space="preserve"> této Rámcové dohody</w:t>
      </w:r>
      <w:r w:rsidRPr="00616A0C">
        <w:rPr>
          <w:rFonts w:ascii="Verdana" w:hAnsi="Verdana" w:cstheme="minorHAnsi"/>
          <w:sz w:val="18"/>
          <w:szCs w:val="18"/>
        </w:rPr>
        <w:t xml:space="preserve">, </w:t>
      </w:r>
      <w:r w:rsidR="00CB26F1" w:rsidRPr="00616A0C">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6BF5227D" w:rsidR="00CB26F1" w:rsidRPr="000C5CCC" w:rsidRDefault="00CB26F1" w:rsidP="00A663A7">
      <w:pPr>
        <w:pStyle w:val="Nadpis2"/>
        <w:keepNext w:val="0"/>
        <w:widowControl w:val="0"/>
        <w:numPr>
          <w:ilvl w:val="1"/>
          <w:numId w:val="8"/>
        </w:numPr>
        <w:tabs>
          <w:tab w:val="left" w:pos="567"/>
        </w:tabs>
        <w:spacing w:before="0" w:line="276" w:lineRule="auto"/>
        <w:ind w:left="425" w:hanging="425"/>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w:t>
      </w:r>
      <w:r w:rsidR="000A3CC2" w:rsidRPr="00492A04">
        <w:rPr>
          <w:rFonts w:ascii="Verdana" w:hAnsi="Verdana" w:cstheme="minorHAnsi"/>
          <w:sz w:val="18"/>
          <w:szCs w:val="18"/>
        </w:rPr>
        <w:t xml:space="preserve">smlouvy </w:t>
      </w:r>
      <w:r w:rsidRPr="00492A04">
        <w:rPr>
          <w:rFonts w:ascii="Verdana" w:hAnsi="Verdana" w:cstheme="minorHAnsi"/>
          <w:sz w:val="18"/>
          <w:szCs w:val="18"/>
        </w:rPr>
        <w:t>bude uhrazena bankovním převodem na bankovní účet Prodávajícího specifikovaný v záhlaví této</w:t>
      </w:r>
      <w:r w:rsidR="001228C5" w:rsidRPr="00492A04">
        <w:rPr>
          <w:rFonts w:ascii="Verdana" w:hAnsi="Verdana" w:cstheme="minorHAnsi"/>
          <w:sz w:val="18"/>
          <w:szCs w:val="18"/>
        </w:rPr>
        <w:t xml:space="preserve"> </w:t>
      </w:r>
      <w:r w:rsidR="00881560" w:rsidRPr="00492A04">
        <w:rPr>
          <w:rFonts w:ascii="Verdana" w:hAnsi="Verdana" w:cstheme="minorHAnsi"/>
          <w:sz w:val="18"/>
          <w:szCs w:val="18"/>
        </w:rPr>
        <w:t>Rámcové</w:t>
      </w:r>
      <w:r w:rsidRPr="00492A04">
        <w:rPr>
          <w:rFonts w:ascii="Verdana" w:hAnsi="Verdana" w:cstheme="minorHAnsi"/>
          <w:sz w:val="18"/>
          <w:szCs w:val="18"/>
        </w:rPr>
        <w:t xml:space="preserve"> dohody po řádném splnění </w:t>
      </w:r>
      <w:r w:rsidR="000A3CC2" w:rsidRPr="00492A04">
        <w:rPr>
          <w:rFonts w:ascii="Verdana" w:hAnsi="Verdana" w:cstheme="minorHAnsi"/>
          <w:sz w:val="18"/>
          <w:szCs w:val="18"/>
        </w:rPr>
        <w:t>dílčí smlouvy</w:t>
      </w:r>
      <w:r w:rsidRPr="00492A04">
        <w:rPr>
          <w:rFonts w:ascii="Verdana" w:hAnsi="Verdana" w:cstheme="minorHAnsi"/>
          <w:sz w:val="18"/>
          <w:szCs w:val="18"/>
        </w:rPr>
        <w:t xml:space="preserve"> na základě </w:t>
      </w:r>
      <w:r w:rsidR="00A606A2" w:rsidRPr="00492A04">
        <w:rPr>
          <w:rFonts w:ascii="Verdana" w:hAnsi="Verdana" w:cstheme="minorHAnsi"/>
          <w:sz w:val="18"/>
          <w:szCs w:val="18"/>
        </w:rPr>
        <w:t>účetního/</w:t>
      </w:r>
      <w:r w:rsidRPr="00492A04">
        <w:rPr>
          <w:rFonts w:ascii="Verdana" w:hAnsi="Verdana" w:cstheme="minorHAnsi"/>
          <w:sz w:val="18"/>
          <w:szCs w:val="18"/>
        </w:rPr>
        <w:t xml:space="preserve">daňového dokladu (faktury) vystaveného Prodávajícím. Právo fakturovat vzniká Prodávajícímu dnem převzetí </w:t>
      </w:r>
      <w:r w:rsidR="006007E5" w:rsidRPr="00492A04">
        <w:rPr>
          <w:rFonts w:ascii="Verdana" w:hAnsi="Verdana" w:cstheme="minorHAnsi"/>
          <w:sz w:val="18"/>
          <w:szCs w:val="18"/>
        </w:rPr>
        <w:t>zboží Kupujícím</w:t>
      </w:r>
      <w:r w:rsidRPr="00492A04">
        <w:rPr>
          <w:rFonts w:ascii="Verdana" w:hAnsi="Verdana" w:cstheme="minorHAnsi"/>
          <w:sz w:val="18"/>
          <w:szCs w:val="18"/>
        </w:rPr>
        <w:t xml:space="preserve">. Faktura musí mít náležitosti daňového dokladu, její přílohou musí být stejnopis </w:t>
      </w:r>
      <w:r w:rsidR="00A606A2" w:rsidRPr="00492A04">
        <w:rPr>
          <w:rFonts w:ascii="Verdana" w:hAnsi="Verdana" w:cstheme="minorHAnsi"/>
          <w:sz w:val="18"/>
          <w:szCs w:val="18"/>
        </w:rPr>
        <w:t>D</w:t>
      </w:r>
      <w:r w:rsidRPr="00492A04">
        <w:rPr>
          <w:rFonts w:ascii="Verdana" w:hAnsi="Verdana" w:cstheme="minorHAnsi"/>
          <w:sz w:val="18"/>
          <w:szCs w:val="18"/>
        </w:rPr>
        <w:t xml:space="preserve">odacího listu s potvrzením převzetí dodávky bez jakýchkoli vad </w:t>
      </w:r>
      <w:r w:rsidR="00681F22" w:rsidRPr="00492A04">
        <w:rPr>
          <w:rFonts w:ascii="Verdana" w:hAnsi="Verdana" w:cstheme="minorHAnsi"/>
          <w:sz w:val="18"/>
          <w:szCs w:val="18"/>
        </w:rPr>
        <w:t>Kupujícím</w:t>
      </w:r>
      <w:r w:rsidRPr="00492A04">
        <w:rPr>
          <w:rFonts w:ascii="Verdana" w:hAnsi="Verdana" w:cstheme="minorHAnsi"/>
          <w:sz w:val="18"/>
          <w:szCs w:val="18"/>
        </w:rPr>
        <w:t>. V záhlaví faktury je nutno taktéž uvést číslo objednávky</w:t>
      </w:r>
      <w:r w:rsidR="00A606A2" w:rsidRPr="00492A04">
        <w:rPr>
          <w:rFonts w:ascii="Verdana" w:hAnsi="Verdana" w:cstheme="minorHAnsi"/>
          <w:sz w:val="18"/>
          <w:szCs w:val="18"/>
        </w:rPr>
        <w:t xml:space="preserve"> a této </w:t>
      </w:r>
      <w:r w:rsidR="00881560" w:rsidRPr="00492A04">
        <w:rPr>
          <w:rFonts w:ascii="Verdana" w:hAnsi="Verdana" w:cstheme="minorHAnsi"/>
          <w:sz w:val="18"/>
          <w:szCs w:val="18"/>
        </w:rPr>
        <w:t>Rámcové</w:t>
      </w:r>
      <w:r w:rsidR="00A606A2" w:rsidRPr="00492A04">
        <w:rPr>
          <w:rFonts w:ascii="Verdana" w:hAnsi="Verdana" w:cstheme="minorHAnsi"/>
          <w:sz w:val="18"/>
          <w:szCs w:val="18"/>
        </w:rPr>
        <w:t xml:space="preserve"> dohody</w:t>
      </w:r>
      <w:r w:rsidR="004F3758" w:rsidRPr="00492A04">
        <w:rPr>
          <w:rFonts w:ascii="Verdana" w:hAnsi="Verdana" w:cstheme="minorHAnsi"/>
          <w:sz w:val="18"/>
          <w:szCs w:val="18"/>
        </w:rPr>
        <w:t>.</w:t>
      </w:r>
    </w:p>
    <w:p w14:paraId="0F6E5B4F" w14:textId="77777777" w:rsidR="00901DFA" w:rsidRPr="00341112" w:rsidRDefault="00901DFA" w:rsidP="00341112">
      <w:pPr>
        <w:pStyle w:val="Nadpis2"/>
        <w:keepNext w:val="0"/>
        <w:widowControl w:val="0"/>
        <w:numPr>
          <w:ilvl w:val="1"/>
          <w:numId w:val="8"/>
        </w:numPr>
        <w:tabs>
          <w:tab w:val="left" w:pos="567"/>
        </w:tabs>
        <w:spacing w:line="276" w:lineRule="auto"/>
        <w:ind w:left="426" w:hanging="426"/>
        <w:rPr>
          <w:rFonts w:ascii="Verdana" w:hAnsi="Verdana" w:cstheme="minorHAnsi"/>
          <w:sz w:val="18"/>
          <w:szCs w:val="18"/>
        </w:rPr>
      </w:pPr>
      <w:r w:rsidRPr="00341112">
        <w:rPr>
          <w:rFonts w:ascii="Verdana" w:hAnsi="Verdana" w:cstheme="minorHAnsi"/>
          <w:sz w:val="18"/>
          <w:szCs w:val="18"/>
        </w:rPr>
        <w:t>Daňové doklady, vč. všech příloh, budou zasílány následovně:</w:t>
      </w:r>
    </w:p>
    <w:p w14:paraId="17B18D57" w14:textId="69C4EAAB" w:rsidR="00901DFA" w:rsidRDefault="00901DFA" w:rsidP="00341112">
      <w:pPr>
        <w:pStyle w:val="Odstavecseseznamem"/>
        <w:widowControl w:val="0"/>
        <w:numPr>
          <w:ilvl w:val="0"/>
          <w:numId w:val="19"/>
        </w:numPr>
        <w:spacing w:after="120"/>
        <w:ind w:left="1077" w:hanging="357"/>
        <w:contextualSpacing w:val="0"/>
        <w:jc w:val="both"/>
        <w:rPr>
          <w:rFonts w:ascii="Verdana" w:hAnsi="Verdana" w:cstheme="minorHAnsi"/>
          <w:sz w:val="18"/>
          <w:szCs w:val="18"/>
        </w:rPr>
      </w:pPr>
      <w:r w:rsidRPr="00341112">
        <w:rPr>
          <w:rFonts w:ascii="Verdana" w:hAnsi="Verdana" w:cstheme="minorHAnsi"/>
          <w:sz w:val="18"/>
          <w:szCs w:val="18"/>
        </w:rPr>
        <w:t xml:space="preserve">v digitální podobě na e-mailovou adresu </w:t>
      </w:r>
      <w:hyperlink r:id="rId13" w:history="1">
        <w:r w:rsidRPr="00341112">
          <w:rPr>
            <w:rStyle w:val="Hypertextovodkaz"/>
            <w:rFonts w:ascii="Verdana" w:hAnsi="Verdana" w:cstheme="minorHAnsi"/>
            <w:sz w:val="18"/>
            <w:szCs w:val="18"/>
          </w:rPr>
          <w:t>ePodatelnaCFU@spravazeleznic.cz</w:t>
        </w:r>
      </w:hyperlink>
      <w:r w:rsidRPr="00341112">
        <w:rPr>
          <w:rFonts w:ascii="Verdana" w:hAnsi="Verdana" w:cstheme="minorHAnsi"/>
          <w:sz w:val="18"/>
          <w:szCs w:val="18"/>
        </w:rPr>
        <w:t>, nebo</w:t>
      </w:r>
    </w:p>
    <w:p w14:paraId="426B94B0" w14:textId="77777777" w:rsidR="00B30463" w:rsidRPr="00341112" w:rsidRDefault="00B30463" w:rsidP="00B30463">
      <w:pPr>
        <w:pStyle w:val="Odstavecseseznamem"/>
        <w:widowControl w:val="0"/>
        <w:spacing w:after="120"/>
        <w:ind w:left="1077"/>
        <w:contextualSpacing w:val="0"/>
        <w:jc w:val="both"/>
        <w:rPr>
          <w:rFonts w:ascii="Verdana" w:hAnsi="Verdana" w:cstheme="minorHAnsi"/>
          <w:sz w:val="18"/>
          <w:szCs w:val="18"/>
        </w:rPr>
      </w:pPr>
    </w:p>
    <w:p w14:paraId="1187F975" w14:textId="77777777" w:rsidR="00901DFA" w:rsidRPr="00341112" w:rsidRDefault="00901DFA" w:rsidP="00341112">
      <w:pPr>
        <w:pStyle w:val="Odstavecseseznamem"/>
        <w:widowControl w:val="0"/>
        <w:numPr>
          <w:ilvl w:val="0"/>
          <w:numId w:val="19"/>
        </w:numPr>
        <w:spacing w:after="120"/>
        <w:ind w:left="1077" w:hanging="357"/>
        <w:contextualSpacing w:val="0"/>
        <w:jc w:val="both"/>
        <w:rPr>
          <w:rFonts w:ascii="Verdana" w:hAnsi="Verdana" w:cstheme="minorHAnsi"/>
          <w:sz w:val="18"/>
          <w:szCs w:val="18"/>
        </w:rPr>
      </w:pPr>
      <w:r w:rsidRPr="00341112">
        <w:rPr>
          <w:rFonts w:ascii="Verdana" w:hAnsi="Verdana" w:cstheme="minorHAnsi"/>
          <w:sz w:val="18"/>
          <w:szCs w:val="18"/>
        </w:rPr>
        <w:t xml:space="preserve">v digitální podobě do datové schránky s identifikátorem </w:t>
      </w:r>
      <w:proofErr w:type="spellStart"/>
      <w:r w:rsidRPr="00341112">
        <w:rPr>
          <w:rFonts w:ascii="Verdana" w:hAnsi="Verdana" w:cstheme="minorHAnsi"/>
          <w:sz w:val="18"/>
          <w:szCs w:val="18"/>
        </w:rPr>
        <w:t>Uccchjm</w:t>
      </w:r>
      <w:proofErr w:type="spellEnd"/>
      <w:r w:rsidRPr="00341112">
        <w:rPr>
          <w:rFonts w:ascii="Verdana" w:hAnsi="Verdana" w:cstheme="minorHAnsi"/>
          <w:sz w:val="18"/>
          <w:szCs w:val="18"/>
        </w:rPr>
        <w:t>, nebo</w:t>
      </w:r>
    </w:p>
    <w:p w14:paraId="2879AF7C" w14:textId="77777777" w:rsidR="00901DFA" w:rsidRPr="00341112" w:rsidRDefault="00901DFA" w:rsidP="00341112">
      <w:pPr>
        <w:pStyle w:val="Odstavecseseznamem"/>
        <w:widowControl w:val="0"/>
        <w:numPr>
          <w:ilvl w:val="0"/>
          <w:numId w:val="19"/>
        </w:numPr>
        <w:spacing w:after="120"/>
        <w:ind w:left="1077" w:hanging="357"/>
        <w:contextualSpacing w:val="0"/>
        <w:jc w:val="both"/>
        <w:rPr>
          <w:rFonts w:ascii="Verdana" w:hAnsi="Verdana" w:cstheme="minorHAnsi"/>
          <w:sz w:val="18"/>
          <w:szCs w:val="18"/>
        </w:rPr>
      </w:pPr>
      <w:r w:rsidRPr="0034111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1112">
        <w:rPr>
          <w:rFonts w:ascii="Verdana" w:hAnsi="Verdana" w:cstheme="minorHAnsi"/>
          <w:sz w:val="18"/>
          <w:szCs w:val="18"/>
        </w:rPr>
        <w:t>Pernera</w:t>
      </w:r>
      <w:proofErr w:type="spellEnd"/>
      <w:r w:rsidRPr="00341112">
        <w:rPr>
          <w:rFonts w:ascii="Verdana" w:hAnsi="Verdana" w:cstheme="minorHAnsi"/>
          <w:sz w:val="18"/>
          <w:szCs w:val="18"/>
        </w:rPr>
        <w:t xml:space="preserve"> 217, 530 02 Pardubice. </w:t>
      </w:r>
    </w:p>
    <w:p w14:paraId="5F4DE171" w14:textId="680C20C5" w:rsidR="00901DFA" w:rsidRPr="0026110E" w:rsidRDefault="00A92237" w:rsidP="00341112">
      <w:pPr>
        <w:widowControl w:val="0"/>
        <w:ind w:left="357"/>
        <w:jc w:val="both"/>
        <w:rPr>
          <w:rFonts w:ascii="Verdana" w:hAnsi="Verdana" w:cstheme="minorHAnsi"/>
          <w:sz w:val="18"/>
          <w:szCs w:val="18"/>
        </w:rPr>
      </w:pPr>
      <w:r w:rsidRPr="00A72F89">
        <w:rPr>
          <w:rFonts w:ascii="Verdana" w:hAnsi="Verdana" w:cstheme="minorHAnsi"/>
          <w:sz w:val="18"/>
          <w:szCs w:val="18"/>
        </w:rPr>
        <w:t>Kupující</w:t>
      </w:r>
      <w:r w:rsidR="00901DFA" w:rsidRPr="00A72F89">
        <w:rPr>
          <w:rFonts w:ascii="Verdana" w:hAnsi="Verdana" w:cstheme="minorHAnsi"/>
          <w:sz w:val="18"/>
          <w:szCs w:val="18"/>
        </w:rPr>
        <w:t xml:space="preserve"> upřednostňuje příjem těchto daňových dokladů v digitální podobě </w:t>
      </w:r>
      <w:r w:rsidR="00045B3A" w:rsidRPr="00A72F89">
        <w:rPr>
          <w:rFonts w:ascii="Verdana" w:hAnsi="Verdana" w:cstheme="minorHAnsi"/>
          <w:sz w:val="18"/>
          <w:szCs w:val="18"/>
        </w:rPr>
        <w:t xml:space="preserve">ve formátu PDF/A, ISO 19005, min. verze PDF/A-2b, </w:t>
      </w:r>
      <w:r w:rsidR="00901DFA" w:rsidRPr="00A72F89">
        <w:rPr>
          <w:rFonts w:ascii="Verdana" w:hAnsi="Verdana" w:cstheme="minorHAnsi"/>
          <w:sz w:val="18"/>
          <w:szCs w:val="18"/>
        </w:rPr>
        <w:t>na výše uvedené emailové adrese.</w:t>
      </w:r>
    </w:p>
    <w:p w14:paraId="62731325" w14:textId="5F7CB126" w:rsidR="00045B3A" w:rsidRDefault="00CB26F1" w:rsidP="00341112">
      <w:pPr>
        <w:pStyle w:val="Nadpis2"/>
        <w:keepNext w:val="0"/>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0799B7" w14:textId="7B44DD82" w:rsidR="00AB0F91" w:rsidRPr="00844697" w:rsidRDefault="0031316B" w:rsidP="00844697">
      <w:pPr>
        <w:pStyle w:val="Odstavecseseznamem"/>
        <w:widowControl w:val="0"/>
        <w:numPr>
          <w:ilvl w:val="1"/>
          <w:numId w:val="8"/>
        </w:numPr>
        <w:ind w:left="426" w:hanging="426"/>
        <w:jc w:val="both"/>
        <w:rPr>
          <w:rFonts w:ascii="Verdana" w:hAnsi="Verdana" w:cstheme="minorHAnsi"/>
          <w:sz w:val="18"/>
          <w:szCs w:val="18"/>
        </w:rPr>
      </w:pPr>
      <w:r w:rsidRPr="00844697">
        <w:rPr>
          <w:rFonts w:ascii="Verdana" w:hAnsi="Verdana"/>
          <w:color w:val="000000"/>
          <w:sz w:val="18"/>
          <w:szCs w:val="18"/>
        </w:rPr>
        <w:t>V případě dodávání předmětu plnění více Prodávajícími v souladu s jejich společnou nabídkou nesou odpovědnost za plnění jejich povinností z Rámcové dohody všichni prodávající společně a nerozdílně. Vedoucí prodávající (dále jen „Vedoucí Prodávající“) prohlašuje, že je oprávněn ve věcech Rámcové dohody zastupovat každého z Prodávajících, jakož i všechny Prodávající společně, a je oprávněn rovněž za ně přijímat pokyny a platby Kupujícího. Vystavovat daňové doklady - faktury za činnosti vykonávané v případech dodávání předmětu plnění více Prodávajícími v souladu s jejich společnou nabídkou je povinen vůči Kupujícímu pouze Vedoucí Prodávající, tj. na daňovém dokladu bude uveden (identifikován) jako osoba uskutečňující ekonomickou činnost jako poskytovatel služby (v souladu se zákonem č.235/2004 Sb. o dani z přidané hodnoty).</w:t>
      </w:r>
    </w:p>
    <w:p w14:paraId="584EA7F3" w14:textId="468ECF3C" w:rsidR="00CB26F1"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341112">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2F3E3691" w:rsidR="00CB26F1" w:rsidRPr="008B5521" w:rsidRDefault="00CB26F1" w:rsidP="00341112">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činí </w:t>
      </w:r>
      <w:r w:rsidRPr="00BB5682">
        <w:rPr>
          <w:rFonts w:ascii="Verdana" w:hAnsi="Verdana" w:cstheme="minorHAnsi"/>
          <w:sz w:val="18"/>
          <w:szCs w:val="18"/>
        </w:rPr>
        <w:t>24</w:t>
      </w:r>
      <w:r w:rsidR="00BB5682">
        <w:rPr>
          <w:rFonts w:ascii="Verdana" w:hAnsi="Verdana" w:cstheme="minorHAnsi"/>
          <w:sz w:val="18"/>
          <w:szCs w:val="18"/>
        </w:rPr>
        <w:t xml:space="preserve"> měsíců od data přejímky zboží</w:t>
      </w:r>
      <w:r w:rsidR="00ED72C3">
        <w:rPr>
          <w:rFonts w:ascii="Verdana" w:hAnsi="Verdana" w:cstheme="minorHAnsi"/>
          <w:sz w:val="18"/>
          <w:szCs w:val="18"/>
        </w:rPr>
        <w:t>.</w:t>
      </w:r>
    </w:p>
    <w:p w14:paraId="24029692" w14:textId="77777777" w:rsidR="00CB26F1" w:rsidRPr="008B5521" w:rsidRDefault="00CB26F1" w:rsidP="00341112">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5D18771C" w:rsidR="00CB26F1" w:rsidRPr="008B5521" w:rsidRDefault="00CB26F1" w:rsidP="00341112">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0F872AAF" w14:textId="12378BCC" w:rsidR="00902036" w:rsidRDefault="00CB26F1" w:rsidP="00902036">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62A89AE6" w14:textId="77777777" w:rsidR="00B30463" w:rsidRDefault="00935934"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w:t>
      </w:r>
    </w:p>
    <w:p w14:paraId="22A27105" w14:textId="77777777" w:rsidR="00B30463" w:rsidRDefault="00B30463" w:rsidP="00B30463">
      <w:pPr>
        <w:widowControl w:val="0"/>
        <w:spacing w:before="120" w:after="120"/>
        <w:ind w:left="426"/>
        <w:jc w:val="both"/>
        <w:rPr>
          <w:rFonts w:ascii="Verdana" w:hAnsi="Verdana" w:cstheme="minorHAnsi"/>
          <w:sz w:val="18"/>
          <w:szCs w:val="18"/>
        </w:rPr>
      </w:pPr>
    </w:p>
    <w:p w14:paraId="1F2FB583" w14:textId="77777777" w:rsidR="00B30463" w:rsidRDefault="00B30463" w:rsidP="00B30463">
      <w:pPr>
        <w:widowControl w:val="0"/>
        <w:spacing w:before="120" w:after="120"/>
        <w:ind w:left="426"/>
        <w:jc w:val="both"/>
        <w:rPr>
          <w:rFonts w:ascii="Verdana" w:hAnsi="Verdana" w:cstheme="minorHAnsi"/>
          <w:sz w:val="18"/>
          <w:szCs w:val="18"/>
        </w:rPr>
      </w:pPr>
    </w:p>
    <w:p w14:paraId="0B5FD6BA" w14:textId="1BDA4257" w:rsidR="00935934" w:rsidRPr="008B5521" w:rsidRDefault="00935934" w:rsidP="00B30463">
      <w:pPr>
        <w:widowControl w:val="0"/>
        <w:spacing w:before="120" w:after="120"/>
        <w:ind w:left="426"/>
        <w:jc w:val="both"/>
        <w:rPr>
          <w:rFonts w:ascii="Verdana" w:hAnsi="Verdana" w:cstheme="minorHAnsi"/>
          <w:sz w:val="18"/>
          <w:szCs w:val="18"/>
        </w:rPr>
      </w:pPr>
      <w:r w:rsidRPr="008B5521">
        <w:rPr>
          <w:rFonts w:ascii="Verdana" w:hAnsi="Verdana" w:cstheme="minorHAnsi"/>
          <w:sz w:val="18"/>
          <w:szCs w:val="18"/>
        </w:rPr>
        <w:t>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2D0C3FD3" w:rsidR="00935934" w:rsidRPr="008B5521" w:rsidRDefault="00935934"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w:t>
      </w:r>
      <w:r w:rsidR="007C6257">
        <w:rPr>
          <w:rFonts w:ascii="Verdana" w:hAnsi="Verdana" w:cstheme="minorHAnsi"/>
          <w:sz w:val="18"/>
          <w:szCs w:val="18"/>
        </w:rPr>
        <w:t>ícího odstavce této rámcové dohody</w:t>
      </w:r>
      <w:r w:rsidRPr="008B5521">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315B942C" w:rsidR="006A4A0B" w:rsidRDefault="006A4A0B"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w:t>
      </w:r>
      <w:r w:rsidR="000A53AE" w:rsidRPr="00902036">
        <w:rPr>
          <w:rFonts w:ascii="Verdana" w:hAnsi="Verdana" w:cstheme="minorHAnsi"/>
          <w:sz w:val="18"/>
          <w:szCs w:val="18"/>
        </w:rPr>
        <w:t>smluv použít poddodavatele uvedené v </w:t>
      </w:r>
      <w:r w:rsidR="00A663A7">
        <w:rPr>
          <w:rFonts w:ascii="Verdana" w:hAnsi="Verdana" w:cstheme="minorHAnsi"/>
          <w:sz w:val="18"/>
          <w:szCs w:val="18"/>
        </w:rPr>
        <w:t>příloze č. 4</w:t>
      </w:r>
      <w:r w:rsidR="000A53AE" w:rsidRPr="00902036">
        <w:rPr>
          <w:rFonts w:ascii="Verdana" w:hAnsi="Verdana" w:cstheme="minorHAnsi"/>
          <w:sz w:val="18"/>
          <w:szCs w:val="18"/>
        </w:rPr>
        <w:t xml:space="preserve"> této </w:t>
      </w:r>
      <w:r w:rsidR="00881560" w:rsidRPr="00902036">
        <w:rPr>
          <w:rFonts w:ascii="Verdana" w:hAnsi="Verdana" w:cstheme="minorHAnsi"/>
          <w:sz w:val="18"/>
          <w:szCs w:val="18"/>
        </w:rPr>
        <w:t xml:space="preserve">Rámcové </w:t>
      </w:r>
      <w:r w:rsidR="000A53AE" w:rsidRPr="00902036">
        <w:rPr>
          <w:rFonts w:ascii="Verdana" w:hAnsi="Verdana" w:cstheme="minorHAnsi"/>
          <w:sz w:val="18"/>
          <w:szCs w:val="18"/>
        </w:rPr>
        <w:t>dohody. Poddodavatele neuvedeného v </w:t>
      </w:r>
      <w:r w:rsidR="00A663A7">
        <w:rPr>
          <w:rFonts w:ascii="Verdana" w:hAnsi="Verdana" w:cstheme="minorHAnsi"/>
          <w:sz w:val="18"/>
          <w:szCs w:val="18"/>
        </w:rPr>
        <w:t>příloze č. 4</w:t>
      </w:r>
      <w:r w:rsidR="000A53AE" w:rsidRPr="00902036">
        <w:rPr>
          <w:rFonts w:ascii="Verdana" w:hAnsi="Verdana" w:cstheme="minorHAnsi"/>
          <w:sz w:val="18"/>
          <w:szCs w:val="18"/>
        </w:rPr>
        <w:t xml:space="preserve"> této </w:t>
      </w:r>
      <w:r w:rsidR="00881560" w:rsidRPr="00902036">
        <w:rPr>
          <w:rFonts w:ascii="Verdana" w:hAnsi="Verdana" w:cstheme="minorHAnsi"/>
          <w:sz w:val="18"/>
          <w:szCs w:val="18"/>
        </w:rPr>
        <w:t xml:space="preserve">Rámcové </w:t>
      </w:r>
      <w:r w:rsidR="000A53AE" w:rsidRPr="00902036">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902036">
        <w:rPr>
          <w:rFonts w:ascii="Verdana" w:hAnsi="Verdana" w:cstheme="minorHAnsi"/>
          <w:sz w:val="18"/>
          <w:szCs w:val="18"/>
        </w:rPr>
        <w:t xml:space="preserve"> a uzavření písemného dodatku k této rámcové dohodě</w:t>
      </w:r>
      <w:r w:rsidR="000A53AE" w:rsidRPr="00902036">
        <w:rPr>
          <w:rFonts w:ascii="Verdana" w:hAnsi="Verdana" w:cstheme="minorHAnsi"/>
          <w:sz w:val="18"/>
          <w:szCs w:val="18"/>
        </w:rPr>
        <w:t>. V případě, že Prodávající žádá o změnu poddodavatele uvedeného v </w:t>
      </w:r>
      <w:r w:rsidR="00A663A7">
        <w:rPr>
          <w:rFonts w:ascii="Verdana" w:hAnsi="Verdana" w:cstheme="minorHAnsi"/>
          <w:sz w:val="18"/>
          <w:szCs w:val="18"/>
        </w:rPr>
        <w:t>příloze č. 4</w:t>
      </w:r>
      <w:r w:rsidR="000A53AE" w:rsidRPr="00902036">
        <w:rPr>
          <w:rFonts w:ascii="Verdana" w:hAnsi="Verdana" w:cstheme="minorHAnsi"/>
          <w:sz w:val="18"/>
          <w:szCs w:val="18"/>
        </w:rPr>
        <w:t xml:space="preserve"> této</w:t>
      </w:r>
      <w:r w:rsidR="000A53AE" w:rsidRPr="008B5521">
        <w:rPr>
          <w:rFonts w:ascii="Verdana" w:hAnsi="Verdana" w:cstheme="minorHAnsi"/>
          <w:sz w:val="18"/>
          <w:szCs w:val="18"/>
        </w:rPr>
        <w:t xml:space="preserve">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3DFAB87E" w14:textId="5A247D40" w:rsidR="00E0510B" w:rsidRPr="00E0510B" w:rsidRDefault="00E0510B" w:rsidP="00341112">
      <w:pPr>
        <w:pStyle w:val="Odstavecseseznamem"/>
        <w:widowControl w:val="0"/>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05178E0F" w14:textId="6D8BE611" w:rsidR="00367487" w:rsidRDefault="00367487" w:rsidP="00341112">
      <w:pPr>
        <w:pStyle w:val="acnormal"/>
        <w:widowControl w:val="0"/>
        <w:numPr>
          <w:ilvl w:val="0"/>
          <w:numId w:val="4"/>
        </w:numPr>
        <w:spacing w:before="360" w:after="240"/>
        <w:ind w:left="714" w:hanging="357"/>
        <w:jc w:val="left"/>
        <w:rPr>
          <w:rFonts w:ascii="Verdana" w:hAnsi="Verdana" w:cstheme="minorHAnsi"/>
          <w:b/>
          <w:sz w:val="22"/>
        </w:rPr>
      </w:pPr>
      <w:r>
        <w:rPr>
          <w:rFonts w:ascii="Verdana" w:hAnsi="Verdana" w:cstheme="minorHAnsi"/>
          <w:b/>
          <w:sz w:val="22"/>
        </w:rPr>
        <w:t>STŘET ZÁJMŮ, POVINNOSTI PRODÁVAJÍCÍHO V SOUVISLOSTI S KONFLIKTEM NA UKRAJINĚ</w:t>
      </w:r>
    </w:p>
    <w:p w14:paraId="735157C0" w14:textId="77777777" w:rsidR="00B30463" w:rsidRDefault="00367487" w:rsidP="00367487">
      <w:pPr>
        <w:numPr>
          <w:ilvl w:val="0"/>
          <w:numId w:val="23"/>
        </w:numPr>
        <w:spacing w:before="120" w:after="120"/>
        <w:jc w:val="both"/>
        <w:rPr>
          <w:rFonts w:ascii="Verdana" w:hAnsi="Verdana" w:cstheme="minorHAnsi"/>
          <w:sz w:val="18"/>
          <w:szCs w:val="18"/>
        </w:rPr>
      </w:pPr>
      <w:proofErr w:type="gramStart"/>
      <w:r>
        <w:rPr>
          <w:rFonts w:ascii="Verdana" w:hAnsi="Verdana" w:cstheme="minorHAnsi"/>
          <w:sz w:val="18"/>
          <w:szCs w:val="18"/>
        </w:rPr>
        <w:t>Prodávající</w:t>
      </w:r>
      <w:proofErr w:type="gramEnd"/>
      <w:r w:rsidRPr="00CF3ED5">
        <w:rPr>
          <w:rFonts w:ascii="Verdana" w:hAnsi="Verdana" w:cstheme="minorHAnsi"/>
          <w:sz w:val="18"/>
          <w:szCs w:val="18"/>
        </w:rPr>
        <w:t xml:space="preserve"> prohlašuje, že není obchodní společností, ve které veřejný funkcionář </w:t>
      </w:r>
      <w:proofErr w:type="gramStart"/>
      <w:r w:rsidRPr="00CF3ED5">
        <w:rPr>
          <w:rFonts w:ascii="Verdana" w:hAnsi="Verdana" w:cstheme="minorHAnsi"/>
          <w:sz w:val="18"/>
          <w:szCs w:val="18"/>
        </w:rPr>
        <w:t>uvedený v</w:t>
      </w:r>
      <w:proofErr w:type="gramEnd"/>
    </w:p>
    <w:p w14:paraId="73D6F5AF" w14:textId="77777777" w:rsidR="00B30463" w:rsidRDefault="00B30463" w:rsidP="00B30463">
      <w:pPr>
        <w:spacing w:before="120" w:after="120"/>
        <w:ind w:left="502"/>
        <w:jc w:val="both"/>
        <w:rPr>
          <w:rFonts w:ascii="Verdana" w:hAnsi="Verdana" w:cstheme="minorHAnsi"/>
          <w:sz w:val="18"/>
          <w:szCs w:val="18"/>
        </w:rPr>
      </w:pPr>
    </w:p>
    <w:p w14:paraId="5D94A65F" w14:textId="4BF7BD8B" w:rsidR="00367487" w:rsidRPr="00CF3ED5" w:rsidRDefault="00367487" w:rsidP="00B30463">
      <w:pPr>
        <w:spacing w:before="120" w:after="120"/>
        <w:ind w:left="502"/>
        <w:jc w:val="both"/>
        <w:rPr>
          <w:rFonts w:ascii="Verdana" w:hAnsi="Verdana" w:cstheme="minorHAnsi"/>
          <w:sz w:val="18"/>
          <w:szCs w:val="18"/>
        </w:rPr>
      </w:pP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č. 159/2006 Sb., o střetu zájmů, ve znění pozdějších předpisů</w:t>
      </w:r>
      <w:r w:rsidR="00B30463">
        <w:rPr>
          <w:rFonts w:ascii="Verdana" w:hAnsi="Verdana" w:cstheme="minorHAnsi"/>
          <w:sz w:val="18"/>
          <w:szCs w:val="18"/>
        </w:rPr>
        <w:t xml:space="preserve"> </w:t>
      </w:r>
      <w:r w:rsidRPr="00CF3ED5">
        <w:rPr>
          <w:rFonts w:ascii="Verdana" w:hAnsi="Verdana" w:cstheme="minorHAnsi"/>
          <w:sz w:val="18"/>
          <w:szCs w:val="18"/>
        </w:rPr>
        <w:t xml:space="preserve">(dále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2ABF7908" w14:textId="77777777" w:rsidR="00367487" w:rsidRPr="00CF3ED5" w:rsidRDefault="00367487" w:rsidP="006F307C">
      <w:pPr>
        <w:numPr>
          <w:ilvl w:val="0"/>
          <w:numId w:val="23"/>
        </w:numPr>
        <w:spacing w:before="120" w:after="120"/>
        <w:ind w:left="426" w:hanging="284"/>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0E92FEAD" w14:textId="77777777" w:rsidR="00367487" w:rsidRPr="00CF3ED5" w:rsidRDefault="00367487" w:rsidP="00367487">
      <w:pPr>
        <w:pStyle w:val="acnormal"/>
        <w:numPr>
          <w:ilvl w:val="0"/>
          <w:numId w:val="22"/>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840F35D" w14:textId="77777777" w:rsidR="00367487" w:rsidRPr="00CF3ED5" w:rsidRDefault="00367487" w:rsidP="00367487">
      <w:pPr>
        <w:pStyle w:val="acnormal"/>
        <w:numPr>
          <w:ilvl w:val="0"/>
          <w:numId w:val="22"/>
        </w:numPr>
        <w:tabs>
          <w:tab w:val="left" w:pos="709"/>
        </w:tabs>
        <w:spacing w:after="0"/>
        <w:rPr>
          <w:rFonts w:ascii="Verdana" w:hAnsi="Verdana" w:cstheme="minorHAnsi"/>
          <w:sz w:val="18"/>
          <w:szCs w:val="18"/>
        </w:rPr>
      </w:pPr>
      <w:r w:rsidRPr="00CF3ED5">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2EC4F953" w14:textId="39130ABF" w:rsidR="00367487" w:rsidRPr="00CF3ED5" w:rsidRDefault="00367487" w:rsidP="006F307C">
      <w:pPr>
        <w:pStyle w:val="acnormal"/>
        <w:numPr>
          <w:ilvl w:val="0"/>
          <w:numId w:val="23"/>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 a to bez ohledu na právní formu tohoto sdružení.</w:t>
      </w:r>
    </w:p>
    <w:p w14:paraId="559DA404" w14:textId="0431FC40" w:rsidR="00367487" w:rsidRPr="00CF3ED5" w:rsidRDefault="00367487" w:rsidP="006F307C">
      <w:pPr>
        <w:pStyle w:val="acnormal"/>
        <w:numPr>
          <w:ilvl w:val="0"/>
          <w:numId w:val="23"/>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1BAA1681" w14:textId="77777777" w:rsidR="00367487" w:rsidRPr="00CF3ED5" w:rsidRDefault="00367487" w:rsidP="006F307C">
      <w:pPr>
        <w:pStyle w:val="acnormal"/>
        <w:numPr>
          <w:ilvl w:val="0"/>
          <w:numId w:val="23"/>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72E1FAA" w14:textId="77777777" w:rsidR="00367487" w:rsidRPr="00CF3ED5" w:rsidRDefault="00367487" w:rsidP="006F307C">
      <w:pPr>
        <w:pStyle w:val="acnormal"/>
        <w:numPr>
          <w:ilvl w:val="0"/>
          <w:numId w:val="23"/>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6A1DC743" w14:textId="77777777" w:rsidR="00B30463" w:rsidRPr="00B30463" w:rsidRDefault="00367487" w:rsidP="006F307C">
      <w:pPr>
        <w:pStyle w:val="acnormal"/>
        <w:numPr>
          <w:ilvl w:val="0"/>
          <w:numId w:val="23"/>
        </w:numPr>
        <w:tabs>
          <w:tab w:val="left" w:pos="709"/>
        </w:tabs>
        <w:spacing w:after="0"/>
        <w:rPr>
          <w:rFonts w:ascii="Verdana" w:hAnsi="Verdana" w:cstheme="minorHAnsi"/>
          <w:b/>
          <w:sz w:val="22"/>
        </w:rPr>
      </w:pPr>
      <w:r w:rsidRPr="00CF3ED5">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odstavce 1 a </w:t>
      </w:r>
      <w:r w:rsidRPr="00CF3ED5">
        <w:rPr>
          <w:rFonts w:ascii="Verdana" w:hAnsi="Verdana" w:cstheme="minorHAnsi"/>
          <w:sz w:val="18"/>
          <w:szCs w:val="18"/>
        </w:rPr>
        <w:t xml:space="preserve">2 </w:t>
      </w:r>
      <w:r w:rsidR="009C75E5">
        <w:rPr>
          <w:rFonts w:ascii="Verdana" w:hAnsi="Verdana" w:cstheme="minorHAnsi"/>
          <w:sz w:val="18"/>
          <w:szCs w:val="18"/>
        </w:rPr>
        <w:t>tohoto článku VII</w:t>
      </w:r>
      <w:r w:rsidRPr="002C0A2C">
        <w:rPr>
          <w:rFonts w:ascii="Verdana" w:hAnsi="Verdana" w:cstheme="minorHAnsi"/>
          <w:sz w:val="18"/>
          <w:szCs w:val="18"/>
        </w:rPr>
        <w:t xml:space="preserve"> jako nepravdivá nebo poruší-li Prodávající svou oznamovací povinnost d</w:t>
      </w:r>
      <w:r w:rsidR="009C75E5">
        <w:rPr>
          <w:rFonts w:ascii="Verdana" w:hAnsi="Verdana" w:cstheme="minorHAnsi"/>
          <w:sz w:val="18"/>
          <w:szCs w:val="18"/>
        </w:rPr>
        <w:t>le odstavce 4 tohoto článku VII</w:t>
      </w:r>
      <w:r w:rsidRPr="002C0A2C">
        <w:rPr>
          <w:rFonts w:ascii="Verdana" w:hAnsi="Verdana" w:cstheme="minorHAnsi"/>
          <w:sz w:val="18"/>
          <w:szCs w:val="18"/>
        </w:rPr>
        <w:t xml:space="preserve"> nebo povinnosti dle odstavců 5 </w:t>
      </w:r>
      <w:r w:rsidR="009C75E5">
        <w:rPr>
          <w:rFonts w:ascii="Verdana" w:hAnsi="Verdana" w:cstheme="minorHAnsi"/>
          <w:sz w:val="18"/>
          <w:szCs w:val="18"/>
        </w:rPr>
        <w:t>nebo 6 tohoto článku VII</w:t>
      </w:r>
      <w:r w:rsidRPr="002C0A2C">
        <w:rPr>
          <w:rFonts w:ascii="Verdana" w:hAnsi="Verdana" w:cstheme="minorHAnsi"/>
          <w:sz w:val="18"/>
          <w:szCs w:val="18"/>
        </w:rPr>
        <w:t>, je Kupující</w:t>
      </w:r>
      <w:r w:rsidRPr="00CF3ED5">
        <w:rPr>
          <w:rFonts w:ascii="Verdana" w:hAnsi="Verdana" w:cstheme="minorHAnsi"/>
          <w:sz w:val="18"/>
          <w:szCs w:val="18"/>
        </w:rPr>
        <w:t xml:space="preserve"> oprávněn </w:t>
      </w:r>
      <w:r>
        <w:rPr>
          <w:rFonts w:ascii="Verdana" w:hAnsi="Verdana" w:cstheme="minorHAnsi"/>
          <w:sz w:val="18"/>
          <w:szCs w:val="18"/>
        </w:rPr>
        <w:t>odstoupit od této</w:t>
      </w:r>
      <w:r w:rsidRPr="00CF3ED5">
        <w:rPr>
          <w:rFonts w:ascii="Verdana" w:hAnsi="Verdana" w:cstheme="minorHAnsi"/>
          <w:sz w:val="18"/>
          <w:szCs w:val="18"/>
        </w:rPr>
        <w:t xml:space="preserve"> </w:t>
      </w:r>
      <w:r>
        <w:rPr>
          <w:rFonts w:ascii="Verdana" w:hAnsi="Verdana" w:cstheme="minorHAnsi"/>
          <w:sz w:val="18"/>
          <w:szCs w:val="18"/>
        </w:rPr>
        <w:t>Rámcové dohody</w:t>
      </w:r>
      <w:r w:rsidRPr="00CF3ED5">
        <w:rPr>
          <w:rFonts w:ascii="Verdana" w:hAnsi="Verdana" w:cstheme="minorHAnsi"/>
          <w:sz w:val="18"/>
          <w:szCs w:val="18"/>
        </w:rPr>
        <w:t>.</w:t>
      </w:r>
      <w:r>
        <w:rPr>
          <w:rFonts w:ascii="Verdana" w:hAnsi="Verdana" w:cstheme="minorHAnsi"/>
          <w:sz w:val="18"/>
          <w:szCs w:val="18"/>
        </w:rPr>
        <w:t xml:space="preserve"> Kupující je vedle toho oprávněn odstoupit od těch dílčích smluv uzavřených na základě této Rámcové dohody, které ještě nebyly splněny. Kupující je oprávněn odstoupit od smluv dle předchozí věty i ohledně celého plnění.</w:t>
      </w:r>
      <w:r w:rsidRPr="00CF3ED5">
        <w:rPr>
          <w:rFonts w:ascii="Verdana" w:hAnsi="Verdana" w:cstheme="minorHAnsi"/>
          <w:sz w:val="18"/>
          <w:szCs w:val="18"/>
        </w:rPr>
        <w:t xml:space="preserve"> </w:t>
      </w:r>
      <w:r>
        <w:rPr>
          <w:rFonts w:ascii="Verdana" w:hAnsi="Verdana" w:cstheme="minorHAnsi"/>
          <w:sz w:val="18"/>
          <w:szCs w:val="18"/>
        </w:rPr>
        <w:t>Prodávající</w:t>
      </w:r>
      <w:r w:rsidRPr="00CF3ED5">
        <w:rPr>
          <w:rFonts w:ascii="Verdana" w:hAnsi="Verdana" w:cstheme="minorHAnsi"/>
          <w:sz w:val="18"/>
          <w:szCs w:val="18"/>
        </w:rPr>
        <w:t xml:space="preserve"> je dále povinen zaplatit </w:t>
      </w:r>
      <w:proofErr w:type="gramStart"/>
      <w:r w:rsidRPr="00CF3ED5">
        <w:rPr>
          <w:rFonts w:ascii="Verdana" w:hAnsi="Verdana" w:cstheme="minorHAnsi"/>
          <w:sz w:val="18"/>
          <w:szCs w:val="18"/>
        </w:rPr>
        <w:t>za</w:t>
      </w:r>
      <w:proofErr w:type="gramEnd"/>
      <w:r w:rsidRPr="00CF3ED5">
        <w:rPr>
          <w:rFonts w:ascii="Verdana" w:hAnsi="Verdana" w:cstheme="minorHAnsi"/>
          <w:sz w:val="18"/>
          <w:szCs w:val="18"/>
        </w:rPr>
        <w:t xml:space="preserve"> </w:t>
      </w:r>
    </w:p>
    <w:p w14:paraId="27E5EB38" w14:textId="77777777" w:rsidR="00B30463" w:rsidRDefault="00B30463" w:rsidP="00B30463">
      <w:pPr>
        <w:pStyle w:val="acnormal"/>
        <w:tabs>
          <w:tab w:val="left" w:pos="709"/>
        </w:tabs>
        <w:spacing w:after="0"/>
        <w:ind w:left="502"/>
        <w:rPr>
          <w:rFonts w:ascii="Verdana" w:hAnsi="Verdana" w:cstheme="minorHAnsi"/>
          <w:sz w:val="18"/>
          <w:szCs w:val="18"/>
        </w:rPr>
      </w:pPr>
    </w:p>
    <w:p w14:paraId="6CDCAE28" w14:textId="77777777" w:rsidR="00B30463" w:rsidRDefault="00B30463" w:rsidP="00B30463">
      <w:pPr>
        <w:pStyle w:val="acnormal"/>
        <w:tabs>
          <w:tab w:val="left" w:pos="709"/>
        </w:tabs>
        <w:spacing w:after="0"/>
        <w:ind w:left="502"/>
        <w:rPr>
          <w:rFonts w:ascii="Verdana" w:hAnsi="Verdana" w:cstheme="minorHAnsi"/>
          <w:sz w:val="18"/>
          <w:szCs w:val="18"/>
        </w:rPr>
      </w:pPr>
    </w:p>
    <w:p w14:paraId="32EBF5C1" w14:textId="77777777" w:rsidR="00B30463" w:rsidRDefault="00B30463" w:rsidP="00B30463">
      <w:pPr>
        <w:pStyle w:val="acnormal"/>
        <w:tabs>
          <w:tab w:val="left" w:pos="709"/>
        </w:tabs>
        <w:spacing w:after="0"/>
        <w:ind w:left="502"/>
        <w:rPr>
          <w:rFonts w:ascii="Verdana" w:hAnsi="Verdana" w:cstheme="minorHAnsi"/>
          <w:sz w:val="18"/>
          <w:szCs w:val="18"/>
        </w:rPr>
      </w:pPr>
    </w:p>
    <w:p w14:paraId="7B554F53" w14:textId="77777777" w:rsidR="00B30463" w:rsidRDefault="00B30463" w:rsidP="00B30463">
      <w:pPr>
        <w:pStyle w:val="acnormal"/>
        <w:tabs>
          <w:tab w:val="left" w:pos="709"/>
        </w:tabs>
        <w:spacing w:after="0"/>
        <w:ind w:left="502"/>
        <w:rPr>
          <w:rFonts w:ascii="Verdana" w:hAnsi="Verdana" w:cstheme="minorHAnsi"/>
          <w:sz w:val="18"/>
          <w:szCs w:val="18"/>
        </w:rPr>
      </w:pPr>
    </w:p>
    <w:p w14:paraId="6F819D90" w14:textId="7C73A386" w:rsidR="00367487" w:rsidRPr="00B30463" w:rsidRDefault="00367487" w:rsidP="00B30463">
      <w:pPr>
        <w:pStyle w:val="acnormal"/>
        <w:tabs>
          <w:tab w:val="left" w:pos="709"/>
        </w:tabs>
        <w:spacing w:after="0"/>
        <w:ind w:left="502"/>
        <w:rPr>
          <w:rFonts w:ascii="Verdana" w:hAnsi="Verdana" w:cstheme="minorHAnsi"/>
          <w:b/>
          <w:sz w:val="22"/>
        </w:rPr>
      </w:pPr>
      <w:r w:rsidRPr="00CF3ED5">
        <w:rPr>
          <w:rFonts w:ascii="Verdana" w:hAnsi="Verdana" w:cstheme="minorHAnsi"/>
          <w:sz w:val="18"/>
          <w:szCs w:val="18"/>
        </w:rPr>
        <w:t>každé jednotlivé porušení povinností dle</w:t>
      </w:r>
      <w:r>
        <w:rPr>
          <w:rFonts w:ascii="Verdana" w:hAnsi="Verdana" w:cstheme="minorHAnsi"/>
          <w:sz w:val="18"/>
          <w:szCs w:val="18"/>
        </w:rPr>
        <w:t xml:space="preserve"> věty první</w:t>
      </w:r>
      <w:r w:rsidRPr="00CF3ED5">
        <w:rPr>
          <w:rFonts w:ascii="Verdana" w:hAnsi="Verdana" w:cstheme="minorHAnsi"/>
          <w:sz w:val="18"/>
          <w:szCs w:val="18"/>
        </w:rPr>
        <w:t xml:space="preserve"> </w:t>
      </w:r>
      <w:proofErr w:type="gramStart"/>
      <w:r>
        <w:rPr>
          <w:rFonts w:ascii="Verdana" w:hAnsi="Verdana" w:cstheme="minorHAnsi"/>
          <w:sz w:val="18"/>
          <w:szCs w:val="18"/>
        </w:rPr>
        <w:t>tohoto</w:t>
      </w:r>
      <w:proofErr w:type="gramEnd"/>
      <w:r>
        <w:rPr>
          <w:rFonts w:ascii="Verdana" w:hAnsi="Verdana" w:cstheme="minorHAnsi"/>
          <w:sz w:val="18"/>
          <w:szCs w:val="18"/>
        </w:rPr>
        <w:t xml:space="preserve"> odstavce</w:t>
      </w:r>
      <w:r w:rsidR="00EE6ECA">
        <w:rPr>
          <w:rFonts w:ascii="Verdana" w:hAnsi="Verdana" w:cstheme="minorHAnsi"/>
          <w:sz w:val="18"/>
          <w:szCs w:val="18"/>
        </w:rPr>
        <w:t xml:space="preserve"> smluvní pokutu ve výši </w:t>
      </w:r>
      <w:r w:rsidR="009C75E5" w:rsidRPr="009C75E5">
        <w:rPr>
          <w:rFonts w:ascii="Verdana" w:hAnsi="Verdana" w:cstheme="minorHAnsi"/>
          <w:sz w:val="18"/>
          <w:szCs w:val="18"/>
        </w:rPr>
        <w:t>1</w:t>
      </w:r>
      <w:r w:rsidRPr="009C75E5">
        <w:rPr>
          <w:rFonts w:ascii="Verdana" w:hAnsi="Verdana" w:cstheme="minorHAnsi"/>
          <w:sz w:val="18"/>
          <w:szCs w:val="18"/>
        </w:rPr>
        <w:t>00.000 Kč.</w:t>
      </w:r>
      <w:r>
        <w:rPr>
          <w:rFonts w:ascii="Verdana" w:hAnsi="Verdana" w:cstheme="minorHAnsi"/>
          <w:sz w:val="18"/>
          <w:szCs w:val="18"/>
        </w:rPr>
        <w:t xml:space="preserve"> </w:t>
      </w:r>
      <w:r w:rsidRPr="00CF3ED5">
        <w:rPr>
          <w:rFonts w:ascii="Verdana" w:hAnsi="Verdana" w:cstheme="minorHAnsi"/>
          <w:sz w:val="18"/>
          <w:szCs w:val="18"/>
        </w:rPr>
        <w:t xml:space="preserve">Ustanovení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Pr="00CF3ED5">
        <w:rPr>
          <w:rFonts w:ascii="Verdana" w:hAnsi="Verdana" w:cstheme="minorHAnsi"/>
          <w:sz w:val="18"/>
          <w:szCs w:val="18"/>
        </w:rPr>
        <w:t>.</w:t>
      </w:r>
    </w:p>
    <w:p w14:paraId="73F400CB" w14:textId="10CF8B16" w:rsidR="00CC5257"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341112">
      <w:pPr>
        <w:pStyle w:val="acnormal"/>
        <w:widowControl w:val="0"/>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21B3213E" w14:textId="095CC317" w:rsidR="008135F0" w:rsidRPr="008B5521" w:rsidRDefault="008135F0" w:rsidP="00341112">
      <w:pPr>
        <w:pStyle w:val="Odstavecseseznamem"/>
        <w:widowControl w:val="0"/>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CA6894">
        <w:rPr>
          <w:rFonts w:ascii="Verdana" w:hAnsi="Verdana" w:cstheme="minorHAnsi"/>
          <w:sz w:val="18"/>
          <w:szCs w:val="18"/>
        </w:rPr>
        <w:t>Milena Zitová</w:t>
      </w:r>
      <w:r w:rsidR="007F03C6" w:rsidRPr="008B5521">
        <w:rPr>
          <w:rFonts w:ascii="Verdana" w:hAnsi="Verdana" w:cstheme="minorHAnsi"/>
          <w:sz w:val="18"/>
          <w:szCs w:val="18"/>
        </w:rPr>
        <w:t xml:space="preserve">, </w:t>
      </w:r>
      <w:hyperlink r:id="rId15" w:history="1">
        <w:r w:rsidR="00CA6894" w:rsidRPr="00A132D3">
          <w:rPr>
            <w:rStyle w:val="Hypertextovodkaz"/>
            <w:rFonts w:ascii="Verdana" w:hAnsi="Verdana" w:cstheme="minorHAnsi"/>
            <w:sz w:val="18"/>
            <w:szCs w:val="18"/>
          </w:rPr>
          <w:t>Zitova@spravazeleznic.cz</w:t>
        </w:r>
      </w:hyperlink>
      <w:r w:rsidR="007F03C6" w:rsidRPr="008B5521">
        <w:rPr>
          <w:rFonts w:ascii="Verdana" w:hAnsi="Verdana" w:cstheme="minorHAnsi"/>
          <w:sz w:val="18"/>
          <w:szCs w:val="18"/>
        </w:rPr>
        <w:t xml:space="preserve">, tel.: </w:t>
      </w:r>
      <w:r w:rsidR="00CA6894" w:rsidRPr="00184A8D">
        <w:rPr>
          <w:rFonts w:ascii="Verdana" w:hAnsi="Verdana" w:cstheme="minorHAnsi"/>
          <w:sz w:val="18"/>
          <w:szCs w:val="18"/>
        </w:rPr>
        <w:t>+</w:t>
      </w:r>
      <w:r w:rsidR="00CA6894" w:rsidRPr="005326DA">
        <w:rPr>
          <w:rFonts w:ascii="Verdana" w:hAnsi="Verdana" w:cstheme="minorHAnsi"/>
          <w:sz w:val="18"/>
          <w:szCs w:val="18"/>
        </w:rPr>
        <w:t>420 601 367 912</w:t>
      </w:r>
    </w:p>
    <w:p w14:paraId="700F0137" w14:textId="77777777" w:rsidR="008135F0" w:rsidRPr="008B5521" w:rsidRDefault="008135F0" w:rsidP="00341112">
      <w:pPr>
        <w:pStyle w:val="Odstavecseseznamem"/>
        <w:widowControl w:val="0"/>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6"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w:t>
      </w:r>
      <w:proofErr w:type="gramEnd"/>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66BAF4DF" w14:textId="2D5D104D" w:rsidR="00966347" w:rsidRDefault="00935934" w:rsidP="00341112">
      <w:pPr>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341112">
      <w:pPr>
        <w:widowControl w:val="0"/>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5D4BBEE5" w:rsidR="0070422F" w:rsidRPr="008B5521" w:rsidRDefault="008135F0" w:rsidP="00341112">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341112">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341112">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63DD533D" w:rsidR="00C91666" w:rsidRPr="002F1CB9" w:rsidRDefault="00C91666" w:rsidP="00341112">
      <w:pPr>
        <w:widowControl w:val="0"/>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 xml:space="preserve">"[VLOŽÍ </w:t>
      </w:r>
      <w:r w:rsidR="00906C04">
        <w:rPr>
          <w:rFonts w:ascii="Verdana" w:hAnsi="Verdana" w:cstheme="minorHAnsi"/>
          <w:sz w:val="18"/>
          <w:szCs w:val="18"/>
          <w:highlight w:val="yellow"/>
        </w:rPr>
        <w:t>PRODÁVAJÍCÍ</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vyhotoveních, z nichž </w:t>
      </w:r>
      <w:r w:rsidR="008614CD">
        <w:rPr>
          <w:rFonts w:ascii="Verdana" w:hAnsi="Verdana" w:cstheme="minorHAnsi"/>
          <w:sz w:val="18"/>
          <w:szCs w:val="18"/>
        </w:rPr>
        <w:t>Kupující</w:t>
      </w:r>
      <w:r w:rsidRPr="002F1CB9">
        <w:rPr>
          <w:rFonts w:ascii="Verdana" w:hAnsi="Verdana" w:cstheme="minorHAnsi"/>
          <w:sz w:val="18"/>
          <w:szCs w:val="18"/>
        </w:rPr>
        <w:t xml:space="preserve"> obdrží </w:t>
      </w:r>
      <w:r w:rsidR="00906C04" w:rsidRPr="00711435">
        <w:rPr>
          <w:rFonts w:ascii="Verdana" w:hAnsi="Verdana" w:cstheme="minorHAnsi"/>
          <w:b/>
          <w:sz w:val="18"/>
          <w:szCs w:val="18"/>
        </w:rPr>
        <w:t>2</w:t>
      </w:r>
      <w:r w:rsidR="00906C04" w:rsidRPr="00711435">
        <w:rPr>
          <w:rFonts w:ascii="Verdana" w:hAnsi="Verdana" w:cstheme="minorHAnsi"/>
          <w:sz w:val="18"/>
          <w:szCs w:val="18"/>
        </w:rPr>
        <w:t xml:space="preserve"> (dvě)</w:t>
      </w:r>
      <w:r w:rsidRPr="002F1CB9">
        <w:rPr>
          <w:rFonts w:ascii="Verdana" w:hAnsi="Verdana" w:cstheme="minorHAnsi"/>
          <w:sz w:val="18"/>
          <w:szCs w:val="18"/>
        </w:rPr>
        <w:t xml:space="preserve"> vyhotovení a </w:t>
      </w:r>
      <w:r w:rsidR="008614CD">
        <w:rPr>
          <w:rFonts w:ascii="Verdana" w:hAnsi="Verdana" w:cstheme="minorHAnsi"/>
          <w:sz w:val="18"/>
          <w:szCs w:val="18"/>
        </w:rPr>
        <w:t>Prodávající</w:t>
      </w:r>
      <w:r w:rsidRPr="002F1CB9">
        <w:rPr>
          <w:rFonts w:ascii="Verdana" w:hAnsi="Verdana" w:cstheme="minorHAnsi"/>
          <w:sz w:val="18"/>
          <w:szCs w:val="18"/>
        </w:rPr>
        <w:t xml:space="preserve"> obdrží </w:t>
      </w:r>
      <w:r w:rsidRPr="0026110E">
        <w:rPr>
          <w:rFonts w:ascii="Verdana" w:hAnsi="Verdana" w:cstheme="minorHAnsi"/>
          <w:sz w:val="18"/>
          <w:szCs w:val="18"/>
          <w:highlight w:val="yellow"/>
        </w:rPr>
        <w:t xml:space="preserve">"[VLOŽÍ </w:t>
      </w:r>
      <w:r w:rsidR="00906C04">
        <w:rPr>
          <w:rFonts w:ascii="Verdana" w:hAnsi="Verdana" w:cstheme="minorHAnsi"/>
          <w:sz w:val="18"/>
          <w:szCs w:val="18"/>
          <w:highlight w:val="yellow"/>
        </w:rPr>
        <w:t>PRODÁVAJÍCÍ</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w:t>
      </w:r>
    </w:p>
    <w:p w14:paraId="41A88E4E" w14:textId="74616AD5" w:rsidR="007F6ADE" w:rsidRPr="008B5521" w:rsidRDefault="006F1EC7" w:rsidP="00341112">
      <w:pPr>
        <w:widowControl w:val="0"/>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B5521" w:rsidRDefault="006F1EC7" w:rsidP="00341112">
      <w:pPr>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341112">
      <w:pPr>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75F828B9" w:rsidR="00F14996" w:rsidRDefault="00F14996" w:rsidP="00341112">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4C3F3306" w14:textId="636258A1" w:rsidR="00B30463" w:rsidRDefault="00B30463" w:rsidP="00B30463">
      <w:pPr>
        <w:widowControl w:val="0"/>
        <w:spacing w:before="120" w:after="120"/>
        <w:ind w:left="425"/>
        <w:jc w:val="both"/>
        <w:rPr>
          <w:rFonts w:ascii="Verdana" w:hAnsi="Verdana" w:cstheme="minorHAnsi"/>
          <w:sz w:val="18"/>
          <w:szCs w:val="18"/>
        </w:rPr>
      </w:pPr>
    </w:p>
    <w:p w14:paraId="4EEF1325" w14:textId="15FB079F" w:rsidR="00B30463" w:rsidRDefault="00B30463" w:rsidP="00B30463">
      <w:pPr>
        <w:widowControl w:val="0"/>
        <w:spacing w:before="120" w:after="120"/>
        <w:ind w:left="425"/>
        <w:jc w:val="both"/>
        <w:rPr>
          <w:rFonts w:ascii="Verdana" w:hAnsi="Verdana" w:cstheme="minorHAnsi"/>
          <w:sz w:val="18"/>
          <w:szCs w:val="18"/>
        </w:rPr>
      </w:pPr>
    </w:p>
    <w:p w14:paraId="5A601755" w14:textId="77777777" w:rsidR="00B30463" w:rsidRPr="008B5521" w:rsidRDefault="00B30463" w:rsidP="00B30463">
      <w:pPr>
        <w:widowControl w:val="0"/>
        <w:spacing w:before="120" w:after="120"/>
        <w:ind w:left="425"/>
        <w:jc w:val="both"/>
        <w:rPr>
          <w:rFonts w:ascii="Verdana" w:hAnsi="Verdana" w:cstheme="minorHAnsi"/>
          <w:sz w:val="18"/>
          <w:szCs w:val="18"/>
        </w:rPr>
      </w:pPr>
    </w:p>
    <w:p w14:paraId="79D46AF0" w14:textId="77777777" w:rsidR="00CC5257" w:rsidRPr="008B5521" w:rsidRDefault="00A02B02" w:rsidP="00341112">
      <w:pPr>
        <w:pStyle w:val="Zkladntext21"/>
        <w:widowControl w:val="0"/>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6F8F1991" w:rsidR="007465F2" w:rsidRPr="008B5521" w:rsidRDefault="007465F2" w:rsidP="00341112">
      <w:pPr>
        <w:pStyle w:val="Zkladntext21"/>
        <w:widowControl w:val="0"/>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k rámcové dohodě </w:t>
      </w:r>
    </w:p>
    <w:p w14:paraId="6A085B39" w14:textId="0D1EC5E4" w:rsidR="00412AAA" w:rsidRPr="00412AAA" w:rsidRDefault="00CB26F1" w:rsidP="00412AAA">
      <w:pPr>
        <w:pStyle w:val="Zkladntext21"/>
        <w:widowControl w:val="0"/>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0E04E1" w:rsidRPr="000E04E1">
        <w:rPr>
          <w:rFonts w:ascii="Verdana" w:hAnsi="Verdana" w:cstheme="minorHAnsi"/>
          <w:sz w:val="18"/>
          <w:szCs w:val="18"/>
        </w:rPr>
        <w:t>Specifikace předmětu rámcové dohody – vzorové listy</w:t>
      </w:r>
    </w:p>
    <w:p w14:paraId="57AFB8FB" w14:textId="562B36A1" w:rsidR="00412AAA" w:rsidRPr="00412AAA" w:rsidRDefault="00412AAA" w:rsidP="00412AAA">
      <w:pPr>
        <w:pStyle w:val="Zkladntext21"/>
        <w:widowControl w:val="0"/>
        <w:spacing w:line="276" w:lineRule="auto"/>
        <w:ind w:right="-22"/>
        <w:rPr>
          <w:rFonts w:ascii="Verdana" w:hAnsi="Verdana" w:cstheme="minorHAnsi"/>
          <w:sz w:val="18"/>
          <w:szCs w:val="18"/>
        </w:rPr>
      </w:pPr>
      <w:r w:rsidRPr="00412AAA">
        <w:rPr>
          <w:rFonts w:ascii="Verdana" w:hAnsi="Verdana" w:cstheme="minorHAnsi"/>
          <w:sz w:val="18"/>
          <w:szCs w:val="18"/>
        </w:rPr>
        <w:t>Příloha č. 3 –</w:t>
      </w:r>
      <w:r w:rsidR="000E04E1" w:rsidRPr="000E04E1">
        <w:rPr>
          <w:rFonts w:ascii="Verdana" w:eastAsia="Calibri" w:hAnsi="Verdana" w:cstheme="minorHAnsi"/>
          <w:sz w:val="18"/>
          <w:szCs w:val="18"/>
          <w:lang w:eastAsia="en-US"/>
        </w:rPr>
        <w:t xml:space="preserve"> </w:t>
      </w:r>
      <w:r w:rsidR="000E04E1" w:rsidRPr="000E04E1">
        <w:rPr>
          <w:rFonts w:ascii="Verdana" w:hAnsi="Verdana" w:cstheme="minorHAnsi"/>
          <w:sz w:val="18"/>
          <w:szCs w:val="18"/>
        </w:rPr>
        <w:t>Jednotkový ceník dodávaného zboží</w:t>
      </w:r>
    </w:p>
    <w:p w14:paraId="14D810A5" w14:textId="57EB5BE5" w:rsidR="006A4A0B" w:rsidRDefault="000E04E1" w:rsidP="00341112">
      <w:pPr>
        <w:pStyle w:val="Zkladntext21"/>
        <w:widowControl w:val="0"/>
        <w:spacing w:line="276" w:lineRule="auto"/>
        <w:ind w:right="-22"/>
        <w:jc w:val="left"/>
        <w:rPr>
          <w:rFonts w:ascii="Verdana" w:hAnsi="Verdana" w:cstheme="minorHAnsi"/>
          <w:sz w:val="18"/>
          <w:szCs w:val="18"/>
        </w:rPr>
      </w:pPr>
      <w:bookmarkStart w:id="0" w:name="_GoBack"/>
      <w:bookmarkEnd w:id="0"/>
      <w:r>
        <w:rPr>
          <w:rFonts w:ascii="Verdana" w:hAnsi="Verdana" w:cstheme="minorHAnsi"/>
          <w:sz w:val="18"/>
          <w:szCs w:val="18"/>
        </w:rPr>
        <w:t>Příloha č. 4</w:t>
      </w:r>
      <w:r w:rsidR="006A4A0B" w:rsidRPr="008B5521">
        <w:rPr>
          <w:rFonts w:ascii="Verdana" w:hAnsi="Verdana" w:cstheme="minorHAnsi"/>
          <w:sz w:val="18"/>
          <w:szCs w:val="18"/>
        </w:rPr>
        <w:t xml:space="preserve"> – Seznam poddodavatelů</w:t>
      </w:r>
    </w:p>
    <w:p w14:paraId="45838F65" w14:textId="65462780" w:rsidR="00045B3A" w:rsidRPr="00737CE4" w:rsidRDefault="000E04E1" w:rsidP="00341112">
      <w:pPr>
        <w:pStyle w:val="Zkladntext21"/>
        <w:widowControl w:val="0"/>
        <w:spacing w:line="276" w:lineRule="auto"/>
        <w:ind w:right="-22"/>
        <w:jc w:val="left"/>
        <w:rPr>
          <w:rFonts w:ascii="Verdana" w:hAnsi="Verdana" w:cstheme="minorHAnsi"/>
          <w:sz w:val="18"/>
          <w:szCs w:val="18"/>
        </w:rPr>
      </w:pPr>
      <w:r>
        <w:rPr>
          <w:rFonts w:ascii="Verdana" w:hAnsi="Verdana" w:cstheme="minorHAnsi"/>
          <w:sz w:val="18"/>
          <w:szCs w:val="18"/>
        </w:rPr>
        <w:t>Příloha č. 5</w:t>
      </w:r>
      <w:r w:rsidR="00045B3A" w:rsidRPr="00737CE4">
        <w:rPr>
          <w:rFonts w:ascii="Verdana" w:hAnsi="Verdana" w:cstheme="minorHAnsi"/>
          <w:sz w:val="18"/>
          <w:szCs w:val="18"/>
        </w:rPr>
        <w:t xml:space="preserve"> –</w:t>
      </w:r>
      <w:r w:rsidR="00737CE4" w:rsidRPr="00737CE4">
        <w:rPr>
          <w:rFonts w:ascii="Verdana" w:hAnsi="Verdana" w:cstheme="minorHAnsi"/>
          <w:sz w:val="18"/>
          <w:szCs w:val="18"/>
        </w:rPr>
        <w:t xml:space="preserve"> Analýza nebezpečí a hodnocení rizik</w:t>
      </w:r>
    </w:p>
    <w:p w14:paraId="6320FF57" w14:textId="7ABD84AC" w:rsidR="00045B3A" w:rsidRDefault="000E04E1" w:rsidP="00341112">
      <w:pPr>
        <w:pStyle w:val="Zkladntext21"/>
        <w:widowControl w:val="0"/>
        <w:spacing w:line="276" w:lineRule="auto"/>
        <w:ind w:right="-22"/>
        <w:jc w:val="left"/>
        <w:rPr>
          <w:rFonts w:ascii="Verdana" w:hAnsi="Verdana" w:cstheme="minorHAnsi"/>
          <w:sz w:val="18"/>
          <w:szCs w:val="18"/>
        </w:rPr>
      </w:pPr>
      <w:r>
        <w:rPr>
          <w:rFonts w:ascii="Verdana" w:hAnsi="Verdana" w:cstheme="minorHAnsi"/>
          <w:sz w:val="18"/>
          <w:szCs w:val="18"/>
        </w:rPr>
        <w:t>Příloha č. 6</w:t>
      </w:r>
      <w:r w:rsidR="00045B3A" w:rsidRPr="00737CE4">
        <w:rPr>
          <w:rFonts w:ascii="Verdana" w:hAnsi="Verdana" w:cstheme="minorHAnsi"/>
          <w:sz w:val="18"/>
          <w:szCs w:val="18"/>
        </w:rPr>
        <w:t xml:space="preserve"> </w:t>
      </w:r>
      <w:r w:rsidR="00AB3E64" w:rsidRPr="00737CE4">
        <w:rPr>
          <w:rFonts w:ascii="Verdana" w:hAnsi="Verdana" w:cstheme="minorHAnsi"/>
          <w:sz w:val="18"/>
          <w:szCs w:val="18"/>
        </w:rPr>
        <w:t>-</w:t>
      </w:r>
      <w:r w:rsidR="00AB3E64">
        <w:rPr>
          <w:rFonts w:ascii="Verdana" w:hAnsi="Verdana" w:cstheme="minorHAnsi"/>
          <w:sz w:val="18"/>
          <w:szCs w:val="18"/>
        </w:rPr>
        <w:t xml:space="preserve"> </w:t>
      </w:r>
      <w:r w:rsidR="00737CE4" w:rsidRPr="00737CE4">
        <w:rPr>
          <w:rFonts w:ascii="Verdana" w:hAnsi="Verdana" w:cstheme="minorHAnsi"/>
          <w:sz w:val="18"/>
          <w:szCs w:val="18"/>
        </w:rPr>
        <w:t>Opatření pro postup v případě anonymního oznámení o NVS</w:t>
      </w:r>
    </w:p>
    <w:p w14:paraId="102D2C8F" w14:textId="679A700D" w:rsidR="00045B3A" w:rsidRDefault="00045B3A" w:rsidP="00341112">
      <w:pPr>
        <w:pStyle w:val="Zkladntext21"/>
        <w:widowControl w:val="0"/>
        <w:spacing w:line="276" w:lineRule="auto"/>
        <w:ind w:right="-22"/>
        <w:jc w:val="left"/>
        <w:rPr>
          <w:rFonts w:ascii="Verdana" w:hAnsi="Verdana" w:cstheme="minorHAnsi"/>
          <w:sz w:val="18"/>
          <w:szCs w:val="18"/>
        </w:rPr>
      </w:pPr>
    </w:p>
    <w:p w14:paraId="2AC98B40" w14:textId="77777777" w:rsidR="002B4188" w:rsidRPr="008B5521" w:rsidRDefault="002B4188" w:rsidP="00341112">
      <w:pPr>
        <w:pStyle w:val="Zkladntext21"/>
        <w:widowControl w:val="0"/>
        <w:spacing w:line="276" w:lineRule="auto"/>
        <w:ind w:right="-22"/>
        <w:jc w:val="left"/>
        <w:rPr>
          <w:rFonts w:ascii="Verdana" w:hAnsi="Verdana" w:cstheme="minorHAnsi"/>
          <w:sz w:val="18"/>
          <w:szCs w:val="18"/>
        </w:rPr>
      </w:pPr>
    </w:p>
    <w:p w14:paraId="11A4F397" w14:textId="77777777" w:rsidR="00935934" w:rsidRPr="008B5521" w:rsidRDefault="00935934" w:rsidP="00341112">
      <w:pPr>
        <w:pStyle w:val="Zkladntext21"/>
        <w:widowControl w:val="0"/>
        <w:spacing w:line="276" w:lineRule="auto"/>
        <w:ind w:right="-22"/>
        <w:rPr>
          <w:rFonts w:ascii="Verdana" w:hAnsi="Verdana" w:cstheme="minorHAnsi"/>
          <w:sz w:val="18"/>
          <w:szCs w:val="18"/>
        </w:rPr>
      </w:pPr>
    </w:p>
    <w:p w14:paraId="0021AF31" w14:textId="1CDDE675" w:rsidR="00CC5257" w:rsidRPr="008B5521" w:rsidRDefault="00CC5257" w:rsidP="00341112">
      <w:pPr>
        <w:pStyle w:val="acnormalbold"/>
        <w:widowControl w:val="0"/>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906C04">
        <w:rPr>
          <w:rFonts w:ascii="Verdana" w:hAnsi="Verdana" w:cstheme="minorHAnsi"/>
          <w:b w:val="0"/>
          <w:sz w:val="18"/>
          <w:szCs w:val="18"/>
        </w:rPr>
        <w:t>Praze</w:t>
      </w:r>
      <w:r w:rsidR="0000537B" w:rsidRPr="008B5521">
        <w:rPr>
          <w:rFonts w:ascii="Verdana" w:hAnsi="Verdana" w:cstheme="minorHAnsi"/>
          <w:b w:val="0"/>
          <w:sz w:val="18"/>
          <w:szCs w:val="18"/>
        </w:rPr>
        <w:t>,</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3838D836" w14:textId="239BCA19" w:rsidR="00906C04" w:rsidRDefault="00906C04" w:rsidP="00341112">
      <w:pPr>
        <w:pStyle w:val="Zkladntext21"/>
        <w:widowControl w:val="0"/>
        <w:spacing w:line="276" w:lineRule="auto"/>
        <w:ind w:right="-22"/>
        <w:rPr>
          <w:rFonts w:ascii="Verdana" w:hAnsi="Verdana" w:cstheme="minorHAnsi"/>
          <w:sz w:val="18"/>
          <w:szCs w:val="18"/>
        </w:rPr>
      </w:pPr>
    </w:p>
    <w:p w14:paraId="2AA4F3BB" w14:textId="77777777" w:rsidR="002B4188" w:rsidRPr="002507FA" w:rsidRDefault="002B4188" w:rsidP="00341112">
      <w:pPr>
        <w:pStyle w:val="Zkladntext21"/>
        <w:widowControl w:val="0"/>
        <w:spacing w:line="276" w:lineRule="auto"/>
        <w:ind w:right="-22"/>
        <w:rPr>
          <w:rFonts w:ascii="Verdana" w:hAnsi="Verdana" w:cstheme="minorHAnsi"/>
          <w:sz w:val="18"/>
          <w:szCs w:val="18"/>
        </w:rPr>
      </w:pPr>
    </w:p>
    <w:p w14:paraId="5023CFFD" w14:textId="77777777" w:rsidR="00906C04" w:rsidRPr="002507FA" w:rsidRDefault="00906C04" w:rsidP="00341112">
      <w:pPr>
        <w:pStyle w:val="acnormalbold"/>
        <w:keepLines/>
        <w:widowControl w:val="0"/>
        <w:spacing w:before="0" w:after="0"/>
        <w:rPr>
          <w:rFonts w:ascii="Verdana" w:hAnsi="Verdana" w:cstheme="minorHAnsi"/>
          <w:b w:val="0"/>
          <w:sz w:val="18"/>
          <w:szCs w:val="18"/>
        </w:rPr>
      </w:pPr>
    </w:p>
    <w:p w14:paraId="08EEF4F4" w14:textId="2C454B34" w:rsidR="00906C04" w:rsidRDefault="00906C04" w:rsidP="00341112">
      <w:pPr>
        <w:pStyle w:val="acnormalbold"/>
        <w:keepLines/>
        <w:widowControl w:val="0"/>
        <w:spacing w:before="0" w:after="0"/>
        <w:rPr>
          <w:rFonts w:ascii="Verdana" w:hAnsi="Verdana" w:cstheme="minorHAnsi"/>
          <w:b w:val="0"/>
          <w:sz w:val="18"/>
          <w:szCs w:val="18"/>
        </w:rPr>
      </w:pPr>
      <w:r>
        <w:rPr>
          <w:rFonts w:ascii="Verdana" w:hAnsi="Verdana" w:cstheme="minorHAnsi"/>
          <w:b w:val="0"/>
          <w:sz w:val="18"/>
          <w:szCs w:val="18"/>
        </w:rPr>
        <w:t>Kupující:</w:t>
      </w:r>
      <w:r>
        <w:rPr>
          <w:rFonts w:ascii="Verdana" w:hAnsi="Verdana" w:cstheme="minorHAnsi"/>
          <w:b w:val="0"/>
          <w:sz w:val="18"/>
          <w:szCs w:val="18"/>
        </w:rPr>
        <w:tab/>
      </w:r>
      <w:r>
        <w:rPr>
          <w:rFonts w:ascii="Verdana" w:hAnsi="Verdana" w:cstheme="minorHAnsi"/>
          <w:b w:val="0"/>
          <w:sz w:val="18"/>
          <w:szCs w:val="18"/>
        </w:rPr>
        <w:tab/>
        <w:t xml:space="preserv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Prodávající</w:t>
      </w:r>
      <w:r w:rsidRPr="002507FA">
        <w:rPr>
          <w:rFonts w:ascii="Verdana" w:hAnsi="Verdana" w:cstheme="minorHAnsi"/>
          <w:b w:val="0"/>
          <w:sz w:val="18"/>
          <w:szCs w:val="18"/>
        </w:rPr>
        <w:t xml:space="preserve">:  </w:t>
      </w:r>
    </w:p>
    <w:p w14:paraId="5237F886" w14:textId="3156EBB0" w:rsidR="00906C04" w:rsidRDefault="00906C04" w:rsidP="00341112">
      <w:pPr>
        <w:pStyle w:val="acnormalbold"/>
        <w:keepLines/>
        <w:widowControl w:val="0"/>
        <w:spacing w:before="0" w:after="0"/>
        <w:rPr>
          <w:rFonts w:ascii="Verdana" w:hAnsi="Verdana" w:cstheme="minorHAnsi"/>
          <w:b w:val="0"/>
          <w:sz w:val="18"/>
          <w:szCs w:val="18"/>
        </w:rPr>
      </w:pPr>
    </w:p>
    <w:p w14:paraId="6E9C8165" w14:textId="77777777" w:rsidR="00341112" w:rsidRPr="00341112" w:rsidRDefault="00341112" w:rsidP="00341112">
      <w:pPr>
        <w:pStyle w:val="acnormal"/>
        <w:widowControl w:val="0"/>
      </w:pPr>
    </w:p>
    <w:p w14:paraId="48461C3F" w14:textId="77777777" w:rsidR="00906C04" w:rsidRPr="00CF5179" w:rsidRDefault="00906C04" w:rsidP="00341112">
      <w:pPr>
        <w:keepLines/>
        <w:widowControl w:val="0"/>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44B6887C" w14:textId="77777777" w:rsidR="00906C04" w:rsidRPr="00CF5179" w:rsidRDefault="00906C04" w:rsidP="00341112">
      <w:pPr>
        <w:keepLines/>
        <w:widowControl w:val="0"/>
        <w:spacing w:after="0"/>
        <w:ind w:left="4961" w:hanging="4961"/>
        <w:jc w:val="both"/>
        <w:rPr>
          <w:rFonts w:ascii="Verdana" w:hAnsi="Verdana" w:cstheme="minorHAnsi"/>
          <w:b/>
          <w:sz w:val="18"/>
          <w:szCs w:val="18"/>
        </w:rPr>
      </w:pPr>
      <w:r w:rsidRPr="00CF5179">
        <w:rPr>
          <w:rFonts w:ascii="Verdana" w:hAnsi="Verdana" w:cstheme="minorHAnsi"/>
          <w:b/>
          <w:sz w:val="18"/>
          <w:szCs w:val="18"/>
        </w:rPr>
        <w:t>Ing. Vladimír Filip</w:t>
      </w:r>
    </w:p>
    <w:p w14:paraId="299ED098" w14:textId="780ECE53" w:rsidR="00906C04" w:rsidRPr="00CF5179" w:rsidRDefault="00341112" w:rsidP="00341112">
      <w:pPr>
        <w:keepLines/>
        <w:widowControl w:val="0"/>
        <w:spacing w:after="0"/>
        <w:ind w:left="4961" w:hanging="4961"/>
        <w:jc w:val="both"/>
        <w:rPr>
          <w:rFonts w:ascii="Verdana" w:hAnsi="Verdana" w:cstheme="minorHAnsi"/>
          <w:sz w:val="18"/>
          <w:szCs w:val="18"/>
        </w:rPr>
      </w:pPr>
      <w:r>
        <w:rPr>
          <w:rFonts w:ascii="Verdana" w:hAnsi="Verdana" w:cstheme="minorHAnsi"/>
          <w:sz w:val="18"/>
          <w:szCs w:val="18"/>
        </w:rPr>
        <w:t>ř</w:t>
      </w:r>
      <w:r w:rsidR="00906C04" w:rsidRPr="00CF5179">
        <w:rPr>
          <w:rFonts w:ascii="Verdana" w:hAnsi="Verdana" w:cstheme="minorHAnsi"/>
          <w:sz w:val="18"/>
          <w:szCs w:val="18"/>
        </w:rPr>
        <w:t>editel</w:t>
      </w:r>
      <w:r>
        <w:rPr>
          <w:rFonts w:ascii="Verdana" w:hAnsi="Verdana" w:cstheme="minorHAnsi"/>
          <w:sz w:val="18"/>
          <w:szCs w:val="18"/>
        </w:rPr>
        <w:t xml:space="preserve"> Oblastního ředitelství Praha</w:t>
      </w:r>
    </w:p>
    <w:p w14:paraId="70EC199D" w14:textId="1DD3D64F" w:rsidR="00137760" w:rsidRPr="008B5521" w:rsidRDefault="00341112" w:rsidP="00341112">
      <w:pPr>
        <w:widowControl w:val="0"/>
        <w:rPr>
          <w:rFonts w:ascii="Verdana" w:hAnsi="Verdana" w:cstheme="minorHAnsi"/>
          <w:sz w:val="18"/>
          <w:szCs w:val="18"/>
        </w:rPr>
      </w:pPr>
      <w:r>
        <w:rPr>
          <w:rFonts w:ascii="Verdana" w:hAnsi="Verdana" w:cstheme="minorHAnsi"/>
          <w:sz w:val="18"/>
          <w:szCs w:val="18"/>
        </w:rPr>
        <w:t>Správa železnic, státní organizace</w:t>
      </w:r>
      <w:r w:rsidR="00906C04">
        <w:rPr>
          <w:rFonts w:ascii="Verdana" w:hAnsi="Verdana" w:cstheme="minorHAnsi"/>
          <w:sz w:val="18"/>
          <w:szCs w:val="18"/>
        </w:rPr>
        <w:tab/>
      </w:r>
      <w:r w:rsidR="00906C04">
        <w:rPr>
          <w:rFonts w:ascii="Verdana" w:hAnsi="Verdana" w:cstheme="minorHAnsi"/>
          <w:sz w:val="18"/>
          <w:szCs w:val="18"/>
        </w:rPr>
        <w:tab/>
      </w:r>
    </w:p>
    <w:p w14:paraId="00FA9031" w14:textId="31D6F884" w:rsidR="00BF4D4D" w:rsidRDefault="00BF4D4D" w:rsidP="00341112">
      <w:pPr>
        <w:widowControl w:val="0"/>
        <w:rPr>
          <w:rFonts w:ascii="Verdana" w:hAnsi="Verdana" w:cstheme="minorHAnsi"/>
          <w:sz w:val="18"/>
          <w:szCs w:val="18"/>
        </w:rPr>
      </w:pPr>
    </w:p>
    <w:p w14:paraId="1F08B5AC" w14:textId="5671A6A6" w:rsidR="008501FE" w:rsidRDefault="008501FE" w:rsidP="00341112">
      <w:pPr>
        <w:widowControl w:val="0"/>
        <w:rPr>
          <w:rFonts w:ascii="Verdana" w:hAnsi="Verdana" w:cstheme="minorHAnsi"/>
          <w:sz w:val="18"/>
          <w:szCs w:val="18"/>
        </w:rPr>
      </w:pPr>
    </w:p>
    <w:p w14:paraId="611310C2" w14:textId="4863BE56" w:rsidR="008501FE" w:rsidRDefault="008501FE" w:rsidP="00341112">
      <w:pPr>
        <w:widowControl w:val="0"/>
        <w:rPr>
          <w:rFonts w:ascii="Verdana" w:hAnsi="Verdana" w:cstheme="minorHAnsi"/>
          <w:sz w:val="18"/>
          <w:szCs w:val="18"/>
        </w:rPr>
      </w:pPr>
    </w:p>
    <w:p w14:paraId="4AA2BCE1" w14:textId="77777777" w:rsidR="008501FE" w:rsidRDefault="008501FE" w:rsidP="008501FE">
      <w:pPr>
        <w:pStyle w:val="acnormal"/>
        <w:rPr>
          <w:rFonts w:ascii="Verdana" w:hAnsi="Verdana" w:cstheme="minorHAnsi"/>
          <w:sz w:val="18"/>
          <w:szCs w:val="18"/>
        </w:rPr>
      </w:pPr>
      <w:r>
        <w:rPr>
          <w:rFonts w:ascii="Verdana" w:hAnsi="Verdana" w:cstheme="minorHAnsi"/>
          <w:sz w:val="18"/>
          <w:szCs w:val="18"/>
        </w:rPr>
        <w:t xml:space="preserve">Tato Rámcová dohoda byla uveřejněna prostřednictvím registru smluv dne ……………   </w:t>
      </w:r>
      <w:r>
        <w:rPr>
          <w:rFonts w:ascii="Verdana" w:hAnsi="Verdana" w:cstheme="minorHAnsi"/>
          <w:sz w:val="18"/>
          <w:szCs w:val="18"/>
        </w:rPr>
        <w:tab/>
      </w:r>
    </w:p>
    <w:p w14:paraId="3589B359" w14:textId="77777777" w:rsidR="008501FE" w:rsidRPr="008B5521" w:rsidRDefault="008501FE" w:rsidP="00341112">
      <w:pPr>
        <w:widowControl w:val="0"/>
        <w:rPr>
          <w:rFonts w:ascii="Verdana" w:hAnsi="Verdana" w:cstheme="minorHAnsi"/>
          <w:sz w:val="18"/>
          <w:szCs w:val="18"/>
        </w:rPr>
      </w:pPr>
    </w:p>
    <w:sectPr w:rsidR="008501FE" w:rsidRPr="008B5521" w:rsidSect="00881C18">
      <w:footerReference w:type="default" r:id="rId17"/>
      <w:headerReference w:type="first" r:id="rId18"/>
      <w:footerReference w:type="first" r:id="rId19"/>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2ABA32" w14:textId="77777777" w:rsidR="00297180" w:rsidRDefault="00297180" w:rsidP="003706CB">
      <w:pPr>
        <w:spacing w:after="0" w:line="240" w:lineRule="auto"/>
      </w:pPr>
      <w:r>
        <w:separator/>
      </w:r>
    </w:p>
  </w:endnote>
  <w:endnote w:type="continuationSeparator" w:id="0">
    <w:p w14:paraId="48C929D1" w14:textId="77777777" w:rsidR="00297180" w:rsidRDefault="00297180" w:rsidP="003706CB">
      <w:pPr>
        <w:spacing w:after="0" w:line="240" w:lineRule="auto"/>
      </w:pPr>
      <w:r>
        <w:continuationSeparator/>
      </w:r>
    </w:p>
  </w:endnote>
  <w:endnote w:type="continuationNotice" w:id="1">
    <w:p w14:paraId="46B758EE" w14:textId="77777777" w:rsidR="00297180" w:rsidRDefault="002971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68FFA" w14:textId="5E80CD8B"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D2396">
      <w:rPr>
        <w:rFonts w:ascii="Verdana" w:eastAsia="Verdana" w:hAnsi="Verdana"/>
        <w:b/>
        <w:noProof/>
        <w:color w:val="FF5200"/>
        <w:sz w:val="14"/>
        <w:szCs w:val="18"/>
      </w:rPr>
      <w:t>6</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9D2396">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195B5B08"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B30463">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B30463">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2CF4B8EF" w:rsidR="003B2DAA" w:rsidRPr="003B2DAA" w:rsidRDefault="00567F74" w:rsidP="00567F74">
          <w:pPr>
            <w:tabs>
              <w:tab w:val="center" w:pos="4536"/>
              <w:tab w:val="right" w:pos="9072"/>
            </w:tabs>
            <w:rPr>
              <w:rFonts w:ascii="Verdana" w:eastAsia="Verdana" w:hAnsi="Verdana"/>
              <w:sz w:val="12"/>
            </w:rPr>
          </w:pPr>
          <w:r>
            <w:rPr>
              <w:rFonts w:ascii="Verdana" w:eastAsia="Verdana" w:hAnsi="Verdana"/>
              <w:sz w:val="12"/>
            </w:rPr>
            <w:t>spravazeleznic</w:t>
          </w:r>
          <w:r w:rsidR="003B2DAA" w:rsidRPr="003B2DAA">
            <w:rPr>
              <w:rFonts w:ascii="Verdana" w:eastAsia="Verdana" w:hAnsi="Verdana"/>
              <w:sz w:val="12"/>
            </w:rPr>
            <w:t>.cz</w:t>
          </w:r>
        </w:p>
      </w:tc>
      <w:tc>
        <w:tcPr>
          <w:tcW w:w="2921" w:type="dxa"/>
        </w:tcPr>
        <w:p w14:paraId="1F5E40FA" w14:textId="77777777" w:rsidR="003B2DAA" w:rsidRDefault="00BA0337" w:rsidP="00341112">
          <w:pPr>
            <w:tabs>
              <w:tab w:val="center" w:pos="4536"/>
              <w:tab w:val="right" w:pos="9072"/>
            </w:tabs>
            <w:ind w:firstLine="708"/>
            <w:rPr>
              <w:rFonts w:ascii="Verdana" w:eastAsia="Verdana" w:hAnsi="Verdana"/>
              <w:sz w:val="12"/>
            </w:rPr>
          </w:pPr>
          <w:r>
            <w:rPr>
              <w:rFonts w:ascii="Verdana" w:eastAsia="Verdana" w:hAnsi="Verdana"/>
              <w:sz w:val="12"/>
            </w:rPr>
            <w:t>Oblastní ředitelství Praha</w:t>
          </w:r>
        </w:p>
        <w:p w14:paraId="5D478B0E" w14:textId="77777777" w:rsidR="00BA0337" w:rsidRDefault="00BA0337" w:rsidP="00341112">
          <w:pPr>
            <w:tabs>
              <w:tab w:val="center" w:pos="4536"/>
              <w:tab w:val="right" w:pos="9072"/>
            </w:tabs>
            <w:ind w:firstLine="708"/>
            <w:rPr>
              <w:rFonts w:ascii="Verdana" w:eastAsia="Verdana" w:hAnsi="Verdana"/>
              <w:sz w:val="12"/>
            </w:rPr>
          </w:pPr>
          <w:r>
            <w:rPr>
              <w:rFonts w:ascii="Verdana" w:eastAsia="Verdana" w:hAnsi="Verdana"/>
              <w:sz w:val="12"/>
            </w:rPr>
            <w:t>Partyzánská 24</w:t>
          </w:r>
        </w:p>
        <w:p w14:paraId="3EBBBA79" w14:textId="6727594D" w:rsidR="00BA0337" w:rsidRPr="003B2DAA" w:rsidRDefault="00BA0337" w:rsidP="00341112">
          <w:pPr>
            <w:tabs>
              <w:tab w:val="center" w:pos="4536"/>
              <w:tab w:val="right" w:pos="9072"/>
            </w:tabs>
            <w:ind w:firstLine="708"/>
            <w:rPr>
              <w:rFonts w:ascii="Verdana" w:eastAsia="Verdana" w:hAnsi="Verdana"/>
              <w:sz w:val="12"/>
            </w:rPr>
          </w:pPr>
          <w:r>
            <w:rPr>
              <w:rFonts w:ascii="Verdana" w:eastAsia="Verdana" w:hAnsi="Verdana"/>
              <w:sz w:val="12"/>
            </w:rPr>
            <w:t>170 00 Praha 7</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C93D9" w14:textId="77777777" w:rsidR="00297180" w:rsidRDefault="00297180" w:rsidP="003706CB">
      <w:pPr>
        <w:spacing w:after="0" w:line="240" w:lineRule="auto"/>
      </w:pPr>
      <w:r>
        <w:separator/>
      </w:r>
    </w:p>
  </w:footnote>
  <w:footnote w:type="continuationSeparator" w:id="0">
    <w:p w14:paraId="4FA84620" w14:textId="77777777" w:rsidR="00297180" w:rsidRDefault="00297180" w:rsidP="003706CB">
      <w:pPr>
        <w:spacing w:after="0" w:line="240" w:lineRule="auto"/>
      </w:pPr>
      <w:r>
        <w:continuationSeparator/>
      </w:r>
    </w:p>
  </w:footnote>
  <w:footnote w:type="continuationNotice" w:id="1">
    <w:p w14:paraId="101D4A8B" w14:textId="77777777" w:rsidR="00297180" w:rsidRDefault="002971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1009" w14:textId="62E235B9" w:rsidR="00925A19" w:rsidRPr="004E6499" w:rsidRDefault="00881C18" w:rsidP="000016C0">
    <w:pPr>
      <w:pStyle w:val="Zhlav"/>
      <w:jc w:val="right"/>
    </w:pPr>
    <w:r>
      <w:rPr>
        <w:noProof/>
        <w:lang w:eastAsia="cs-CZ"/>
      </w:rPr>
      <w:drawing>
        <wp:anchor distT="0" distB="0" distL="114300" distR="114300" simplePos="0" relativeHeight="251659264"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93D24"/>
    <w:multiLevelType w:val="hybridMultilevel"/>
    <w:tmpl w:val="81BA38FA"/>
    <w:lvl w:ilvl="0" w:tplc="580E818E">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17DA86E6"/>
    <w:lvl w:ilvl="0" w:tplc="CA6291F0">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D3760FD"/>
    <w:multiLevelType w:val="hybridMultilevel"/>
    <w:tmpl w:val="5CD486D4"/>
    <w:name w:val="ac2"/>
    <w:lvl w:ilvl="0" w:tplc="E4868EE4">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8"/>
  </w:num>
  <w:num w:numId="2">
    <w:abstractNumId w:val="17"/>
  </w:num>
  <w:num w:numId="3">
    <w:abstractNumId w:val="11"/>
  </w:num>
  <w:num w:numId="4">
    <w:abstractNumId w:val="2"/>
  </w:num>
  <w:num w:numId="5">
    <w:abstractNumId w:val="14"/>
  </w:num>
  <w:num w:numId="6">
    <w:abstractNumId w:val="6"/>
  </w:num>
  <w:num w:numId="7">
    <w:abstractNumId w:val="1"/>
  </w:num>
  <w:num w:numId="8">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5"/>
  </w:num>
  <w:num w:numId="11">
    <w:abstractNumId w:val="4"/>
  </w:num>
  <w:num w:numId="12">
    <w:abstractNumId w:val="16"/>
  </w:num>
  <w:num w:numId="13">
    <w:abstractNumId w:val="9"/>
  </w:num>
  <w:num w:numId="14">
    <w:abstractNumId w:val="14"/>
  </w:num>
  <w:num w:numId="15">
    <w:abstractNumId w:val="6"/>
  </w:num>
  <w:num w:numId="16">
    <w:abstractNumId w:val="3"/>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5"/>
  </w:num>
  <w:num w:numId="20">
    <w:abstractNumId w:val="6"/>
  </w:num>
  <w:num w:numId="21">
    <w:abstractNumId w:val="7"/>
  </w:num>
  <w:num w:numId="22">
    <w:abstractNumId w:val="13"/>
  </w:num>
  <w:num w:numId="23">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45B3A"/>
    <w:rsid w:val="00053B1E"/>
    <w:rsid w:val="00055411"/>
    <w:rsid w:val="00062B10"/>
    <w:rsid w:val="000647F6"/>
    <w:rsid w:val="00065EDF"/>
    <w:rsid w:val="00070AA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4186"/>
    <w:rsid w:val="000C5A20"/>
    <w:rsid w:val="000C5CCC"/>
    <w:rsid w:val="000C7132"/>
    <w:rsid w:val="000D59B0"/>
    <w:rsid w:val="000D5B52"/>
    <w:rsid w:val="000D5E27"/>
    <w:rsid w:val="000E04E1"/>
    <w:rsid w:val="000E43FD"/>
    <w:rsid w:val="000E5DAD"/>
    <w:rsid w:val="000F65D4"/>
    <w:rsid w:val="00110C41"/>
    <w:rsid w:val="001119A2"/>
    <w:rsid w:val="00113027"/>
    <w:rsid w:val="001228C5"/>
    <w:rsid w:val="00125333"/>
    <w:rsid w:val="001302AD"/>
    <w:rsid w:val="00132145"/>
    <w:rsid w:val="00137760"/>
    <w:rsid w:val="00137BD3"/>
    <w:rsid w:val="00155F42"/>
    <w:rsid w:val="00157D66"/>
    <w:rsid w:val="001711F8"/>
    <w:rsid w:val="00173841"/>
    <w:rsid w:val="00173E08"/>
    <w:rsid w:val="00174612"/>
    <w:rsid w:val="0017765F"/>
    <w:rsid w:val="00182BAA"/>
    <w:rsid w:val="00183A6F"/>
    <w:rsid w:val="0018499F"/>
    <w:rsid w:val="00190A1B"/>
    <w:rsid w:val="00193441"/>
    <w:rsid w:val="00194826"/>
    <w:rsid w:val="001A0EC9"/>
    <w:rsid w:val="001A3204"/>
    <w:rsid w:val="001A3DB4"/>
    <w:rsid w:val="001A487E"/>
    <w:rsid w:val="001B229D"/>
    <w:rsid w:val="001C012F"/>
    <w:rsid w:val="001C7A89"/>
    <w:rsid w:val="001C7FC3"/>
    <w:rsid w:val="001D394C"/>
    <w:rsid w:val="001D65ED"/>
    <w:rsid w:val="001D78A4"/>
    <w:rsid w:val="001E20FA"/>
    <w:rsid w:val="001E6863"/>
    <w:rsid w:val="001F34A6"/>
    <w:rsid w:val="002045B1"/>
    <w:rsid w:val="00211202"/>
    <w:rsid w:val="002171E6"/>
    <w:rsid w:val="00220472"/>
    <w:rsid w:val="0022127F"/>
    <w:rsid w:val="002212BC"/>
    <w:rsid w:val="0022305B"/>
    <w:rsid w:val="0022507E"/>
    <w:rsid w:val="00227803"/>
    <w:rsid w:val="0023151B"/>
    <w:rsid w:val="002351BD"/>
    <w:rsid w:val="00235748"/>
    <w:rsid w:val="0024088D"/>
    <w:rsid w:val="0024121F"/>
    <w:rsid w:val="002422A1"/>
    <w:rsid w:val="00242EE0"/>
    <w:rsid w:val="002478A1"/>
    <w:rsid w:val="002510A3"/>
    <w:rsid w:val="00252D09"/>
    <w:rsid w:val="00253C01"/>
    <w:rsid w:val="002570CC"/>
    <w:rsid w:val="002573D5"/>
    <w:rsid w:val="002739E8"/>
    <w:rsid w:val="00273EE8"/>
    <w:rsid w:val="00277C3D"/>
    <w:rsid w:val="0028212C"/>
    <w:rsid w:val="00287BC5"/>
    <w:rsid w:val="00297180"/>
    <w:rsid w:val="002A11CD"/>
    <w:rsid w:val="002A6636"/>
    <w:rsid w:val="002A7690"/>
    <w:rsid w:val="002B152E"/>
    <w:rsid w:val="002B4188"/>
    <w:rsid w:val="002B51FC"/>
    <w:rsid w:val="002B5ECC"/>
    <w:rsid w:val="002B6DFB"/>
    <w:rsid w:val="002B75C6"/>
    <w:rsid w:val="002C0A2C"/>
    <w:rsid w:val="002C32BA"/>
    <w:rsid w:val="002C4F9C"/>
    <w:rsid w:val="002C50C8"/>
    <w:rsid w:val="002C5B14"/>
    <w:rsid w:val="002C635F"/>
    <w:rsid w:val="002D43AB"/>
    <w:rsid w:val="002D5D10"/>
    <w:rsid w:val="002D5EE8"/>
    <w:rsid w:val="002E08E7"/>
    <w:rsid w:val="00300F2D"/>
    <w:rsid w:val="00303F31"/>
    <w:rsid w:val="00306FC6"/>
    <w:rsid w:val="003120FE"/>
    <w:rsid w:val="00312CAC"/>
    <w:rsid w:val="0031316B"/>
    <w:rsid w:val="00324DFF"/>
    <w:rsid w:val="00334131"/>
    <w:rsid w:val="00341112"/>
    <w:rsid w:val="00342BE3"/>
    <w:rsid w:val="0034694D"/>
    <w:rsid w:val="00346D6A"/>
    <w:rsid w:val="003509D2"/>
    <w:rsid w:val="00362102"/>
    <w:rsid w:val="00367487"/>
    <w:rsid w:val="003706CB"/>
    <w:rsid w:val="003761EF"/>
    <w:rsid w:val="003826CD"/>
    <w:rsid w:val="00383CA1"/>
    <w:rsid w:val="003847FF"/>
    <w:rsid w:val="00385E26"/>
    <w:rsid w:val="003862BB"/>
    <w:rsid w:val="003934CC"/>
    <w:rsid w:val="00395493"/>
    <w:rsid w:val="003A181A"/>
    <w:rsid w:val="003A26D5"/>
    <w:rsid w:val="003A2D02"/>
    <w:rsid w:val="003A695E"/>
    <w:rsid w:val="003B191D"/>
    <w:rsid w:val="003B2DAA"/>
    <w:rsid w:val="003C004B"/>
    <w:rsid w:val="003C58F8"/>
    <w:rsid w:val="003D7110"/>
    <w:rsid w:val="003E0E6B"/>
    <w:rsid w:val="003E3A8A"/>
    <w:rsid w:val="003E662A"/>
    <w:rsid w:val="00402E9E"/>
    <w:rsid w:val="0040306C"/>
    <w:rsid w:val="00404FCB"/>
    <w:rsid w:val="0040600D"/>
    <w:rsid w:val="00410560"/>
    <w:rsid w:val="00412AAA"/>
    <w:rsid w:val="004135D3"/>
    <w:rsid w:val="00425375"/>
    <w:rsid w:val="0043114C"/>
    <w:rsid w:val="0044625A"/>
    <w:rsid w:val="0044630D"/>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2A04"/>
    <w:rsid w:val="00496E5D"/>
    <w:rsid w:val="00497D84"/>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306D8"/>
    <w:rsid w:val="005311A5"/>
    <w:rsid w:val="00534DBA"/>
    <w:rsid w:val="00544B8E"/>
    <w:rsid w:val="00546176"/>
    <w:rsid w:val="0055788F"/>
    <w:rsid w:val="00560216"/>
    <w:rsid w:val="00562A02"/>
    <w:rsid w:val="00563670"/>
    <w:rsid w:val="00566F57"/>
    <w:rsid w:val="00567F74"/>
    <w:rsid w:val="00570C8D"/>
    <w:rsid w:val="00572B36"/>
    <w:rsid w:val="00574368"/>
    <w:rsid w:val="00576A2A"/>
    <w:rsid w:val="00585A82"/>
    <w:rsid w:val="00590964"/>
    <w:rsid w:val="005962BE"/>
    <w:rsid w:val="0059769D"/>
    <w:rsid w:val="005A40FB"/>
    <w:rsid w:val="005A4E1A"/>
    <w:rsid w:val="005A5067"/>
    <w:rsid w:val="005C0F02"/>
    <w:rsid w:val="005C776A"/>
    <w:rsid w:val="005D4748"/>
    <w:rsid w:val="005D4FDA"/>
    <w:rsid w:val="005D7C2C"/>
    <w:rsid w:val="005E1F4C"/>
    <w:rsid w:val="005E3788"/>
    <w:rsid w:val="005E6DAB"/>
    <w:rsid w:val="005F2587"/>
    <w:rsid w:val="005F45C7"/>
    <w:rsid w:val="006007E5"/>
    <w:rsid w:val="00610175"/>
    <w:rsid w:val="0061415F"/>
    <w:rsid w:val="00614164"/>
    <w:rsid w:val="00616498"/>
    <w:rsid w:val="00616A0C"/>
    <w:rsid w:val="00623C53"/>
    <w:rsid w:val="006257CE"/>
    <w:rsid w:val="006354DB"/>
    <w:rsid w:val="00636005"/>
    <w:rsid w:val="00636907"/>
    <w:rsid w:val="00640C8A"/>
    <w:rsid w:val="006413C4"/>
    <w:rsid w:val="00641AC8"/>
    <w:rsid w:val="00645093"/>
    <w:rsid w:val="006452A8"/>
    <w:rsid w:val="00645F7F"/>
    <w:rsid w:val="00653576"/>
    <w:rsid w:val="00655ABD"/>
    <w:rsid w:val="006653C8"/>
    <w:rsid w:val="006655D4"/>
    <w:rsid w:val="006672B1"/>
    <w:rsid w:val="00675602"/>
    <w:rsid w:val="0068035D"/>
    <w:rsid w:val="00681F22"/>
    <w:rsid w:val="0068231E"/>
    <w:rsid w:val="006848CF"/>
    <w:rsid w:val="00685D2E"/>
    <w:rsid w:val="00687186"/>
    <w:rsid w:val="006A488A"/>
    <w:rsid w:val="006A4A0B"/>
    <w:rsid w:val="006C21B2"/>
    <w:rsid w:val="006C3217"/>
    <w:rsid w:val="006D1ACE"/>
    <w:rsid w:val="006D4716"/>
    <w:rsid w:val="006E2605"/>
    <w:rsid w:val="006E381A"/>
    <w:rsid w:val="006F1EC7"/>
    <w:rsid w:val="006F2696"/>
    <w:rsid w:val="006F307C"/>
    <w:rsid w:val="006F3D01"/>
    <w:rsid w:val="00700C54"/>
    <w:rsid w:val="0070422F"/>
    <w:rsid w:val="00704546"/>
    <w:rsid w:val="007046D3"/>
    <w:rsid w:val="0071081E"/>
    <w:rsid w:val="00711435"/>
    <w:rsid w:val="00712557"/>
    <w:rsid w:val="00712561"/>
    <w:rsid w:val="00712B43"/>
    <w:rsid w:val="00712CE3"/>
    <w:rsid w:val="00714260"/>
    <w:rsid w:val="007147A2"/>
    <w:rsid w:val="00730FA9"/>
    <w:rsid w:val="00734191"/>
    <w:rsid w:val="00737CE4"/>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A1D6A"/>
    <w:rsid w:val="007A7666"/>
    <w:rsid w:val="007B2AB1"/>
    <w:rsid w:val="007C1338"/>
    <w:rsid w:val="007C5684"/>
    <w:rsid w:val="007C6153"/>
    <w:rsid w:val="007C6257"/>
    <w:rsid w:val="007D09D1"/>
    <w:rsid w:val="007D12E6"/>
    <w:rsid w:val="007E11A3"/>
    <w:rsid w:val="007E2B43"/>
    <w:rsid w:val="007E3252"/>
    <w:rsid w:val="007F03C6"/>
    <w:rsid w:val="007F062A"/>
    <w:rsid w:val="007F0F0A"/>
    <w:rsid w:val="007F1A30"/>
    <w:rsid w:val="007F2C74"/>
    <w:rsid w:val="007F3E0C"/>
    <w:rsid w:val="007F6ADE"/>
    <w:rsid w:val="007F6C9D"/>
    <w:rsid w:val="007F73AD"/>
    <w:rsid w:val="00803077"/>
    <w:rsid w:val="00807772"/>
    <w:rsid w:val="008135F0"/>
    <w:rsid w:val="00815E99"/>
    <w:rsid w:val="00827EDF"/>
    <w:rsid w:val="008310FB"/>
    <w:rsid w:val="00835112"/>
    <w:rsid w:val="00835B2F"/>
    <w:rsid w:val="00840806"/>
    <w:rsid w:val="00844542"/>
    <w:rsid w:val="0084459D"/>
    <w:rsid w:val="00844697"/>
    <w:rsid w:val="008501FE"/>
    <w:rsid w:val="00850D57"/>
    <w:rsid w:val="00851819"/>
    <w:rsid w:val="00853CA3"/>
    <w:rsid w:val="00854F3E"/>
    <w:rsid w:val="00856B7D"/>
    <w:rsid w:val="0086119D"/>
    <w:rsid w:val="008611B5"/>
    <w:rsid w:val="008614CD"/>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A3D61"/>
    <w:rsid w:val="008A6F26"/>
    <w:rsid w:val="008B1A0A"/>
    <w:rsid w:val="008B2A9F"/>
    <w:rsid w:val="008B5521"/>
    <w:rsid w:val="008B608E"/>
    <w:rsid w:val="008C1439"/>
    <w:rsid w:val="008C1DEB"/>
    <w:rsid w:val="008C566E"/>
    <w:rsid w:val="008D0F83"/>
    <w:rsid w:val="008D7572"/>
    <w:rsid w:val="008F0D1F"/>
    <w:rsid w:val="008F0E4A"/>
    <w:rsid w:val="008F1BAF"/>
    <w:rsid w:val="00901DFA"/>
    <w:rsid w:val="00902036"/>
    <w:rsid w:val="00904D7D"/>
    <w:rsid w:val="00906C04"/>
    <w:rsid w:val="009070BA"/>
    <w:rsid w:val="009070D6"/>
    <w:rsid w:val="009107B4"/>
    <w:rsid w:val="009126E8"/>
    <w:rsid w:val="009232C0"/>
    <w:rsid w:val="00925A19"/>
    <w:rsid w:val="009313FD"/>
    <w:rsid w:val="00933111"/>
    <w:rsid w:val="00935934"/>
    <w:rsid w:val="0095208A"/>
    <w:rsid w:val="00952F1A"/>
    <w:rsid w:val="00953CAE"/>
    <w:rsid w:val="00956933"/>
    <w:rsid w:val="009601AA"/>
    <w:rsid w:val="00964953"/>
    <w:rsid w:val="00966347"/>
    <w:rsid w:val="00972745"/>
    <w:rsid w:val="00976F5F"/>
    <w:rsid w:val="009801AE"/>
    <w:rsid w:val="00981807"/>
    <w:rsid w:val="00987103"/>
    <w:rsid w:val="0098748B"/>
    <w:rsid w:val="0099094F"/>
    <w:rsid w:val="0099628D"/>
    <w:rsid w:val="00997082"/>
    <w:rsid w:val="009A11A8"/>
    <w:rsid w:val="009A13F0"/>
    <w:rsid w:val="009A14C7"/>
    <w:rsid w:val="009A69E5"/>
    <w:rsid w:val="009A7946"/>
    <w:rsid w:val="009B0E2C"/>
    <w:rsid w:val="009B0FEE"/>
    <w:rsid w:val="009B4571"/>
    <w:rsid w:val="009C1BFA"/>
    <w:rsid w:val="009C75E5"/>
    <w:rsid w:val="009D00C4"/>
    <w:rsid w:val="009D2396"/>
    <w:rsid w:val="009E1099"/>
    <w:rsid w:val="009E1A26"/>
    <w:rsid w:val="009E32FA"/>
    <w:rsid w:val="009E5DB0"/>
    <w:rsid w:val="009E5FB0"/>
    <w:rsid w:val="009E60A6"/>
    <w:rsid w:val="009F39BA"/>
    <w:rsid w:val="00A02B02"/>
    <w:rsid w:val="00A0411C"/>
    <w:rsid w:val="00A0526B"/>
    <w:rsid w:val="00A0719A"/>
    <w:rsid w:val="00A132D3"/>
    <w:rsid w:val="00A316C1"/>
    <w:rsid w:val="00A316C8"/>
    <w:rsid w:val="00A323DE"/>
    <w:rsid w:val="00A34CB2"/>
    <w:rsid w:val="00A46AAE"/>
    <w:rsid w:val="00A55939"/>
    <w:rsid w:val="00A606A2"/>
    <w:rsid w:val="00A65560"/>
    <w:rsid w:val="00A663A7"/>
    <w:rsid w:val="00A72DB9"/>
    <w:rsid w:val="00A72F89"/>
    <w:rsid w:val="00A7658C"/>
    <w:rsid w:val="00A77CA7"/>
    <w:rsid w:val="00A92237"/>
    <w:rsid w:val="00A92E45"/>
    <w:rsid w:val="00A976F4"/>
    <w:rsid w:val="00AA25B3"/>
    <w:rsid w:val="00AA2A2D"/>
    <w:rsid w:val="00AA435D"/>
    <w:rsid w:val="00AA7FE5"/>
    <w:rsid w:val="00AB0F91"/>
    <w:rsid w:val="00AB3E64"/>
    <w:rsid w:val="00AC677F"/>
    <w:rsid w:val="00AC78D0"/>
    <w:rsid w:val="00AC7EF9"/>
    <w:rsid w:val="00AD42A8"/>
    <w:rsid w:val="00AD7B17"/>
    <w:rsid w:val="00AE146B"/>
    <w:rsid w:val="00AE25F7"/>
    <w:rsid w:val="00AE3DAC"/>
    <w:rsid w:val="00AE485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0463"/>
    <w:rsid w:val="00B32A80"/>
    <w:rsid w:val="00B36B13"/>
    <w:rsid w:val="00B37744"/>
    <w:rsid w:val="00B43F1F"/>
    <w:rsid w:val="00B447EA"/>
    <w:rsid w:val="00B44E13"/>
    <w:rsid w:val="00B53110"/>
    <w:rsid w:val="00B53C04"/>
    <w:rsid w:val="00B540A2"/>
    <w:rsid w:val="00B55BD0"/>
    <w:rsid w:val="00B63F9B"/>
    <w:rsid w:val="00B702D2"/>
    <w:rsid w:val="00B74412"/>
    <w:rsid w:val="00BA0337"/>
    <w:rsid w:val="00BA19C0"/>
    <w:rsid w:val="00BA3F41"/>
    <w:rsid w:val="00BA4430"/>
    <w:rsid w:val="00BA5837"/>
    <w:rsid w:val="00BA7E2F"/>
    <w:rsid w:val="00BB0757"/>
    <w:rsid w:val="00BB5682"/>
    <w:rsid w:val="00BB5E7C"/>
    <w:rsid w:val="00BC380A"/>
    <w:rsid w:val="00BC5D86"/>
    <w:rsid w:val="00BD7195"/>
    <w:rsid w:val="00BE24DE"/>
    <w:rsid w:val="00BE7339"/>
    <w:rsid w:val="00BF2011"/>
    <w:rsid w:val="00BF4D4D"/>
    <w:rsid w:val="00C01FDB"/>
    <w:rsid w:val="00C06AF0"/>
    <w:rsid w:val="00C10A21"/>
    <w:rsid w:val="00C12CBA"/>
    <w:rsid w:val="00C16730"/>
    <w:rsid w:val="00C20498"/>
    <w:rsid w:val="00C23907"/>
    <w:rsid w:val="00C24777"/>
    <w:rsid w:val="00C26221"/>
    <w:rsid w:val="00C26E78"/>
    <w:rsid w:val="00C31D5B"/>
    <w:rsid w:val="00C43F40"/>
    <w:rsid w:val="00C448C0"/>
    <w:rsid w:val="00C51888"/>
    <w:rsid w:val="00C52F0E"/>
    <w:rsid w:val="00C53862"/>
    <w:rsid w:val="00C54309"/>
    <w:rsid w:val="00C54DB5"/>
    <w:rsid w:val="00C563AC"/>
    <w:rsid w:val="00C61475"/>
    <w:rsid w:val="00C63B6D"/>
    <w:rsid w:val="00C63B85"/>
    <w:rsid w:val="00C67340"/>
    <w:rsid w:val="00C70772"/>
    <w:rsid w:val="00C90BCF"/>
    <w:rsid w:val="00C91666"/>
    <w:rsid w:val="00C928F9"/>
    <w:rsid w:val="00C951D3"/>
    <w:rsid w:val="00CA5E7B"/>
    <w:rsid w:val="00CA6894"/>
    <w:rsid w:val="00CA7C40"/>
    <w:rsid w:val="00CB09BC"/>
    <w:rsid w:val="00CB26F1"/>
    <w:rsid w:val="00CB6B7E"/>
    <w:rsid w:val="00CC10C0"/>
    <w:rsid w:val="00CC2734"/>
    <w:rsid w:val="00CC2D9E"/>
    <w:rsid w:val="00CC5257"/>
    <w:rsid w:val="00CC76B6"/>
    <w:rsid w:val="00CD14C0"/>
    <w:rsid w:val="00CE0374"/>
    <w:rsid w:val="00CE041C"/>
    <w:rsid w:val="00CE488A"/>
    <w:rsid w:val="00CF1282"/>
    <w:rsid w:val="00CF66BA"/>
    <w:rsid w:val="00D00DDF"/>
    <w:rsid w:val="00D01A96"/>
    <w:rsid w:val="00D034CB"/>
    <w:rsid w:val="00D04FD1"/>
    <w:rsid w:val="00D10664"/>
    <w:rsid w:val="00D12B1E"/>
    <w:rsid w:val="00D13D04"/>
    <w:rsid w:val="00D162B6"/>
    <w:rsid w:val="00D279CA"/>
    <w:rsid w:val="00D30AD6"/>
    <w:rsid w:val="00D323A6"/>
    <w:rsid w:val="00D37412"/>
    <w:rsid w:val="00D45474"/>
    <w:rsid w:val="00D52ACB"/>
    <w:rsid w:val="00D5313F"/>
    <w:rsid w:val="00D608AA"/>
    <w:rsid w:val="00D61A99"/>
    <w:rsid w:val="00D64982"/>
    <w:rsid w:val="00D67925"/>
    <w:rsid w:val="00D734CC"/>
    <w:rsid w:val="00D73DCF"/>
    <w:rsid w:val="00D76B88"/>
    <w:rsid w:val="00D804BE"/>
    <w:rsid w:val="00D864DF"/>
    <w:rsid w:val="00D919C5"/>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0AD"/>
    <w:rsid w:val="00E0510B"/>
    <w:rsid w:val="00E05929"/>
    <w:rsid w:val="00E11477"/>
    <w:rsid w:val="00E1230C"/>
    <w:rsid w:val="00E15154"/>
    <w:rsid w:val="00E3610E"/>
    <w:rsid w:val="00E405CE"/>
    <w:rsid w:val="00E419FD"/>
    <w:rsid w:val="00E46045"/>
    <w:rsid w:val="00E50AC3"/>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A6120"/>
    <w:rsid w:val="00EA6BA4"/>
    <w:rsid w:val="00EB1E1A"/>
    <w:rsid w:val="00EB258A"/>
    <w:rsid w:val="00EB7BE5"/>
    <w:rsid w:val="00EC07BD"/>
    <w:rsid w:val="00ED0D45"/>
    <w:rsid w:val="00ED1C3B"/>
    <w:rsid w:val="00ED42A7"/>
    <w:rsid w:val="00ED4450"/>
    <w:rsid w:val="00ED72C3"/>
    <w:rsid w:val="00ED7AEE"/>
    <w:rsid w:val="00EE07E0"/>
    <w:rsid w:val="00EE18A0"/>
    <w:rsid w:val="00EE6ECA"/>
    <w:rsid w:val="00EE77D8"/>
    <w:rsid w:val="00EF0BF5"/>
    <w:rsid w:val="00EF247F"/>
    <w:rsid w:val="00EF6A9D"/>
    <w:rsid w:val="00EF7489"/>
    <w:rsid w:val="00F032CD"/>
    <w:rsid w:val="00F04558"/>
    <w:rsid w:val="00F04A6E"/>
    <w:rsid w:val="00F14996"/>
    <w:rsid w:val="00F16701"/>
    <w:rsid w:val="00F16C52"/>
    <w:rsid w:val="00F22E45"/>
    <w:rsid w:val="00F22ECE"/>
    <w:rsid w:val="00F2499A"/>
    <w:rsid w:val="00F265E8"/>
    <w:rsid w:val="00F347E5"/>
    <w:rsid w:val="00F37200"/>
    <w:rsid w:val="00F416B4"/>
    <w:rsid w:val="00F50F24"/>
    <w:rsid w:val="00F52149"/>
    <w:rsid w:val="00F52DA1"/>
    <w:rsid w:val="00F57C05"/>
    <w:rsid w:val="00F64E0B"/>
    <w:rsid w:val="00F6593A"/>
    <w:rsid w:val="00F72785"/>
    <w:rsid w:val="00F73E78"/>
    <w:rsid w:val="00F755F7"/>
    <w:rsid w:val="00F832D7"/>
    <w:rsid w:val="00F85922"/>
    <w:rsid w:val="00F91956"/>
    <w:rsid w:val="00F935C4"/>
    <w:rsid w:val="00F9370C"/>
    <w:rsid w:val="00F9718B"/>
    <w:rsid w:val="00FA012C"/>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9913FD9"/>
  <w15:docId w15:val="{CC2EB4D2-4291-4722-8023-718DC703F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9413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Zitova@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yperlink" Target="mailto:Zitova@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3F3E0-B477-4BB9-A968-8BA29AEC86D4}">
  <ds:schemaRefs>
    <ds:schemaRef ds:uri="http://schemas.microsoft.com/sharepoint/v3/contenttype/forms"/>
  </ds:schemaRefs>
</ds:datastoreItem>
</file>

<file path=customXml/itemProps2.xml><?xml version="1.0" encoding="utf-8"?>
<ds:datastoreItem xmlns:ds="http://schemas.openxmlformats.org/officeDocument/2006/customXml" ds:itemID="{22A0AF10-6D41-4B47-B3FB-35E6B7A8F7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90448F6-D368-4F66-B1C8-06FFF998BDAD}">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www.w3.org/XML/1998/namespace"/>
  </ds:schemaRefs>
</ds:datastoreItem>
</file>

<file path=customXml/itemProps4.xml><?xml version="1.0" encoding="utf-8"?>
<ds:datastoreItem xmlns:ds="http://schemas.openxmlformats.org/officeDocument/2006/customXml" ds:itemID="{4738420D-7A3C-4584-B786-6774FDB77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9</Pages>
  <Words>3806</Words>
  <Characters>22462</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26216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Kaplanová Ivana</cp:lastModifiedBy>
  <cp:revision>41</cp:revision>
  <cp:lastPrinted>2022-01-07T05:55:00Z</cp:lastPrinted>
  <dcterms:created xsi:type="dcterms:W3CDTF">2022-11-02T10:24:00Z</dcterms:created>
  <dcterms:modified xsi:type="dcterms:W3CDTF">2022-11-08T05:49:00Z</dcterms:modified>
</cp:coreProperties>
</file>