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CC19F" w14:textId="74E28513" w:rsidR="003E784C" w:rsidRPr="003B5BED" w:rsidRDefault="00724BE9" w:rsidP="00471F7F">
      <w:pPr>
        <w:pStyle w:val="TPTitul2"/>
        <w:tabs>
          <w:tab w:val="left" w:pos="703"/>
          <w:tab w:val="left" w:pos="6631"/>
        </w:tabs>
        <w:jc w:val="left"/>
      </w:pPr>
      <w:bookmarkStart w:id="0" w:name="_GoBack"/>
      <w:bookmarkEnd w:id="0"/>
      <w:r>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6B656575" w14:textId="531AB24A" w:rsidR="00110282" w:rsidRDefault="003E784C">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103154243" w:history="1">
        <w:r w:rsidR="00110282" w:rsidRPr="00D6492E">
          <w:rPr>
            <w:rStyle w:val="Hypertextovodkaz"/>
            <w:noProof/>
          </w:rPr>
          <w:t>1.</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Výklad pojmů</w:t>
        </w:r>
        <w:r w:rsidR="00110282">
          <w:rPr>
            <w:noProof/>
            <w:webHidden/>
          </w:rPr>
          <w:tab/>
        </w:r>
        <w:r w:rsidR="00110282">
          <w:rPr>
            <w:noProof/>
            <w:webHidden/>
          </w:rPr>
          <w:fldChar w:fldCharType="begin"/>
        </w:r>
        <w:r w:rsidR="00110282">
          <w:rPr>
            <w:noProof/>
            <w:webHidden/>
          </w:rPr>
          <w:instrText xml:space="preserve"> PAGEREF _Toc103154243 \h </w:instrText>
        </w:r>
        <w:r w:rsidR="00110282">
          <w:rPr>
            <w:noProof/>
            <w:webHidden/>
          </w:rPr>
        </w:r>
        <w:r w:rsidR="00110282">
          <w:rPr>
            <w:noProof/>
            <w:webHidden/>
          </w:rPr>
          <w:fldChar w:fldCharType="separate"/>
        </w:r>
        <w:r w:rsidR="00110282">
          <w:rPr>
            <w:noProof/>
            <w:webHidden/>
          </w:rPr>
          <w:t>2</w:t>
        </w:r>
        <w:r w:rsidR="00110282">
          <w:rPr>
            <w:noProof/>
            <w:webHidden/>
          </w:rPr>
          <w:fldChar w:fldCharType="end"/>
        </w:r>
      </w:hyperlink>
    </w:p>
    <w:p w14:paraId="2BF21824" w14:textId="6E70A10D" w:rsidR="00110282" w:rsidRDefault="00D154FF">
      <w:pPr>
        <w:pStyle w:val="Obsah1"/>
        <w:rPr>
          <w:rFonts w:asciiTheme="minorHAnsi" w:eastAsiaTheme="minorEastAsia" w:hAnsiTheme="minorHAnsi" w:cstheme="minorBidi"/>
          <w:b w:val="0"/>
          <w:bCs w:val="0"/>
          <w:caps w:val="0"/>
          <w:noProof/>
          <w:sz w:val="22"/>
          <w:szCs w:val="22"/>
          <w:lang w:eastAsia="cs-CZ"/>
        </w:rPr>
      </w:pPr>
      <w:hyperlink w:anchor="_Toc103154244" w:history="1">
        <w:r w:rsidR="00110282" w:rsidRPr="00D6492E">
          <w:rPr>
            <w:rStyle w:val="Hypertextovodkaz"/>
            <w:noProof/>
          </w:rPr>
          <w:t>2.</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Doba a místo plnění</w:t>
        </w:r>
        <w:r w:rsidR="00110282">
          <w:rPr>
            <w:noProof/>
            <w:webHidden/>
          </w:rPr>
          <w:tab/>
        </w:r>
        <w:r w:rsidR="00110282">
          <w:rPr>
            <w:noProof/>
            <w:webHidden/>
          </w:rPr>
          <w:fldChar w:fldCharType="begin"/>
        </w:r>
        <w:r w:rsidR="00110282">
          <w:rPr>
            <w:noProof/>
            <w:webHidden/>
          </w:rPr>
          <w:instrText xml:space="preserve"> PAGEREF _Toc103154244 \h </w:instrText>
        </w:r>
        <w:r w:rsidR="00110282">
          <w:rPr>
            <w:noProof/>
            <w:webHidden/>
          </w:rPr>
        </w:r>
        <w:r w:rsidR="00110282">
          <w:rPr>
            <w:noProof/>
            <w:webHidden/>
          </w:rPr>
          <w:fldChar w:fldCharType="separate"/>
        </w:r>
        <w:r w:rsidR="00110282">
          <w:rPr>
            <w:noProof/>
            <w:webHidden/>
          </w:rPr>
          <w:t>6</w:t>
        </w:r>
        <w:r w:rsidR="00110282">
          <w:rPr>
            <w:noProof/>
            <w:webHidden/>
          </w:rPr>
          <w:fldChar w:fldCharType="end"/>
        </w:r>
      </w:hyperlink>
    </w:p>
    <w:p w14:paraId="0194E071" w14:textId="04A5A362" w:rsidR="00110282" w:rsidRDefault="00D154FF">
      <w:pPr>
        <w:pStyle w:val="Obsah1"/>
        <w:rPr>
          <w:rFonts w:asciiTheme="minorHAnsi" w:eastAsiaTheme="minorEastAsia" w:hAnsiTheme="minorHAnsi" w:cstheme="minorBidi"/>
          <w:b w:val="0"/>
          <w:bCs w:val="0"/>
          <w:caps w:val="0"/>
          <w:noProof/>
          <w:sz w:val="22"/>
          <w:szCs w:val="22"/>
          <w:lang w:eastAsia="cs-CZ"/>
        </w:rPr>
      </w:pPr>
      <w:hyperlink w:anchor="_Toc103154245" w:history="1">
        <w:r w:rsidR="00110282" w:rsidRPr="00D6492E">
          <w:rPr>
            <w:rStyle w:val="Hypertextovodkaz"/>
            <w:noProof/>
          </w:rPr>
          <w:t>3.</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Práva a povinnosti obou stran</w:t>
        </w:r>
        <w:r w:rsidR="00110282">
          <w:rPr>
            <w:noProof/>
            <w:webHidden/>
          </w:rPr>
          <w:tab/>
        </w:r>
        <w:r w:rsidR="00110282">
          <w:rPr>
            <w:noProof/>
            <w:webHidden/>
          </w:rPr>
          <w:fldChar w:fldCharType="begin"/>
        </w:r>
        <w:r w:rsidR="00110282">
          <w:rPr>
            <w:noProof/>
            <w:webHidden/>
          </w:rPr>
          <w:instrText xml:space="preserve"> PAGEREF _Toc103154245 \h </w:instrText>
        </w:r>
        <w:r w:rsidR="00110282">
          <w:rPr>
            <w:noProof/>
            <w:webHidden/>
          </w:rPr>
        </w:r>
        <w:r w:rsidR="00110282">
          <w:rPr>
            <w:noProof/>
            <w:webHidden/>
          </w:rPr>
          <w:fldChar w:fldCharType="separate"/>
        </w:r>
        <w:r w:rsidR="00110282">
          <w:rPr>
            <w:noProof/>
            <w:webHidden/>
          </w:rPr>
          <w:t>7</w:t>
        </w:r>
        <w:r w:rsidR="00110282">
          <w:rPr>
            <w:noProof/>
            <w:webHidden/>
          </w:rPr>
          <w:fldChar w:fldCharType="end"/>
        </w:r>
      </w:hyperlink>
    </w:p>
    <w:p w14:paraId="47730DD7" w14:textId="5A2C6694" w:rsidR="00110282" w:rsidRDefault="00D154FF">
      <w:pPr>
        <w:pStyle w:val="Obsah1"/>
        <w:rPr>
          <w:rFonts w:asciiTheme="minorHAnsi" w:eastAsiaTheme="minorEastAsia" w:hAnsiTheme="minorHAnsi" w:cstheme="minorBidi"/>
          <w:b w:val="0"/>
          <w:bCs w:val="0"/>
          <w:caps w:val="0"/>
          <w:noProof/>
          <w:sz w:val="22"/>
          <w:szCs w:val="22"/>
          <w:lang w:eastAsia="cs-CZ"/>
        </w:rPr>
      </w:pPr>
      <w:hyperlink w:anchor="_Toc103154246" w:history="1">
        <w:r w:rsidR="00110282" w:rsidRPr="00D6492E">
          <w:rPr>
            <w:rStyle w:val="Hypertextovodkaz"/>
            <w:noProof/>
          </w:rPr>
          <w:t>4.</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Povinnosti Dodavatele</w:t>
        </w:r>
        <w:r w:rsidR="00110282">
          <w:rPr>
            <w:noProof/>
            <w:webHidden/>
          </w:rPr>
          <w:tab/>
        </w:r>
        <w:r w:rsidR="00110282">
          <w:rPr>
            <w:noProof/>
            <w:webHidden/>
          </w:rPr>
          <w:fldChar w:fldCharType="begin"/>
        </w:r>
        <w:r w:rsidR="00110282">
          <w:rPr>
            <w:noProof/>
            <w:webHidden/>
          </w:rPr>
          <w:instrText xml:space="preserve"> PAGEREF _Toc103154246 \h </w:instrText>
        </w:r>
        <w:r w:rsidR="00110282">
          <w:rPr>
            <w:noProof/>
            <w:webHidden/>
          </w:rPr>
        </w:r>
        <w:r w:rsidR="00110282">
          <w:rPr>
            <w:noProof/>
            <w:webHidden/>
          </w:rPr>
          <w:fldChar w:fldCharType="separate"/>
        </w:r>
        <w:r w:rsidR="00110282">
          <w:rPr>
            <w:noProof/>
            <w:webHidden/>
          </w:rPr>
          <w:t>7</w:t>
        </w:r>
        <w:r w:rsidR="00110282">
          <w:rPr>
            <w:noProof/>
            <w:webHidden/>
          </w:rPr>
          <w:fldChar w:fldCharType="end"/>
        </w:r>
      </w:hyperlink>
    </w:p>
    <w:p w14:paraId="23E6D331" w14:textId="49386C66" w:rsidR="00110282" w:rsidRDefault="00D154FF">
      <w:pPr>
        <w:pStyle w:val="Obsah1"/>
        <w:rPr>
          <w:rFonts w:asciiTheme="minorHAnsi" w:eastAsiaTheme="minorEastAsia" w:hAnsiTheme="minorHAnsi" w:cstheme="minorBidi"/>
          <w:b w:val="0"/>
          <w:bCs w:val="0"/>
          <w:caps w:val="0"/>
          <w:noProof/>
          <w:sz w:val="22"/>
          <w:szCs w:val="22"/>
          <w:lang w:eastAsia="cs-CZ"/>
        </w:rPr>
      </w:pPr>
      <w:hyperlink w:anchor="_Toc103154247" w:history="1">
        <w:r w:rsidR="00110282" w:rsidRPr="00D6492E">
          <w:rPr>
            <w:rStyle w:val="Hypertextovodkaz"/>
            <w:noProof/>
          </w:rPr>
          <w:t>5.</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Povinnosti objednatele</w:t>
        </w:r>
        <w:r w:rsidR="00110282">
          <w:rPr>
            <w:noProof/>
            <w:webHidden/>
          </w:rPr>
          <w:tab/>
        </w:r>
        <w:r w:rsidR="00110282">
          <w:rPr>
            <w:noProof/>
            <w:webHidden/>
          </w:rPr>
          <w:fldChar w:fldCharType="begin"/>
        </w:r>
        <w:r w:rsidR="00110282">
          <w:rPr>
            <w:noProof/>
            <w:webHidden/>
          </w:rPr>
          <w:instrText xml:space="preserve"> PAGEREF _Toc103154247 \h </w:instrText>
        </w:r>
        <w:r w:rsidR="00110282">
          <w:rPr>
            <w:noProof/>
            <w:webHidden/>
          </w:rPr>
        </w:r>
        <w:r w:rsidR="00110282">
          <w:rPr>
            <w:noProof/>
            <w:webHidden/>
          </w:rPr>
          <w:fldChar w:fldCharType="separate"/>
        </w:r>
        <w:r w:rsidR="00110282">
          <w:rPr>
            <w:noProof/>
            <w:webHidden/>
          </w:rPr>
          <w:t>8</w:t>
        </w:r>
        <w:r w:rsidR="00110282">
          <w:rPr>
            <w:noProof/>
            <w:webHidden/>
          </w:rPr>
          <w:fldChar w:fldCharType="end"/>
        </w:r>
      </w:hyperlink>
    </w:p>
    <w:p w14:paraId="6940B4D2" w14:textId="74F147E2" w:rsidR="00110282" w:rsidRDefault="00D154FF">
      <w:pPr>
        <w:pStyle w:val="Obsah1"/>
        <w:rPr>
          <w:rFonts w:asciiTheme="minorHAnsi" w:eastAsiaTheme="minorEastAsia" w:hAnsiTheme="minorHAnsi" w:cstheme="minorBidi"/>
          <w:b w:val="0"/>
          <w:bCs w:val="0"/>
          <w:caps w:val="0"/>
          <w:noProof/>
          <w:sz w:val="22"/>
          <w:szCs w:val="22"/>
          <w:lang w:eastAsia="cs-CZ"/>
        </w:rPr>
      </w:pPr>
      <w:hyperlink w:anchor="_Toc103154248" w:history="1">
        <w:r w:rsidR="00110282" w:rsidRPr="00D6492E">
          <w:rPr>
            <w:rStyle w:val="Hypertextovodkaz"/>
            <w:noProof/>
          </w:rPr>
          <w:t>6.</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Licenční ujednání</w:t>
        </w:r>
        <w:r w:rsidR="00110282">
          <w:rPr>
            <w:noProof/>
            <w:webHidden/>
          </w:rPr>
          <w:tab/>
        </w:r>
        <w:r w:rsidR="00110282">
          <w:rPr>
            <w:noProof/>
            <w:webHidden/>
          </w:rPr>
          <w:fldChar w:fldCharType="begin"/>
        </w:r>
        <w:r w:rsidR="00110282">
          <w:rPr>
            <w:noProof/>
            <w:webHidden/>
          </w:rPr>
          <w:instrText xml:space="preserve"> PAGEREF _Toc103154248 \h </w:instrText>
        </w:r>
        <w:r w:rsidR="00110282">
          <w:rPr>
            <w:noProof/>
            <w:webHidden/>
          </w:rPr>
        </w:r>
        <w:r w:rsidR="00110282">
          <w:rPr>
            <w:noProof/>
            <w:webHidden/>
          </w:rPr>
          <w:fldChar w:fldCharType="separate"/>
        </w:r>
        <w:r w:rsidR="00110282">
          <w:rPr>
            <w:noProof/>
            <w:webHidden/>
          </w:rPr>
          <w:t>8</w:t>
        </w:r>
        <w:r w:rsidR="00110282">
          <w:rPr>
            <w:noProof/>
            <w:webHidden/>
          </w:rPr>
          <w:fldChar w:fldCharType="end"/>
        </w:r>
      </w:hyperlink>
    </w:p>
    <w:p w14:paraId="7265DB11" w14:textId="34A56922" w:rsidR="00110282" w:rsidRDefault="00D154FF">
      <w:pPr>
        <w:pStyle w:val="Obsah2"/>
        <w:rPr>
          <w:rFonts w:asciiTheme="minorHAnsi" w:eastAsiaTheme="minorEastAsia" w:hAnsiTheme="minorHAnsi" w:cstheme="minorBidi"/>
          <w:smallCaps w:val="0"/>
          <w:noProof/>
          <w:sz w:val="22"/>
          <w:szCs w:val="22"/>
          <w:lang w:eastAsia="cs-CZ"/>
        </w:rPr>
      </w:pPr>
      <w:hyperlink w:anchor="_Toc103154249" w:history="1">
        <w:r w:rsidR="00110282" w:rsidRPr="00D6492E">
          <w:rPr>
            <w:rStyle w:val="Hypertextovodkaz"/>
            <w:bCs/>
            <w:noProof/>
          </w:rPr>
          <w:t>6.1.</w:t>
        </w:r>
        <w:r w:rsidR="00110282">
          <w:rPr>
            <w:rFonts w:asciiTheme="minorHAnsi" w:eastAsiaTheme="minorEastAsia" w:hAnsiTheme="minorHAnsi" w:cstheme="minorBidi"/>
            <w:smallCaps w:val="0"/>
            <w:noProof/>
            <w:sz w:val="22"/>
            <w:szCs w:val="22"/>
            <w:lang w:eastAsia="cs-CZ"/>
          </w:rPr>
          <w:tab/>
        </w:r>
        <w:r w:rsidR="00110282" w:rsidRPr="00D6492E">
          <w:rPr>
            <w:rStyle w:val="Hypertextovodkaz"/>
            <w:noProof/>
          </w:rPr>
          <w:t>Unikátní Software</w:t>
        </w:r>
        <w:r w:rsidR="00110282">
          <w:rPr>
            <w:noProof/>
            <w:webHidden/>
          </w:rPr>
          <w:tab/>
        </w:r>
        <w:r w:rsidR="00110282">
          <w:rPr>
            <w:noProof/>
            <w:webHidden/>
          </w:rPr>
          <w:fldChar w:fldCharType="begin"/>
        </w:r>
        <w:r w:rsidR="00110282">
          <w:rPr>
            <w:noProof/>
            <w:webHidden/>
          </w:rPr>
          <w:instrText xml:space="preserve"> PAGEREF _Toc103154249 \h </w:instrText>
        </w:r>
        <w:r w:rsidR="00110282">
          <w:rPr>
            <w:noProof/>
            <w:webHidden/>
          </w:rPr>
        </w:r>
        <w:r w:rsidR="00110282">
          <w:rPr>
            <w:noProof/>
            <w:webHidden/>
          </w:rPr>
          <w:fldChar w:fldCharType="separate"/>
        </w:r>
        <w:r w:rsidR="00110282">
          <w:rPr>
            <w:noProof/>
            <w:webHidden/>
          </w:rPr>
          <w:t>8</w:t>
        </w:r>
        <w:r w:rsidR="00110282">
          <w:rPr>
            <w:noProof/>
            <w:webHidden/>
          </w:rPr>
          <w:fldChar w:fldCharType="end"/>
        </w:r>
      </w:hyperlink>
    </w:p>
    <w:p w14:paraId="489201E7" w14:textId="15298DC5" w:rsidR="00110282" w:rsidRDefault="00D154FF">
      <w:pPr>
        <w:pStyle w:val="Obsah2"/>
        <w:rPr>
          <w:rFonts w:asciiTheme="minorHAnsi" w:eastAsiaTheme="minorEastAsia" w:hAnsiTheme="minorHAnsi" w:cstheme="minorBidi"/>
          <w:smallCaps w:val="0"/>
          <w:noProof/>
          <w:sz w:val="22"/>
          <w:szCs w:val="22"/>
          <w:lang w:eastAsia="cs-CZ"/>
        </w:rPr>
      </w:pPr>
      <w:hyperlink w:anchor="_Toc103154250" w:history="1">
        <w:r w:rsidR="00110282" w:rsidRPr="00D6492E">
          <w:rPr>
            <w:rStyle w:val="Hypertextovodkaz"/>
            <w:bCs/>
            <w:noProof/>
          </w:rPr>
          <w:t>6.2.</w:t>
        </w:r>
        <w:r w:rsidR="00110282">
          <w:rPr>
            <w:rFonts w:asciiTheme="minorHAnsi" w:eastAsiaTheme="minorEastAsia" w:hAnsiTheme="minorHAnsi" w:cstheme="minorBidi"/>
            <w:smallCaps w:val="0"/>
            <w:noProof/>
            <w:sz w:val="22"/>
            <w:szCs w:val="22"/>
            <w:lang w:eastAsia="cs-CZ"/>
          </w:rPr>
          <w:tab/>
        </w:r>
        <w:r w:rsidR="00110282" w:rsidRPr="00D6492E">
          <w:rPr>
            <w:rStyle w:val="Hypertextovodkaz"/>
            <w:noProof/>
          </w:rPr>
          <w:t>Standardní Software</w:t>
        </w:r>
        <w:r w:rsidR="00110282">
          <w:rPr>
            <w:noProof/>
            <w:webHidden/>
          </w:rPr>
          <w:tab/>
        </w:r>
        <w:r w:rsidR="00110282">
          <w:rPr>
            <w:noProof/>
            <w:webHidden/>
          </w:rPr>
          <w:fldChar w:fldCharType="begin"/>
        </w:r>
        <w:r w:rsidR="00110282">
          <w:rPr>
            <w:noProof/>
            <w:webHidden/>
          </w:rPr>
          <w:instrText xml:space="preserve"> PAGEREF _Toc103154250 \h </w:instrText>
        </w:r>
        <w:r w:rsidR="00110282">
          <w:rPr>
            <w:noProof/>
            <w:webHidden/>
          </w:rPr>
        </w:r>
        <w:r w:rsidR="00110282">
          <w:rPr>
            <w:noProof/>
            <w:webHidden/>
          </w:rPr>
          <w:fldChar w:fldCharType="separate"/>
        </w:r>
        <w:r w:rsidR="00110282">
          <w:rPr>
            <w:noProof/>
            <w:webHidden/>
          </w:rPr>
          <w:t>8</w:t>
        </w:r>
        <w:r w:rsidR="00110282">
          <w:rPr>
            <w:noProof/>
            <w:webHidden/>
          </w:rPr>
          <w:fldChar w:fldCharType="end"/>
        </w:r>
      </w:hyperlink>
    </w:p>
    <w:p w14:paraId="245FD5F5" w14:textId="34F865F4" w:rsidR="00110282" w:rsidRDefault="00D154FF">
      <w:pPr>
        <w:pStyle w:val="Obsah2"/>
        <w:rPr>
          <w:rFonts w:asciiTheme="minorHAnsi" w:eastAsiaTheme="minorEastAsia" w:hAnsiTheme="minorHAnsi" w:cstheme="minorBidi"/>
          <w:smallCaps w:val="0"/>
          <w:noProof/>
          <w:sz w:val="22"/>
          <w:szCs w:val="22"/>
          <w:lang w:eastAsia="cs-CZ"/>
        </w:rPr>
      </w:pPr>
      <w:hyperlink w:anchor="_Toc103154251" w:history="1">
        <w:r w:rsidR="00110282" w:rsidRPr="00D6492E">
          <w:rPr>
            <w:rStyle w:val="Hypertextovodkaz"/>
            <w:bCs/>
            <w:noProof/>
          </w:rPr>
          <w:t>6.3.</w:t>
        </w:r>
        <w:r w:rsidR="00110282">
          <w:rPr>
            <w:rFonts w:asciiTheme="minorHAnsi" w:eastAsiaTheme="minorEastAsia" w:hAnsiTheme="minorHAnsi" w:cstheme="minorBidi"/>
            <w:smallCaps w:val="0"/>
            <w:noProof/>
            <w:sz w:val="22"/>
            <w:szCs w:val="22"/>
            <w:lang w:eastAsia="cs-CZ"/>
          </w:rPr>
          <w:tab/>
        </w:r>
        <w:r w:rsidR="00110282" w:rsidRPr="00D6492E">
          <w:rPr>
            <w:rStyle w:val="Hypertextovodkaz"/>
            <w:noProof/>
          </w:rPr>
          <w:t>Software vztahující se k Hardware</w:t>
        </w:r>
        <w:r w:rsidR="00110282">
          <w:rPr>
            <w:noProof/>
            <w:webHidden/>
          </w:rPr>
          <w:tab/>
        </w:r>
        <w:r w:rsidR="00110282">
          <w:rPr>
            <w:noProof/>
            <w:webHidden/>
          </w:rPr>
          <w:fldChar w:fldCharType="begin"/>
        </w:r>
        <w:r w:rsidR="00110282">
          <w:rPr>
            <w:noProof/>
            <w:webHidden/>
          </w:rPr>
          <w:instrText xml:space="preserve"> PAGEREF _Toc103154251 \h </w:instrText>
        </w:r>
        <w:r w:rsidR="00110282">
          <w:rPr>
            <w:noProof/>
            <w:webHidden/>
          </w:rPr>
        </w:r>
        <w:r w:rsidR="00110282">
          <w:rPr>
            <w:noProof/>
            <w:webHidden/>
          </w:rPr>
          <w:fldChar w:fldCharType="separate"/>
        </w:r>
        <w:r w:rsidR="00110282">
          <w:rPr>
            <w:noProof/>
            <w:webHidden/>
          </w:rPr>
          <w:t>9</w:t>
        </w:r>
        <w:r w:rsidR="00110282">
          <w:rPr>
            <w:noProof/>
            <w:webHidden/>
          </w:rPr>
          <w:fldChar w:fldCharType="end"/>
        </w:r>
      </w:hyperlink>
    </w:p>
    <w:p w14:paraId="0B9FE615" w14:textId="52FF8F61" w:rsidR="00110282" w:rsidRDefault="00D154FF">
      <w:pPr>
        <w:pStyle w:val="Obsah1"/>
        <w:rPr>
          <w:rFonts w:asciiTheme="minorHAnsi" w:eastAsiaTheme="minorEastAsia" w:hAnsiTheme="minorHAnsi" w:cstheme="minorBidi"/>
          <w:b w:val="0"/>
          <w:bCs w:val="0"/>
          <w:caps w:val="0"/>
          <w:noProof/>
          <w:sz w:val="22"/>
          <w:szCs w:val="22"/>
          <w:lang w:eastAsia="cs-CZ"/>
        </w:rPr>
      </w:pPr>
      <w:hyperlink w:anchor="_Toc103154252" w:history="1">
        <w:r w:rsidR="00110282" w:rsidRPr="00D6492E">
          <w:rPr>
            <w:rStyle w:val="Hypertextovodkaz"/>
            <w:noProof/>
          </w:rPr>
          <w:t>7.</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Zdrojový kód a dokumentace</w:t>
        </w:r>
        <w:r w:rsidR="00110282">
          <w:rPr>
            <w:noProof/>
            <w:webHidden/>
          </w:rPr>
          <w:tab/>
        </w:r>
        <w:r w:rsidR="00110282">
          <w:rPr>
            <w:noProof/>
            <w:webHidden/>
          </w:rPr>
          <w:fldChar w:fldCharType="begin"/>
        </w:r>
        <w:r w:rsidR="00110282">
          <w:rPr>
            <w:noProof/>
            <w:webHidden/>
          </w:rPr>
          <w:instrText xml:space="preserve"> PAGEREF _Toc103154252 \h </w:instrText>
        </w:r>
        <w:r w:rsidR="00110282">
          <w:rPr>
            <w:noProof/>
            <w:webHidden/>
          </w:rPr>
        </w:r>
        <w:r w:rsidR="00110282">
          <w:rPr>
            <w:noProof/>
            <w:webHidden/>
          </w:rPr>
          <w:fldChar w:fldCharType="separate"/>
        </w:r>
        <w:r w:rsidR="00110282">
          <w:rPr>
            <w:noProof/>
            <w:webHidden/>
          </w:rPr>
          <w:t>9</w:t>
        </w:r>
        <w:r w:rsidR="00110282">
          <w:rPr>
            <w:noProof/>
            <w:webHidden/>
          </w:rPr>
          <w:fldChar w:fldCharType="end"/>
        </w:r>
      </w:hyperlink>
    </w:p>
    <w:p w14:paraId="104A7173" w14:textId="5B5CB9F2" w:rsidR="00110282" w:rsidRDefault="00D154FF">
      <w:pPr>
        <w:pStyle w:val="Obsah1"/>
        <w:rPr>
          <w:rFonts w:asciiTheme="minorHAnsi" w:eastAsiaTheme="minorEastAsia" w:hAnsiTheme="minorHAnsi" w:cstheme="minorBidi"/>
          <w:b w:val="0"/>
          <w:bCs w:val="0"/>
          <w:caps w:val="0"/>
          <w:noProof/>
          <w:sz w:val="22"/>
          <w:szCs w:val="22"/>
          <w:lang w:eastAsia="cs-CZ"/>
        </w:rPr>
      </w:pPr>
      <w:hyperlink w:anchor="_Toc103154253" w:history="1">
        <w:r w:rsidR="00110282" w:rsidRPr="00D6492E">
          <w:rPr>
            <w:rStyle w:val="Hypertextovodkaz"/>
            <w:noProof/>
          </w:rPr>
          <w:t>8.</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Akceptační řízení</w:t>
        </w:r>
        <w:r w:rsidR="00110282">
          <w:rPr>
            <w:noProof/>
            <w:webHidden/>
          </w:rPr>
          <w:tab/>
        </w:r>
        <w:r w:rsidR="00110282">
          <w:rPr>
            <w:noProof/>
            <w:webHidden/>
          </w:rPr>
          <w:fldChar w:fldCharType="begin"/>
        </w:r>
        <w:r w:rsidR="00110282">
          <w:rPr>
            <w:noProof/>
            <w:webHidden/>
          </w:rPr>
          <w:instrText xml:space="preserve"> PAGEREF _Toc103154253 \h </w:instrText>
        </w:r>
        <w:r w:rsidR="00110282">
          <w:rPr>
            <w:noProof/>
            <w:webHidden/>
          </w:rPr>
        </w:r>
        <w:r w:rsidR="00110282">
          <w:rPr>
            <w:noProof/>
            <w:webHidden/>
          </w:rPr>
          <w:fldChar w:fldCharType="separate"/>
        </w:r>
        <w:r w:rsidR="00110282">
          <w:rPr>
            <w:noProof/>
            <w:webHidden/>
          </w:rPr>
          <w:t>10</w:t>
        </w:r>
        <w:r w:rsidR="00110282">
          <w:rPr>
            <w:noProof/>
            <w:webHidden/>
          </w:rPr>
          <w:fldChar w:fldCharType="end"/>
        </w:r>
      </w:hyperlink>
    </w:p>
    <w:p w14:paraId="12EEF6A3" w14:textId="0E388184" w:rsidR="00110282" w:rsidRDefault="00D154FF">
      <w:pPr>
        <w:pStyle w:val="Obsah1"/>
        <w:rPr>
          <w:rFonts w:asciiTheme="minorHAnsi" w:eastAsiaTheme="minorEastAsia" w:hAnsiTheme="minorHAnsi" w:cstheme="minorBidi"/>
          <w:b w:val="0"/>
          <w:bCs w:val="0"/>
          <w:caps w:val="0"/>
          <w:noProof/>
          <w:sz w:val="22"/>
          <w:szCs w:val="22"/>
          <w:lang w:eastAsia="cs-CZ"/>
        </w:rPr>
      </w:pPr>
      <w:hyperlink w:anchor="_Toc103154254" w:history="1">
        <w:r w:rsidR="00110282" w:rsidRPr="00D6492E">
          <w:rPr>
            <w:rStyle w:val="Hypertextovodkaz"/>
            <w:noProof/>
          </w:rPr>
          <w:t>9.</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Školení</w:t>
        </w:r>
        <w:r w:rsidR="00110282">
          <w:rPr>
            <w:noProof/>
            <w:webHidden/>
          </w:rPr>
          <w:tab/>
        </w:r>
        <w:r w:rsidR="00110282">
          <w:rPr>
            <w:noProof/>
            <w:webHidden/>
          </w:rPr>
          <w:fldChar w:fldCharType="begin"/>
        </w:r>
        <w:r w:rsidR="00110282">
          <w:rPr>
            <w:noProof/>
            <w:webHidden/>
          </w:rPr>
          <w:instrText xml:space="preserve"> PAGEREF _Toc103154254 \h </w:instrText>
        </w:r>
        <w:r w:rsidR="00110282">
          <w:rPr>
            <w:noProof/>
            <w:webHidden/>
          </w:rPr>
        </w:r>
        <w:r w:rsidR="00110282">
          <w:rPr>
            <w:noProof/>
            <w:webHidden/>
          </w:rPr>
          <w:fldChar w:fldCharType="separate"/>
        </w:r>
        <w:r w:rsidR="00110282">
          <w:rPr>
            <w:noProof/>
            <w:webHidden/>
          </w:rPr>
          <w:t>11</w:t>
        </w:r>
        <w:r w:rsidR="00110282">
          <w:rPr>
            <w:noProof/>
            <w:webHidden/>
          </w:rPr>
          <w:fldChar w:fldCharType="end"/>
        </w:r>
      </w:hyperlink>
    </w:p>
    <w:p w14:paraId="747884FB" w14:textId="6816FB95" w:rsidR="00110282" w:rsidRDefault="00D154FF">
      <w:pPr>
        <w:pStyle w:val="Obsah1"/>
        <w:rPr>
          <w:rFonts w:asciiTheme="minorHAnsi" w:eastAsiaTheme="minorEastAsia" w:hAnsiTheme="minorHAnsi" w:cstheme="minorBidi"/>
          <w:b w:val="0"/>
          <w:bCs w:val="0"/>
          <w:caps w:val="0"/>
          <w:noProof/>
          <w:sz w:val="22"/>
          <w:szCs w:val="22"/>
          <w:lang w:eastAsia="cs-CZ"/>
        </w:rPr>
      </w:pPr>
      <w:hyperlink w:anchor="_Toc103154255" w:history="1">
        <w:r w:rsidR="00110282" w:rsidRPr="00D6492E">
          <w:rPr>
            <w:rStyle w:val="Hypertextovodkaz"/>
            <w:noProof/>
          </w:rPr>
          <w:t>10.</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HELPdesk</w:t>
        </w:r>
        <w:r w:rsidR="00110282">
          <w:rPr>
            <w:noProof/>
            <w:webHidden/>
          </w:rPr>
          <w:tab/>
        </w:r>
        <w:r w:rsidR="00110282">
          <w:rPr>
            <w:noProof/>
            <w:webHidden/>
          </w:rPr>
          <w:fldChar w:fldCharType="begin"/>
        </w:r>
        <w:r w:rsidR="00110282">
          <w:rPr>
            <w:noProof/>
            <w:webHidden/>
          </w:rPr>
          <w:instrText xml:space="preserve"> PAGEREF _Toc103154255 \h </w:instrText>
        </w:r>
        <w:r w:rsidR="00110282">
          <w:rPr>
            <w:noProof/>
            <w:webHidden/>
          </w:rPr>
        </w:r>
        <w:r w:rsidR="00110282">
          <w:rPr>
            <w:noProof/>
            <w:webHidden/>
          </w:rPr>
          <w:fldChar w:fldCharType="separate"/>
        </w:r>
        <w:r w:rsidR="00110282">
          <w:rPr>
            <w:noProof/>
            <w:webHidden/>
          </w:rPr>
          <w:t>12</w:t>
        </w:r>
        <w:r w:rsidR="00110282">
          <w:rPr>
            <w:noProof/>
            <w:webHidden/>
          </w:rPr>
          <w:fldChar w:fldCharType="end"/>
        </w:r>
      </w:hyperlink>
    </w:p>
    <w:p w14:paraId="4E92931C" w14:textId="012FF5B0" w:rsidR="00110282" w:rsidRDefault="00D154FF">
      <w:pPr>
        <w:pStyle w:val="Obsah1"/>
        <w:rPr>
          <w:rFonts w:asciiTheme="minorHAnsi" w:eastAsiaTheme="minorEastAsia" w:hAnsiTheme="minorHAnsi" w:cstheme="minorBidi"/>
          <w:b w:val="0"/>
          <w:bCs w:val="0"/>
          <w:caps w:val="0"/>
          <w:noProof/>
          <w:sz w:val="22"/>
          <w:szCs w:val="22"/>
          <w:lang w:eastAsia="cs-CZ"/>
        </w:rPr>
      </w:pPr>
      <w:hyperlink w:anchor="_Toc103154256" w:history="1">
        <w:r w:rsidR="00110282" w:rsidRPr="00D6492E">
          <w:rPr>
            <w:rStyle w:val="Hypertextovodkaz"/>
            <w:noProof/>
          </w:rPr>
          <w:t>11.</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nahlášení incidentu</w:t>
        </w:r>
        <w:r w:rsidR="00110282">
          <w:rPr>
            <w:noProof/>
            <w:webHidden/>
          </w:rPr>
          <w:tab/>
        </w:r>
        <w:r w:rsidR="00110282">
          <w:rPr>
            <w:noProof/>
            <w:webHidden/>
          </w:rPr>
          <w:fldChar w:fldCharType="begin"/>
        </w:r>
        <w:r w:rsidR="00110282">
          <w:rPr>
            <w:noProof/>
            <w:webHidden/>
          </w:rPr>
          <w:instrText xml:space="preserve"> PAGEREF _Toc103154256 \h </w:instrText>
        </w:r>
        <w:r w:rsidR="00110282">
          <w:rPr>
            <w:noProof/>
            <w:webHidden/>
          </w:rPr>
        </w:r>
        <w:r w:rsidR="00110282">
          <w:rPr>
            <w:noProof/>
            <w:webHidden/>
          </w:rPr>
          <w:fldChar w:fldCharType="separate"/>
        </w:r>
        <w:r w:rsidR="00110282">
          <w:rPr>
            <w:noProof/>
            <w:webHidden/>
          </w:rPr>
          <w:t>13</w:t>
        </w:r>
        <w:r w:rsidR="00110282">
          <w:rPr>
            <w:noProof/>
            <w:webHidden/>
          </w:rPr>
          <w:fldChar w:fldCharType="end"/>
        </w:r>
      </w:hyperlink>
    </w:p>
    <w:p w14:paraId="682271CF" w14:textId="1EF30605" w:rsidR="00110282" w:rsidRDefault="00D154FF">
      <w:pPr>
        <w:pStyle w:val="Obsah1"/>
        <w:rPr>
          <w:rFonts w:asciiTheme="minorHAnsi" w:eastAsiaTheme="minorEastAsia" w:hAnsiTheme="minorHAnsi" w:cstheme="minorBidi"/>
          <w:b w:val="0"/>
          <w:bCs w:val="0"/>
          <w:caps w:val="0"/>
          <w:noProof/>
          <w:sz w:val="22"/>
          <w:szCs w:val="22"/>
          <w:lang w:eastAsia="cs-CZ"/>
        </w:rPr>
      </w:pPr>
      <w:hyperlink w:anchor="_Toc103154257" w:history="1">
        <w:r w:rsidR="00110282" w:rsidRPr="00D6492E">
          <w:rPr>
            <w:rStyle w:val="Hypertextovodkaz"/>
            <w:noProof/>
          </w:rPr>
          <w:t>12.</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SERVISNí modely</w:t>
        </w:r>
        <w:r w:rsidR="00110282">
          <w:rPr>
            <w:noProof/>
            <w:webHidden/>
          </w:rPr>
          <w:tab/>
        </w:r>
        <w:r w:rsidR="00110282">
          <w:rPr>
            <w:noProof/>
            <w:webHidden/>
          </w:rPr>
          <w:fldChar w:fldCharType="begin"/>
        </w:r>
        <w:r w:rsidR="00110282">
          <w:rPr>
            <w:noProof/>
            <w:webHidden/>
          </w:rPr>
          <w:instrText xml:space="preserve"> PAGEREF _Toc103154257 \h </w:instrText>
        </w:r>
        <w:r w:rsidR="00110282">
          <w:rPr>
            <w:noProof/>
            <w:webHidden/>
          </w:rPr>
        </w:r>
        <w:r w:rsidR="00110282">
          <w:rPr>
            <w:noProof/>
            <w:webHidden/>
          </w:rPr>
          <w:fldChar w:fldCharType="separate"/>
        </w:r>
        <w:r w:rsidR="00110282">
          <w:rPr>
            <w:noProof/>
            <w:webHidden/>
          </w:rPr>
          <w:t>13</w:t>
        </w:r>
        <w:r w:rsidR="00110282">
          <w:rPr>
            <w:noProof/>
            <w:webHidden/>
          </w:rPr>
          <w:fldChar w:fldCharType="end"/>
        </w:r>
      </w:hyperlink>
    </w:p>
    <w:p w14:paraId="0C750DD6" w14:textId="7C068D39" w:rsidR="00110282" w:rsidRDefault="00D154FF">
      <w:pPr>
        <w:pStyle w:val="Obsah1"/>
        <w:rPr>
          <w:rFonts w:asciiTheme="minorHAnsi" w:eastAsiaTheme="minorEastAsia" w:hAnsiTheme="minorHAnsi" w:cstheme="minorBidi"/>
          <w:b w:val="0"/>
          <w:bCs w:val="0"/>
          <w:caps w:val="0"/>
          <w:noProof/>
          <w:sz w:val="22"/>
          <w:szCs w:val="22"/>
          <w:lang w:eastAsia="cs-CZ"/>
        </w:rPr>
      </w:pPr>
      <w:hyperlink w:anchor="_Toc103154258" w:history="1">
        <w:r w:rsidR="00110282" w:rsidRPr="00D6492E">
          <w:rPr>
            <w:rStyle w:val="Hypertextovodkaz"/>
            <w:noProof/>
          </w:rPr>
          <w:t>13.</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Účast poddodavatelů</w:t>
        </w:r>
        <w:r w:rsidR="00110282">
          <w:rPr>
            <w:noProof/>
            <w:webHidden/>
          </w:rPr>
          <w:tab/>
        </w:r>
        <w:r w:rsidR="00110282">
          <w:rPr>
            <w:noProof/>
            <w:webHidden/>
          </w:rPr>
          <w:fldChar w:fldCharType="begin"/>
        </w:r>
        <w:r w:rsidR="00110282">
          <w:rPr>
            <w:noProof/>
            <w:webHidden/>
          </w:rPr>
          <w:instrText xml:space="preserve"> PAGEREF _Toc103154258 \h </w:instrText>
        </w:r>
        <w:r w:rsidR="00110282">
          <w:rPr>
            <w:noProof/>
            <w:webHidden/>
          </w:rPr>
        </w:r>
        <w:r w:rsidR="00110282">
          <w:rPr>
            <w:noProof/>
            <w:webHidden/>
          </w:rPr>
          <w:fldChar w:fldCharType="separate"/>
        </w:r>
        <w:r w:rsidR="00110282">
          <w:rPr>
            <w:noProof/>
            <w:webHidden/>
          </w:rPr>
          <w:t>14</w:t>
        </w:r>
        <w:r w:rsidR="00110282">
          <w:rPr>
            <w:noProof/>
            <w:webHidden/>
          </w:rPr>
          <w:fldChar w:fldCharType="end"/>
        </w:r>
      </w:hyperlink>
    </w:p>
    <w:p w14:paraId="01A072FC" w14:textId="44866542" w:rsidR="00110282" w:rsidRDefault="00D154FF">
      <w:pPr>
        <w:pStyle w:val="Obsah1"/>
        <w:rPr>
          <w:rFonts w:asciiTheme="minorHAnsi" w:eastAsiaTheme="minorEastAsia" w:hAnsiTheme="minorHAnsi" w:cstheme="minorBidi"/>
          <w:b w:val="0"/>
          <w:bCs w:val="0"/>
          <w:caps w:val="0"/>
          <w:noProof/>
          <w:sz w:val="22"/>
          <w:szCs w:val="22"/>
          <w:lang w:eastAsia="cs-CZ"/>
        </w:rPr>
      </w:pPr>
      <w:hyperlink w:anchor="_Toc103154259" w:history="1">
        <w:r w:rsidR="00110282" w:rsidRPr="00D6492E">
          <w:rPr>
            <w:rStyle w:val="Hypertextovodkaz"/>
            <w:noProof/>
          </w:rPr>
          <w:t>14.</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Realizační tým</w:t>
        </w:r>
        <w:r w:rsidR="00110282">
          <w:rPr>
            <w:noProof/>
            <w:webHidden/>
          </w:rPr>
          <w:tab/>
        </w:r>
        <w:r w:rsidR="00110282">
          <w:rPr>
            <w:noProof/>
            <w:webHidden/>
          </w:rPr>
          <w:fldChar w:fldCharType="begin"/>
        </w:r>
        <w:r w:rsidR="00110282">
          <w:rPr>
            <w:noProof/>
            <w:webHidden/>
          </w:rPr>
          <w:instrText xml:space="preserve"> PAGEREF _Toc103154259 \h </w:instrText>
        </w:r>
        <w:r w:rsidR="00110282">
          <w:rPr>
            <w:noProof/>
            <w:webHidden/>
          </w:rPr>
        </w:r>
        <w:r w:rsidR="00110282">
          <w:rPr>
            <w:noProof/>
            <w:webHidden/>
          </w:rPr>
          <w:fldChar w:fldCharType="separate"/>
        </w:r>
        <w:r w:rsidR="00110282">
          <w:rPr>
            <w:noProof/>
            <w:webHidden/>
          </w:rPr>
          <w:t>14</w:t>
        </w:r>
        <w:r w:rsidR="00110282">
          <w:rPr>
            <w:noProof/>
            <w:webHidden/>
          </w:rPr>
          <w:fldChar w:fldCharType="end"/>
        </w:r>
      </w:hyperlink>
    </w:p>
    <w:p w14:paraId="0367CF6B" w14:textId="6C3E89B9" w:rsidR="00110282" w:rsidRDefault="00D154FF">
      <w:pPr>
        <w:pStyle w:val="Obsah1"/>
        <w:rPr>
          <w:rFonts w:asciiTheme="minorHAnsi" w:eastAsiaTheme="minorEastAsia" w:hAnsiTheme="minorHAnsi" w:cstheme="minorBidi"/>
          <w:b w:val="0"/>
          <w:bCs w:val="0"/>
          <w:caps w:val="0"/>
          <w:noProof/>
          <w:sz w:val="22"/>
          <w:szCs w:val="22"/>
          <w:lang w:eastAsia="cs-CZ"/>
        </w:rPr>
      </w:pPr>
      <w:hyperlink w:anchor="_Toc103154260" w:history="1">
        <w:r w:rsidR="00110282" w:rsidRPr="00D6492E">
          <w:rPr>
            <w:rStyle w:val="Hypertextovodkaz"/>
            <w:noProof/>
          </w:rPr>
          <w:t>15.</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Komunikace stran</w:t>
        </w:r>
        <w:r w:rsidR="00110282">
          <w:rPr>
            <w:noProof/>
            <w:webHidden/>
          </w:rPr>
          <w:tab/>
        </w:r>
        <w:r w:rsidR="00110282">
          <w:rPr>
            <w:noProof/>
            <w:webHidden/>
          </w:rPr>
          <w:fldChar w:fldCharType="begin"/>
        </w:r>
        <w:r w:rsidR="00110282">
          <w:rPr>
            <w:noProof/>
            <w:webHidden/>
          </w:rPr>
          <w:instrText xml:space="preserve"> PAGEREF _Toc103154260 \h </w:instrText>
        </w:r>
        <w:r w:rsidR="00110282">
          <w:rPr>
            <w:noProof/>
            <w:webHidden/>
          </w:rPr>
        </w:r>
        <w:r w:rsidR="00110282">
          <w:rPr>
            <w:noProof/>
            <w:webHidden/>
          </w:rPr>
          <w:fldChar w:fldCharType="separate"/>
        </w:r>
        <w:r w:rsidR="00110282">
          <w:rPr>
            <w:noProof/>
            <w:webHidden/>
          </w:rPr>
          <w:t>14</w:t>
        </w:r>
        <w:r w:rsidR="00110282">
          <w:rPr>
            <w:noProof/>
            <w:webHidden/>
          </w:rPr>
          <w:fldChar w:fldCharType="end"/>
        </w:r>
      </w:hyperlink>
    </w:p>
    <w:p w14:paraId="408CF33F" w14:textId="28B90100" w:rsidR="00110282" w:rsidRDefault="00D154FF">
      <w:pPr>
        <w:pStyle w:val="Obsah1"/>
        <w:rPr>
          <w:rFonts w:asciiTheme="minorHAnsi" w:eastAsiaTheme="minorEastAsia" w:hAnsiTheme="minorHAnsi" w:cstheme="minorBidi"/>
          <w:b w:val="0"/>
          <w:bCs w:val="0"/>
          <w:caps w:val="0"/>
          <w:noProof/>
          <w:sz w:val="22"/>
          <w:szCs w:val="22"/>
          <w:lang w:eastAsia="cs-CZ"/>
        </w:rPr>
      </w:pPr>
      <w:hyperlink w:anchor="_Toc103154261" w:history="1">
        <w:r w:rsidR="00110282" w:rsidRPr="00D6492E">
          <w:rPr>
            <w:rStyle w:val="Hypertextovodkaz"/>
            <w:noProof/>
          </w:rPr>
          <w:t>16.</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Smluvní pokuty</w:t>
        </w:r>
        <w:r w:rsidR="00110282">
          <w:rPr>
            <w:noProof/>
            <w:webHidden/>
          </w:rPr>
          <w:tab/>
        </w:r>
        <w:r w:rsidR="00110282">
          <w:rPr>
            <w:noProof/>
            <w:webHidden/>
          </w:rPr>
          <w:fldChar w:fldCharType="begin"/>
        </w:r>
        <w:r w:rsidR="00110282">
          <w:rPr>
            <w:noProof/>
            <w:webHidden/>
          </w:rPr>
          <w:instrText xml:space="preserve"> PAGEREF _Toc103154261 \h </w:instrText>
        </w:r>
        <w:r w:rsidR="00110282">
          <w:rPr>
            <w:noProof/>
            <w:webHidden/>
          </w:rPr>
        </w:r>
        <w:r w:rsidR="00110282">
          <w:rPr>
            <w:noProof/>
            <w:webHidden/>
          </w:rPr>
          <w:fldChar w:fldCharType="separate"/>
        </w:r>
        <w:r w:rsidR="00110282">
          <w:rPr>
            <w:noProof/>
            <w:webHidden/>
          </w:rPr>
          <w:t>14</w:t>
        </w:r>
        <w:r w:rsidR="00110282">
          <w:rPr>
            <w:noProof/>
            <w:webHidden/>
          </w:rPr>
          <w:fldChar w:fldCharType="end"/>
        </w:r>
      </w:hyperlink>
    </w:p>
    <w:p w14:paraId="7A5C7FC6" w14:textId="37F14378" w:rsidR="00110282" w:rsidRDefault="00D154FF">
      <w:pPr>
        <w:pStyle w:val="Obsah1"/>
        <w:rPr>
          <w:rFonts w:asciiTheme="minorHAnsi" w:eastAsiaTheme="minorEastAsia" w:hAnsiTheme="minorHAnsi" w:cstheme="minorBidi"/>
          <w:b w:val="0"/>
          <w:bCs w:val="0"/>
          <w:caps w:val="0"/>
          <w:noProof/>
          <w:sz w:val="22"/>
          <w:szCs w:val="22"/>
          <w:lang w:eastAsia="cs-CZ"/>
        </w:rPr>
      </w:pPr>
      <w:hyperlink w:anchor="_Toc103154262" w:history="1">
        <w:r w:rsidR="00110282" w:rsidRPr="00D6492E">
          <w:rPr>
            <w:rStyle w:val="Hypertextovodkaz"/>
            <w:noProof/>
          </w:rPr>
          <w:t>17.</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Záruka za jakost a práva z vadného plnění</w:t>
        </w:r>
        <w:r w:rsidR="00110282">
          <w:rPr>
            <w:noProof/>
            <w:webHidden/>
          </w:rPr>
          <w:tab/>
        </w:r>
        <w:r w:rsidR="00110282">
          <w:rPr>
            <w:noProof/>
            <w:webHidden/>
          </w:rPr>
          <w:fldChar w:fldCharType="begin"/>
        </w:r>
        <w:r w:rsidR="00110282">
          <w:rPr>
            <w:noProof/>
            <w:webHidden/>
          </w:rPr>
          <w:instrText xml:space="preserve"> PAGEREF _Toc103154262 \h </w:instrText>
        </w:r>
        <w:r w:rsidR="00110282">
          <w:rPr>
            <w:noProof/>
            <w:webHidden/>
          </w:rPr>
        </w:r>
        <w:r w:rsidR="00110282">
          <w:rPr>
            <w:noProof/>
            <w:webHidden/>
          </w:rPr>
          <w:fldChar w:fldCharType="separate"/>
        </w:r>
        <w:r w:rsidR="00110282">
          <w:rPr>
            <w:noProof/>
            <w:webHidden/>
          </w:rPr>
          <w:t>15</w:t>
        </w:r>
        <w:r w:rsidR="00110282">
          <w:rPr>
            <w:noProof/>
            <w:webHidden/>
          </w:rPr>
          <w:fldChar w:fldCharType="end"/>
        </w:r>
      </w:hyperlink>
    </w:p>
    <w:p w14:paraId="499EBF3F" w14:textId="2A96B8B5" w:rsidR="00110282" w:rsidRDefault="00D154FF">
      <w:pPr>
        <w:pStyle w:val="Obsah2"/>
        <w:rPr>
          <w:rFonts w:asciiTheme="minorHAnsi" w:eastAsiaTheme="minorEastAsia" w:hAnsiTheme="minorHAnsi" w:cstheme="minorBidi"/>
          <w:smallCaps w:val="0"/>
          <w:noProof/>
          <w:sz w:val="22"/>
          <w:szCs w:val="22"/>
          <w:lang w:eastAsia="cs-CZ"/>
        </w:rPr>
      </w:pPr>
      <w:hyperlink w:anchor="_Toc103154263" w:history="1">
        <w:r w:rsidR="00110282" w:rsidRPr="00D6492E">
          <w:rPr>
            <w:rStyle w:val="Hypertextovodkaz"/>
            <w:bCs/>
            <w:noProof/>
          </w:rPr>
          <w:t>17.1.</w:t>
        </w:r>
        <w:r w:rsidR="00110282">
          <w:rPr>
            <w:rFonts w:asciiTheme="minorHAnsi" w:eastAsiaTheme="minorEastAsia" w:hAnsiTheme="minorHAnsi" w:cstheme="minorBidi"/>
            <w:smallCaps w:val="0"/>
            <w:noProof/>
            <w:sz w:val="22"/>
            <w:szCs w:val="22"/>
            <w:lang w:eastAsia="cs-CZ"/>
          </w:rPr>
          <w:tab/>
        </w:r>
        <w:r w:rsidR="00110282" w:rsidRPr="00D6492E">
          <w:rPr>
            <w:rStyle w:val="Hypertextovodkaz"/>
            <w:noProof/>
          </w:rPr>
          <w:t>Společná ustanovení</w:t>
        </w:r>
        <w:r w:rsidR="00110282">
          <w:rPr>
            <w:noProof/>
            <w:webHidden/>
          </w:rPr>
          <w:tab/>
        </w:r>
        <w:r w:rsidR="00110282">
          <w:rPr>
            <w:noProof/>
            <w:webHidden/>
          </w:rPr>
          <w:fldChar w:fldCharType="begin"/>
        </w:r>
        <w:r w:rsidR="00110282">
          <w:rPr>
            <w:noProof/>
            <w:webHidden/>
          </w:rPr>
          <w:instrText xml:space="preserve"> PAGEREF _Toc103154263 \h </w:instrText>
        </w:r>
        <w:r w:rsidR="00110282">
          <w:rPr>
            <w:noProof/>
            <w:webHidden/>
          </w:rPr>
        </w:r>
        <w:r w:rsidR="00110282">
          <w:rPr>
            <w:noProof/>
            <w:webHidden/>
          </w:rPr>
          <w:fldChar w:fldCharType="separate"/>
        </w:r>
        <w:r w:rsidR="00110282">
          <w:rPr>
            <w:noProof/>
            <w:webHidden/>
          </w:rPr>
          <w:t>15</w:t>
        </w:r>
        <w:r w:rsidR="00110282">
          <w:rPr>
            <w:noProof/>
            <w:webHidden/>
          </w:rPr>
          <w:fldChar w:fldCharType="end"/>
        </w:r>
      </w:hyperlink>
    </w:p>
    <w:p w14:paraId="6A1BB883" w14:textId="28142D5A" w:rsidR="00110282" w:rsidRDefault="00D154FF">
      <w:pPr>
        <w:pStyle w:val="Obsah2"/>
        <w:rPr>
          <w:rFonts w:asciiTheme="minorHAnsi" w:eastAsiaTheme="minorEastAsia" w:hAnsiTheme="minorHAnsi" w:cstheme="minorBidi"/>
          <w:smallCaps w:val="0"/>
          <w:noProof/>
          <w:sz w:val="22"/>
          <w:szCs w:val="22"/>
          <w:lang w:eastAsia="cs-CZ"/>
        </w:rPr>
      </w:pPr>
      <w:hyperlink w:anchor="_Toc103154264" w:history="1">
        <w:r w:rsidR="00110282" w:rsidRPr="00D6492E">
          <w:rPr>
            <w:rStyle w:val="Hypertextovodkaz"/>
            <w:bCs/>
            <w:noProof/>
          </w:rPr>
          <w:t>17.2.</w:t>
        </w:r>
        <w:r w:rsidR="00110282">
          <w:rPr>
            <w:rFonts w:asciiTheme="minorHAnsi" w:eastAsiaTheme="minorEastAsia" w:hAnsiTheme="minorHAnsi" w:cstheme="minorBidi"/>
            <w:smallCaps w:val="0"/>
            <w:noProof/>
            <w:sz w:val="22"/>
            <w:szCs w:val="22"/>
            <w:lang w:eastAsia="cs-CZ"/>
          </w:rPr>
          <w:tab/>
        </w:r>
        <w:r w:rsidR="00110282" w:rsidRPr="00D6492E">
          <w:rPr>
            <w:rStyle w:val="Hypertextovodkaz"/>
            <w:noProof/>
          </w:rPr>
          <w:t>Záruka vztahující se k Software</w:t>
        </w:r>
        <w:r w:rsidR="00110282">
          <w:rPr>
            <w:noProof/>
            <w:webHidden/>
          </w:rPr>
          <w:tab/>
        </w:r>
        <w:r w:rsidR="00110282">
          <w:rPr>
            <w:noProof/>
            <w:webHidden/>
          </w:rPr>
          <w:fldChar w:fldCharType="begin"/>
        </w:r>
        <w:r w:rsidR="00110282">
          <w:rPr>
            <w:noProof/>
            <w:webHidden/>
          </w:rPr>
          <w:instrText xml:space="preserve"> PAGEREF _Toc103154264 \h </w:instrText>
        </w:r>
        <w:r w:rsidR="00110282">
          <w:rPr>
            <w:noProof/>
            <w:webHidden/>
          </w:rPr>
        </w:r>
        <w:r w:rsidR="00110282">
          <w:rPr>
            <w:noProof/>
            <w:webHidden/>
          </w:rPr>
          <w:fldChar w:fldCharType="separate"/>
        </w:r>
        <w:r w:rsidR="00110282">
          <w:rPr>
            <w:noProof/>
            <w:webHidden/>
          </w:rPr>
          <w:t>16</w:t>
        </w:r>
        <w:r w:rsidR="00110282">
          <w:rPr>
            <w:noProof/>
            <w:webHidden/>
          </w:rPr>
          <w:fldChar w:fldCharType="end"/>
        </w:r>
      </w:hyperlink>
    </w:p>
    <w:p w14:paraId="4482779F" w14:textId="2FAACC42" w:rsidR="00110282" w:rsidRDefault="00D154FF">
      <w:pPr>
        <w:pStyle w:val="Obsah2"/>
        <w:rPr>
          <w:rFonts w:asciiTheme="minorHAnsi" w:eastAsiaTheme="minorEastAsia" w:hAnsiTheme="minorHAnsi" w:cstheme="minorBidi"/>
          <w:smallCaps w:val="0"/>
          <w:noProof/>
          <w:sz w:val="22"/>
          <w:szCs w:val="22"/>
          <w:lang w:eastAsia="cs-CZ"/>
        </w:rPr>
      </w:pPr>
      <w:hyperlink w:anchor="_Toc103154265" w:history="1">
        <w:r w:rsidR="00110282" w:rsidRPr="00D6492E">
          <w:rPr>
            <w:rStyle w:val="Hypertextovodkaz"/>
            <w:bCs/>
            <w:noProof/>
          </w:rPr>
          <w:t>17.3.</w:t>
        </w:r>
        <w:r w:rsidR="00110282">
          <w:rPr>
            <w:rFonts w:asciiTheme="minorHAnsi" w:eastAsiaTheme="minorEastAsia" w:hAnsiTheme="minorHAnsi" w:cstheme="minorBidi"/>
            <w:smallCaps w:val="0"/>
            <w:noProof/>
            <w:sz w:val="22"/>
            <w:szCs w:val="22"/>
            <w:lang w:eastAsia="cs-CZ"/>
          </w:rPr>
          <w:tab/>
        </w:r>
        <w:r w:rsidR="00110282" w:rsidRPr="00D6492E">
          <w:rPr>
            <w:rStyle w:val="Hypertextovodkaz"/>
            <w:noProof/>
          </w:rPr>
          <w:t>Záruka vztahující se k Hardware</w:t>
        </w:r>
        <w:r w:rsidR="00110282">
          <w:rPr>
            <w:noProof/>
            <w:webHidden/>
          </w:rPr>
          <w:tab/>
        </w:r>
        <w:r w:rsidR="00110282">
          <w:rPr>
            <w:noProof/>
            <w:webHidden/>
          </w:rPr>
          <w:fldChar w:fldCharType="begin"/>
        </w:r>
        <w:r w:rsidR="00110282">
          <w:rPr>
            <w:noProof/>
            <w:webHidden/>
          </w:rPr>
          <w:instrText xml:space="preserve"> PAGEREF _Toc103154265 \h </w:instrText>
        </w:r>
        <w:r w:rsidR="00110282">
          <w:rPr>
            <w:noProof/>
            <w:webHidden/>
          </w:rPr>
        </w:r>
        <w:r w:rsidR="00110282">
          <w:rPr>
            <w:noProof/>
            <w:webHidden/>
          </w:rPr>
          <w:fldChar w:fldCharType="separate"/>
        </w:r>
        <w:r w:rsidR="00110282">
          <w:rPr>
            <w:noProof/>
            <w:webHidden/>
          </w:rPr>
          <w:t>16</w:t>
        </w:r>
        <w:r w:rsidR="00110282">
          <w:rPr>
            <w:noProof/>
            <w:webHidden/>
          </w:rPr>
          <w:fldChar w:fldCharType="end"/>
        </w:r>
      </w:hyperlink>
    </w:p>
    <w:p w14:paraId="5C33D62B" w14:textId="03A45C7E" w:rsidR="00110282" w:rsidRDefault="00D154FF">
      <w:pPr>
        <w:pStyle w:val="Obsah1"/>
        <w:rPr>
          <w:rFonts w:asciiTheme="minorHAnsi" w:eastAsiaTheme="minorEastAsia" w:hAnsiTheme="minorHAnsi" w:cstheme="minorBidi"/>
          <w:b w:val="0"/>
          <w:bCs w:val="0"/>
          <w:caps w:val="0"/>
          <w:noProof/>
          <w:sz w:val="22"/>
          <w:szCs w:val="22"/>
          <w:lang w:eastAsia="cs-CZ"/>
        </w:rPr>
      </w:pPr>
      <w:hyperlink w:anchor="_Toc103154266" w:history="1">
        <w:r w:rsidR="00110282" w:rsidRPr="00D6492E">
          <w:rPr>
            <w:rStyle w:val="Hypertextovodkaz"/>
            <w:noProof/>
          </w:rPr>
          <w:t>18.</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Ukončení smluvního vztahu</w:t>
        </w:r>
        <w:r w:rsidR="00110282">
          <w:rPr>
            <w:noProof/>
            <w:webHidden/>
          </w:rPr>
          <w:tab/>
        </w:r>
        <w:r w:rsidR="00110282">
          <w:rPr>
            <w:noProof/>
            <w:webHidden/>
          </w:rPr>
          <w:fldChar w:fldCharType="begin"/>
        </w:r>
        <w:r w:rsidR="00110282">
          <w:rPr>
            <w:noProof/>
            <w:webHidden/>
          </w:rPr>
          <w:instrText xml:space="preserve"> PAGEREF _Toc103154266 \h </w:instrText>
        </w:r>
        <w:r w:rsidR="00110282">
          <w:rPr>
            <w:noProof/>
            <w:webHidden/>
          </w:rPr>
        </w:r>
        <w:r w:rsidR="00110282">
          <w:rPr>
            <w:noProof/>
            <w:webHidden/>
          </w:rPr>
          <w:fldChar w:fldCharType="separate"/>
        </w:r>
        <w:r w:rsidR="00110282">
          <w:rPr>
            <w:noProof/>
            <w:webHidden/>
          </w:rPr>
          <w:t>16</w:t>
        </w:r>
        <w:r w:rsidR="00110282">
          <w:rPr>
            <w:noProof/>
            <w:webHidden/>
          </w:rPr>
          <w:fldChar w:fldCharType="end"/>
        </w:r>
      </w:hyperlink>
    </w:p>
    <w:p w14:paraId="4BAC0D6E" w14:textId="56423CA7" w:rsidR="00110282" w:rsidRDefault="00D154FF">
      <w:pPr>
        <w:pStyle w:val="Obsah1"/>
        <w:rPr>
          <w:rFonts w:asciiTheme="minorHAnsi" w:eastAsiaTheme="minorEastAsia" w:hAnsiTheme="minorHAnsi" w:cstheme="minorBidi"/>
          <w:b w:val="0"/>
          <w:bCs w:val="0"/>
          <w:caps w:val="0"/>
          <w:noProof/>
          <w:sz w:val="22"/>
          <w:szCs w:val="22"/>
          <w:lang w:eastAsia="cs-CZ"/>
        </w:rPr>
      </w:pPr>
      <w:hyperlink w:anchor="_Toc103154267" w:history="1">
        <w:r w:rsidR="00110282" w:rsidRPr="00D6492E">
          <w:rPr>
            <w:rStyle w:val="Hypertextovodkaz"/>
            <w:noProof/>
          </w:rPr>
          <w:t>19.</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Změny smlouvy a změnové řízení</w:t>
        </w:r>
        <w:r w:rsidR="00110282">
          <w:rPr>
            <w:noProof/>
            <w:webHidden/>
          </w:rPr>
          <w:tab/>
        </w:r>
        <w:r w:rsidR="00110282">
          <w:rPr>
            <w:noProof/>
            <w:webHidden/>
          </w:rPr>
          <w:fldChar w:fldCharType="begin"/>
        </w:r>
        <w:r w:rsidR="00110282">
          <w:rPr>
            <w:noProof/>
            <w:webHidden/>
          </w:rPr>
          <w:instrText xml:space="preserve"> PAGEREF _Toc103154267 \h </w:instrText>
        </w:r>
        <w:r w:rsidR="00110282">
          <w:rPr>
            <w:noProof/>
            <w:webHidden/>
          </w:rPr>
        </w:r>
        <w:r w:rsidR="00110282">
          <w:rPr>
            <w:noProof/>
            <w:webHidden/>
          </w:rPr>
          <w:fldChar w:fldCharType="separate"/>
        </w:r>
        <w:r w:rsidR="00110282">
          <w:rPr>
            <w:noProof/>
            <w:webHidden/>
          </w:rPr>
          <w:t>17</w:t>
        </w:r>
        <w:r w:rsidR="00110282">
          <w:rPr>
            <w:noProof/>
            <w:webHidden/>
          </w:rPr>
          <w:fldChar w:fldCharType="end"/>
        </w:r>
      </w:hyperlink>
    </w:p>
    <w:p w14:paraId="228C1EB0" w14:textId="0D30675C" w:rsidR="00110282" w:rsidRDefault="00D154FF">
      <w:pPr>
        <w:pStyle w:val="Obsah1"/>
        <w:rPr>
          <w:rFonts w:asciiTheme="minorHAnsi" w:eastAsiaTheme="minorEastAsia" w:hAnsiTheme="minorHAnsi" w:cstheme="minorBidi"/>
          <w:b w:val="0"/>
          <w:bCs w:val="0"/>
          <w:caps w:val="0"/>
          <w:noProof/>
          <w:sz w:val="22"/>
          <w:szCs w:val="22"/>
          <w:lang w:eastAsia="cs-CZ"/>
        </w:rPr>
      </w:pPr>
      <w:hyperlink w:anchor="_Toc103154268" w:history="1">
        <w:r w:rsidR="00110282" w:rsidRPr="00D6492E">
          <w:rPr>
            <w:rStyle w:val="Hypertextovodkaz"/>
            <w:noProof/>
          </w:rPr>
          <w:t>20.</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Kybernetická bezpečnost</w:t>
        </w:r>
        <w:r w:rsidR="00110282">
          <w:rPr>
            <w:noProof/>
            <w:webHidden/>
          </w:rPr>
          <w:tab/>
        </w:r>
        <w:r w:rsidR="00110282">
          <w:rPr>
            <w:noProof/>
            <w:webHidden/>
          </w:rPr>
          <w:fldChar w:fldCharType="begin"/>
        </w:r>
        <w:r w:rsidR="00110282">
          <w:rPr>
            <w:noProof/>
            <w:webHidden/>
          </w:rPr>
          <w:instrText xml:space="preserve"> PAGEREF _Toc103154268 \h </w:instrText>
        </w:r>
        <w:r w:rsidR="00110282">
          <w:rPr>
            <w:noProof/>
            <w:webHidden/>
          </w:rPr>
        </w:r>
        <w:r w:rsidR="00110282">
          <w:rPr>
            <w:noProof/>
            <w:webHidden/>
          </w:rPr>
          <w:fldChar w:fldCharType="separate"/>
        </w:r>
        <w:r w:rsidR="00110282">
          <w:rPr>
            <w:noProof/>
            <w:webHidden/>
          </w:rPr>
          <w:t>17</w:t>
        </w:r>
        <w:r w:rsidR="00110282">
          <w:rPr>
            <w:noProof/>
            <w:webHidden/>
          </w:rPr>
          <w:fldChar w:fldCharType="end"/>
        </w:r>
      </w:hyperlink>
    </w:p>
    <w:p w14:paraId="748204B9" w14:textId="683DEB4D" w:rsidR="00110282" w:rsidRDefault="00D154FF">
      <w:pPr>
        <w:pStyle w:val="Obsah1"/>
        <w:rPr>
          <w:rFonts w:asciiTheme="minorHAnsi" w:eastAsiaTheme="minorEastAsia" w:hAnsiTheme="minorHAnsi" w:cstheme="minorBidi"/>
          <w:b w:val="0"/>
          <w:bCs w:val="0"/>
          <w:caps w:val="0"/>
          <w:noProof/>
          <w:sz w:val="22"/>
          <w:szCs w:val="22"/>
          <w:lang w:eastAsia="cs-CZ"/>
        </w:rPr>
      </w:pPr>
      <w:hyperlink w:anchor="_Toc103154269" w:history="1">
        <w:r w:rsidR="00110282" w:rsidRPr="00D6492E">
          <w:rPr>
            <w:rStyle w:val="Hypertextovodkaz"/>
            <w:noProof/>
          </w:rPr>
          <w:t>21.</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Ochrana osobních údajů</w:t>
        </w:r>
        <w:r w:rsidR="00110282">
          <w:rPr>
            <w:noProof/>
            <w:webHidden/>
          </w:rPr>
          <w:tab/>
        </w:r>
        <w:r w:rsidR="00110282">
          <w:rPr>
            <w:noProof/>
            <w:webHidden/>
          </w:rPr>
          <w:fldChar w:fldCharType="begin"/>
        </w:r>
        <w:r w:rsidR="00110282">
          <w:rPr>
            <w:noProof/>
            <w:webHidden/>
          </w:rPr>
          <w:instrText xml:space="preserve"> PAGEREF _Toc103154269 \h </w:instrText>
        </w:r>
        <w:r w:rsidR="00110282">
          <w:rPr>
            <w:noProof/>
            <w:webHidden/>
          </w:rPr>
        </w:r>
        <w:r w:rsidR="00110282">
          <w:rPr>
            <w:noProof/>
            <w:webHidden/>
          </w:rPr>
          <w:fldChar w:fldCharType="separate"/>
        </w:r>
        <w:r w:rsidR="00110282">
          <w:rPr>
            <w:noProof/>
            <w:webHidden/>
          </w:rPr>
          <w:t>19</w:t>
        </w:r>
        <w:r w:rsidR="00110282">
          <w:rPr>
            <w:noProof/>
            <w:webHidden/>
          </w:rPr>
          <w:fldChar w:fldCharType="end"/>
        </w:r>
      </w:hyperlink>
    </w:p>
    <w:p w14:paraId="3AFC35A7" w14:textId="66D7D26A" w:rsidR="00110282" w:rsidRDefault="00D154FF">
      <w:pPr>
        <w:pStyle w:val="Obsah1"/>
        <w:rPr>
          <w:rFonts w:asciiTheme="minorHAnsi" w:eastAsiaTheme="minorEastAsia" w:hAnsiTheme="minorHAnsi" w:cstheme="minorBidi"/>
          <w:b w:val="0"/>
          <w:bCs w:val="0"/>
          <w:caps w:val="0"/>
          <w:noProof/>
          <w:sz w:val="22"/>
          <w:szCs w:val="22"/>
          <w:lang w:eastAsia="cs-CZ"/>
        </w:rPr>
      </w:pPr>
      <w:hyperlink w:anchor="_Toc103154270" w:history="1">
        <w:r w:rsidR="00110282" w:rsidRPr="00D6492E">
          <w:rPr>
            <w:rStyle w:val="Hypertextovodkaz"/>
            <w:noProof/>
          </w:rPr>
          <w:t>22.</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ochrana důvěrných informací</w:t>
        </w:r>
        <w:r w:rsidR="00110282">
          <w:rPr>
            <w:noProof/>
            <w:webHidden/>
          </w:rPr>
          <w:tab/>
        </w:r>
        <w:r w:rsidR="00110282">
          <w:rPr>
            <w:noProof/>
            <w:webHidden/>
          </w:rPr>
          <w:fldChar w:fldCharType="begin"/>
        </w:r>
        <w:r w:rsidR="00110282">
          <w:rPr>
            <w:noProof/>
            <w:webHidden/>
          </w:rPr>
          <w:instrText xml:space="preserve"> PAGEREF _Toc103154270 \h </w:instrText>
        </w:r>
        <w:r w:rsidR="00110282">
          <w:rPr>
            <w:noProof/>
            <w:webHidden/>
          </w:rPr>
        </w:r>
        <w:r w:rsidR="00110282">
          <w:rPr>
            <w:noProof/>
            <w:webHidden/>
          </w:rPr>
          <w:fldChar w:fldCharType="separate"/>
        </w:r>
        <w:r w:rsidR="00110282">
          <w:rPr>
            <w:noProof/>
            <w:webHidden/>
          </w:rPr>
          <w:t>20</w:t>
        </w:r>
        <w:r w:rsidR="00110282">
          <w:rPr>
            <w:noProof/>
            <w:webHidden/>
          </w:rPr>
          <w:fldChar w:fldCharType="end"/>
        </w:r>
      </w:hyperlink>
    </w:p>
    <w:p w14:paraId="4881131C" w14:textId="087AD5B6" w:rsidR="003E784C" w:rsidRPr="00C7437A" w:rsidRDefault="003E784C" w:rsidP="003E784C">
      <w:pPr>
        <w:pStyle w:val="TPObsah1"/>
      </w:pPr>
      <w:r>
        <w:fldChar w:fldCharType="end"/>
      </w: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br w:type="page"/>
      </w:r>
      <w:bookmarkStart w:id="36" w:name="_Toc389559699"/>
      <w:bookmarkStart w:id="37" w:name="_Toc397429847"/>
      <w:bookmarkStart w:id="38" w:name="_Toc409426314"/>
      <w:bookmarkStart w:id="39" w:name="_Toc103154243"/>
      <w:bookmarkEnd w:id="35"/>
      <w:r>
        <w:lastRenderedPageBreak/>
        <w:t>Výklad pojmů</w:t>
      </w:r>
      <w:bookmarkEnd w:id="36"/>
      <w:bookmarkEnd w:id="37"/>
      <w:bookmarkEnd w:id="38"/>
      <w:bookmarkEnd w:id="39"/>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(ii)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 xml:space="preserve">(iii) informace o průběhu Testů, jsou-li prováděny; </w:t>
      </w:r>
    </w:p>
    <w:p w14:paraId="316756CA" w14:textId="2555792E" w:rsidR="003E784C" w:rsidRDefault="00AD6A8A" w:rsidP="00B37EFD">
      <w:pPr>
        <w:pStyle w:val="TPText-1slovan"/>
        <w:numPr>
          <w:ilvl w:val="0"/>
          <w:numId w:val="0"/>
        </w:numPr>
        <w:ind w:left="1106"/>
      </w:pPr>
      <w:r>
        <w:t>(</w:t>
      </w:r>
      <w:proofErr w:type="spellStart"/>
      <w:r>
        <w:t>iv</w:t>
      </w:r>
      <w:proofErr w:type="spellEnd"/>
      <w:r>
        <w:t xml:space="preserve">)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většinou neprojevující se navenek uživatelům, v IT obvykle označovaná jako „</w:t>
      </w:r>
      <w:proofErr w:type="spellStart"/>
      <w:r w:rsidR="00AD6A8A">
        <w:t>patch</w:t>
      </w:r>
      <w:proofErr w:type="spellEnd"/>
      <w:r w:rsidR="00AD6A8A">
        <w:t>“ nebo „</w:t>
      </w:r>
      <w:proofErr w:type="spellStart"/>
      <w:r w:rsidR="00AD6A8A">
        <w:t>security</w:t>
      </w:r>
      <w:proofErr w:type="spellEnd"/>
      <w:r w:rsidR="00AD6A8A">
        <w:t xml:space="preserve">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stanovené v § 2 Autorského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 xml:space="preserve">způsobem stanoveným ve Smlouvě, tj. vytvořením </w:t>
      </w:r>
      <w:proofErr w:type="spellStart"/>
      <w:r w:rsidR="00AD6A8A">
        <w:t>ticketu</w:t>
      </w:r>
      <w:proofErr w:type="spellEnd"/>
      <w:r w:rsidR="00AD6A8A">
        <w:t xml:space="preserve"> v </w:t>
      </w:r>
      <w:proofErr w:type="spellStart"/>
      <w:r w:rsidR="009F646D">
        <w:t>Helpd</w:t>
      </w:r>
      <w:r w:rsidR="00AD6A8A">
        <w:t>esku</w:t>
      </w:r>
      <w:proofErr w:type="spellEnd"/>
      <w:r w:rsidR="00AD6A8A">
        <w:t xml:space="preserve">, </w:t>
      </w:r>
      <w:r w:rsidR="00420D99">
        <w:t xml:space="preserve">vytěžením emailu z emailového serveru Objednatele a jeho vložením do </w:t>
      </w:r>
      <w:proofErr w:type="spellStart"/>
      <w:r w:rsidR="009F646D">
        <w:t>Helpd</w:t>
      </w:r>
      <w:r w:rsidR="00420D99">
        <w:t>esku</w:t>
      </w:r>
      <w:proofErr w:type="spellEnd"/>
      <w:r w:rsidR="00420D99">
        <w:t xml:space="preserve"> jako </w:t>
      </w:r>
      <w:proofErr w:type="spellStart"/>
      <w:r w:rsidR="00420D99">
        <w:t>ticketu</w:t>
      </w:r>
      <w:proofErr w:type="spellEnd"/>
      <w:r w:rsidR="00420D99">
        <w:t xml:space="preserve"> anebo ukončením telefonátu. </w:t>
      </w:r>
    </w:p>
    <w:p w14:paraId="0C6D17F1" w14:textId="18449CBD" w:rsidR="001E2770" w:rsidRPr="00DA0603" w:rsidRDefault="001E2770" w:rsidP="003E784C">
      <w:pPr>
        <w:pStyle w:val="TPText-1slovan"/>
      </w:pPr>
      <w:r>
        <w:rPr>
          <w:b/>
          <w:bCs/>
        </w:rPr>
        <w:lastRenderedPageBreak/>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40"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40"/>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proofErr w:type="spellStart"/>
      <w:r w:rsidR="009F646D">
        <w:t>Helpd</w:t>
      </w:r>
      <w:r w:rsidR="00C70AC1">
        <w:t>esk</w:t>
      </w:r>
      <w:r w:rsidR="001C63B2">
        <w:t>u</w:t>
      </w:r>
      <w:proofErr w:type="spellEnd"/>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dokumentaci vytvářenou anebo poskytovanou </w:t>
      </w:r>
      <w:r w:rsidR="00DA337F">
        <w:t xml:space="preserve">Dodavatelem </w:t>
      </w:r>
      <w:r w:rsidR="00E01DFB">
        <w:t xml:space="preserve">v rámci provádění Plnění. Dokumentace musí být vždy vyhotovena a předána Objednateli v elektronické podobě (pokud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1" w:name="_Hlk27941180"/>
      <w:r w:rsidRPr="00E60CCD">
        <w:rPr>
          <w:b/>
        </w:rPr>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w:t>
      </w:r>
      <w:r>
        <w:lastRenderedPageBreak/>
        <w:t>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1"/>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proofErr w:type="spellStart"/>
      <w:r w:rsidR="009F646D">
        <w:t>Helpd</w:t>
      </w:r>
      <w:r w:rsidR="00E055AF">
        <w:t>esku</w:t>
      </w:r>
      <w:proofErr w:type="spellEnd"/>
      <w:r w:rsidR="00E055AF">
        <w:t xml:space="preserve">, byl-li Incident vyřešen. </w:t>
      </w:r>
    </w:p>
    <w:p w14:paraId="78F2F4D5" w14:textId="3EA18B89" w:rsidR="00401CF2" w:rsidRDefault="00401CF2" w:rsidP="00B37EFD">
      <w:pPr>
        <w:pStyle w:val="TPText-1slovan"/>
        <w:numPr>
          <w:ilvl w:val="0"/>
          <w:numId w:val="0"/>
        </w:numPr>
        <w:ind w:left="1106"/>
      </w:pPr>
      <w:bookmarkStart w:id="42"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2"/>
    <w:p w14:paraId="7CFDC14C" w14:textId="2A16C1F3" w:rsidR="00841C27" w:rsidRPr="00841C27" w:rsidRDefault="00841C27" w:rsidP="003E784C">
      <w:pPr>
        <w:pStyle w:val="TPText-1slovan"/>
      </w:pPr>
      <w:r>
        <w:rPr>
          <w:b/>
          <w:bCs/>
        </w:rPr>
        <w:lastRenderedPageBreak/>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0AC7C71A"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vztahu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w:t>
      </w:r>
      <w:proofErr w:type="spellStart"/>
      <w:r w:rsidR="00DE1BF8">
        <w:t>switche</w:t>
      </w:r>
      <w:proofErr w:type="spellEnd"/>
      <w:r w:rsidR="00DE1BF8">
        <w:t xml:space="preserve">, VPN linky apod.). Podrobná specifikace IT prostředí Objednatele je uvedena v Příloze Smlouvy </w:t>
      </w:r>
      <w:r w:rsidR="00637D64">
        <w:rPr>
          <w:i/>
          <w:iCs/>
        </w:rPr>
        <w:t>Platforma S</w:t>
      </w:r>
      <w:r w:rsidR="00D631C9">
        <w:rPr>
          <w:i/>
          <w:iCs/>
        </w:rPr>
        <w:t>právy železnic</w:t>
      </w:r>
      <w:r w:rsidR="007D4202">
        <w:rPr>
          <w:i/>
          <w:iCs/>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3"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28DBF1F3" w:rsidR="009619FD" w:rsidRPr="00C34EFE" w:rsidRDefault="009619FD" w:rsidP="00C17E1C">
      <w:pPr>
        <w:pStyle w:val="TPText-1slovan"/>
      </w:pPr>
      <w:r>
        <w:rPr>
          <w:b/>
          <w:bCs/>
        </w:rPr>
        <w:lastRenderedPageBreak/>
        <w:t xml:space="preserve">Objednatel </w:t>
      </w:r>
      <w:r w:rsidR="00413D66">
        <w:t>je</w:t>
      </w:r>
      <w:r w:rsidR="0078160E">
        <w:t xml:space="preserve"> </w:t>
      </w:r>
      <w:r w:rsidR="0078160E" w:rsidRPr="00BB184D">
        <w:rPr>
          <w:rFonts w:cs="Times New Roman"/>
        </w:rPr>
        <w:t>Správa železni</w:t>
      </w:r>
      <w:r w:rsidR="008B1E3E">
        <w:rPr>
          <w:rFonts w:cs="Times New Roman"/>
        </w:rPr>
        <w:t>c</w:t>
      </w:r>
      <w:r w:rsidR="0078160E" w:rsidRPr="00BB184D">
        <w:rPr>
          <w:rFonts w:cs="Times New Roman"/>
        </w:rPr>
        <w:t xml:space="preserve">, státní organizace, IČO 70994234, se sídlem Praha 1 – Nové Město, Dlážděná 1003/7, PSČ 110 00, zapsaná v obchodním rejstříku vedeném Městským soudem v Praze pod </w:t>
      </w:r>
      <w:proofErr w:type="spellStart"/>
      <w:r w:rsidR="0078160E" w:rsidRPr="00BB184D">
        <w:rPr>
          <w:rFonts w:cs="Times New Roman"/>
        </w:rPr>
        <w:t>sp</w:t>
      </w:r>
      <w:proofErr w:type="spellEnd"/>
      <w:r w:rsidR="0078160E" w:rsidRPr="00BB184D">
        <w:rPr>
          <w:rFonts w:cs="Times New Roman"/>
        </w:rPr>
        <w:t>. zn. A 48384</w:t>
      </w:r>
      <w:r w:rsidR="0078160E">
        <w:rPr>
          <w:rFonts w:cs="Times New Roman"/>
        </w:rPr>
        <w:t>.</w:t>
      </w:r>
    </w:p>
    <w:p w14:paraId="445C0393" w14:textId="1C3D2E39" w:rsidR="0034028A" w:rsidRDefault="00841C27" w:rsidP="00C17E1C">
      <w:pPr>
        <w:pStyle w:val="TPText-1slovan"/>
      </w:pPr>
      <w:r>
        <w:rPr>
          <w:b/>
          <w:bCs/>
        </w:rPr>
        <w:t>Ohlašovatel</w:t>
      </w:r>
      <w:r w:rsidR="0034028A">
        <w:rPr>
          <w:b/>
          <w:bCs/>
        </w:rPr>
        <w:t xml:space="preserve"> </w:t>
      </w:r>
      <w:r w:rsidR="0034028A">
        <w:t>znamená</w:t>
      </w:r>
      <w:r w:rsidR="00C17E1C">
        <w:t xml:space="preserve"> </w:t>
      </w:r>
      <w:r w:rsidR="0034028A">
        <w:t xml:space="preserve">uživatel Předmětu </w:t>
      </w:r>
      <w:r w:rsidR="00DA337F">
        <w:t>Smlouvy</w:t>
      </w:r>
      <w:r w:rsidR="0034028A">
        <w:t>;</w:t>
      </w:r>
      <w:r w:rsidR="00C17E1C">
        <w:t xml:space="preserve"> případně osoba určená</w:t>
      </w:r>
      <w:r w:rsidR="0034028A">
        <w:t xml:space="preserve"> Objednatelem dle</w:t>
      </w:r>
      <w:r w:rsidR="00C17E1C">
        <w:t xml:space="preserve"> vymezení parametrů </w:t>
      </w:r>
      <w:proofErr w:type="spellStart"/>
      <w:r w:rsidR="009F646D">
        <w:t>Helpd</w:t>
      </w:r>
      <w:r w:rsidR="00C17E1C">
        <w:t>esk</w:t>
      </w:r>
      <w:proofErr w:type="spellEnd"/>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proofErr w:type="spellStart"/>
      <w:r w:rsidR="009F646D">
        <w:t>Helpd</w:t>
      </w:r>
      <w:r w:rsidRPr="00036411">
        <w:t>esku</w:t>
      </w:r>
      <w:proofErr w:type="spellEnd"/>
      <w:r w:rsidRPr="00036411">
        <w:t xml:space="preserve">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proofErr w:type="spellStart"/>
      <w:r w:rsidR="009F646D">
        <w:t>Help</w:t>
      </w:r>
      <w:r w:rsidRPr="00036411">
        <w:t>esku</w:t>
      </w:r>
      <w:proofErr w:type="spellEnd"/>
      <w:r w:rsidRPr="00036411">
        <w:t xml:space="preserve">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proofErr w:type="spellStart"/>
      <w:r w:rsidR="009F646D">
        <w:t>Help</w:t>
      </w:r>
      <w:r w:rsidRPr="00036411">
        <w:t>esku</w:t>
      </w:r>
      <w:proofErr w:type="spellEnd"/>
      <w:r w:rsidRPr="00036411">
        <w:t xml:space="preserve">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3"/>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lastRenderedPageBreak/>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proofErr w:type="spellStart"/>
      <w:r w:rsidRPr="00B37EFD">
        <w:rPr>
          <w:b/>
          <w:bCs/>
        </w:rPr>
        <w:t>Recovery</w:t>
      </w:r>
      <w:proofErr w:type="spellEnd"/>
      <w:r w:rsidRPr="00B37EFD">
        <w:rPr>
          <w:b/>
          <w:bCs/>
        </w:rPr>
        <w:t xml:space="preserve"> Point </w:t>
      </w:r>
      <w:proofErr w:type="spellStart"/>
      <w:r w:rsidRPr="00B37EFD">
        <w:rPr>
          <w:b/>
          <w:bCs/>
        </w:rPr>
        <w:t>Objective</w:t>
      </w:r>
      <w:proofErr w:type="spellEnd"/>
      <w:r w:rsidRPr="00B37EFD">
        <w:rPr>
          <w:b/>
          <w:bCs/>
        </w:rPr>
        <w:t xml:space="preser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proofErr w:type="spellStart"/>
      <w:r w:rsidRPr="00B37EFD">
        <w:rPr>
          <w:b/>
          <w:bCs/>
        </w:rPr>
        <w:t>Recovery</w:t>
      </w:r>
      <w:proofErr w:type="spellEnd"/>
      <w:r w:rsidRPr="00B37EFD">
        <w:rPr>
          <w:b/>
          <w:bCs/>
        </w:rPr>
        <w:t xml:space="preserve"> </w:t>
      </w:r>
      <w:proofErr w:type="spellStart"/>
      <w:r w:rsidRPr="00B37EFD">
        <w:rPr>
          <w:b/>
          <w:bCs/>
        </w:rPr>
        <w:t>Time</w:t>
      </w:r>
      <w:proofErr w:type="spellEnd"/>
      <w:r w:rsidRPr="00B37EFD">
        <w:rPr>
          <w:b/>
          <w:bCs/>
        </w:rPr>
        <w:t xml:space="preserve"> </w:t>
      </w:r>
      <w:proofErr w:type="spellStart"/>
      <w:r w:rsidRPr="00B37EFD">
        <w:rPr>
          <w:b/>
          <w:bCs/>
        </w:rPr>
        <w:t>Objective</w:t>
      </w:r>
      <w:proofErr w:type="spellEnd"/>
      <w:r w:rsidRPr="00B37EFD">
        <w:rPr>
          <w:b/>
          <w:bCs/>
        </w:rPr>
        <w:t xml:space="preserve"> (RTO)</w:t>
      </w:r>
      <w:r>
        <w:t xml:space="preserve"> je parametr, který vyjadřuje dobu nutnou k obnově chodu služby do akceptované úrovně provozu.</w:t>
      </w:r>
    </w:p>
    <w:p w14:paraId="790B8025" w14:textId="5C0101AE" w:rsidR="00A80735" w:rsidRDefault="009F646D" w:rsidP="00F146D8">
      <w:pPr>
        <w:pStyle w:val="TPText-1slovan"/>
      </w:pPr>
      <w:proofErr w:type="spellStart"/>
      <w:r>
        <w:rPr>
          <w:b/>
          <w:bCs/>
        </w:rPr>
        <w:t>Help</w:t>
      </w:r>
      <w:r w:rsidR="00CF0087">
        <w:rPr>
          <w:b/>
          <w:bCs/>
        </w:rPr>
        <w:t>esk</w:t>
      </w:r>
      <w:proofErr w:type="spellEnd"/>
      <w:r w:rsidR="00CF0087">
        <w:rPr>
          <w:b/>
          <w:bCs/>
        </w:rPr>
        <w:t xml:space="preserve">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r w:rsidR="002F0D17" w:rsidRPr="007F19FA">
        <w:t xml:space="preserve">rámci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lastRenderedPageBreak/>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5D78B147" w:rsidR="005E0D14" w:rsidRDefault="005E0D14" w:rsidP="005E0D14">
      <w:pPr>
        <w:pStyle w:val="TPText-1slovan"/>
      </w:pPr>
      <w:r w:rsidRPr="0057481A">
        <w:rPr>
          <w:b/>
          <w:bCs/>
        </w:rPr>
        <w:t xml:space="preserve">Standardní </w:t>
      </w:r>
      <w:r w:rsidR="00346522">
        <w:rPr>
          <w:b/>
          <w:bCs/>
        </w:rPr>
        <w:t>S</w:t>
      </w:r>
      <w:r w:rsidR="00346522" w:rsidRPr="0057481A">
        <w:rPr>
          <w:b/>
          <w:bCs/>
        </w:rPr>
        <w:t>oftware</w:t>
      </w:r>
      <w:r w:rsidR="00346522">
        <w:t xml:space="preserve"> </w:t>
      </w:r>
      <w:r>
        <w:t>znamená Software, který je distribuován pod standardními licenčními podmínkami více třetím osobám. Mezi Standardní software patří:</w:t>
      </w:r>
    </w:p>
    <w:p w14:paraId="701C7643" w14:textId="7CC8393A"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w:t>
      </w:r>
      <w:r w:rsidR="00372865">
        <w:t>se neovládajícími</w:t>
      </w:r>
      <w:r>
        <w:t xml:space="preserve"> subjekty,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(ii)</w:t>
      </w:r>
      <w:r>
        <w:tab/>
        <w:t>Software, u kterého je s ohledem na jeho (i) marginální význam, (ii) nekomplikovanou propojitelnost či (iii)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2F722AA1" w:rsidR="005E0D14" w:rsidRDefault="009C18C6" w:rsidP="009C18C6">
      <w:pPr>
        <w:pStyle w:val="TPText-1slovan"/>
        <w:numPr>
          <w:ilvl w:val="0"/>
          <w:numId w:val="0"/>
        </w:numPr>
        <w:ind w:left="1106"/>
      </w:pPr>
      <w:r>
        <w:t>(</w:t>
      </w:r>
      <w:proofErr w:type="spellStart"/>
      <w:r>
        <w:t>iii</w:t>
      </w:r>
      <w:proofErr w:type="spellEnd"/>
      <w:r>
        <w:t xml:space="preserve">) </w:t>
      </w:r>
      <w:r w:rsidR="005E0D14">
        <w:t>Software, jehož API („</w:t>
      </w:r>
      <w:proofErr w:type="spellStart"/>
      <w:r w:rsidR="005E0D14">
        <w:t>Application</w:t>
      </w:r>
      <w:proofErr w:type="spellEnd"/>
      <w:r w:rsidR="005E0D14">
        <w:t xml:space="preserve"> </w:t>
      </w:r>
      <w:proofErr w:type="spellStart"/>
      <w:r w:rsidR="005E0D14">
        <w:t>Programming</w:t>
      </w:r>
      <w:proofErr w:type="spellEnd"/>
      <w:r w:rsidR="005E0D14">
        <w:t xml:space="preserve"> Interface“) pokrývá všechny moduly a funkcionality </w:t>
      </w:r>
      <w:r w:rsidR="003762DF">
        <w:t>Software,</w:t>
      </w:r>
      <w:r w:rsidR="005E0D14">
        <w:t xml:space="preserve"> je dobře dokumentované, umožňuje zapouzdření Software a jeho adaptaci v rámci měnících se podmínek IT prostředí </w:t>
      </w:r>
      <w:r w:rsidR="00091AD8">
        <w:t>O</w:t>
      </w:r>
      <w:r w:rsidR="005E0D14">
        <w:t>bjednatele a</w:t>
      </w:r>
      <w:r w:rsidR="003762DF">
        <w:t xml:space="preserve"> Software</w:t>
      </w:r>
      <w:r w:rsidR="005E0D14">
        <w:t xml:space="preserve"> bez nutnosti zásahu do Zdrojových kódů Softwaru, a </w:t>
      </w:r>
      <w:r w:rsidR="00B21FA0">
        <w:t xml:space="preserve">Dodavatel </w:t>
      </w:r>
      <w:r w:rsidR="005E0D14">
        <w:t>poskytne Objednateli právo užít toto rozhraní pro programování aplikací ve stejném rozsahu, jako Software.</w:t>
      </w:r>
    </w:p>
    <w:p w14:paraId="7FC2B725" w14:textId="5DD389E8" w:rsidR="00EC4104" w:rsidRPr="00841C27" w:rsidRDefault="009C18C6" w:rsidP="009C18C6">
      <w:pPr>
        <w:pStyle w:val="TPText-1slovan"/>
        <w:numPr>
          <w:ilvl w:val="0"/>
          <w:numId w:val="0"/>
        </w:numPr>
        <w:ind w:left="1106"/>
      </w:pPr>
      <w:r>
        <w:t>(</w:t>
      </w:r>
      <w:proofErr w:type="spellStart"/>
      <w:r>
        <w:t>iv</w:t>
      </w:r>
      <w:proofErr w:type="spellEnd"/>
      <w:r>
        <w:t xml:space="preserve">) </w:t>
      </w:r>
      <w:r w:rsidR="00EC4104">
        <w:t>Software</w:t>
      </w:r>
      <w:r w:rsidR="00E75459">
        <w:t>,</w:t>
      </w:r>
      <w:r w:rsidR="00EC4104">
        <w:t xml:space="preserve"> o </w:t>
      </w:r>
      <w:r w:rsidR="00436B77">
        <w:t>kterém</w:t>
      </w:r>
      <w:r w:rsidR="00EC4104">
        <w:t xml:space="preserve"> to stanoví Smlouva.</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lastRenderedPageBreak/>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7DD351BE" w14:textId="2EF17D0D" w:rsidR="002722B2" w:rsidRDefault="002722B2" w:rsidP="002722B2">
      <w:pPr>
        <w:pStyle w:val="TPText-1slovan"/>
      </w:pPr>
      <w:r>
        <w:rPr>
          <w:b/>
          <w:bCs/>
        </w:rPr>
        <w:t>Unikátní Software</w:t>
      </w:r>
      <w:r w:rsidRPr="009C18C6">
        <w:t xml:space="preserve"> </w:t>
      </w:r>
      <w:r>
        <w:t>znamená:</w:t>
      </w:r>
    </w:p>
    <w:p w14:paraId="58022F75" w14:textId="4B5E4791" w:rsidR="002722B2" w:rsidRDefault="002722B2" w:rsidP="009C18C6">
      <w:pPr>
        <w:pStyle w:val="TPText-1slovan"/>
        <w:numPr>
          <w:ilvl w:val="0"/>
          <w:numId w:val="78"/>
        </w:numPr>
      </w:pPr>
      <w:r>
        <w:t>Software</w:t>
      </w:r>
      <w:r w:rsidR="00D7714A">
        <w:t>,</w:t>
      </w:r>
      <w:r w:rsidR="00D7714A" w:rsidRPr="00D7714A">
        <w:t xml:space="preserve"> </w:t>
      </w:r>
      <w:r w:rsidR="00D7714A">
        <w:t>který je Autorským dílem</w:t>
      </w:r>
      <w:r>
        <w:t xml:space="preserve"> </w:t>
      </w:r>
      <w:r w:rsidRPr="009C18C6">
        <w:t>vznikající</w:t>
      </w:r>
      <w:r w:rsidR="00D7714A">
        <w:t>m</w:t>
      </w:r>
      <w:r w:rsidRPr="009C18C6">
        <w:t xml:space="preserve"> v průběhu Plnění</w:t>
      </w:r>
      <w:r w:rsidR="00D7714A">
        <w:t>.</w:t>
      </w:r>
    </w:p>
    <w:p w14:paraId="723E0B70" w14:textId="77AC4B9D" w:rsidR="002722B2" w:rsidRPr="00841C27" w:rsidRDefault="002722B2" w:rsidP="009C18C6">
      <w:pPr>
        <w:pStyle w:val="TPText-1slovan"/>
        <w:numPr>
          <w:ilvl w:val="0"/>
          <w:numId w:val="78"/>
        </w:numPr>
      </w:pPr>
      <w:r>
        <w:t>Software</w:t>
      </w:r>
      <w:r w:rsidR="00E75459">
        <w:t>,</w:t>
      </w:r>
      <w:r>
        <w:t xml:space="preserve"> o </w:t>
      </w:r>
      <w:r w:rsidR="00436B77">
        <w:t>kterém</w:t>
      </w:r>
      <w:r>
        <w:t xml:space="preserve"> to stanoví Smlouva.</w:t>
      </w:r>
    </w:p>
    <w:p w14:paraId="3F43FA9E" w14:textId="1BA73666" w:rsidR="00886F06" w:rsidRPr="0034560C" w:rsidRDefault="00E86F13" w:rsidP="00EA4502">
      <w:pPr>
        <w:pStyle w:val="TPText-1slovan"/>
      </w:pPr>
      <w:r>
        <w:rPr>
          <w:b/>
          <w:bCs/>
        </w:rPr>
        <w:lastRenderedPageBreak/>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4" w:name="_Toc103154244"/>
      <w:r>
        <w:t>Doba a místo plnění</w:t>
      </w:r>
      <w:bookmarkEnd w:id="44"/>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2D2DF89A" w:rsidR="0091118B" w:rsidRPr="00B221D6" w:rsidRDefault="0091118B" w:rsidP="0089774C">
      <w:pPr>
        <w:pStyle w:val="TPText-1slovan"/>
      </w:pPr>
      <w:r>
        <w:lastRenderedPageBreak/>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DE5EF1" w:rsidRPr="00A51ABC">
        <w:rPr>
          <w:i/>
          <w:iCs/>
        </w:rPr>
        <w:t>Platforma S</w:t>
      </w:r>
      <w:r w:rsidR="00D631C9">
        <w:rPr>
          <w:i/>
          <w:iCs/>
        </w:rPr>
        <w:t>právy železnic</w:t>
      </w:r>
      <w:r w:rsidR="00DE5EF1">
        <w:t>.</w:t>
      </w:r>
    </w:p>
    <w:p w14:paraId="4A21364A" w14:textId="0202518D" w:rsidR="008854DC" w:rsidRDefault="008854DC" w:rsidP="00B91EFF">
      <w:pPr>
        <w:pStyle w:val="TPText-1slovan"/>
      </w:pPr>
      <w:r>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5" w:name="_Toc103154245"/>
      <w:r>
        <w:t>P</w:t>
      </w:r>
      <w:r w:rsidR="000301CA">
        <w:t>ráva a povinnosti obou stran</w:t>
      </w:r>
      <w:bookmarkEnd w:id="45"/>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2DAA572A"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t>.</w:t>
      </w:r>
      <w:r w:rsidRPr="00C667EA">
        <w:t xml:space="preserve"> 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6" w:name="_Toc103154246"/>
      <w:r>
        <w:t xml:space="preserve">Povinnosti </w:t>
      </w:r>
      <w:r w:rsidR="00197141">
        <w:t>Dodavatele</w:t>
      </w:r>
      <w:bookmarkEnd w:id="46"/>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lastRenderedPageBreak/>
        <w:t xml:space="preserve">Dodavatel se během poskytování Plnění pro Objednatele zavazuje informovat Objednatele o významné změně ovládání Dodavatele podle </w:t>
      </w:r>
      <w:proofErr w:type="spellStart"/>
      <w:r w:rsidRPr="00C21A4E">
        <w:t>ust</w:t>
      </w:r>
      <w:proofErr w:type="spellEnd"/>
      <w:r w:rsidRPr="00C21A4E">
        <w: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Standardního software nebo IT prostředí Objednatele virem či jiným škodlivým kódem (</w:t>
      </w:r>
      <w:proofErr w:type="spellStart"/>
      <w:r>
        <w:t>malware</w:t>
      </w:r>
      <w:proofErr w:type="spellEnd"/>
      <w:r>
        <w:t xml:space="preserv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7" w:name="_Toc28452702"/>
      <w:bookmarkStart w:id="48" w:name="_Toc103154247"/>
      <w:bookmarkEnd w:id="47"/>
      <w:r>
        <w:lastRenderedPageBreak/>
        <w:t>Povinnosti objednatele</w:t>
      </w:r>
      <w:bookmarkEnd w:id="48"/>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9" w:name="_Toc103154248"/>
      <w:r>
        <w:t>L</w:t>
      </w:r>
      <w:r w:rsidR="00A11B07">
        <w:t xml:space="preserve">icenční </w:t>
      </w:r>
      <w:r w:rsidR="00A11B07" w:rsidRPr="00471F7F">
        <w:t>ujednání</w:t>
      </w:r>
      <w:bookmarkEnd w:id="49"/>
    </w:p>
    <w:p w14:paraId="2B78EBC0" w14:textId="7AEC6535" w:rsidR="007036B7" w:rsidRPr="007036B7" w:rsidRDefault="002722B2" w:rsidP="005A1096">
      <w:pPr>
        <w:pStyle w:val="TPNadpis-2slovan"/>
      </w:pPr>
      <w:bookmarkStart w:id="50" w:name="_Toc103154249"/>
      <w:r>
        <w:t>Unikátní</w:t>
      </w:r>
      <w:r w:rsidR="00EC4104">
        <w:t xml:space="preserve"> Software</w:t>
      </w:r>
      <w:bookmarkEnd w:id="50"/>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1" w:name="_Toc103154250"/>
      <w:r>
        <w:lastRenderedPageBreak/>
        <w:t>Standardní Software</w:t>
      </w:r>
      <w:bookmarkEnd w:id="51"/>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2" w:name="_Ref516734271"/>
      <w:bookmarkStart w:id="53"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w:t>
      </w:r>
      <w:proofErr w:type="spellStart"/>
      <w:r w:rsidR="000F0903">
        <w:t>subscription</w:t>
      </w:r>
      <w:proofErr w:type="spellEnd"/>
      <w:r w:rsidR="000F0903">
        <w:t>/</w:t>
      </w:r>
      <w:proofErr w:type="spellStart"/>
      <w:r w:rsidR="000F0903">
        <w:t>license</w:t>
      </w:r>
      <w:proofErr w:type="spellEnd"/>
      <w:r w:rsidR="000F0903">
        <w:t xml:space="preserve"> </w:t>
      </w:r>
      <w:proofErr w:type="spellStart"/>
      <w:r w:rsidR="000F0903">
        <w:t>maintenance</w:t>
      </w:r>
      <w:proofErr w:type="spellEnd"/>
      <w:r w:rsidR="000F0903">
        <w:t>)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2"/>
      <w:bookmarkEnd w:id="53"/>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r>
        <w:t xml:space="preserve">na: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w:t>
      </w:r>
      <w:r w:rsidR="00006EA2" w:rsidRPr="00871368">
        <w:lastRenderedPageBreak/>
        <w:t xml:space="preserve">udělit podlicenci nebo </w:t>
      </w:r>
      <w:r>
        <w:t>l</w:t>
      </w:r>
      <w:r w:rsidR="00006EA2" w:rsidRPr="00871368">
        <w:t>icenci zcela či 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4" w:name="_Toc26368452"/>
      <w:bookmarkStart w:id="55" w:name="_Toc103154251"/>
      <w:bookmarkEnd w:id="54"/>
      <w:r>
        <w:t xml:space="preserve">Software vztahující se k </w:t>
      </w:r>
      <w:r w:rsidR="005F5289">
        <w:t>Hardware</w:t>
      </w:r>
      <w:bookmarkEnd w:id="55"/>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6" w:name="_Toc103154252"/>
      <w:r>
        <w:t>Zdrojový kód</w:t>
      </w:r>
      <w:r w:rsidR="005F5289">
        <w:t xml:space="preserve"> a dokumentace</w:t>
      </w:r>
      <w:bookmarkEnd w:id="56"/>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lastRenderedPageBreak/>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Datová vrstva – popis datové vrstvy, čili tabulek v databázi včetně vazeb mezi tabulkami a včetně E-R schémat.</w:t>
      </w:r>
    </w:p>
    <w:p w14:paraId="427EFE02" w14:textId="77777777" w:rsidR="0055737D" w:rsidRPr="00892924" w:rsidRDefault="0055737D" w:rsidP="00391637">
      <w:pPr>
        <w:pStyle w:val="Odstavecseseznamem"/>
        <w:numPr>
          <w:ilvl w:val="2"/>
          <w:numId w:val="47"/>
        </w:numPr>
        <w:spacing w:after="0"/>
        <w:jc w:val="both"/>
        <w:rPr>
          <w:sz w:val="20"/>
          <w:szCs w:val="20"/>
        </w:rPr>
      </w:pPr>
      <w:r w:rsidRPr="00892924">
        <w:rPr>
          <w:sz w:val="20"/>
          <w:szCs w:val="20"/>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Prezentační vrstva </w:t>
      </w:r>
      <w:r w:rsidR="00427A8A">
        <w:rPr>
          <w:sz w:val="20"/>
          <w:szCs w:val="20"/>
        </w:rPr>
        <w:t>–</w:t>
      </w:r>
      <w:r w:rsidRPr="00892924">
        <w:rPr>
          <w:sz w:val="20"/>
          <w:szCs w:val="20"/>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mapování souborových systémů</w:t>
      </w:r>
    </w:p>
    <w:p w14:paraId="6439BFFD" w14:textId="1DDA4ADD" w:rsidR="00D3172A" w:rsidRDefault="0055737D" w:rsidP="00391637">
      <w:pPr>
        <w:pStyle w:val="Odstavecseseznamem"/>
        <w:numPr>
          <w:ilvl w:val="2"/>
          <w:numId w:val="47"/>
        </w:numPr>
        <w:spacing w:after="0"/>
        <w:jc w:val="both"/>
        <w:rPr>
          <w:sz w:val="20"/>
          <w:szCs w:val="20"/>
        </w:rPr>
      </w:pPr>
      <w:r w:rsidRPr="00892924">
        <w:rPr>
          <w:sz w:val="20"/>
          <w:szCs w:val="20"/>
        </w:rPr>
        <w:t>požadavky na operační paměť a procesory</w:t>
      </w:r>
    </w:p>
    <w:p w14:paraId="32C96FC4" w14:textId="387918A5" w:rsidR="00E61F72" w:rsidRDefault="00D3172A" w:rsidP="00391637">
      <w:pPr>
        <w:pStyle w:val="Odstavecseseznamem"/>
        <w:numPr>
          <w:ilvl w:val="2"/>
          <w:numId w:val="47"/>
        </w:numPr>
        <w:spacing w:after="0"/>
        <w:jc w:val="both"/>
        <w:rPr>
          <w:sz w:val="20"/>
          <w:szCs w:val="20"/>
        </w:rPr>
      </w:pPr>
      <w:r w:rsidRPr="005F4CB4">
        <w:rPr>
          <w:sz w:val="20"/>
          <w:szCs w:val="20"/>
        </w:rPr>
        <w:lastRenderedPageBreak/>
        <w:t xml:space="preserve">konfigurační parametry jednotlivých podpůrných </w:t>
      </w:r>
      <w:r w:rsidR="00980791">
        <w:rPr>
          <w:sz w:val="20"/>
          <w:szCs w:val="20"/>
        </w:rPr>
        <w:t>Softwarových</w:t>
      </w:r>
      <w:r w:rsidRPr="005F4CB4">
        <w:rPr>
          <w:sz w:val="20"/>
          <w:szCs w:val="20"/>
        </w:rPr>
        <w:t xml:space="preserve"> prostředků (např. specifika pro nastavení databáze, aplikačního serveru, webového serveru apod.)</w:t>
      </w:r>
    </w:p>
    <w:p w14:paraId="1B358B24" w14:textId="088B9C3D" w:rsidR="0055737D" w:rsidRPr="00D33EE4" w:rsidRDefault="00D3172A" w:rsidP="00391637">
      <w:pPr>
        <w:pStyle w:val="TPText-1slovan"/>
        <w:numPr>
          <w:ilvl w:val="0"/>
          <w:numId w:val="46"/>
        </w:numPr>
      </w:pPr>
      <w:r w:rsidRPr="009619FD">
        <w:t xml:space="preserve">Objednatel požaduje, aby tato </w:t>
      </w:r>
      <w:r w:rsidR="00391637">
        <w:t>D</w:t>
      </w:r>
      <w:r w:rsidRPr="009619FD">
        <w:t xml:space="preserve">okumentace byla ve formátech XML </w:t>
      </w:r>
      <w:proofErr w:type="spellStart"/>
      <w:r w:rsidRPr="009619FD">
        <w:t>DocBook</w:t>
      </w:r>
      <w:proofErr w:type="spellEnd"/>
      <w:r w:rsidRPr="009619FD">
        <w:t xml:space="preserve"> (zdrojové) a PDF (export z XML zdroje pro snadnou distribuci uživatelům) nebo případně</w:t>
      </w:r>
      <w:r w:rsidR="00C11046">
        <w:t xml:space="preserve"> v</w:t>
      </w:r>
      <w:r w:rsidRPr="009619FD">
        <w:t xml:space="preserve"> jiném formátu, který Objednatel schválí po vzájemné dohodě s Dodavatelem. Všechny </w:t>
      </w:r>
      <w:r w:rsidR="00391637">
        <w:t>D</w:t>
      </w:r>
      <w:r w:rsidRPr="009619FD">
        <w:t xml:space="preserve">okumentace musí být </w:t>
      </w:r>
      <w:proofErr w:type="spellStart"/>
      <w:r w:rsidRPr="009619FD">
        <w:t>verzované</w:t>
      </w:r>
      <w:proofErr w:type="spellEnd"/>
      <w:r w:rsidRPr="009619FD">
        <w:t>,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okumentace a automaticky generovaná dokumentace (</w:t>
      </w:r>
      <w:proofErr w:type="spellStart"/>
      <w:r w:rsidR="0055737D" w:rsidRPr="00892924">
        <w:t>Javadoc</w:t>
      </w:r>
      <w:proofErr w:type="spellEnd"/>
      <w:r w:rsidR="0055737D" w:rsidRPr="00892924">
        <w:t xml:space="preserve">).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7" w:name="_Toc522718164"/>
      <w:bookmarkStart w:id="58" w:name="_Toc522718166"/>
      <w:bookmarkStart w:id="59" w:name="_Toc522718168"/>
      <w:bookmarkStart w:id="60" w:name="_Toc522718169"/>
      <w:bookmarkStart w:id="61" w:name="_Toc522718172"/>
      <w:bookmarkStart w:id="62" w:name="_Toc522718174"/>
      <w:bookmarkStart w:id="63" w:name="_Toc522718184"/>
      <w:bookmarkStart w:id="64" w:name="_Toc103154253"/>
      <w:bookmarkEnd w:id="57"/>
      <w:bookmarkEnd w:id="58"/>
      <w:bookmarkEnd w:id="59"/>
      <w:bookmarkEnd w:id="60"/>
      <w:bookmarkEnd w:id="61"/>
      <w:bookmarkEnd w:id="62"/>
      <w:bookmarkEnd w:id="63"/>
      <w:r>
        <w:t>A</w:t>
      </w:r>
      <w:r w:rsidR="00442655">
        <w:t>k</w:t>
      </w:r>
      <w:r>
        <w:t>ceptační řízení</w:t>
      </w:r>
      <w:bookmarkEnd w:id="64"/>
    </w:p>
    <w:p w14:paraId="782B0556" w14:textId="4122222B" w:rsidR="003E784C" w:rsidRDefault="000923C9" w:rsidP="00B91EFF">
      <w:pPr>
        <w:pStyle w:val="TPText-1slovan"/>
      </w:pPr>
      <w:bookmarkStart w:id="65" w:name="_Toc374550723"/>
      <w:bookmarkStart w:id="66"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w:t>
      </w:r>
      <w:r w:rsidR="006730E8">
        <w:lastRenderedPageBreak/>
        <w:t xml:space="preserve">žádost </w:t>
      </w:r>
      <w:r>
        <w:t xml:space="preserve">Dodavatele </w:t>
      </w:r>
      <w:r w:rsidR="006730E8">
        <w:t>potvrdí převzetí výstupů k Akceptačnímu řízení v </w:t>
      </w:r>
      <w:proofErr w:type="spellStart"/>
      <w:r w:rsidR="009F646D">
        <w:t>Helpd</w:t>
      </w:r>
      <w:r w:rsidR="006730E8">
        <w:t>esku</w:t>
      </w:r>
      <w:proofErr w:type="spellEnd"/>
      <w:r w:rsidR="006730E8">
        <w:t>,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lastRenderedPageBreak/>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lastRenderedPageBreak/>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7" w:name="_Toc26368456"/>
      <w:bookmarkStart w:id="68" w:name="_Toc26368457"/>
      <w:bookmarkStart w:id="69" w:name="_Toc26368458"/>
      <w:bookmarkStart w:id="70" w:name="_Toc26368459"/>
      <w:bookmarkStart w:id="71" w:name="_Toc26368460"/>
      <w:bookmarkStart w:id="72" w:name="_Toc26368461"/>
      <w:bookmarkStart w:id="73" w:name="_Toc26368462"/>
      <w:bookmarkStart w:id="74" w:name="_Toc26368463"/>
      <w:bookmarkStart w:id="75" w:name="_Toc26368464"/>
      <w:bookmarkStart w:id="76" w:name="_Toc103154254"/>
      <w:bookmarkEnd w:id="65"/>
      <w:bookmarkEnd w:id="66"/>
      <w:bookmarkEnd w:id="67"/>
      <w:bookmarkEnd w:id="68"/>
      <w:bookmarkEnd w:id="69"/>
      <w:bookmarkEnd w:id="70"/>
      <w:bookmarkEnd w:id="71"/>
      <w:bookmarkEnd w:id="72"/>
      <w:bookmarkEnd w:id="73"/>
      <w:bookmarkEnd w:id="74"/>
      <w:bookmarkEnd w:id="75"/>
      <w:r>
        <w:t>Školení</w:t>
      </w:r>
      <w:bookmarkEnd w:id="76"/>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7" w:name="_Toc103154255"/>
      <w:r>
        <w:t>HELP</w:t>
      </w:r>
      <w:r w:rsidR="000B581F">
        <w:t>desk</w:t>
      </w:r>
      <w:bookmarkEnd w:id="77"/>
    </w:p>
    <w:p w14:paraId="726C059E" w14:textId="6EF58AC0" w:rsidR="00816027" w:rsidRDefault="00CA47ED" w:rsidP="00B91EFF">
      <w:pPr>
        <w:pStyle w:val="TPText-1slovan"/>
      </w:pPr>
      <w:bookmarkStart w:id="78" w:name="_Ref26890885"/>
      <w:r>
        <w:t xml:space="preserve">Dodavatel </w:t>
      </w:r>
      <w:r w:rsidR="00816027">
        <w:t xml:space="preserve">se zavazuje nejpozději do dne </w:t>
      </w:r>
      <w:r w:rsidR="009138D6">
        <w:t>účinnost</w:t>
      </w:r>
      <w:r w:rsidR="00C11046">
        <w:t>i</w:t>
      </w:r>
      <w:r w:rsidR="009138D6">
        <w:t xml:space="preserve"> Smlouvy</w:t>
      </w:r>
      <w:r w:rsidR="00816027">
        <w:t xml:space="preserve"> založit a po celou dobu trvání Smlouvy udržovat v provozu </w:t>
      </w:r>
      <w:proofErr w:type="spellStart"/>
      <w:r w:rsidR="009F646D">
        <w:t>Helpd</w:t>
      </w:r>
      <w:r w:rsidR="00816027">
        <w:t>esk</w:t>
      </w:r>
      <w:proofErr w:type="spellEnd"/>
      <w:r w:rsidR="00B77EBD">
        <w:t xml:space="preserve"> (včetně úhrady případných licenčních poplatků za </w:t>
      </w:r>
      <w:r w:rsidR="00892FA9">
        <w:t xml:space="preserve">aplikaci </w:t>
      </w:r>
      <w:proofErr w:type="spellStart"/>
      <w:r w:rsidR="009F646D">
        <w:t>Helpd</w:t>
      </w:r>
      <w:r w:rsidR="00B77EBD">
        <w:t>esk</w:t>
      </w:r>
      <w:proofErr w:type="spellEnd"/>
      <w:r w:rsidR="00B77EBD">
        <w:t>)</w:t>
      </w:r>
      <w:r w:rsidR="00816027">
        <w:t xml:space="preserve"> a udělit náležitá oprávnění k přístupu do </w:t>
      </w:r>
      <w:proofErr w:type="spellStart"/>
      <w:r w:rsidR="009F646D">
        <w:t>Helpd</w:t>
      </w:r>
      <w:r w:rsidR="00816027">
        <w:t>esku</w:t>
      </w:r>
      <w:proofErr w:type="spellEnd"/>
      <w:r w:rsidR="00816027">
        <w:t xml:space="preserve">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proofErr w:type="spellStart"/>
      <w:r w:rsidR="009F646D">
        <w:t>Helpd</w:t>
      </w:r>
      <w:r w:rsidR="009138D6">
        <w:t>esk</w:t>
      </w:r>
      <w:proofErr w:type="spellEnd"/>
      <w:r w:rsidR="009138D6">
        <w:t xml:space="preserve">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proofErr w:type="spellStart"/>
      <w:r w:rsidR="009F646D">
        <w:t>Helpd</w:t>
      </w:r>
      <w:r w:rsidR="00F146D8">
        <w:t>esk</w:t>
      </w:r>
      <w:proofErr w:type="spellEnd"/>
      <w:r w:rsidR="00F146D8">
        <w:t xml:space="preserve"> v</w:t>
      </w:r>
      <w:r w:rsidR="00415C7C">
        <w:t> </w:t>
      </w:r>
      <w:bookmarkEnd w:id="78"/>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lastRenderedPageBreak/>
        <w:t xml:space="preserve">prostřednictvím přímého přístupu do </w:t>
      </w:r>
      <w:proofErr w:type="spellStart"/>
      <w:r w:rsidR="009F646D">
        <w:t>Helpd</w:t>
      </w:r>
      <w:r w:rsidRPr="00E9086F">
        <w:t>esku</w:t>
      </w:r>
      <w:proofErr w:type="spellEnd"/>
      <w:r w:rsidRPr="00E9086F">
        <w:t xml:space="preserve"> na webové adrese</w:t>
      </w:r>
      <w:r>
        <w:t xml:space="preserve"> určené Dodavatelem dle provozních podmínek aplikace </w:t>
      </w:r>
      <w:proofErr w:type="spellStart"/>
      <w:r w:rsidR="009F646D">
        <w:t>Helpdesk</w:t>
      </w:r>
      <w:proofErr w:type="spellEnd"/>
      <w:r w:rsidR="00363C3A">
        <w:t xml:space="preserve">, případně prostřednictvím přímého datového propojení </w:t>
      </w:r>
      <w:proofErr w:type="spellStart"/>
      <w:r w:rsidR="00363C3A">
        <w:t>Helpdesk</w:t>
      </w:r>
      <w:r w:rsidR="007D2F61">
        <w:t>ů</w:t>
      </w:r>
      <w:proofErr w:type="spellEnd"/>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3ED08C21" w:rsidR="00E32E1D" w:rsidRDefault="009F646D" w:rsidP="00CA47ED">
      <w:pPr>
        <w:pStyle w:val="TPText-1slovan"/>
        <w:rPr>
          <w:bCs/>
          <w:szCs w:val="20"/>
        </w:rPr>
      </w:pPr>
      <w:proofErr w:type="spellStart"/>
      <w:r>
        <w:rPr>
          <w:bCs/>
          <w:szCs w:val="20"/>
        </w:rPr>
        <w:t>Helpd</w:t>
      </w:r>
      <w:r w:rsidR="00E32E1D" w:rsidRPr="001A5461">
        <w:rPr>
          <w:bCs/>
          <w:szCs w:val="20"/>
        </w:rPr>
        <w:t>esk</w:t>
      </w:r>
      <w:proofErr w:type="spellEnd"/>
      <w:r w:rsidR="0055599D">
        <w:rPr>
          <w:bCs/>
          <w:szCs w:val="20"/>
        </w:rPr>
        <w:t xml:space="preserve"> </w:t>
      </w:r>
      <w:r w:rsidR="0055599D">
        <w:t>v</w:t>
      </w:r>
      <w:r w:rsidR="00415C7C">
        <w:t xml:space="preserve"> režimu</w:t>
      </w:r>
      <w:r w:rsidR="0055599D">
        <w:t xml:space="preserve"> 1 dle článku </w:t>
      </w:r>
      <w:r w:rsidR="00E95FBF">
        <w:fldChar w:fldCharType="begin"/>
      </w:r>
      <w:r w:rsidR="00E95FBF">
        <w:instrText xml:space="preserve"> REF _Ref26890885 \r \h </w:instrText>
      </w:r>
      <w:r w:rsidR="00E95FBF">
        <w:fldChar w:fldCharType="separate"/>
      </w:r>
      <w:proofErr w:type="gramStart"/>
      <w:r w:rsidR="00E95FBF">
        <w:t>10.1.1</w:t>
      </w:r>
      <w:proofErr w:type="gramEnd"/>
      <w:r w:rsidR="00E95FBF">
        <w:fldChar w:fldCharType="end"/>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proofErr w:type="spellStart"/>
      <w:r>
        <w:rPr>
          <w:bCs/>
          <w:szCs w:val="20"/>
        </w:rPr>
        <w:t>Helpd</w:t>
      </w:r>
      <w:r w:rsidR="00E32E1D" w:rsidRPr="001A5461">
        <w:rPr>
          <w:bCs/>
          <w:szCs w:val="20"/>
        </w:rPr>
        <w:t>esk</w:t>
      </w:r>
      <w:proofErr w:type="spellEnd"/>
      <w:r w:rsidR="00E32E1D" w:rsidRPr="001A5461">
        <w:rPr>
          <w:bCs/>
          <w:szCs w:val="20"/>
        </w:rPr>
        <w:t xml:space="preserve">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proofErr w:type="spellStart"/>
      <w:r>
        <w:rPr>
          <w:bCs/>
          <w:szCs w:val="20"/>
        </w:rPr>
        <w:t>Helpd</w:t>
      </w:r>
      <w:r w:rsidR="00E32E1D" w:rsidRPr="001A5461">
        <w:rPr>
          <w:bCs/>
          <w:szCs w:val="20"/>
        </w:rPr>
        <w:t>esku</w:t>
      </w:r>
      <w:proofErr w:type="spellEnd"/>
      <w:r w:rsidR="00E32E1D" w:rsidRPr="001A5461">
        <w:rPr>
          <w:bCs/>
          <w:szCs w:val="20"/>
        </w:rPr>
        <w:t xml:space="preserve"> je záznam o veškerých úkonech </w:t>
      </w:r>
      <w:proofErr w:type="spellStart"/>
      <w:r>
        <w:rPr>
          <w:bCs/>
          <w:szCs w:val="20"/>
        </w:rPr>
        <w:t>Helpd</w:t>
      </w:r>
      <w:r w:rsidR="00E32E1D" w:rsidRPr="001A5461">
        <w:rPr>
          <w:bCs/>
          <w:szCs w:val="20"/>
        </w:rPr>
        <w:t>esku</w:t>
      </w:r>
      <w:proofErr w:type="spellEnd"/>
      <w:r w:rsidR="00E32E1D" w:rsidRPr="001A5461">
        <w:rPr>
          <w:bCs/>
          <w:szCs w:val="20"/>
        </w:rPr>
        <w:t xml:space="preserve">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proofErr w:type="spellStart"/>
      <w:r>
        <w:t>Helpdesk</w:t>
      </w:r>
      <w:proofErr w:type="spellEnd"/>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proofErr w:type="spellStart"/>
      <w:r>
        <w:t>Helpdesk</w:t>
      </w:r>
      <w:proofErr w:type="spellEnd"/>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proofErr w:type="spellStart"/>
      <w:r w:rsidR="009F646D">
        <w:t>Helpdesk</w:t>
      </w:r>
      <w:proofErr w:type="spellEnd"/>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proofErr w:type="spellStart"/>
      <w:r w:rsidR="009F646D">
        <w:t>Helpdesk</w:t>
      </w:r>
      <w:proofErr w:type="spellEnd"/>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proofErr w:type="spellStart"/>
      <w:r w:rsidR="009F646D">
        <w:t>Helpdesk</w:t>
      </w:r>
      <w:proofErr w:type="spellEnd"/>
      <w:r>
        <w:t xml:space="preserve"> je</w:t>
      </w:r>
    </w:p>
    <w:p w14:paraId="64EF52DE" w14:textId="4238D53A" w:rsidR="0055599D" w:rsidRDefault="0055599D" w:rsidP="00DA736A">
      <w:pPr>
        <w:pStyle w:val="TPText-1slovan"/>
        <w:numPr>
          <w:ilvl w:val="0"/>
          <w:numId w:val="49"/>
        </w:numPr>
      </w:pPr>
      <w:r>
        <w:lastRenderedPageBreak/>
        <w:t xml:space="preserve">pro úroveň L1 </w:t>
      </w:r>
      <w:proofErr w:type="spellStart"/>
      <w:r w:rsidR="009F646D">
        <w:t>Helpdesk</w:t>
      </w:r>
      <w:proofErr w:type="spellEnd"/>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proofErr w:type="spellStart"/>
      <w:r w:rsidR="009F646D">
        <w:t>Helpdesk</w:t>
      </w:r>
      <w:proofErr w:type="spellEnd"/>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proofErr w:type="spellStart"/>
      <w:r w:rsidR="009F646D">
        <w:t>Helpdesk</w:t>
      </w:r>
      <w:proofErr w:type="spellEnd"/>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9" w:name="_Toc103154256"/>
      <w:r>
        <w:t>nahlášení incidentu</w:t>
      </w:r>
      <w:bookmarkEnd w:id="79"/>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proofErr w:type="spellStart"/>
      <w:r w:rsidR="009F646D">
        <w:t>Helpdesk</w:t>
      </w:r>
      <w:proofErr w:type="spellEnd"/>
      <w:r>
        <w:t xml:space="preserve">, odesláním emailu nebo telefonátem na kontaktní číslo </w:t>
      </w:r>
      <w:proofErr w:type="spellStart"/>
      <w:r w:rsidR="009F646D">
        <w:t>Helpdesk</w:t>
      </w:r>
      <w:proofErr w:type="spellEnd"/>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80" w:name="_Toc103154257"/>
      <w:r>
        <w:t>SERVISNí modely</w:t>
      </w:r>
      <w:bookmarkEnd w:id="80"/>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75"/>
        <w:gridCol w:w="1197"/>
        <w:gridCol w:w="570"/>
        <w:gridCol w:w="494"/>
        <w:gridCol w:w="1130"/>
        <w:gridCol w:w="1001"/>
        <w:gridCol w:w="1001"/>
        <w:gridCol w:w="524"/>
        <w:gridCol w:w="530"/>
        <w:gridCol w:w="1130"/>
        <w:gridCol w:w="1125"/>
        <w:gridCol w:w="880"/>
      </w:tblGrid>
      <w:tr w:rsidR="00C07E9E" w:rsidRPr="001E54ED" w14:paraId="2B6D77EB" w14:textId="724B7CAB" w:rsidTr="00C07E9E">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lastRenderedPageBreak/>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C07E9E">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8"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C07E9E">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8"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1" w:name="_Toc103154258"/>
      <w:r>
        <w:t>Účast poddodavatelů</w:t>
      </w:r>
      <w:bookmarkEnd w:id="81"/>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2" w:name="_Toc103154259"/>
      <w:r>
        <w:lastRenderedPageBreak/>
        <w:t>Realizační tým</w:t>
      </w:r>
      <w:bookmarkEnd w:id="82"/>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3" w:name="_Toc27420364"/>
      <w:bookmarkStart w:id="84" w:name="_Toc28452716"/>
      <w:bookmarkStart w:id="85" w:name="_Toc103154260"/>
      <w:bookmarkEnd w:id="83"/>
      <w:bookmarkEnd w:id="84"/>
      <w:r>
        <w:t>K</w:t>
      </w:r>
      <w:r w:rsidR="00B50D4F">
        <w:t>omunikace stran</w:t>
      </w:r>
      <w:bookmarkEnd w:id="85"/>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lastRenderedPageBreak/>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6" w:name="_Toc26368471"/>
      <w:bookmarkStart w:id="87" w:name="_Toc103154261"/>
      <w:bookmarkEnd w:id="86"/>
      <w:r>
        <w:t>Smluvní pokuty</w:t>
      </w:r>
      <w:bookmarkEnd w:id="87"/>
    </w:p>
    <w:p w14:paraId="16973C90" w14:textId="211921E2"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fldChar w:fldCharType="begin"/>
      </w:r>
      <w:r w:rsidR="00E95FBF">
        <w:instrText xml:space="preserve"> REF _Ref26890919 \r \h </w:instrText>
      </w:r>
      <w:r w:rsidR="00E95FBF">
        <w:fldChar w:fldCharType="separate"/>
      </w:r>
      <w:r w:rsidR="00E95FBF">
        <w:t>1</w:t>
      </w:r>
      <w:r w:rsidR="00401CF2">
        <w:t>6</w:t>
      </w:r>
      <w:r w:rsidR="00E95FBF">
        <w:t>.1.2</w:t>
      </w:r>
      <w:r w:rsidR="00E95FBF">
        <w:fldChar w:fldCharType="end"/>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fldChar w:fldCharType="begin"/>
      </w:r>
      <w:r w:rsidR="00E95FBF">
        <w:instrText xml:space="preserve"> REF _Ref26890919 \r \h </w:instrText>
      </w:r>
      <w:r w:rsidR="00E95FBF">
        <w:fldChar w:fldCharType="separate"/>
      </w:r>
      <w:proofErr w:type="gramStart"/>
      <w:r w:rsidR="00E95FBF">
        <w:t>1</w:t>
      </w:r>
      <w:r w:rsidR="00401CF2">
        <w:t>6</w:t>
      </w:r>
      <w:r w:rsidR="00E95FBF">
        <w:t>.1.2</w:t>
      </w:r>
      <w:proofErr w:type="gramEnd"/>
      <w:r w:rsidR="00E95FBF">
        <w:fldChar w:fldCharType="end"/>
      </w:r>
      <w:r w:rsidR="00E75766">
        <w:t>.</w:t>
      </w:r>
    </w:p>
    <w:p w14:paraId="050B64DB" w14:textId="26AD635E" w:rsidR="006D135C" w:rsidRDefault="006D135C" w:rsidP="00B91EFF">
      <w:pPr>
        <w:pStyle w:val="TPText-1slovan"/>
      </w:pPr>
      <w:bookmarkStart w:id="88" w:name="_Ref26890919"/>
      <w:r w:rsidRPr="006D135C">
        <w:t xml:space="preserve">Objednateli vzniká vůči </w:t>
      </w:r>
      <w:r w:rsidR="001F6504">
        <w:t>Dodavateli</w:t>
      </w:r>
      <w:r w:rsidR="001F6504" w:rsidRPr="006D135C">
        <w:t xml:space="preserve"> </w:t>
      </w:r>
      <w:r w:rsidRPr="006D135C">
        <w:t>právo na zaplacení smluvní pokuty:</w:t>
      </w:r>
      <w:bookmarkEnd w:id="88"/>
      <w:r w:rsidRPr="006D135C">
        <w:t xml:space="preserve"> </w:t>
      </w:r>
    </w:p>
    <w:p w14:paraId="1F7456A2" w14:textId="0FA57EAE" w:rsidR="006D135C" w:rsidRDefault="006D135C" w:rsidP="00DA736A">
      <w:pPr>
        <w:pStyle w:val="TPText-1slovan"/>
        <w:numPr>
          <w:ilvl w:val="0"/>
          <w:numId w:val="27"/>
        </w:numPr>
      </w:pPr>
      <w:r>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lastRenderedPageBreak/>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9" w:name="_Toc103154262"/>
      <w:r>
        <w:t xml:space="preserve">Záruka </w:t>
      </w:r>
      <w:r w:rsidR="00F75A5B">
        <w:t xml:space="preserve">za jakost </w:t>
      </w:r>
      <w:r w:rsidR="0041381C">
        <w:t xml:space="preserve">a práva </w:t>
      </w:r>
      <w:r>
        <w:t>z vadného plnění</w:t>
      </w:r>
      <w:bookmarkEnd w:id="89"/>
    </w:p>
    <w:p w14:paraId="39EE0717" w14:textId="0F9A45B0" w:rsidR="00F75A5B" w:rsidRDefault="00F75A5B" w:rsidP="00F75A5B">
      <w:pPr>
        <w:pStyle w:val="TPNadpis-2slovan"/>
      </w:pPr>
      <w:bookmarkStart w:id="90" w:name="_Toc103154263"/>
      <w:r>
        <w:t>Společná ustanovení</w:t>
      </w:r>
      <w:bookmarkEnd w:id="90"/>
    </w:p>
    <w:p w14:paraId="65B0901E" w14:textId="2C07C593" w:rsidR="00F75A5B" w:rsidRDefault="00F75A5B" w:rsidP="00F75A5B">
      <w:pPr>
        <w:pStyle w:val="TPText-1slovan"/>
      </w:pPr>
      <w:r>
        <w:t>Dodavate</w:t>
      </w:r>
      <w:r w:rsidRPr="00127606">
        <w:t xml:space="preserve">l uděluje Objednateli záruku za jakost </w:t>
      </w:r>
      <w:r>
        <w:t xml:space="preserve">Plnění a všech jeho částí na dobu dvou </w:t>
      </w:r>
      <w:r w:rsidR="006C6152">
        <w:t xml:space="preserve">(2) </w:t>
      </w:r>
      <w:r>
        <w:t xml:space="preserve">let </w:t>
      </w:r>
      <w:r w:rsidRPr="00C20F1C">
        <w:t xml:space="preserve">ode dne </w:t>
      </w:r>
      <w:r>
        <w:t>akceptace výstupu Plnění.</w:t>
      </w:r>
    </w:p>
    <w:p w14:paraId="4D618671" w14:textId="51486AA1" w:rsidR="00F75A5B" w:rsidRDefault="00F75A5B" w:rsidP="00F75A5B">
      <w:pPr>
        <w:pStyle w:val="TPText-1slovan"/>
      </w:pPr>
      <w:r>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lastRenderedPageBreak/>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proofErr w:type="spellStart"/>
      <w:r w:rsidR="009F646D">
        <w:t>Helpd</w:t>
      </w:r>
      <w:r>
        <w:t>esku</w:t>
      </w:r>
      <w:proofErr w:type="spellEnd"/>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1" w:name="_Toc103154264"/>
      <w:r>
        <w:t>Záruka vztahující se k Software</w:t>
      </w:r>
      <w:bookmarkEnd w:id="91"/>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lastRenderedPageBreak/>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2" w:name="_Toc103154265"/>
      <w:r>
        <w:t>Záruka vztahující se k Hardware</w:t>
      </w:r>
      <w:bookmarkEnd w:id="92"/>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3" w:name="_Toc103154266"/>
      <w:r>
        <w:t>Ukončení smluvního vztahu</w:t>
      </w:r>
      <w:bookmarkEnd w:id="93"/>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lastRenderedPageBreak/>
        <w:t xml:space="preserve">Objednatel je oprávněn odstoupit od Smlouvy, v případě, že: </w:t>
      </w:r>
    </w:p>
    <w:p w14:paraId="7DE1DA04" w14:textId="6249890E" w:rsidR="008F46D1" w:rsidRDefault="00440523" w:rsidP="00DA736A">
      <w:pPr>
        <w:pStyle w:val="TPText-1slovan"/>
        <w:numPr>
          <w:ilvl w:val="0"/>
          <w:numId w:val="31"/>
        </w:numPr>
      </w:pPr>
      <w:r>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lastRenderedPageBreak/>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4" w:name="_Toc103154267"/>
      <w:r>
        <w:t>Změny smlouvy a změnové řízení</w:t>
      </w:r>
      <w:bookmarkEnd w:id="94"/>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5" w:name="_Toc103154268"/>
      <w:r>
        <w:t>Kybernetická bezpečnost</w:t>
      </w:r>
      <w:bookmarkEnd w:id="95"/>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 xml:space="preserve">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w:t>
      </w:r>
      <w:r w:rsidRPr="00C135A7">
        <w:lastRenderedPageBreak/>
        <w:t>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incidentu, aby Objednatel mohl splnit svou ohlašovací povinnost dle ZKB, případně zvolí jinou formu dohodnutou mezi Objednatelem a Dodavatelem určenou ke včasnému hlášení 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 xml:space="preserve">ohlášením do </w:t>
      </w:r>
      <w:proofErr w:type="spellStart"/>
      <w:r>
        <w:t>Helpdesk</w:t>
      </w:r>
      <w:r w:rsidR="001B096A">
        <w:t>u</w:t>
      </w:r>
      <w:proofErr w:type="spellEnd"/>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lastRenderedPageBreak/>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w:t>
      </w:r>
      <w:r w:rsidRPr="00C135A7">
        <w:lastRenderedPageBreak/>
        <w:t xml:space="preserve">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6" w:name="_Toc103154269"/>
      <w:r>
        <w:lastRenderedPageBreak/>
        <w:t>Ochrana osobních údajů</w:t>
      </w:r>
      <w:bookmarkEnd w:id="96"/>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 xml:space="preserve">uzavřít smlouvu zajištující </w:t>
      </w:r>
      <w:r w:rsidR="00ED54A8">
        <w:lastRenderedPageBreak/>
        <w:t>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kontrolu dodržování povinností týkajících se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7" w:name="_Toc103154270"/>
      <w:r>
        <w:lastRenderedPageBreak/>
        <w:t>ochrana důvěrných informací</w:t>
      </w:r>
      <w:bookmarkEnd w:id="97"/>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Default="007405D7" w:rsidP="007405D7">
      <w:pPr>
        <w:pStyle w:val="TPText-1slovan"/>
      </w:pPr>
      <w:r>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lastRenderedPageBreak/>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1"/>
      <w:headerReference w:type="first" r:id="rId12"/>
      <w:footerReference w:type="first" r:id="rId13"/>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0CF73A" w14:textId="77777777" w:rsidR="00FA2FBC" w:rsidRDefault="00FA2FBC" w:rsidP="00533FFF">
      <w:pPr>
        <w:spacing w:after="0" w:line="240" w:lineRule="auto"/>
      </w:pPr>
      <w:r>
        <w:separator/>
      </w:r>
    </w:p>
  </w:endnote>
  <w:endnote w:type="continuationSeparator" w:id="0">
    <w:p w14:paraId="029A0FB4" w14:textId="77777777" w:rsidR="00FA2FBC" w:rsidRDefault="00FA2FBC"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C4104" w:rsidRPr="00471F7F" w14:paraId="59048D64" w14:textId="77777777" w:rsidTr="00EC4104">
      <w:tc>
        <w:tcPr>
          <w:tcW w:w="1361" w:type="dxa"/>
          <w:tcMar>
            <w:left w:w="0" w:type="dxa"/>
            <w:right w:w="0" w:type="dxa"/>
          </w:tcMar>
          <w:vAlign w:val="bottom"/>
        </w:tcPr>
        <w:p w14:paraId="7EAAC4FF" w14:textId="5460D4F4" w:rsidR="00EC4104" w:rsidRPr="00471F7F" w:rsidRDefault="00EC4104"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D154FF">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D154FF">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EC4104" w:rsidRPr="00471F7F" w:rsidRDefault="00EC4104"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EC4104" w:rsidRPr="00471F7F" w:rsidRDefault="00EC4104"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EC4104" w:rsidRPr="00471F7F" w:rsidRDefault="00EC4104" w:rsidP="00471F7F">
          <w:pPr>
            <w:tabs>
              <w:tab w:val="center" w:pos="4536"/>
              <w:tab w:val="right" w:pos="9072"/>
            </w:tabs>
            <w:spacing w:after="0" w:line="240" w:lineRule="auto"/>
            <w:rPr>
              <w:rFonts w:ascii="Verdana" w:eastAsia="Verdana" w:hAnsi="Verdana"/>
              <w:sz w:val="12"/>
              <w:szCs w:val="12"/>
            </w:rPr>
          </w:pPr>
        </w:p>
      </w:tc>
    </w:tr>
  </w:tbl>
  <w:p w14:paraId="1EB12726" w14:textId="77777777" w:rsidR="00EC4104" w:rsidRPr="00471F7F" w:rsidRDefault="00EC4104"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20BD5549"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150831EF"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EC4104" w:rsidRPr="00471F7F" w14:paraId="1E2FFD23" w14:textId="77777777" w:rsidTr="00EC4104">
      <w:tc>
        <w:tcPr>
          <w:tcW w:w="1361" w:type="dxa"/>
          <w:tcMar>
            <w:left w:w="0" w:type="dxa"/>
            <w:right w:w="0" w:type="dxa"/>
          </w:tcMar>
          <w:vAlign w:val="bottom"/>
        </w:tcPr>
        <w:p w14:paraId="2EA4DDD2" w14:textId="2EBAFEEA" w:rsidR="00EC4104" w:rsidRPr="00471F7F" w:rsidRDefault="00EC4104"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001D30">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001D30">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EC4104"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EC4104" w:rsidRPr="00471F7F" w:rsidRDefault="00EC4104"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EC4104" w:rsidRDefault="00EC410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E7B68E" w14:textId="77777777" w:rsidR="00FA2FBC" w:rsidRDefault="00FA2FBC" w:rsidP="00533FFF">
      <w:pPr>
        <w:spacing w:after="0" w:line="240" w:lineRule="auto"/>
      </w:pPr>
      <w:r>
        <w:separator/>
      </w:r>
    </w:p>
  </w:footnote>
  <w:footnote w:type="continuationSeparator" w:id="0">
    <w:p w14:paraId="652D6DE4" w14:textId="77777777" w:rsidR="00FA2FBC" w:rsidRDefault="00FA2FBC" w:rsidP="00533F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C0A14" w14:textId="59A1F1F2" w:rsidR="00EC4104" w:rsidRDefault="00EC4104">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15:restartNumberingAfterBreak="0">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15:restartNumberingAfterBreak="0">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C49733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15:restartNumberingAfterBreak="0">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15:restartNumberingAfterBreak="0">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9"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0" w15:restartNumberingAfterBreak="0">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15:restartNumberingAfterBreak="0">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15:restartNumberingAfterBreak="0">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15:restartNumberingAfterBreak="0">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7"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9"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0"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1" w15:restartNumberingAfterBreak="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3" w15:restartNumberingAfterBreak="0">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4"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5" w15:restartNumberingAfterBreak="0">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7"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8"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0" w15:restartNumberingAfterBreak="0">
    <w:nsid w:val="4BF367D4"/>
    <w:multiLevelType w:val="hybridMultilevel"/>
    <w:tmpl w:val="D5722018"/>
    <w:lvl w:ilvl="0" w:tplc="A8EA835E">
      <w:start w:val="1"/>
      <w:numFmt w:val="lowerRoman"/>
      <w:lvlText w:val="(%1)"/>
      <w:lvlJc w:val="left"/>
      <w:pPr>
        <w:ind w:left="1854"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1"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2" w15:restartNumberingAfterBreak="0">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15:restartNumberingAfterBreak="0">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4"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5" w15:restartNumberingAfterBreak="0">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6"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7" w15:restartNumberingAfterBreak="0">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0" w15:restartNumberingAfterBreak="0">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1" w15:restartNumberingAfterBreak="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2"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3"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4" w15:restartNumberingAfterBreak="0">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5" w15:restartNumberingAfterBreak="0">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6"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7" w15:restartNumberingAfterBreak="0">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15:restartNumberingAfterBreak="0">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9" w15:restartNumberingAfterBreak="0">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0" w15:restartNumberingAfterBreak="0">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1" w15:restartNumberingAfterBreak="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3"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5"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7"/>
  </w:num>
  <w:num w:numId="3">
    <w:abstractNumId w:val="29"/>
  </w:num>
  <w:num w:numId="4">
    <w:abstractNumId w:val="26"/>
  </w:num>
  <w:num w:numId="5">
    <w:abstractNumId w:val="52"/>
  </w:num>
  <w:num w:numId="6">
    <w:abstractNumId w:val="42"/>
  </w:num>
  <w:num w:numId="7">
    <w:abstractNumId w:val="54"/>
  </w:num>
  <w:num w:numId="8">
    <w:abstractNumId w:val="46"/>
  </w:num>
  <w:num w:numId="9">
    <w:abstractNumId w:val="17"/>
  </w:num>
  <w:num w:numId="10">
    <w:abstractNumId w:val="24"/>
  </w:num>
  <w:num w:numId="11">
    <w:abstractNumId w:val="55"/>
  </w:num>
  <w:num w:numId="12">
    <w:abstractNumId w:val="43"/>
  </w:num>
  <w:num w:numId="13">
    <w:abstractNumId w:val="2"/>
  </w:num>
  <w:num w:numId="14">
    <w:abstractNumId w:val="31"/>
  </w:num>
  <w:num w:numId="15">
    <w:abstractNumId w:val="39"/>
  </w:num>
  <w:num w:numId="16">
    <w:abstractNumId w:val="19"/>
  </w:num>
  <w:num w:numId="17">
    <w:abstractNumId w:val="34"/>
  </w:num>
  <w:num w:numId="18">
    <w:abstractNumId w:val="9"/>
  </w:num>
  <w:num w:numId="19">
    <w:abstractNumId w:val="21"/>
  </w:num>
  <w:num w:numId="20">
    <w:abstractNumId w:val="28"/>
  </w:num>
  <w:num w:numId="21">
    <w:abstractNumId w:val="30"/>
  </w:num>
  <w:num w:numId="22">
    <w:abstractNumId w:val="23"/>
  </w:num>
  <w:num w:numId="23">
    <w:abstractNumId w:val="15"/>
  </w:num>
  <w:num w:numId="24">
    <w:abstractNumId w:val="41"/>
  </w:num>
  <w:num w:numId="25">
    <w:abstractNumId w:val="33"/>
  </w:num>
  <w:num w:numId="26">
    <w:abstractNumId w:val="8"/>
  </w:num>
  <w:num w:numId="27">
    <w:abstractNumId w:val="3"/>
  </w:num>
  <w:num w:numId="28">
    <w:abstractNumId w:val="20"/>
  </w:num>
  <w:num w:numId="29">
    <w:abstractNumId w:val="35"/>
  </w:num>
  <w:num w:numId="30">
    <w:abstractNumId w:val="18"/>
  </w:num>
  <w:num w:numId="31">
    <w:abstractNumId w:val="14"/>
  </w:num>
  <w:num w:numId="32">
    <w:abstractNumId w:val="53"/>
  </w:num>
  <w:num w:numId="33">
    <w:abstractNumId w:val="36"/>
  </w:num>
  <w:num w:numId="34">
    <w:abstractNumId w:val="47"/>
  </w:num>
  <w:num w:numId="35">
    <w:abstractNumId w:val="10"/>
  </w:num>
  <w:num w:numId="36">
    <w:abstractNumId w:val="49"/>
  </w:num>
  <w:num w:numId="37">
    <w:abstractNumId w:val="12"/>
  </w:num>
  <w:num w:numId="38">
    <w:abstractNumId w:val="38"/>
  </w:num>
  <w:num w:numId="39">
    <w:abstractNumId w:val="1"/>
  </w:num>
  <w:num w:numId="40">
    <w:abstractNumId w:val="32"/>
  </w:num>
  <w:num w:numId="41">
    <w:abstractNumId w:val="16"/>
  </w:num>
  <w:num w:numId="42">
    <w:abstractNumId w:val="4"/>
  </w:num>
  <w:num w:numId="43">
    <w:abstractNumId w:val="48"/>
  </w:num>
  <w:num w:numId="44">
    <w:abstractNumId w:val="37"/>
  </w:num>
  <w:num w:numId="45">
    <w:abstractNumId w:val="45"/>
  </w:num>
  <w:num w:numId="46">
    <w:abstractNumId w:val="13"/>
  </w:num>
  <w:num w:numId="47">
    <w:abstractNumId w:val="51"/>
  </w:num>
  <w:num w:numId="48">
    <w:abstractNumId w:val="11"/>
  </w:num>
  <w:num w:numId="49">
    <w:abstractNumId w:val="40"/>
  </w:num>
  <w:num w:numId="50">
    <w:abstractNumId w:val="22"/>
  </w:num>
  <w:num w:numId="51">
    <w:abstractNumId w:val="25"/>
  </w:num>
  <w:num w:numId="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50"/>
  </w:num>
  <w:num w:numId="69">
    <w:abstractNumId w:val="5"/>
  </w:num>
  <w:num w:numId="70">
    <w:abstractNumId w:val="5"/>
  </w:num>
  <w:num w:numId="71">
    <w:abstractNumId w:val="7"/>
  </w:num>
  <w:num w:numId="72">
    <w:abstractNumId w:val="5"/>
  </w:num>
  <w:num w:numId="73">
    <w:abstractNumId w:val="44"/>
  </w:num>
  <w:num w:numId="74">
    <w:abstractNumId w:val="0"/>
  </w:num>
  <w:num w:numId="75">
    <w:abstractNumId w:val="5"/>
  </w:num>
  <w:num w:numId="76">
    <w:abstractNumId w:val="5"/>
  </w:num>
  <w:num w:numId="77">
    <w:abstractNumId w:val="5"/>
  </w:num>
  <w:num w:numId="78">
    <w:abstractNumId w:val="6"/>
  </w:num>
  <w:num w:numId="79">
    <w:abstractNumId w:val="5"/>
  </w:num>
  <w:num w:numId="80">
    <w:abstractNumId w:val="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84C"/>
    <w:rsid w:val="0000017C"/>
    <w:rsid w:val="0000019D"/>
    <w:rsid w:val="0000199B"/>
    <w:rsid w:val="00001D30"/>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77E0E"/>
    <w:rsid w:val="00081462"/>
    <w:rsid w:val="000816E6"/>
    <w:rsid w:val="00082D43"/>
    <w:rsid w:val="00091AD8"/>
    <w:rsid w:val="000923C9"/>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D510D"/>
    <w:rsid w:val="000E51BD"/>
    <w:rsid w:val="000F0903"/>
    <w:rsid w:val="000F0A85"/>
    <w:rsid w:val="000F2124"/>
    <w:rsid w:val="000F4091"/>
    <w:rsid w:val="000F638C"/>
    <w:rsid w:val="000F7805"/>
    <w:rsid w:val="00102158"/>
    <w:rsid w:val="0010505D"/>
    <w:rsid w:val="00110282"/>
    <w:rsid w:val="0011755B"/>
    <w:rsid w:val="00121A67"/>
    <w:rsid w:val="00124449"/>
    <w:rsid w:val="00127E94"/>
    <w:rsid w:val="00127EE0"/>
    <w:rsid w:val="001304A1"/>
    <w:rsid w:val="001413EE"/>
    <w:rsid w:val="00142F54"/>
    <w:rsid w:val="00144FC4"/>
    <w:rsid w:val="001500AE"/>
    <w:rsid w:val="00162DE0"/>
    <w:rsid w:val="00163BDC"/>
    <w:rsid w:val="00167D23"/>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22B2"/>
    <w:rsid w:val="0027523F"/>
    <w:rsid w:val="00275705"/>
    <w:rsid w:val="00283BA7"/>
    <w:rsid w:val="002919AF"/>
    <w:rsid w:val="00292EC7"/>
    <w:rsid w:val="002A0F7C"/>
    <w:rsid w:val="002A2709"/>
    <w:rsid w:val="002A575A"/>
    <w:rsid w:val="002A5DEA"/>
    <w:rsid w:val="002B22F1"/>
    <w:rsid w:val="002B3148"/>
    <w:rsid w:val="002C760E"/>
    <w:rsid w:val="002E71C0"/>
    <w:rsid w:val="002F0D17"/>
    <w:rsid w:val="002F2F57"/>
    <w:rsid w:val="00307B70"/>
    <w:rsid w:val="003115E8"/>
    <w:rsid w:val="00312955"/>
    <w:rsid w:val="00313268"/>
    <w:rsid w:val="00313E55"/>
    <w:rsid w:val="0031544E"/>
    <w:rsid w:val="003158E5"/>
    <w:rsid w:val="00316E34"/>
    <w:rsid w:val="003224AD"/>
    <w:rsid w:val="003228BD"/>
    <w:rsid w:val="00326752"/>
    <w:rsid w:val="003277D7"/>
    <w:rsid w:val="003329A6"/>
    <w:rsid w:val="0034028A"/>
    <w:rsid w:val="0034560C"/>
    <w:rsid w:val="00346522"/>
    <w:rsid w:val="003618EC"/>
    <w:rsid w:val="00363C3A"/>
    <w:rsid w:val="00364CD8"/>
    <w:rsid w:val="00365321"/>
    <w:rsid w:val="00371D29"/>
    <w:rsid w:val="00372865"/>
    <w:rsid w:val="00373FDE"/>
    <w:rsid w:val="003762DF"/>
    <w:rsid w:val="00383BCD"/>
    <w:rsid w:val="00385782"/>
    <w:rsid w:val="00391637"/>
    <w:rsid w:val="003916F6"/>
    <w:rsid w:val="00391D31"/>
    <w:rsid w:val="00397EC3"/>
    <w:rsid w:val="003A47CF"/>
    <w:rsid w:val="003A60F1"/>
    <w:rsid w:val="003C08EA"/>
    <w:rsid w:val="003D6F2C"/>
    <w:rsid w:val="003E27BE"/>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36B77"/>
    <w:rsid w:val="00440523"/>
    <w:rsid w:val="00442655"/>
    <w:rsid w:val="00443993"/>
    <w:rsid w:val="00446BC5"/>
    <w:rsid w:val="00452F32"/>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7C2"/>
    <w:rsid w:val="0055599D"/>
    <w:rsid w:val="0055737D"/>
    <w:rsid w:val="00564DB8"/>
    <w:rsid w:val="00565C11"/>
    <w:rsid w:val="0056642F"/>
    <w:rsid w:val="005713A3"/>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B2587"/>
    <w:rsid w:val="005B50A6"/>
    <w:rsid w:val="005B5AAE"/>
    <w:rsid w:val="005B77C3"/>
    <w:rsid w:val="005D20D2"/>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ABC"/>
    <w:rsid w:val="00634CEF"/>
    <w:rsid w:val="00637D64"/>
    <w:rsid w:val="00640013"/>
    <w:rsid w:val="00644123"/>
    <w:rsid w:val="00647040"/>
    <w:rsid w:val="00650071"/>
    <w:rsid w:val="00650E11"/>
    <w:rsid w:val="00651733"/>
    <w:rsid w:val="006525E5"/>
    <w:rsid w:val="0065312D"/>
    <w:rsid w:val="0065484F"/>
    <w:rsid w:val="00654E13"/>
    <w:rsid w:val="0065607B"/>
    <w:rsid w:val="00663D04"/>
    <w:rsid w:val="00672C96"/>
    <w:rsid w:val="006730E8"/>
    <w:rsid w:val="0068274C"/>
    <w:rsid w:val="0068649E"/>
    <w:rsid w:val="00690E16"/>
    <w:rsid w:val="006A23E1"/>
    <w:rsid w:val="006A2A62"/>
    <w:rsid w:val="006A41AA"/>
    <w:rsid w:val="006A50C1"/>
    <w:rsid w:val="006B1799"/>
    <w:rsid w:val="006B1B23"/>
    <w:rsid w:val="006B3197"/>
    <w:rsid w:val="006C22BE"/>
    <w:rsid w:val="006C6152"/>
    <w:rsid w:val="006D0670"/>
    <w:rsid w:val="006D1304"/>
    <w:rsid w:val="006D135C"/>
    <w:rsid w:val="006D39AC"/>
    <w:rsid w:val="006D3A84"/>
    <w:rsid w:val="006D492A"/>
    <w:rsid w:val="006E2D72"/>
    <w:rsid w:val="006E5DD6"/>
    <w:rsid w:val="006E6B26"/>
    <w:rsid w:val="006E6DA9"/>
    <w:rsid w:val="006F0BBE"/>
    <w:rsid w:val="006F2AEC"/>
    <w:rsid w:val="006F7E09"/>
    <w:rsid w:val="007036B7"/>
    <w:rsid w:val="0071189B"/>
    <w:rsid w:val="00711DF2"/>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6CF"/>
    <w:rsid w:val="00747B32"/>
    <w:rsid w:val="00751A06"/>
    <w:rsid w:val="00754D6A"/>
    <w:rsid w:val="0075610B"/>
    <w:rsid w:val="00757D14"/>
    <w:rsid w:val="00763F32"/>
    <w:rsid w:val="00766DF5"/>
    <w:rsid w:val="007670CE"/>
    <w:rsid w:val="00767154"/>
    <w:rsid w:val="00772301"/>
    <w:rsid w:val="00780932"/>
    <w:rsid w:val="0078160E"/>
    <w:rsid w:val="007872A2"/>
    <w:rsid w:val="00787FF4"/>
    <w:rsid w:val="00790AA0"/>
    <w:rsid w:val="00790E39"/>
    <w:rsid w:val="00791242"/>
    <w:rsid w:val="007A0C9E"/>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46165"/>
    <w:rsid w:val="008519C2"/>
    <w:rsid w:val="0085302D"/>
    <w:rsid w:val="00853037"/>
    <w:rsid w:val="00856A93"/>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52C1"/>
    <w:rsid w:val="008B1E3E"/>
    <w:rsid w:val="008B31AA"/>
    <w:rsid w:val="008B401A"/>
    <w:rsid w:val="008B5866"/>
    <w:rsid w:val="008B6251"/>
    <w:rsid w:val="008B67A2"/>
    <w:rsid w:val="008C2042"/>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304FD"/>
    <w:rsid w:val="009307A9"/>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41B2"/>
    <w:rsid w:val="00992E43"/>
    <w:rsid w:val="00994370"/>
    <w:rsid w:val="0099459C"/>
    <w:rsid w:val="009A1BB0"/>
    <w:rsid w:val="009A35F3"/>
    <w:rsid w:val="009A4457"/>
    <w:rsid w:val="009B123A"/>
    <w:rsid w:val="009B2418"/>
    <w:rsid w:val="009B2C63"/>
    <w:rsid w:val="009B3128"/>
    <w:rsid w:val="009B57D8"/>
    <w:rsid w:val="009B6FBB"/>
    <w:rsid w:val="009C12F7"/>
    <w:rsid w:val="009C18C6"/>
    <w:rsid w:val="009D6476"/>
    <w:rsid w:val="009D6F91"/>
    <w:rsid w:val="009E29FE"/>
    <w:rsid w:val="009E4621"/>
    <w:rsid w:val="009E5A18"/>
    <w:rsid w:val="009F2FA3"/>
    <w:rsid w:val="009F440B"/>
    <w:rsid w:val="009F646D"/>
    <w:rsid w:val="009F75F1"/>
    <w:rsid w:val="00A00FDF"/>
    <w:rsid w:val="00A02FE3"/>
    <w:rsid w:val="00A05DF3"/>
    <w:rsid w:val="00A07421"/>
    <w:rsid w:val="00A11218"/>
    <w:rsid w:val="00A1187F"/>
    <w:rsid w:val="00A11B07"/>
    <w:rsid w:val="00A14BDA"/>
    <w:rsid w:val="00A20148"/>
    <w:rsid w:val="00A30A9B"/>
    <w:rsid w:val="00A36805"/>
    <w:rsid w:val="00A37173"/>
    <w:rsid w:val="00A4293D"/>
    <w:rsid w:val="00A51ABC"/>
    <w:rsid w:val="00A652FD"/>
    <w:rsid w:val="00A65F9E"/>
    <w:rsid w:val="00A7061E"/>
    <w:rsid w:val="00A774E0"/>
    <w:rsid w:val="00A80735"/>
    <w:rsid w:val="00A83885"/>
    <w:rsid w:val="00A84D6D"/>
    <w:rsid w:val="00AA00A3"/>
    <w:rsid w:val="00AA171D"/>
    <w:rsid w:val="00AA331E"/>
    <w:rsid w:val="00AA590A"/>
    <w:rsid w:val="00AB0CBB"/>
    <w:rsid w:val="00AB1E08"/>
    <w:rsid w:val="00AC055D"/>
    <w:rsid w:val="00AC1052"/>
    <w:rsid w:val="00AC5836"/>
    <w:rsid w:val="00AD12AE"/>
    <w:rsid w:val="00AD1ECC"/>
    <w:rsid w:val="00AD6A8A"/>
    <w:rsid w:val="00AD6A94"/>
    <w:rsid w:val="00AD71B9"/>
    <w:rsid w:val="00AE1792"/>
    <w:rsid w:val="00AE281E"/>
    <w:rsid w:val="00AE64C8"/>
    <w:rsid w:val="00AE7901"/>
    <w:rsid w:val="00AF0B65"/>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3B4A"/>
    <w:rsid w:val="00B35A45"/>
    <w:rsid w:val="00B37EFD"/>
    <w:rsid w:val="00B46F93"/>
    <w:rsid w:val="00B47135"/>
    <w:rsid w:val="00B50D4F"/>
    <w:rsid w:val="00B51133"/>
    <w:rsid w:val="00B52817"/>
    <w:rsid w:val="00B66F40"/>
    <w:rsid w:val="00B70809"/>
    <w:rsid w:val="00B70B6B"/>
    <w:rsid w:val="00B74162"/>
    <w:rsid w:val="00B77EBD"/>
    <w:rsid w:val="00B917FB"/>
    <w:rsid w:val="00B91EFF"/>
    <w:rsid w:val="00B953B1"/>
    <w:rsid w:val="00B95454"/>
    <w:rsid w:val="00B964D1"/>
    <w:rsid w:val="00B96922"/>
    <w:rsid w:val="00BB1CD1"/>
    <w:rsid w:val="00BB296D"/>
    <w:rsid w:val="00BC2B0D"/>
    <w:rsid w:val="00BC31C0"/>
    <w:rsid w:val="00BC3C1A"/>
    <w:rsid w:val="00BD0F2E"/>
    <w:rsid w:val="00BD42B7"/>
    <w:rsid w:val="00BD5614"/>
    <w:rsid w:val="00BD5B7F"/>
    <w:rsid w:val="00BD66B9"/>
    <w:rsid w:val="00BE04E4"/>
    <w:rsid w:val="00BE7B83"/>
    <w:rsid w:val="00BF138B"/>
    <w:rsid w:val="00BF3C14"/>
    <w:rsid w:val="00C06183"/>
    <w:rsid w:val="00C07E9E"/>
    <w:rsid w:val="00C11046"/>
    <w:rsid w:val="00C135A7"/>
    <w:rsid w:val="00C16F56"/>
    <w:rsid w:val="00C17E1C"/>
    <w:rsid w:val="00C21A4E"/>
    <w:rsid w:val="00C3150D"/>
    <w:rsid w:val="00C3314F"/>
    <w:rsid w:val="00C34EFE"/>
    <w:rsid w:val="00C37777"/>
    <w:rsid w:val="00C4225D"/>
    <w:rsid w:val="00C455C8"/>
    <w:rsid w:val="00C46B5F"/>
    <w:rsid w:val="00C519C6"/>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D1798"/>
    <w:rsid w:val="00CD4FC6"/>
    <w:rsid w:val="00CD5EB8"/>
    <w:rsid w:val="00CE32F8"/>
    <w:rsid w:val="00CF0087"/>
    <w:rsid w:val="00CF5C55"/>
    <w:rsid w:val="00D0485B"/>
    <w:rsid w:val="00D154FF"/>
    <w:rsid w:val="00D17218"/>
    <w:rsid w:val="00D17442"/>
    <w:rsid w:val="00D3172A"/>
    <w:rsid w:val="00D31834"/>
    <w:rsid w:val="00D33EE4"/>
    <w:rsid w:val="00D34523"/>
    <w:rsid w:val="00D40B71"/>
    <w:rsid w:val="00D410B7"/>
    <w:rsid w:val="00D52079"/>
    <w:rsid w:val="00D553F0"/>
    <w:rsid w:val="00D5584D"/>
    <w:rsid w:val="00D60022"/>
    <w:rsid w:val="00D6111F"/>
    <w:rsid w:val="00D631C9"/>
    <w:rsid w:val="00D6541D"/>
    <w:rsid w:val="00D7714A"/>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6208"/>
    <w:rsid w:val="00DB763A"/>
    <w:rsid w:val="00DC0CC5"/>
    <w:rsid w:val="00DC2C4A"/>
    <w:rsid w:val="00DD0BC9"/>
    <w:rsid w:val="00DE1BF8"/>
    <w:rsid w:val="00DE2D93"/>
    <w:rsid w:val="00DE5EF1"/>
    <w:rsid w:val="00DF17D1"/>
    <w:rsid w:val="00E00A79"/>
    <w:rsid w:val="00E01734"/>
    <w:rsid w:val="00E01D90"/>
    <w:rsid w:val="00E01DFB"/>
    <w:rsid w:val="00E03188"/>
    <w:rsid w:val="00E034FD"/>
    <w:rsid w:val="00E055AF"/>
    <w:rsid w:val="00E0795D"/>
    <w:rsid w:val="00E13532"/>
    <w:rsid w:val="00E2168F"/>
    <w:rsid w:val="00E31B19"/>
    <w:rsid w:val="00E32E1D"/>
    <w:rsid w:val="00E35582"/>
    <w:rsid w:val="00E454DD"/>
    <w:rsid w:val="00E53B47"/>
    <w:rsid w:val="00E56CB1"/>
    <w:rsid w:val="00E61F72"/>
    <w:rsid w:val="00E73C45"/>
    <w:rsid w:val="00E75459"/>
    <w:rsid w:val="00E75766"/>
    <w:rsid w:val="00E770C8"/>
    <w:rsid w:val="00E81355"/>
    <w:rsid w:val="00E82F6C"/>
    <w:rsid w:val="00E86F13"/>
    <w:rsid w:val="00E9086F"/>
    <w:rsid w:val="00E94320"/>
    <w:rsid w:val="00E95FBF"/>
    <w:rsid w:val="00E97A4A"/>
    <w:rsid w:val="00EA4502"/>
    <w:rsid w:val="00EA5FC9"/>
    <w:rsid w:val="00EA65D4"/>
    <w:rsid w:val="00EB6178"/>
    <w:rsid w:val="00EC2006"/>
    <w:rsid w:val="00EC4104"/>
    <w:rsid w:val="00EC58C2"/>
    <w:rsid w:val="00ED373F"/>
    <w:rsid w:val="00ED54A8"/>
    <w:rsid w:val="00ED61F0"/>
    <w:rsid w:val="00ED74D1"/>
    <w:rsid w:val="00EE16DC"/>
    <w:rsid w:val="00EE2C23"/>
    <w:rsid w:val="00EE7134"/>
    <w:rsid w:val="00EF0A55"/>
    <w:rsid w:val="00EF3692"/>
    <w:rsid w:val="00EF39D2"/>
    <w:rsid w:val="00EF4636"/>
    <w:rsid w:val="00EF4E9A"/>
    <w:rsid w:val="00F001B2"/>
    <w:rsid w:val="00F039B0"/>
    <w:rsid w:val="00F063AA"/>
    <w:rsid w:val="00F146D8"/>
    <w:rsid w:val="00F14FA8"/>
    <w:rsid w:val="00F25DFD"/>
    <w:rsid w:val="00F35567"/>
    <w:rsid w:val="00F375E8"/>
    <w:rsid w:val="00F40881"/>
    <w:rsid w:val="00F52786"/>
    <w:rsid w:val="00F52B62"/>
    <w:rsid w:val="00F56D62"/>
    <w:rsid w:val="00F57FE1"/>
    <w:rsid w:val="00F61060"/>
    <w:rsid w:val="00F75A5B"/>
    <w:rsid w:val="00F770C4"/>
    <w:rsid w:val="00F804D6"/>
    <w:rsid w:val="00F8118A"/>
    <w:rsid w:val="00F832E7"/>
    <w:rsid w:val="00F8502B"/>
    <w:rsid w:val="00F97535"/>
    <w:rsid w:val="00F97D31"/>
    <w:rsid w:val="00FA2FBC"/>
    <w:rsid w:val="00FA611F"/>
    <w:rsid w:val="00FA753F"/>
    <w:rsid w:val="00FA7A55"/>
    <w:rsid w:val="00FD07F5"/>
    <w:rsid w:val="00FD11AA"/>
    <w:rsid w:val="00FD2EFD"/>
    <w:rsid w:val="00FE39EC"/>
    <w:rsid w:val="00FE4015"/>
    <w:rsid w:val="00FE445E"/>
    <w:rsid w:val="00FE5E67"/>
    <w:rsid w:val="00FE6D99"/>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6448B3"/>
  <w15:docId w15:val="{3E98E6D9-0D2D-41DE-BB31-48B3C43D6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3.xml><?xml version="1.0" encoding="utf-8"?>
<ds:datastoreItem xmlns:ds="http://schemas.openxmlformats.org/officeDocument/2006/customXml" ds:itemID="{ACE53019-DC22-4217-B596-C35C266D88AE}">
  <ds:schemaRef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www.w3.org/XML/1998/namespace"/>
    <ds:schemaRef ds:uri="http://purl.org/dc/terms/"/>
  </ds:schemaRefs>
</ds:datastoreItem>
</file>

<file path=customXml/itemProps4.xml><?xml version="1.0" encoding="utf-8"?>
<ds:datastoreItem xmlns:ds="http://schemas.openxmlformats.org/officeDocument/2006/customXml" ds:itemID="{BA3C8281-5123-44F9-96F6-8CE468EA7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11133</Words>
  <Characters>65689</Characters>
  <Application>Microsoft Office Word</Application>
  <DocSecurity>0</DocSecurity>
  <Lines>547</Lines>
  <Paragraphs>153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Zajíčková Veronika, Mgr.</cp:lastModifiedBy>
  <cp:revision>2</cp:revision>
  <dcterms:created xsi:type="dcterms:W3CDTF">2022-09-23T06:12:00Z</dcterms:created>
  <dcterms:modified xsi:type="dcterms:W3CDTF">2022-09-23T06:12:00Z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