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FE48D" w14:textId="692A2753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80534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05343" w:rsidRPr="00805343">
        <w:rPr>
          <w:rFonts w:asciiTheme="majorHAnsi" w:eastAsia="Times New Roman" w:hAnsiTheme="majorHAnsi" w:cs="Times New Roman"/>
          <w:lang w:eastAsia="cs-CZ"/>
        </w:rPr>
        <w:t xml:space="preserve">2 </w:t>
      </w:r>
      <w:r w:rsidR="00472CFB">
        <w:rPr>
          <w:rFonts w:asciiTheme="majorHAnsi" w:eastAsia="Times New Roman" w:hAnsiTheme="majorHAnsi" w:cs="Times New Roman"/>
          <w:lang w:eastAsia="cs-CZ"/>
        </w:rPr>
        <w:t>Kupní s</w:t>
      </w:r>
      <w:r w:rsidR="00A756D0" w:rsidRPr="00805343">
        <w:rPr>
          <w:rFonts w:asciiTheme="majorHAnsi" w:eastAsia="Times New Roman" w:hAnsiTheme="majorHAnsi" w:cs="Times New Roman"/>
          <w:lang w:eastAsia="cs-CZ"/>
        </w:rPr>
        <w:t>mlouvy</w:t>
      </w:r>
    </w:p>
    <w:p w14:paraId="334FAE8B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12E7E29D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64ED6BE3" w14:textId="2C8BF990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cena za </w:t>
      </w:r>
      <w:r w:rsidR="00842276">
        <w:rPr>
          <w:rFonts w:asciiTheme="majorHAnsi" w:eastAsia="Times New Roman" w:hAnsiTheme="majorHAnsi" w:cs="Arial"/>
          <w:b/>
          <w:bCs/>
          <w:caps/>
          <w:kern w:val="32"/>
        </w:rPr>
        <w:t>Plnění</w:t>
      </w:r>
    </w:p>
    <w:p w14:paraId="0350CEEB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14:paraId="6774E5A9" w14:textId="77777777" w:rsidTr="00D43A69">
        <w:tc>
          <w:tcPr>
            <w:tcW w:w="2972" w:type="dxa"/>
            <w:shd w:val="clear" w:color="auto" w:fill="D9D9D9"/>
          </w:tcPr>
          <w:p w14:paraId="4E1EAC9E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14:paraId="09D0F96E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14:paraId="30FD94C7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14:paraId="0B41696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66131E" w14:textId="77777777" w:rsidTr="00D43A69">
        <w:tc>
          <w:tcPr>
            <w:tcW w:w="2972" w:type="dxa"/>
          </w:tcPr>
          <w:p w14:paraId="0A9B776A" w14:textId="77777777" w:rsidR="00E24804" w:rsidRPr="00E24804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E24804">
              <w:rPr>
                <w:rFonts w:asciiTheme="majorHAnsi" w:hAnsiTheme="majorHAnsi"/>
              </w:rPr>
              <w:t>Server typ A</w:t>
            </w:r>
          </w:p>
          <w:p w14:paraId="0940CA0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Název Hardware - 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686" w:type="dxa"/>
          </w:tcPr>
          <w:p w14:paraId="1592D14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3C7236E7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3 ks</w:t>
            </w:r>
          </w:p>
        </w:tc>
        <w:tc>
          <w:tcPr>
            <w:tcW w:w="1984" w:type="dxa"/>
          </w:tcPr>
          <w:p w14:paraId="04B10DAB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2A90E0A0" w14:textId="77777777" w:rsidTr="00D43A69">
        <w:tc>
          <w:tcPr>
            <w:tcW w:w="2972" w:type="dxa"/>
          </w:tcPr>
          <w:p w14:paraId="41F83001" w14:textId="77777777" w:rsidR="00E24804" w:rsidRPr="00E24804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E24804">
              <w:rPr>
                <w:rFonts w:asciiTheme="majorHAnsi" w:hAnsiTheme="majorHAnsi"/>
              </w:rPr>
              <w:t>Server typ B</w:t>
            </w:r>
          </w:p>
          <w:p w14:paraId="6956627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Název Hardware - 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686" w:type="dxa"/>
          </w:tcPr>
          <w:p w14:paraId="320D443B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41FF57B6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7BD4B782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510D55E0" w14:textId="77777777" w:rsidTr="00D43A69">
        <w:tc>
          <w:tcPr>
            <w:tcW w:w="2972" w:type="dxa"/>
          </w:tcPr>
          <w:p w14:paraId="13063145" w14:textId="77777777" w:rsidR="00E24804" w:rsidRPr="00E24804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Server typ C</w:t>
            </w:r>
          </w:p>
          <w:p w14:paraId="6F9CE10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Název Hardware - 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686" w:type="dxa"/>
          </w:tcPr>
          <w:p w14:paraId="7072D0B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FBEF032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 ks</w:t>
            </w:r>
          </w:p>
        </w:tc>
        <w:tc>
          <w:tcPr>
            <w:tcW w:w="1984" w:type="dxa"/>
          </w:tcPr>
          <w:p w14:paraId="5B11B303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2D15FE60" w14:textId="77777777" w:rsidTr="00D43A69">
        <w:tc>
          <w:tcPr>
            <w:tcW w:w="2972" w:type="dxa"/>
          </w:tcPr>
          <w:p w14:paraId="07A45FC6" w14:textId="77777777" w:rsidR="00E24804" w:rsidRPr="00E24804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Diskové pole </w:t>
            </w:r>
          </w:p>
          <w:p w14:paraId="47FAE9E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Název Hardware - 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686" w:type="dxa"/>
          </w:tcPr>
          <w:p w14:paraId="7FEBF484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1A107599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047C3BF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6851511A" w14:textId="77777777" w:rsidTr="00D43A69">
        <w:tc>
          <w:tcPr>
            <w:tcW w:w="2972" w:type="dxa"/>
          </w:tcPr>
          <w:p w14:paraId="3FCC7BD2" w14:textId="77777777" w:rsidR="00E24804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Ostatní vybavení    </w:t>
            </w:r>
          </w:p>
          <w:p w14:paraId="22B7040D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PDU ve formátu 1U</w:t>
            </w:r>
          </w:p>
        </w:tc>
        <w:tc>
          <w:tcPr>
            <w:tcW w:w="1686" w:type="dxa"/>
          </w:tcPr>
          <w:p w14:paraId="62233B9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CB2EE84" w14:textId="77777777" w:rsidR="00EF3BFB" w:rsidRPr="00FF65DD" w:rsidRDefault="00E248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 ks</w:t>
            </w:r>
          </w:p>
        </w:tc>
        <w:tc>
          <w:tcPr>
            <w:tcW w:w="1984" w:type="dxa"/>
          </w:tcPr>
          <w:p w14:paraId="7775412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261DE99" w14:textId="77777777" w:rsidTr="00D43A69">
        <w:tc>
          <w:tcPr>
            <w:tcW w:w="2972" w:type="dxa"/>
          </w:tcPr>
          <w:p w14:paraId="1706FD8B" w14:textId="10F1E5ED" w:rsidR="00EF3BFB" w:rsidRPr="00FF65DD" w:rsidRDefault="00656B8C" w:rsidP="0084227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842276">
              <w:rPr>
                <w:rFonts w:asciiTheme="majorHAnsi" w:hAnsiTheme="majorHAnsi"/>
                <w:b/>
              </w:rPr>
              <w:t>Plnění</w:t>
            </w:r>
            <w:r w:rsidR="00842276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t>v Kč bez DPH</w:t>
            </w:r>
          </w:p>
        </w:tc>
        <w:tc>
          <w:tcPr>
            <w:tcW w:w="5654" w:type="dxa"/>
            <w:gridSpan w:val="3"/>
          </w:tcPr>
          <w:p w14:paraId="02397C4A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6DA219DE" w14:textId="77777777" w:rsidTr="00D43A69">
        <w:tc>
          <w:tcPr>
            <w:tcW w:w="2972" w:type="dxa"/>
          </w:tcPr>
          <w:p w14:paraId="2FA58ADF" w14:textId="77777777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14:paraId="7CCD5E28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3C551999" w14:textId="77777777" w:rsidTr="00D43A69">
        <w:tc>
          <w:tcPr>
            <w:tcW w:w="2972" w:type="dxa"/>
          </w:tcPr>
          <w:p w14:paraId="7EC744DE" w14:textId="2B0E7C0E" w:rsidR="00656B8C" w:rsidRPr="00FF65DD" w:rsidRDefault="00656B8C" w:rsidP="00842276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842276">
              <w:rPr>
                <w:rFonts w:asciiTheme="majorHAnsi" w:hAnsiTheme="majorHAnsi"/>
                <w:b/>
              </w:rPr>
              <w:t>Plnění</w:t>
            </w:r>
            <w:r w:rsidR="00842276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t>v Kč včetně DPH</w:t>
            </w:r>
          </w:p>
        </w:tc>
        <w:tc>
          <w:tcPr>
            <w:tcW w:w="5654" w:type="dxa"/>
            <w:gridSpan w:val="3"/>
          </w:tcPr>
          <w:p w14:paraId="3DA9F627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27C3DDD9" w14:textId="271EACB1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ED3D193" w14:textId="77777777" w:rsidR="00D43A69" w:rsidRDefault="00D43A6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AD6A38F" w14:textId="77777777" w:rsidR="009F392E" w:rsidRPr="00F0533E" w:rsidRDefault="009F392E" w:rsidP="00F0533E">
      <w:bookmarkStart w:id="0" w:name="_GoBack"/>
      <w:bookmarkEnd w:id="0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D1E61" w14:textId="77777777" w:rsidR="00070FA3" w:rsidRDefault="00070FA3" w:rsidP="00962258">
      <w:pPr>
        <w:spacing w:after="0" w:line="240" w:lineRule="auto"/>
      </w:pPr>
      <w:r>
        <w:separator/>
      </w:r>
    </w:p>
  </w:endnote>
  <w:endnote w:type="continuationSeparator" w:id="0">
    <w:p w14:paraId="30F1FDC5" w14:textId="77777777" w:rsidR="00070FA3" w:rsidRDefault="00070F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230F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73B870" w14:textId="6790795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22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22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7794D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A95515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D5D9B7E" w14:textId="77777777" w:rsidR="00F1715C" w:rsidRDefault="00F1715C" w:rsidP="00D831A3">
          <w:pPr>
            <w:pStyle w:val="Zpat"/>
          </w:pPr>
        </w:p>
      </w:tc>
    </w:tr>
  </w:tbl>
  <w:p w14:paraId="4B12F28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FA6E58" wp14:editId="2D67E6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5FF05B7" wp14:editId="238B007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324C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06B318" w14:textId="7601FE8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2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2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115524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FC337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4F8A4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37910D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688381D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2DD7DDD" w14:textId="77777777" w:rsidR="00F1715C" w:rsidRDefault="00F1715C" w:rsidP="00460660">
          <w:pPr>
            <w:pStyle w:val="Zpat"/>
          </w:pPr>
        </w:p>
      </w:tc>
    </w:tr>
  </w:tbl>
  <w:p w14:paraId="529FFE8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4C7325B" wp14:editId="78E3BF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4270D74" wp14:editId="793C00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3B49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1824E" w14:textId="77777777" w:rsidR="00070FA3" w:rsidRDefault="00070FA3" w:rsidP="00962258">
      <w:pPr>
        <w:spacing w:after="0" w:line="240" w:lineRule="auto"/>
      </w:pPr>
      <w:r>
        <w:separator/>
      </w:r>
    </w:p>
  </w:footnote>
  <w:footnote w:type="continuationSeparator" w:id="0">
    <w:p w14:paraId="35BA264F" w14:textId="77777777" w:rsidR="00070FA3" w:rsidRDefault="00070F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BB0C0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B5AE3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8D17D3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BE832C" w14:textId="77777777" w:rsidR="00F1715C" w:rsidRPr="00D6163D" w:rsidRDefault="00F1715C" w:rsidP="00D6163D">
          <w:pPr>
            <w:pStyle w:val="Druhdokumentu"/>
          </w:pPr>
        </w:p>
      </w:tc>
    </w:tr>
  </w:tbl>
  <w:p w14:paraId="7CC9F2C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5EE5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AE88F8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D74BB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7FA5BD" w14:textId="77777777" w:rsidR="00F1715C" w:rsidRPr="00D6163D" w:rsidRDefault="00F1715C" w:rsidP="00FC6389">
          <w:pPr>
            <w:pStyle w:val="Druhdokumentu"/>
          </w:pPr>
        </w:p>
      </w:tc>
    </w:tr>
    <w:tr w:rsidR="009F392E" w14:paraId="59FFB91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6967A8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E7092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B56BF8F" w14:textId="77777777" w:rsidR="009F392E" w:rsidRPr="00D6163D" w:rsidRDefault="009F392E" w:rsidP="00FC6389">
          <w:pPr>
            <w:pStyle w:val="Druhdokumentu"/>
          </w:pPr>
        </w:p>
      </w:tc>
    </w:tr>
  </w:tbl>
  <w:p w14:paraId="426CE05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69DBDE8" wp14:editId="0C8B3D9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E7C89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70FA3"/>
    <w:rsid w:val="00072C1E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1E496E"/>
    <w:rsid w:val="00207DF5"/>
    <w:rsid w:val="00231A25"/>
    <w:rsid w:val="00280E07"/>
    <w:rsid w:val="002B42BB"/>
    <w:rsid w:val="002C31BF"/>
    <w:rsid w:val="002D08B1"/>
    <w:rsid w:val="002E0CD7"/>
    <w:rsid w:val="00341DCF"/>
    <w:rsid w:val="00357BC6"/>
    <w:rsid w:val="003956C6"/>
    <w:rsid w:val="003B71C1"/>
    <w:rsid w:val="00436802"/>
    <w:rsid w:val="00441430"/>
    <w:rsid w:val="00450F07"/>
    <w:rsid w:val="00453CD3"/>
    <w:rsid w:val="00460660"/>
    <w:rsid w:val="00472CFB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2610"/>
    <w:rsid w:val="007C589B"/>
    <w:rsid w:val="007E4A6E"/>
    <w:rsid w:val="007F56A7"/>
    <w:rsid w:val="00805343"/>
    <w:rsid w:val="00807DD0"/>
    <w:rsid w:val="00842276"/>
    <w:rsid w:val="008659F3"/>
    <w:rsid w:val="00886D4B"/>
    <w:rsid w:val="00895406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B7487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B6A7B"/>
    <w:rsid w:val="00CD1FC4"/>
    <w:rsid w:val="00D21061"/>
    <w:rsid w:val="00D4108E"/>
    <w:rsid w:val="00D43A69"/>
    <w:rsid w:val="00D6163D"/>
    <w:rsid w:val="00D73D46"/>
    <w:rsid w:val="00D831A3"/>
    <w:rsid w:val="00DC75F3"/>
    <w:rsid w:val="00DD46F3"/>
    <w:rsid w:val="00DE56F2"/>
    <w:rsid w:val="00DF116D"/>
    <w:rsid w:val="00E24804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C408D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B42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42B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42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42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42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75A1DD-BB71-42AB-A869-0675F6132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D894FE-BB3B-4B51-9722-182D21E9F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31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10</cp:revision>
  <cp:lastPrinted>2017-11-28T17:18:00Z</cp:lastPrinted>
  <dcterms:created xsi:type="dcterms:W3CDTF">2020-02-20T08:52:00Z</dcterms:created>
  <dcterms:modified xsi:type="dcterms:W3CDTF">2022-09-21T09:47:00Z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