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w:t>
      </w:r>
      <w:r w:rsidRPr="008463DA">
        <w:t>: „</w:t>
      </w:r>
      <w:r w:rsidR="00F22A98" w:rsidRPr="008463DA">
        <w:t>Karviná ON - rekonstrukce části výpravní budovy</w:t>
      </w:r>
      <w:r w:rsidRPr="008463DA">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F64709" w:rsidP="00F91101">
      <w:pPr>
        <w:spacing w:after="120"/>
        <w:ind w:left="567"/>
        <w:jc w:val="both"/>
        <w:rPr>
          <w:rFonts w:ascii="Verdana" w:hAnsi="Verdana" w:cs="Calibri"/>
        </w:rPr>
      </w:pPr>
      <w:r w:rsidRPr="00F64709">
        <w:t>Mgr. Lenka Dieguezová</w:t>
      </w:r>
      <w:r w:rsidR="00F91101" w:rsidRPr="005C7EED">
        <w:rPr>
          <w:rFonts w:ascii="Verdana" w:hAnsi="Verdana" w:cs="Calibri"/>
        </w:rPr>
        <w:t xml:space="preserve">, tel.: </w:t>
      </w:r>
      <w:r w:rsidRPr="00F64709">
        <w:t>+420 724 932 386</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F64709" w:rsidP="00F91101">
      <w:pPr>
        <w:spacing w:after="120"/>
        <w:ind w:left="567"/>
        <w:jc w:val="both"/>
        <w:rPr>
          <w:rFonts w:ascii="Verdana" w:hAnsi="Verdana" w:cs="Calibri"/>
        </w:rPr>
      </w:pPr>
      <w:r w:rsidRPr="00F64709">
        <w:t>Bc. Pavel Divín, MBA</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F64709">
        <w:t>+420 724 932 367</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64709" w:rsidP="00F91101">
      <w:pPr>
        <w:pStyle w:val="Textbezodsazen"/>
        <w:ind w:left="567"/>
      </w:pPr>
      <w:r>
        <w:t>Ing. Dalibor Hrubý</w:t>
      </w:r>
      <w:r w:rsidR="00F91101" w:rsidRPr="005C7EED">
        <w:rPr>
          <w:rFonts w:ascii="Verdana" w:hAnsi="Verdana" w:cs="Calibri"/>
        </w:rPr>
        <w:t xml:space="preserve">, tel.: </w:t>
      </w:r>
      <w:r w:rsidR="005278B7" w:rsidRPr="005278B7">
        <w:t>+420 722 819 307</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22A98" w:rsidRPr="00F22A98" w:rsidRDefault="00F22A98" w:rsidP="00F22A98">
      <w:pPr>
        <w:pStyle w:val="Textbezodsazen"/>
      </w:pPr>
      <w:r w:rsidRPr="00F22A98">
        <w:t>ISPROFOND/SUBISPROFIN: 5813520045/5813520045</w:t>
      </w:r>
    </w:p>
    <w:p w:rsidR="00F422D3" w:rsidRDefault="00F422D3" w:rsidP="00B42F40">
      <w:pPr>
        <w:pStyle w:val="Textbezodsazen"/>
      </w:pP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Pr="001C0B50"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w:t>
      </w:r>
      <w:r w:rsidR="00F91101" w:rsidRPr="001C0B50">
        <w:t xml:space="preserve">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rsidRPr="001C0B50">
        <w:t xml:space="preserve">ve fázi </w:t>
      </w:r>
      <w:r w:rsidR="00F91101" w:rsidRPr="001C0B50">
        <w:t>realizac</w:t>
      </w:r>
      <w:r w:rsidR="00DC1143" w:rsidRPr="001C0B50">
        <w:t>e</w:t>
      </w:r>
      <w:r w:rsidR="00F91101" w:rsidRPr="001C0B50">
        <w:t xml:space="preserve"> stavby „</w:t>
      </w:r>
      <w:r w:rsidR="00F22A98" w:rsidRPr="001C0B50">
        <w:rPr>
          <w:rFonts w:ascii="Verdana" w:hAnsi="Verdana" w:cs="Calibri"/>
        </w:rPr>
        <w:t>Karviná ON - rekonstrukce části výpravní budovy</w:t>
      </w:r>
      <w:r w:rsidR="00F91101" w:rsidRPr="001C0B50">
        <w:t xml:space="preserve">“ (dále jen „stavba“). Koordinátor BOZP se zavazuje, že pro </w:t>
      </w:r>
      <w:r w:rsidRPr="001C0B50">
        <w:t>Objednatel</w:t>
      </w:r>
      <w:r w:rsidR="00F91101" w:rsidRPr="001C0B50">
        <w:t>e bude za úplatu vykonávat vlastním jménem a na svou odpovědnost níže uvedené činnosti a</w:t>
      </w:r>
      <w:r w:rsidRPr="001C0B50">
        <w:t> Objednatel</w:t>
      </w:r>
      <w:r w:rsidR="00F91101" w:rsidRPr="001C0B50">
        <w:t xml:space="preserve"> se zavazuje zaplatit koordinátorovi BOZP za to dohodnutou cenu</w:t>
      </w:r>
      <w:r w:rsidR="003F0D9A" w:rsidRPr="001C0B50">
        <w:t xml:space="preserve"> (dále jen „Dílo“)</w:t>
      </w:r>
      <w:r w:rsidR="00F91101" w:rsidRPr="001C0B50">
        <w:t>.</w:t>
      </w:r>
    </w:p>
    <w:p w:rsidR="00F91101" w:rsidRPr="005C7EED" w:rsidRDefault="00F91101" w:rsidP="0013733C">
      <w:pPr>
        <w:pStyle w:val="Text1-1"/>
        <w:numPr>
          <w:ilvl w:val="1"/>
          <w:numId w:val="8"/>
        </w:numPr>
        <w:tabs>
          <w:tab w:val="clear" w:pos="1446"/>
          <w:tab w:val="num" w:pos="737"/>
        </w:tabs>
        <w:ind w:left="737"/>
      </w:pPr>
      <w:r w:rsidRPr="001C0B50">
        <w:t>Koordinátor BOZP je povinen vykonávat v souladu se zákonem č.</w:t>
      </w:r>
      <w:r w:rsidR="0016651F" w:rsidRPr="001C0B50">
        <w:t> </w:t>
      </w:r>
      <w:r w:rsidRPr="001C0B50">
        <w:t>309/2006</w:t>
      </w:r>
      <w:r w:rsidRPr="005C7EED">
        <w:t xml:space="preserve">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1C0B50" w:rsidRDefault="00F91101" w:rsidP="00F7247A">
      <w:pPr>
        <w:pStyle w:val="Text1-2"/>
        <w:numPr>
          <w:ilvl w:val="2"/>
          <w:numId w:val="8"/>
        </w:numPr>
        <w:tabs>
          <w:tab w:val="clear" w:pos="1474"/>
        </w:tabs>
        <w:ind w:left="737"/>
      </w:pPr>
      <w:r w:rsidRPr="005C7EED">
        <w:t>Zahájení výkonu činnosti</w:t>
      </w:r>
      <w:r w:rsidRPr="001C0B50">
        <w:t>: bezodkladně po nabytí účinnosti této smlouvy.</w:t>
      </w:r>
    </w:p>
    <w:p w:rsidR="00F91101" w:rsidRPr="001C0B50" w:rsidRDefault="00F91101" w:rsidP="00F7247A">
      <w:pPr>
        <w:pStyle w:val="Text1-2"/>
        <w:numPr>
          <w:ilvl w:val="2"/>
          <w:numId w:val="8"/>
        </w:numPr>
        <w:tabs>
          <w:tab w:val="clear" w:pos="1474"/>
        </w:tabs>
        <w:ind w:left="737"/>
      </w:pPr>
      <w:r w:rsidRPr="001C0B50">
        <w:t xml:space="preserve">Ukončení výkonu činnosti: do </w:t>
      </w:r>
      <w:r w:rsidR="00F22A98" w:rsidRPr="001C0B50">
        <w:rPr>
          <w:rFonts w:cs="Arial"/>
        </w:rPr>
        <w:t xml:space="preserve">12 </w:t>
      </w:r>
      <w:r w:rsidRPr="001C0B50">
        <w:t>měsíců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rsidRPr="001C0B50">
        <w:t>Objednatel</w:t>
      </w:r>
      <w:r w:rsidR="00F91101" w:rsidRPr="001C0B50">
        <w:t xml:space="preserve"> je oprávněn od této smlouvy odstoupit v případě, že stavba nebude zahájena, a koordinátor BOZP není oprávněn z tohoto důvodu po </w:t>
      </w:r>
      <w:r w:rsidRPr="001C0B50">
        <w:t>Objednatel</w:t>
      </w:r>
      <w:r w:rsidR="00F91101" w:rsidRPr="001C0B50">
        <w:t>i požadovat zaplacení ceny, náhradu jakýchkoli nákladů, náhradu ušlého zisku</w:t>
      </w:r>
      <w:bookmarkStart w:id="0" w:name="_GoBack"/>
      <w:bookmarkEnd w:id="0"/>
      <w:r w:rsidR="00F91101" w:rsidRPr="005C7EED">
        <w:t xml:space="preserve">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lastRenderedPageBreak/>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lastRenderedPageBreak/>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w:t>
      </w:r>
      <w:r w:rsidRPr="005C7EED">
        <w:lastRenderedPageBreak/>
        <w:t>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0B50">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C0B5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0B50"/>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278B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3DA"/>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22A98"/>
    <w:rsid w:val="00F310F8"/>
    <w:rsid w:val="00F35939"/>
    <w:rsid w:val="00F422D3"/>
    <w:rsid w:val="00F44EA1"/>
    <w:rsid w:val="00F45607"/>
    <w:rsid w:val="00F4722B"/>
    <w:rsid w:val="00F54432"/>
    <w:rsid w:val="00F64709"/>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FF5D80-0151-49AB-AE8D-418C6A407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13</Pages>
  <Words>6261</Words>
  <Characters>36946</Characters>
  <Application>Microsoft Office Word</Application>
  <DocSecurity>0</DocSecurity>
  <Lines>307</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9</cp:revision>
  <cp:lastPrinted>2019-03-12T14:16:00Z</cp:lastPrinted>
  <dcterms:created xsi:type="dcterms:W3CDTF">2022-06-28T12:54:00Z</dcterms:created>
  <dcterms:modified xsi:type="dcterms:W3CDTF">2022-09-30T13:49:00Z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