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618DA" w14:textId="08FB212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 w:rsidRPr="006E647C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5206BB77" w:rsidR="0082080C" w:rsidRPr="006E647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E647C" w:rsidRPr="00265A85">
        <w:rPr>
          <w:rFonts w:ascii="Verdana" w:hAnsi="Verdana"/>
          <w:b/>
          <w:sz w:val="18"/>
          <w:szCs w:val="18"/>
        </w:rPr>
        <w:t>„</w:t>
      </w:r>
      <w:r w:rsidR="006E647C" w:rsidRPr="00265A85">
        <w:rPr>
          <w:rFonts w:ascii="Verdana" w:hAnsi="Verdana"/>
          <w:b/>
          <w:bCs/>
          <w:sz w:val="18"/>
          <w:szCs w:val="18"/>
        </w:rPr>
        <w:t xml:space="preserve">Výběr a </w:t>
      </w:r>
      <w:r w:rsidR="006E647C" w:rsidRPr="006E647C">
        <w:rPr>
          <w:rFonts w:ascii="Verdana" w:hAnsi="Verdana"/>
          <w:b/>
          <w:bCs/>
          <w:sz w:val="18"/>
          <w:szCs w:val="18"/>
        </w:rPr>
        <w:t>zpracování tržeb z pokladen turniketů a mincovníků veřejných WC v obvodu OŘ Praha 2022-2023“</w:t>
      </w:r>
      <w:r w:rsidR="006E647C" w:rsidRPr="006E647C">
        <w:rPr>
          <w:rFonts w:ascii="Verdana" w:hAnsi="Verdana"/>
          <w:sz w:val="18"/>
          <w:szCs w:val="18"/>
        </w:rPr>
        <w:t xml:space="preserve"> </w:t>
      </w:r>
      <w:r w:rsidRPr="006E647C">
        <w:rPr>
          <w:rFonts w:ascii="Verdana" w:hAnsi="Verdana"/>
          <w:sz w:val="18"/>
          <w:szCs w:val="18"/>
        </w:rPr>
        <w:t>tímto čestně prohlašuje</w:t>
      </w:r>
      <w:r w:rsidR="003B09D8" w:rsidRPr="006E647C">
        <w:rPr>
          <w:rFonts w:ascii="Verdana" w:hAnsi="Verdana"/>
          <w:sz w:val="18"/>
          <w:szCs w:val="18"/>
        </w:rPr>
        <w:t xml:space="preserve">, </w:t>
      </w:r>
      <w:r w:rsidR="00CB2BA8" w:rsidRPr="006E647C">
        <w:rPr>
          <w:rFonts w:ascii="Verdana" w:hAnsi="Verdana"/>
          <w:sz w:val="18"/>
          <w:szCs w:val="18"/>
        </w:rPr>
        <w:t xml:space="preserve">že </w:t>
      </w:r>
      <w:r w:rsidR="00D54281" w:rsidRPr="006E647C">
        <w:rPr>
          <w:rFonts w:ascii="Verdana" w:hAnsi="Verdana"/>
          <w:sz w:val="18"/>
          <w:szCs w:val="18"/>
        </w:rPr>
        <w:t xml:space="preserve">za posledních 5 let </w:t>
      </w:r>
      <w:r w:rsidR="0082080C" w:rsidRPr="006E647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 w:rsidRPr="006E647C">
        <w:rPr>
          <w:rFonts w:ascii="Verdana" w:hAnsi="Verdana"/>
          <w:sz w:val="18"/>
          <w:szCs w:val="18"/>
        </w:rPr>
        <w:t>významné služb</w:t>
      </w:r>
      <w:r w:rsidR="006E647C" w:rsidRPr="006E647C">
        <w:rPr>
          <w:rFonts w:ascii="Verdana" w:hAnsi="Verdana"/>
          <w:sz w:val="18"/>
          <w:szCs w:val="18"/>
        </w:rPr>
        <w:t>y</w:t>
      </w:r>
      <w:r w:rsidR="0082080C" w:rsidRPr="006E647C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6E647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6E647C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172A256A" w:rsidR="00651541" w:rsidRPr="006E647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6E647C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42714" w:rsidRPr="006E647C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6E647C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6E647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6E647C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6E647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6E647C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48C23CFB" w:rsidR="00651541" w:rsidRPr="006E647C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6E647C">
              <w:rPr>
                <w:rFonts w:ascii="Verdana" w:hAnsi="Verdana" w:cstheme="minorHAnsi"/>
                <w:b/>
                <w:sz w:val="18"/>
                <w:szCs w:val="18"/>
              </w:rPr>
              <w:t xml:space="preserve">Předmět </w:t>
            </w:r>
            <w:r w:rsidR="00E42714" w:rsidRPr="006E647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6AD634F2" w:rsidR="00E42714" w:rsidRPr="006E647C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E64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6E647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81F14A2" w14:textId="434AB684" w:rsidR="00E42714" w:rsidRPr="006E647C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E647C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  <w:p w14:paraId="3B676F08" w14:textId="77777777" w:rsidR="00651541" w:rsidRPr="006E647C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6E647C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6E647C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6E647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41200D31" w:rsidR="00651541" w:rsidRPr="006E647C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E647C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E42714" w:rsidRPr="006E647C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6E647C" w:rsidRPr="006E647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6E647C">
              <w:rPr>
                <w:rFonts w:ascii="Verdana" w:hAnsi="Verdana" w:cstheme="minorHAnsi"/>
                <w:sz w:val="18"/>
                <w:szCs w:val="18"/>
              </w:rPr>
              <w:t>požadovaných v čl. 5.1.4</w:t>
            </w:r>
            <w:r w:rsidRPr="006E647C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6E647C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6E647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6E647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6E647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6E647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6E647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6E647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6E647C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6E647C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6E647C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6E647C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6E647C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6E647C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E647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7657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E5998" w14:textId="286A163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4271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A3124" w:rsidRPr="004A312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E98A1" w14:textId="022E2FB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4271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A3124" w:rsidRPr="004A312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E42714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E42714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7ADCD338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 w:rsidRPr="006E647C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3124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647C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6AB4E-42F1-4579-968C-5E29AD34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7</cp:revision>
  <cp:lastPrinted>2018-03-26T11:24:00Z</cp:lastPrinted>
  <dcterms:created xsi:type="dcterms:W3CDTF">2021-06-14T09:40:00Z</dcterms:created>
  <dcterms:modified xsi:type="dcterms:W3CDTF">2022-09-20T11:50:00Z</dcterms:modified>
</cp:coreProperties>
</file>