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bookmarkStart w:id="0" w:name="_GoBack"/>
      <w:bookmarkEnd w:id="0"/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E576F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79633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1E6748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576F"/>
    <w:rsid w:val="001E6748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796336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197B71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7</cp:revision>
  <dcterms:created xsi:type="dcterms:W3CDTF">2021-12-10T06:37:00Z</dcterms:created>
  <dcterms:modified xsi:type="dcterms:W3CDTF">2022-09-16T06:58:00Z</dcterms:modified>
</cp:coreProperties>
</file>