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FCDFF" w14:textId="74071295" w:rsidR="00254CF7" w:rsidRDefault="00254CF7" w:rsidP="00254CF7">
      <w:pPr>
        <w:spacing w:after="0" w:line="240" w:lineRule="auto"/>
        <w:ind w:left="360"/>
        <w:outlineLvl w:val="0"/>
        <w:rPr>
          <w:b/>
          <w:bCs/>
          <w:sz w:val="23"/>
          <w:szCs w:val="23"/>
        </w:rPr>
      </w:pPr>
      <w:r w:rsidRPr="00254CF7">
        <w:rPr>
          <w:bCs/>
          <w:szCs w:val="18"/>
        </w:rPr>
        <w:t>Příloha č. 2 Zadávací dokumentace</w:t>
      </w:r>
    </w:p>
    <w:p w14:paraId="0EDF4C35" w14:textId="77777777" w:rsidR="00254CF7" w:rsidRDefault="00254CF7" w:rsidP="00254CF7">
      <w:pPr>
        <w:spacing w:after="0" w:line="240" w:lineRule="auto"/>
        <w:ind w:left="360"/>
        <w:outlineLvl w:val="0"/>
        <w:rPr>
          <w:b/>
          <w:bCs/>
          <w:sz w:val="23"/>
          <w:szCs w:val="23"/>
        </w:rPr>
      </w:pPr>
    </w:p>
    <w:p w14:paraId="7C9960B0" w14:textId="77777777" w:rsidR="00026EC7" w:rsidRPr="00026EC7" w:rsidRDefault="00026EC7" w:rsidP="00026EC7">
      <w:pPr>
        <w:keepNext/>
        <w:keepLines/>
        <w:spacing w:after="240" w:line="264" w:lineRule="auto"/>
        <w:outlineLvl w:val="2"/>
        <w:rPr>
          <w:rFonts w:eastAsia="Times New Roman" w:cs="Times New Roman"/>
          <w:b/>
          <w:noProof/>
          <w:sz w:val="24"/>
          <w:szCs w:val="24"/>
          <w:u w:val="single"/>
        </w:rPr>
      </w:pPr>
      <w:r w:rsidRPr="00026EC7">
        <w:rPr>
          <w:rFonts w:eastAsia="Times New Roman" w:cs="Times New Roman"/>
          <w:b/>
          <w:noProof/>
          <w:sz w:val="24"/>
          <w:szCs w:val="24"/>
          <w:u w:val="single"/>
        </w:rPr>
        <w:t>„Pojištění odpovědnosti Správy železnic na rok 2023“</w:t>
      </w:r>
    </w:p>
    <w:p w14:paraId="7043BD31" w14:textId="341DF6FF" w:rsidR="003A77F8" w:rsidRDefault="003A77F8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</w:p>
    <w:p w14:paraId="4C8F8A36" w14:textId="40C7F14C" w:rsidR="001C313E" w:rsidRDefault="001C313E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Podklady ke kalkulaci </w:t>
      </w:r>
      <w:r w:rsidRPr="006A692B">
        <w:rPr>
          <w:rFonts w:eastAsia="Times New Roman" w:cs="Arial"/>
          <w:b/>
          <w:lang w:eastAsia="cs-CZ"/>
        </w:rPr>
        <w:t xml:space="preserve">pojistného </w:t>
      </w:r>
    </w:p>
    <w:p w14:paraId="263972C1" w14:textId="77777777" w:rsidR="00717A24" w:rsidRPr="005716DA" w:rsidRDefault="00717A24" w:rsidP="001C313E">
      <w:pPr>
        <w:spacing w:after="0" w:line="240" w:lineRule="auto"/>
        <w:ind w:left="360"/>
        <w:jc w:val="center"/>
        <w:outlineLvl w:val="0"/>
        <w:rPr>
          <w:rFonts w:eastAsia="Times New Roman" w:cs="Arial"/>
          <w:b/>
          <w:lang w:eastAsia="cs-CZ"/>
        </w:rPr>
      </w:pPr>
    </w:p>
    <w:p w14:paraId="18492A5C" w14:textId="77777777" w:rsidR="001C313E" w:rsidRPr="005716DA" w:rsidRDefault="001C313E" w:rsidP="002272C2">
      <w:pPr>
        <w:spacing w:after="0" w:line="240" w:lineRule="auto"/>
        <w:ind w:left="0"/>
        <w:rPr>
          <w:rFonts w:eastAsia="Times New Roman" w:cs="Times New Roman"/>
          <w:lang w:eastAsia="cs-CZ"/>
        </w:rPr>
      </w:pPr>
    </w:p>
    <w:p w14:paraId="49EAD680" w14:textId="43564BAE" w:rsidR="001C313E" w:rsidRPr="005716DA" w:rsidRDefault="001C313E" w:rsidP="001C313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716DA">
        <w:rPr>
          <w:rFonts w:eastAsia="Times New Roman" w:cs="Times New Roman"/>
          <w:b/>
          <w:lang w:eastAsia="cs-CZ"/>
        </w:rPr>
        <w:t xml:space="preserve">A. </w:t>
      </w:r>
      <w:r w:rsidR="00014ACD">
        <w:rPr>
          <w:rFonts w:eastAsia="Times New Roman" w:cs="Times New Roman"/>
          <w:b/>
          <w:lang w:eastAsia="cs-CZ"/>
        </w:rPr>
        <w:t>„</w:t>
      </w:r>
      <w:r w:rsidRPr="005716DA">
        <w:rPr>
          <w:rFonts w:eastAsia="Times New Roman" w:cs="Times New Roman"/>
          <w:b/>
          <w:lang w:eastAsia="cs-CZ"/>
        </w:rPr>
        <w:t>Pojištění odpovědnosti za újmu</w:t>
      </w:r>
      <w:r w:rsidR="00014ACD">
        <w:rPr>
          <w:rFonts w:eastAsia="Times New Roman" w:cs="Times New Roman"/>
          <w:b/>
          <w:lang w:eastAsia="cs-CZ"/>
        </w:rPr>
        <w:t xml:space="preserve"> vzniklou jinému v souvislosti se zajištěním provozování železniční dopravní cesty a její provozuschopnosti, zajišťování údržby, opravy, rozvoje, modernizace železniční dopravní cesty, prováděním staveb, provozováním drah a v souvislosti s činnostmi zadavatele vyplývajícími z obchodního rejstříku, na období roku </w:t>
      </w:r>
      <w:r w:rsidR="00141B26">
        <w:rPr>
          <w:rFonts w:eastAsia="Times New Roman" w:cs="Times New Roman"/>
          <w:b/>
          <w:lang w:eastAsia="cs-CZ"/>
        </w:rPr>
        <w:t>2023</w:t>
      </w:r>
      <w:r w:rsidR="00014ACD">
        <w:rPr>
          <w:rFonts w:eastAsia="Times New Roman" w:cs="Times New Roman"/>
          <w:b/>
          <w:lang w:eastAsia="cs-CZ"/>
        </w:rPr>
        <w:t>.“</w:t>
      </w:r>
    </w:p>
    <w:p w14:paraId="5133C67D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</w:p>
    <w:p w14:paraId="4A528905" w14:textId="77777777" w:rsidR="001C313E" w:rsidRPr="005716DA" w:rsidRDefault="001C313E" w:rsidP="001C313E">
      <w:pPr>
        <w:spacing w:after="0" w:line="240" w:lineRule="auto"/>
        <w:ind w:left="851" w:hanging="284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1. Předmět činnosti, který má být zahrnut do pojištění </w:t>
      </w:r>
    </w:p>
    <w:p w14:paraId="5B5F55F6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Převažující náplní činnosti zadavatele je níže uvedené:</w:t>
      </w:r>
    </w:p>
    <w:p w14:paraId="7371B3B4" w14:textId="77777777" w:rsidR="001C313E" w:rsidRPr="005716DA" w:rsidRDefault="001C313E" w:rsidP="001C313E">
      <w:pPr>
        <w:numPr>
          <w:ilvl w:val="3"/>
          <w:numId w:val="8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zajištění provozování železniční dopravní cesty a její provozuschopnosti, zajišťováním údržby, opravy, rozvoje a modernizace železniční dopravní cesty, provádění staveb,</w:t>
      </w:r>
    </w:p>
    <w:p w14:paraId="6C07EB76" w14:textId="77777777" w:rsidR="001C313E" w:rsidRPr="005716DA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správa a údržba provozních budov (zejména nádraží, nástupiště, provozní budovy)</w:t>
      </w:r>
      <w:r w:rsidRPr="008A7F01">
        <w:rPr>
          <w:rFonts w:eastAsia="Times New Roman" w:cs="Times New Roman"/>
          <w:bCs/>
          <w:color w:val="0070C0"/>
          <w:lang w:eastAsia="cs-CZ"/>
        </w:rPr>
        <w:t>,</w:t>
      </w:r>
    </w:p>
    <w:p w14:paraId="06E0FD70" w14:textId="77777777" w:rsidR="001C313E" w:rsidRDefault="001C313E" w:rsidP="001C313E">
      <w:pPr>
        <w:numPr>
          <w:ilvl w:val="3"/>
          <w:numId w:val="8"/>
        </w:numPr>
        <w:spacing w:before="0" w:after="200"/>
        <w:contextualSpacing/>
        <w:rPr>
          <w:rFonts w:eastAsia="Times New Roman" w:cs="Times New Roman"/>
          <w:bCs/>
          <w:color w:val="000000"/>
          <w:lang w:eastAsia="cs-CZ"/>
        </w:rPr>
      </w:pPr>
      <w:r w:rsidRPr="005716DA">
        <w:rPr>
          <w:rFonts w:eastAsia="Times New Roman" w:cs="Times New Roman"/>
          <w:bCs/>
          <w:color w:val="000000"/>
          <w:lang w:eastAsia="cs-CZ"/>
        </w:rPr>
        <w:t>distribuce elektrické energie</w:t>
      </w:r>
    </w:p>
    <w:p w14:paraId="00677700" w14:textId="77777777" w:rsidR="001C313E" w:rsidRPr="00047A01" w:rsidRDefault="001C313E" w:rsidP="001C313E">
      <w:pPr>
        <w:pStyle w:val="Odstavecseseznamem"/>
        <w:spacing w:after="0" w:line="240" w:lineRule="auto"/>
        <w:ind w:left="1056" w:right="-1"/>
        <w:jc w:val="both"/>
        <w:rPr>
          <w:rFonts w:eastAsia="Times New Roman" w:cs="Arial"/>
          <w:lang w:eastAsia="cs-CZ"/>
        </w:rPr>
      </w:pPr>
      <w:r w:rsidRPr="00047A01">
        <w:rPr>
          <w:rFonts w:eastAsia="Times New Roman" w:cs="Arial"/>
          <w:lang w:eastAsia="cs-CZ"/>
        </w:rPr>
        <w:t xml:space="preserve">Zadavatel neprovozuje osobní a </w:t>
      </w:r>
      <w:r w:rsidRPr="006A692B">
        <w:rPr>
          <w:rFonts w:eastAsia="Times New Roman" w:cs="Arial"/>
          <w:lang w:eastAsia="cs-CZ"/>
        </w:rPr>
        <w:t>nákladní dopravu a přepravu vyjma přeprav k zajištění vlastní činnosti a pro vlastní potřebu.</w:t>
      </w:r>
    </w:p>
    <w:p w14:paraId="1C4CEF27" w14:textId="77777777" w:rsidR="001C313E" w:rsidRPr="005716DA" w:rsidRDefault="001C313E" w:rsidP="001C313E">
      <w:pPr>
        <w:spacing w:after="200"/>
        <w:ind w:left="1440"/>
        <w:contextualSpacing/>
        <w:rPr>
          <w:rFonts w:eastAsia="Times New Roman" w:cs="Times New Roman"/>
          <w:bCs/>
          <w:color w:val="000000"/>
          <w:lang w:eastAsia="cs-CZ"/>
        </w:rPr>
      </w:pPr>
    </w:p>
    <w:p w14:paraId="4E7F6ED4" w14:textId="77777777" w:rsidR="001C313E" w:rsidRPr="005716DA" w:rsidRDefault="001C313E" w:rsidP="001C313E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Times New Roman"/>
          <w:color w:val="000000"/>
          <w:lang w:eastAsia="cs-CZ"/>
        </w:rPr>
        <w:t>Za činnost nejvíce rizikovou z pohledu možných škod považuje zadavatel zajištění provozování železniční dopravní cesty a její provozuschopnosti, zajišťováním údržby, opravy, rozvoje a modernizace železniční dopravní cesty, a provádění staveb.</w:t>
      </w:r>
    </w:p>
    <w:p w14:paraId="09CBA412" w14:textId="77777777" w:rsidR="001C313E" w:rsidRPr="005716DA" w:rsidRDefault="001C313E" w:rsidP="001C313E">
      <w:pPr>
        <w:spacing w:after="0" w:line="240" w:lineRule="auto"/>
        <w:ind w:left="720"/>
        <w:contextualSpacing/>
        <w:rPr>
          <w:rFonts w:eastAsia="Times New Roman" w:cs="Arial"/>
          <w:lang w:eastAsia="cs-CZ"/>
        </w:rPr>
      </w:pPr>
    </w:p>
    <w:p w14:paraId="1BCD13A1" w14:textId="506D880E" w:rsidR="001C313E" w:rsidRPr="002272C2" w:rsidRDefault="001C313E" w:rsidP="002272C2">
      <w:pPr>
        <w:numPr>
          <w:ilvl w:val="0"/>
          <w:numId w:val="5"/>
        </w:numPr>
        <w:spacing w:before="0" w:after="0" w:line="240" w:lineRule="auto"/>
        <w:ind w:right="-1"/>
        <w:jc w:val="both"/>
        <w:rPr>
          <w:rFonts w:eastAsia="Times New Roman" w:cs="Arial"/>
          <w:lang w:eastAsia="cs-CZ"/>
        </w:rPr>
      </w:pPr>
      <w:r w:rsidRPr="009E58B1">
        <w:rPr>
          <w:rFonts w:eastAsia="Times New Roman" w:cs="Arial"/>
          <w:lang w:eastAsia="cs-CZ"/>
        </w:rPr>
        <w:t>Pozn. Zadavatel nemá vlastní vývoj a výzkum a nepoužívá dodavatelské služby, zároveň nevyrábí výrobky ani komponenty výrobků jiných. Hlavní činností není výroba, z pohledu odběru služeb převažují velkoodběratelé provozující drážní dopravu.</w:t>
      </w:r>
    </w:p>
    <w:p w14:paraId="2576D50A" w14:textId="77777777" w:rsidR="001C313E" w:rsidRPr="005716DA" w:rsidRDefault="001C313E" w:rsidP="001C313E">
      <w:pPr>
        <w:spacing w:after="0" w:line="240" w:lineRule="auto"/>
        <w:ind w:right="-1"/>
        <w:rPr>
          <w:rFonts w:eastAsia="Times New Roman" w:cs="Arial"/>
          <w:lang w:eastAsia="cs-CZ"/>
        </w:rPr>
      </w:pPr>
    </w:p>
    <w:p w14:paraId="5AD7BA65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2. Územní rozsah pojištění</w:t>
      </w:r>
    </w:p>
    <w:p w14:paraId="2116A5C3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územním rozsahem pojištění je pouze území České republiky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008117C4" w14:textId="15096D96" w:rsidR="001C313E" w:rsidRPr="005716DA" w:rsidRDefault="001C313E" w:rsidP="002272C2">
      <w:pPr>
        <w:spacing w:after="0" w:line="240" w:lineRule="auto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>Zadavatel dále uvádí, že není výrobcem a nevyváží žádné výrobky do jiných zemí</w:t>
      </w:r>
      <w:r w:rsidRPr="008A7F01">
        <w:rPr>
          <w:rFonts w:eastAsia="Times New Roman" w:cs="Arial"/>
          <w:color w:val="0070C0"/>
          <w:lang w:eastAsia="cs-CZ"/>
        </w:rPr>
        <w:t>.</w:t>
      </w:r>
      <w:r w:rsidRPr="005716DA">
        <w:rPr>
          <w:rFonts w:eastAsia="Times New Roman" w:cs="Arial"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</w:r>
      <w:r w:rsidRPr="005716DA">
        <w:rPr>
          <w:rFonts w:eastAsia="Times New Roman" w:cs="Arial"/>
          <w:b/>
          <w:lang w:eastAsia="cs-CZ"/>
        </w:rPr>
        <w:tab/>
        <w:t xml:space="preserve"> </w:t>
      </w:r>
    </w:p>
    <w:p w14:paraId="73796330" w14:textId="77777777" w:rsidR="001C313E" w:rsidRPr="005716DA" w:rsidRDefault="001C313E" w:rsidP="001C313E">
      <w:pPr>
        <w:spacing w:after="0" w:line="240" w:lineRule="auto"/>
        <w:ind w:left="852" w:hanging="285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3. Zhodnocení </w:t>
      </w:r>
      <w:r>
        <w:rPr>
          <w:rFonts w:eastAsia="Times New Roman" w:cs="Arial"/>
          <w:b/>
          <w:lang w:eastAsia="cs-CZ"/>
        </w:rPr>
        <w:t>stavu majetku</w:t>
      </w:r>
      <w:r w:rsidRPr="005716DA">
        <w:rPr>
          <w:rFonts w:eastAsia="Times New Roman" w:cs="Arial"/>
          <w:b/>
          <w:lang w:eastAsia="cs-CZ"/>
        </w:rPr>
        <w:t xml:space="preserve"> zadavatele</w:t>
      </w:r>
    </w:p>
    <w:p w14:paraId="12DF0FFE" w14:textId="77777777" w:rsidR="001C313E" w:rsidRPr="005716DA" w:rsidRDefault="001C313E" w:rsidP="001C313E">
      <w:pPr>
        <w:spacing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majetek je udržován v provozuschopném a příznivém stavu, kdy průběžně dochází k jeho modernizaci, údržba budov je pravidelně prováděna, dle plánu rekonstrukcí jsou provozy a budovy modernizovány</w:t>
      </w:r>
      <w:r w:rsidRPr="008A7F01">
        <w:rPr>
          <w:rFonts w:eastAsia="Times New Roman" w:cs="Arial"/>
          <w:color w:val="0070C0"/>
          <w:lang w:eastAsia="cs-CZ"/>
        </w:rPr>
        <w:t>.</w:t>
      </w:r>
    </w:p>
    <w:p w14:paraId="12754357" w14:textId="77777777" w:rsidR="001C313E" w:rsidRPr="005716DA" w:rsidRDefault="001C313E" w:rsidP="001C313E">
      <w:pPr>
        <w:spacing w:after="0" w:line="240" w:lineRule="auto"/>
        <w:ind w:left="852"/>
        <w:rPr>
          <w:rFonts w:eastAsia="Times New Roman" w:cs="Arial"/>
          <w:lang w:eastAsia="cs-CZ"/>
        </w:rPr>
      </w:pPr>
    </w:p>
    <w:p w14:paraId="37A51FB2" w14:textId="77777777" w:rsidR="001C313E" w:rsidRPr="005716DA" w:rsidRDefault="001C313E" w:rsidP="001C313E">
      <w:pPr>
        <w:spacing w:after="0" w:line="240" w:lineRule="auto"/>
        <w:ind w:firstLine="567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b/>
          <w:lang w:eastAsia="cs-CZ"/>
        </w:rPr>
        <w:t>4. Další informace</w:t>
      </w:r>
    </w:p>
    <w:p w14:paraId="54BDC741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má zavedené níže uvedené systémy kontrol:</w:t>
      </w:r>
    </w:p>
    <w:p w14:paraId="2163B55E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lastRenderedPageBreak/>
        <w:t>ISO 9001:2016 – CTD, GŘ, Odbor systému bezpečnosti provozování dráhy a SŽG; ISO IEC 27001:2014 – CTD; ISO 14001:2005, ISO 9001:2016, OHSAS 18001:2008 – Stavební správa západ, ISO IEC – 17025:2018 – vybrané činnosti, ISO IEC 17020:2012 – vybrané činnosti</w:t>
      </w:r>
    </w:p>
    <w:p w14:paraId="52342A49" w14:textId="77777777" w:rsid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6470338" w14:textId="77777777" w:rsidR="002272C2" w:rsidRPr="002272C2" w:rsidRDefault="002272C2" w:rsidP="002272C2">
      <w:pPr>
        <w:pStyle w:val="Odstavecseseznamem"/>
        <w:spacing w:before="0" w:line="240" w:lineRule="auto"/>
        <w:ind w:left="1211"/>
        <w:rPr>
          <w:rFonts w:eastAsia="Times New Roman" w:cs="Arial"/>
          <w:szCs w:val="18"/>
          <w:lang w:eastAsia="cs-CZ"/>
        </w:rPr>
      </w:pPr>
    </w:p>
    <w:p w14:paraId="398794C9" w14:textId="77777777" w:rsidR="002272C2" w:rsidRDefault="002272C2" w:rsidP="001C313E">
      <w:pPr>
        <w:pStyle w:val="Odstavecseseznamem"/>
        <w:spacing w:after="0" w:line="240" w:lineRule="auto"/>
        <w:ind w:left="1211"/>
        <w:rPr>
          <w:rFonts w:eastAsia="Times New Roman" w:cs="Arial"/>
          <w:lang w:eastAsia="cs-CZ"/>
        </w:rPr>
      </w:pPr>
    </w:p>
    <w:p w14:paraId="6C9A9770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uvádí, že získal níže uvedené ocenění a certifikáty: </w:t>
      </w:r>
    </w:p>
    <w:p w14:paraId="5ED2B672" w14:textId="77777777" w:rsidR="002272C2" w:rsidRPr="002272C2" w:rsidRDefault="002272C2" w:rsidP="002272C2">
      <w:pPr>
        <w:pStyle w:val="Odstavecseseznamem"/>
        <w:spacing w:before="0" w:after="0" w:line="240" w:lineRule="auto"/>
        <w:ind w:left="1211"/>
        <w:jc w:val="both"/>
        <w:rPr>
          <w:rFonts w:eastAsia="Times New Roman" w:cs="Arial"/>
          <w:szCs w:val="18"/>
          <w:lang w:eastAsia="cs-CZ"/>
        </w:rPr>
      </w:pPr>
      <w:r w:rsidRPr="002272C2">
        <w:rPr>
          <w:rFonts w:eastAsia="Times New Roman" w:cs="Arial"/>
          <w:szCs w:val="18"/>
          <w:lang w:eastAsia="cs-CZ"/>
        </w:rPr>
        <w:t>Certifikát systému managementu kvality dle normy ISO 9001:2016 - CTD, GŘ, Odbor systému bezpečnosti provozování dráhy a SŽG; Certifikát systému řízení bezpečnosti informací dle normy ISO/IEC 2700:2015 – CTD; Certifikát systému environmentálního managementu dle normy ISO 14001:2005 pro investorsko-inženýrskou činnost ve výstavbě, Certifikát systému managementu kvality dle normy ISO 9001:2018 pro investorsko-inženýrskou činnost ve výstavbě, Certifikát systému managementu bezpečnosti a ochrany zdraví při práci dle OHSAS 18001:2008 pro investorsko-inženýrskou činnost ve výstavbě – Stavební správa západ, ISO IEC – 17025:2018 – vybrané činnosti, ISO IEC 17020:2012 – vybrané činnosti</w:t>
      </w:r>
    </w:p>
    <w:p w14:paraId="6D1F7B17" w14:textId="15170AA4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b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plánuje investice dle schváleného plánu investičních akci pro rok </w:t>
      </w:r>
      <w:r w:rsidR="0066034D" w:rsidRPr="005716DA">
        <w:rPr>
          <w:rFonts w:eastAsia="Times New Roman" w:cs="Arial"/>
          <w:lang w:eastAsia="cs-CZ"/>
        </w:rPr>
        <w:t>202</w:t>
      </w:r>
      <w:r w:rsidR="00141B26">
        <w:rPr>
          <w:rFonts w:eastAsia="Times New Roman" w:cs="Arial"/>
          <w:lang w:eastAsia="cs-CZ"/>
        </w:rPr>
        <w:t>3</w:t>
      </w:r>
      <w:r w:rsidRPr="005716DA">
        <w:rPr>
          <w:rFonts w:eastAsia="Times New Roman" w:cs="Arial"/>
          <w:lang w:eastAsia="cs-CZ"/>
        </w:rPr>
        <w:t xml:space="preserve">. Pokračování všech činností zadavatele je beze změn. </w:t>
      </w:r>
    </w:p>
    <w:p w14:paraId="6BC225FB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poskytuje některé své prostory za účelem skladování různým společnostem s odlišnými komoditami skladování. </w:t>
      </w:r>
    </w:p>
    <w:p w14:paraId="1237EC12" w14:textId="77777777" w:rsidR="001C313E" w:rsidRPr="005716DA" w:rsidRDefault="001C313E" w:rsidP="001C313E">
      <w:pPr>
        <w:numPr>
          <w:ilvl w:val="0"/>
          <w:numId w:val="6"/>
        </w:numPr>
        <w:spacing w:before="0" w:after="0" w:line="240" w:lineRule="auto"/>
        <w:contextualSpacing/>
        <w:jc w:val="both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Zadavatel provozuje v omezeném rozsahu silniční dopravu pro jiné subjekty. </w:t>
      </w:r>
    </w:p>
    <w:p w14:paraId="066838F2" w14:textId="77777777" w:rsidR="001C313E" w:rsidRPr="005716DA" w:rsidRDefault="001C313E" w:rsidP="001C313E">
      <w:pPr>
        <w:spacing w:after="0" w:line="240" w:lineRule="auto"/>
        <w:jc w:val="both"/>
        <w:rPr>
          <w:rFonts w:eastAsia="Times New Roman" w:cs="Arial"/>
          <w:lang w:eastAsia="cs-CZ"/>
        </w:rPr>
      </w:pPr>
    </w:p>
    <w:p w14:paraId="675D5D8D" w14:textId="60A232CB" w:rsidR="001C313E" w:rsidRPr="00DF74CA" w:rsidRDefault="001C313E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DF74CA">
        <w:rPr>
          <w:rFonts w:eastAsia="Times New Roman" w:cs="Arial"/>
          <w:b/>
          <w:lang w:eastAsia="cs-CZ"/>
        </w:rPr>
        <w:t>5. Výše dosažených příjmů v kalendářním roce 20</w:t>
      </w:r>
      <w:r w:rsidR="007B70A3" w:rsidRPr="00DF74CA">
        <w:rPr>
          <w:rFonts w:eastAsia="Times New Roman" w:cs="Arial"/>
          <w:b/>
          <w:lang w:eastAsia="cs-CZ"/>
        </w:rPr>
        <w:t>2</w:t>
      </w:r>
      <w:r w:rsidR="00141B26">
        <w:rPr>
          <w:rFonts w:eastAsia="Times New Roman" w:cs="Arial"/>
          <w:b/>
          <w:lang w:eastAsia="cs-CZ"/>
        </w:rPr>
        <w:t>2</w:t>
      </w:r>
    </w:p>
    <w:p w14:paraId="26565450" w14:textId="77777777" w:rsidR="002272C2" w:rsidRPr="00DF74CA" w:rsidRDefault="002272C2" w:rsidP="001C313E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</w:p>
    <w:p w14:paraId="23B40DE1" w14:textId="215EA151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Česká republika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="000F5BC5" w:rsidRPr="000F5BC5">
        <w:rPr>
          <w:rFonts w:eastAsia="Times New Roman" w:cs="Arial"/>
          <w:b/>
          <w:szCs w:val="18"/>
          <w:lang w:eastAsia="cs-CZ"/>
        </w:rPr>
        <w:t>32.988</w:t>
      </w:r>
      <w:r w:rsidR="000F5BC5">
        <w:rPr>
          <w:rFonts w:eastAsia="Times New Roman" w:cs="Arial"/>
          <w:szCs w:val="18"/>
          <w:lang w:eastAsia="cs-CZ"/>
        </w:rPr>
        <w:t xml:space="preserve"> </w:t>
      </w:r>
      <w:r w:rsidR="00DF74CA" w:rsidRPr="00DF74CA">
        <w:rPr>
          <w:rFonts w:eastAsia="Times New Roman" w:cs="Arial"/>
          <w:b/>
          <w:szCs w:val="18"/>
          <w:lang w:eastAsia="cs-CZ"/>
        </w:rPr>
        <w:t>mil Kč</w:t>
      </w:r>
    </w:p>
    <w:p w14:paraId="4D852BA2" w14:textId="77777777" w:rsidR="002272C2" w:rsidRPr="00DF74CA" w:rsidRDefault="002272C2" w:rsidP="002272C2">
      <w:pPr>
        <w:numPr>
          <w:ilvl w:val="0"/>
          <w:numId w:val="7"/>
        </w:numPr>
        <w:tabs>
          <w:tab w:val="num" w:pos="1418"/>
        </w:tabs>
        <w:spacing w:before="0" w:after="0" w:line="240" w:lineRule="auto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Evropa</w:t>
      </w:r>
      <w:r w:rsidRPr="00DF74CA">
        <w:rPr>
          <w:rFonts w:eastAsia="Times New Roman" w:cs="Arial"/>
          <w:szCs w:val="18"/>
          <w:lang w:eastAsia="cs-CZ"/>
        </w:rPr>
        <w:tab/>
        <w:t xml:space="preserve">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08E7B6DA" w14:textId="77777777" w:rsidR="002272C2" w:rsidRPr="00DF74CA" w:rsidRDefault="002272C2" w:rsidP="002272C2">
      <w:pPr>
        <w:spacing w:before="0" w:after="0" w:line="240" w:lineRule="auto"/>
        <w:ind w:left="1418" w:hanging="28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c) </w:t>
      </w:r>
      <w:r w:rsidRPr="00DF74CA">
        <w:rPr>
          <w:rFonts w:eastAsia="Times New Roman" w:cs="Arial"/>
          <w:szCs w:val="18"/>
          <w:lang w:eastAsia="cs-CZ"/>
        </w:rPr>
        <w:tab/>
        <w:t>celý svět vyjma USA a Kanady (bez ČR a Evropy)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0                                 </w:t>
      </w:r>
    </w:p>
    <w:p w14:paraId="3C5E8A3C" w14:textId="77777777" w:rsidR="002272C2" w:rsidRPr="00DF74CA" w:rsidRDefault="002272C2" w:rsidP="002272C2">
      <w:pPr>
        <w:tabs>
          <w:tab w:val="left" w:pos="1418"/>
        </w:tabs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d) </w:t>
      </w:r>
      <w:r w:rsidRPr="00DF74CA">
        <w:rPr>
          <w:rFonts w:eastAsia="Times New Roman" w:cs="Arial"/>
          <w:szCs w:val="18"/>
          <w:lang w:eastAsia="cs-CZ"/>
        </w:rPr>
        <w:tab/>
        <w:t xml:space="preserve">USA a Kanada 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0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11E9ECC0" w14:textId="57016455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Celková výše příjmů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="000F5BC5" w:rsidRPr="000F5BC5">
        <w:rPr>
          <w:rFonts w:eastAsia="Times New Roman" w:cs="Arial"/>
          <w:b/>
          <w:szCs w:val="18"/>
          <w:lang w:eastAsia="cs-CZ"/>
        </w:rPr>
        <w:t>32.988</w:t>
      </w:r>
      <w:r w:rsidR="000F5BC5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b/>
          <w:szCs w:val="18"/>
          <w:lang w:eastAsia="cs-CZ"/>
        </w:rPr>
        <w:t>mil. Kč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b/>
          <w:i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</w:t>
      </w:r>
    </w:p>
    <w:p w14:paraId="562C4A21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i/>
          <w:szCs w:val="18"/>
          <w:lang w:eastAsia="cs-CZ"/>
        </w:rPr>
        <w:t xml:space="preserve">Rozbor </w:t>
      </w:r>
      <w:r w:rsidRPr="00DF74CA">
        <w:rPr>
          <w:rFonts w:eastAsia="Times New Roman" w:cs="Arial"/>
          <w:szCs w:val="18"/>
          <w:lang w:eastAsia="cs-CZ"/>
        </w:rPr>
        <w:t>příjmů: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>/mil. Kč/</w:t>
      </w:r>
    </w:p>
    <w:p w14:paraId="7C24BFA8" w14:textId="6EF3A746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úhrada za použití železniční dopravní cesty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</w:t>
      </w:r>
      <w:r w:rsidR="000F5BC5">
        <w:rPr>
          <w:rFonts w:eastAsia="Times New Roman" w:cs="Arial"/>
          <w:szCs w:val="18"/>
          <w:lang w:eastAsia="cs-CZ"/>
        </w:rPr>
        <w:t>3.570</w:t>
      </w:r>
    </w:p>
    <w:p w14:paraId="28D990E9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(řízení provozu, tj. obsluha dráhy)</w:t>
      </w:r>
    </w:p>
    <w:p w14:paraId="3D98FE4E" w14:textId="4127FDB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služeb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</w:t>
      </w:r>
      <w:r w:rsidR="000F5BC5">
        <w:rPr>
          <w:rFonts w:eastAsia="Times New Roman" w:cs="Arial"/>
          <w:szCs w:val="18"/>
          <w:lang w:eastAsia="cs-CZ"/>
        </w:rPr>
        <w:t>4.372</w:t>
      </w:r>
    </w:p>
    <w:p w14:paraId="3160D100" w14:textId="1AFD2721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(z toho tržby z prodeje el. </w:t>
      </w:r>
      <w:proofErr w:type="gramStart"/>
      <w:r w:rsidRPr="00DF74CA">
        <w:rPr>
          <w:rFonts w:eastAsia="Times New Roman" w:cs="Arial"/>
          <w:szCs w:val="18"/>
          <w:lang w:eastAsia="cs-CZ"/>
        </w:rPr>
        <w:t>trakční</w:t>
      </w:r>
      <w:proofErr w:type="gramEnd"/>
      <w:r w:rsidRPr="00DF74CA">
        <w:rPr>
          <w:rFonts w:eastAsia="Times New Roman" w:cs="Arial"/>
          <w:szCs w:val="18"/>
          <w:lang w:eastAsia="cs-CZ"/>
        </w:rPr>
        <w:t xml:space="preserve"> a netrakční energie)</w:t>
      </w:r>
      <w:r w:rsidRPr="00DF74CA">
        <w:rPr>
          <w:rFonts w:eastAsia="Times New Roman" w:cs="Arial"/>
          <w:szCs w:val="18"/>
          <w:lang w:eastAsia="cs-CZ"/>
        </w:rPr>
        <w:tab/>
        <w:t xml:space="preserve">   </w:t>
      </w:r>
      <w:r w:rsidR="000F5BC5">
        <w:rPr>
          <w:rFonts w:eastAsia="Times New Roman" w:cs="Arial"/>
          <w:szCs w:val="18"/>
          <w:lang w:eastAsia="cs-CZ"/>
        </w:rPr>
        <w:t>3.203</w:t>
      </w:r>
    </w:p>
    <w:p w14:paraId="6A3EBE98" w14:textId="2386FCE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opravy a údržbu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0F5BC5">
        <w:rPr>
          <w:rFonts w:eastAsia="Times New Roman" w:cs="Arial"/>
          <w:szCs w:val="18"/>
          <w:lang w:eastAsia="cs-CZ"/>
        </w:rPr>
        <w:t>18.509</w:t>
      </w:r>
    </w:p>
    <w:p w14:paraId="0422C602" w14:textId="77777777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 xml:space="preserve">- dotace ze SFDI na opravy a údržbu nemovitostí </w:t>
      </w:r>
    </w:p>
    <w:p w14:paraId="4512E6B6" w14:textId="7A496448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osobních nádraží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                  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Pr="00DF74CA">
        <w:rPr>
          <w:rFonts w:eastAsia="Times New Roman" w:cs="Arial"/>
          <w:szCs w:val="18"/>
          <w:lang w:eastAsia="cs-CZ"/>
        </w:rPr>
        <w:t xml:space="preserve"> 0</w:t>
      </w:r>
    </w:p>
    <w:p w14:paraId="01299F80" w14:textId="744ED290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dotace ze SFDI na provozování dráhy</w:t>
      </w:r>
      <w:r w:rsidRPr="00DF74CA">
        <w:rPr>
          <w:rFonts w:eastAsia="Times New Roman" w:cs="Arial"/>
          <w:szCs w:val="18"/>
          <w:lang w:eastAsia="cs-CZ"/>
        </w:rPr>
        <w:tab/>
        <w:t xml:space="preserve">                      </w:t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0F5BC5">
        <w:rPr>
          <w:rFonts w:eastAsia="Times New Roman" w:cs="Arial"/>
          <w:szCs w:val="18"/>
          <w:lang w:eastAsia="cs-CZ"/>
        </w:rPr>
        <w:t>4.300</w:t>
      </w:r>
    </w:p>
    <w:p w14:paraId="34D89AA3" w14:textId="414E9B1F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ostatní dotace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0F5BC5">
        <w:rPr>
          <w:rFonts w:eastAsia="Times New Roman" w:cs="Arial"/>
          <w:szCs w:val="18"/>
          <w:lang w:eastAsia="cs-CZ"/>
        </w:rPr>
        <w:t>45</w:t>
      </w:r>
    </w:p>
    <w:p w14:paraId="74B12E56" w14:textId="57E3EC03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- tržby z prodeje dlouhodobého majetku a materiálu</w:t>
      </w:r>
      <w:r w:rsidRPr="00DF74CA">
        <w:rPr>
          <w:rFonts w:eastAsia="Times New Roman" w:cs="Arial"/>
          <w:szCs w:val="18"/>
          <w:lang w:eastAsia="cs-CZ"/>
        </w:rPr>
        <w:tab/>
        <w:t xml:space="preserve">       </w:t>
      </w:r>
      <w:r w:rsidR="000F5BC5">
        <w:rPr>
          <w:rFonts w:eastAsia="Times New Roman" w:cs="Arial"/>
          <w:szCs w:val="18"/>
          <w:lang w:eastAsia="cs-CZ"/>
        </w:rPr>
        <w:t>348</w:t>
      </w:r>
    </w:p>
    <w:p w14:paraId="4C4B9DC1" w14:textId="2692902F" w:rsidR="002272C2" w:rsidRPr="00DF74CA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ostatní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  </w:t>
      </w:r>
      <w:r w:rsidR="000F5BC5">
        <w:rPr>
          <w:rFonts w:eastAsia="Times New Roman" w:cs="Arial"/>
          <w:szCs w:val="18"/>
          <w:lang w:eastAsia="cs-CZ"/>
        </w:rPr>
        <w:t>1.854</w:t>
      </w:r>
    </w:p>
    <w:p w14:paraId="649F81C3" w14:textId="07EFAC2E" w:rsidR="001C313E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  <w:r w:rsidRPr="00DF74CA">
        <w:rPr>
          <w:rFonts w:eastAsia="Times New Roman" w:cs="Arial"/>
          <w:szCs w:val="18"/>
          <w:lang w:eastAsia="cs-CZ"/>
        </w:rPr>
        <w:t>součet celkem</w:t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</w:r>
      <w:r w:rsidRPr="00DF74CA">
        <w:rPr>
          <w:rFonts w:eastAsia="Times New Roman" w:cs="Arial"/>
          <w:szCs w:val="18"/>
          <w:lang w:eastAsia="cs-CZ"/>
        </w:rPr>
        <w:tab/>
        <w:t xml:space="preserve">  </w:t>
      </w:r>
      <w:r w:rsidR="00B830B9">
        <w:rPr>
          <w:rFonts w:eastAsia="Times New Roman" w:cs="Arial"/>
          <w:szCs w:val="18"/>
          <w:lang w:eastAsia="cs-CZ"/>
        </w:rPr>
        <w:t xml:space="preserve"> </w:t>
      </w:r>
      <w:r w:rsidR="005B4303">
        <w:rPr>
          <w:rFonts w:eastAsia="Times New Roman" w:cs="Arial"/>
          <w:szCs w:val="18"/>
          <w:lang w:eastAsia="cs-CZ"/>
        </w:rPr>
        <w:t>32.998</w:t>
      </w:r>
    </w:p>
    <w:p w14:paraId="578BED52" w14:textId="77777777" w:rsidR="002272C2" w:rsidRPr="002272C2" w:rsidRDefault="002272C2" w:rsidP="002272C2">
      <w:pPr>
        <w:spacing w:before="0" w:after="0" w:line="240" w:lineRule="auto"/>
        <w:ind w:left="1134"/>
        <w:rPr>
          <w:rFonts w:eastAsia="Times New Roman" w:cs="Arial"/>
          <w:szCs w:val="18"/>
          <w:lang w:eastAsia="cs-CZ"/>
        </w:rPr>
      </w:pPr>
    </w:p>
    <w:p w14:paraId="5641F8D2" w14:textId="77777777" w:rsidR="001C313E" w:rsidRPr="005716DA" w:rsidRDefault="001C313E" w:rsidP="001C313E">
      <w:pPr>
        <w:spacing w:after="0" w:line="240" w:lineRule="auto"/>
        <w:ind w:left="993" w:hanging="284"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b/>
          <w:lang w:eastAsia="cs-CZ"/>
        </w:rPr>
        <w:t xml:space="preserve">6. Informace o pojistných událostech </w:t>
      </w:r>
    </w:p>
    <w:p w14:paraId="3BF3681B" w14:textId="77777777" w:rsidR="001C313E" w:rsidRPr="005716DA" w:rsidRDefault="001C313E" w:rsidP="001C313E">
      <w:pPr>
        <w:spacing w:after="0" w:line="240" w:lineRule="auto"/>
        <w:ind w:left="1134"/>
        <w:rPr>
          <w:rFonts w:eastAsia="Times New Roman" w:cs="Arial"/>
          <w:lang w:eastAsia="cs-CZ"/>
        </w:rPr>
      </w:pPr>
    </w:p>
    <w:p w14:paraId="03EDA928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U zadavatele jsou převažující z pohledu výše plnění škody z titulu pojištění odpovědnosti z provozování železniční dopravní cesty, příčina – nehoda na železnici způsobená vadou materiálu / nefunkčností.</w:t>
      </w:r>
    </w:p>
    <w:p w14:paraId="4F7F12BC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58FEA0C5" w14:textId="77777777" w:rsidR="001C313E" w:rsidRPr="005716DA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 xml:space="preserve">Škody na zdraví a majetku cestujících – úrazy na zastávkách a v objektech ve správě zadavatele. </w:t>
      </w:r>
    </w:p>
    <w:p w14:paraId="3B6A83AD" w14:textId="77777777" w:rsidR="001C313E" w:rsidRPr="005716DA" w:rsidRDefault="001C313E" w:rsidP="001C313E">
      <w:pPr>
        <w:spacing w:after="0" w:line="240" w:lineRule="auto"/>
        <w:ind w:left="1068" w:hanging="217"/>
        <w:rPr>
          <w:rFonts w:eastAsia="Times New Roman" w:cs="Arial"/>
          <w:lang w:eastAsia="cs-CZ"/>
        </w:rPr>
      </w:pPr>
    </w:p>
    <w:p w14:paraId="004A6316" w14:textId="722340A0" w:rsidR="002272C2" w:rsidRDefault="001C313E" w:rsidP="001C313E">
      <w:pPr>
        <w:numPr>
          <w:ilvl w:val="0"/>
          <w:numId w:val="9"/>
        </w:numPr>
        <w:spacing w:before="0" w:after="0" w:line="240" w:lineRule="auto"/>
        <w:ind w:hanging="217"/>
        <w:contextualSpacing/>
        <w:rPr>
          <w:rFonts w:eastAsia="Times New Roman" w:cs="Arial"/>
          <w:lang w:eastAsia="cs-CZ"/>
        </w:rPr>
      </w:pPr>
      <w:r w:rsidRPr="005716DA">
        <w:rPr>
          <w:rFonts w:eastAsia="Times New Roman" w:cs="Arial"/>
          <w:lang w:eastAsia="cs-CZ"/>
        </w:rPr>
        <w:t>Zadavatel uvádí, že je pojištěn pro riziko odpovědnosti za</w:t>
      </w:r>
      <w:r w:rsidR="0066034D">
        <w:rPr>
          <w:rFonts w:eastAsia="Times New Roman" w:cs="Arial"/>
          <w:lang w:eastAsia="cs-CZ"/>
        </w:rPr>
        <w:t xml:space="preserve"> újmu</w:t>
      </w:r>
      <w:r w:rsidRPr="005716DA">
        <w:rPr>
          <w:rFonts w:eastAsia="Times New Roman" w:cs="Arial"/>
          <w:lang w:eastAsia="cs-CZ"/>
        </w:rPr>
        <w:t>. Pro rok 202</w:t>
      </w:r>
      <w:r w:rsidR="00141B26">
        <w:rPr>
          <w:rFonts w:eastAsia="Times New Roman" w:cs="Arial"/>
          <w:lang w:eastAsia="cs-CZ"/>
        </w:rPr>
        <w:t>2</w:t>
      </w:r>
      <w:r w:rsidRPr="005716DA">
        <w:rPr>
          <w:rFonts w:eastAsia="Times New Roman" w:cs="Arial"/>
          <w:lang w:eastAsia="cs-CZ"/>
        </w:rPr>
        <w:t xml:space="preserve"> je sjednáno „Pojištění odpovědnosti za újmu vzniklou jinému v souvislosti se zajištěním provozování železniční dopravní cesty a její provozuschopnosti, </w:t>
      </w:r>
      <w:r w:rsidRPr="005716DA">
        <w:rPr>
          <w:rFonts w:eastAsia="Times New Roman" w:cs="Arial"/>
          <w:lang w:eastAsia="cs-CZ"/>
        </w:rPr>
        <w:lastRenderedPageBreak/>
        <w:t xml:space="preserve">zajišťováním údržby, opravy, rozvoje, modernizace železniční dopravní cesty, prováděním staveb, provozováním drah a v souvislosti s činnostmi zadavatele vyplývajícími z obchodního rejstříku, na období roku </w:t>
      </w:r>
      <w:r w:rsidR="0066034D" w:rsidRPr="005716DA">
        <w:rPr>
          <w:rFonts w:eastAsia="Times New Roman" w:cs="Arial"/>
          <w:lang w:eastAsia="cs-CZ"/>
        </w:rPr>
        <w:t>202</w:t>
      </w:r>
      <w:r w:rsidR="00141B26">
        <w:rPr>
          <w:rFonts w:eastAsia="Times New Roman" w:cs="Arial"/>
          <w:lang w:eastAsia="cs-CZ"/>
        </w:rPr>
        <w:t>2</w:t>
      </w:r>
      <w:r w:rsidRPr="005716DA">
        <w:rPr>
          <w:rFonts w:eastAsia="Times New Roman" w:cs="Arial"/>
          <w:lang w:eastAsia="cs-CZ"/>
        </w:rPr>
        <w:t>“. Stejně tomu bylo i v předchozích letech.</w:t>
      </w:r>
      <w:r w:rsidR="002272C2">
        <w:rPr>
          <w:rFonts w:eastAsia="Times New Roman" w:cs="Arial"/>
          <w:lang w:eastAsia="cs-CZ"/>
        </w:rPr>
        <w:br w:type="page"/>
      </w:r>
    </w:p>
    <w:p w14:paraId="2DDE319F" w14:textId="77777777" w:rsidR="001C313E" w:rsidRPr="005716DA" w:rsidRDefault="001C313E" w:rsidP="002272C2">
      <w:pPr>
        <w:spacing w:before="0" w:after="0" w:line="240" w:lineRule="auto"/>
        <w:ind w:left="1068"/>
        <w:contextualSpacing/>
        <w:rPr>
          <w:rFonts w:eastAsia="Times New Roman" w:cs="Arial"/>
          <w:lang w:eastAsia="cs-CZ"/>
        </w:rPr>
      </w:pPr>
    </w:p>
    <w:p w14:paraId="47CEA12A" w14:textId="77777777" w:rsidR="002272C2" w:rsidRPr="001830EF" w:rsidRDefault="002272C2" w:rsidP="002272C2">
      <w:pPr>
        <w:keepNext/>
        <w:spacing w:before="240" w:after="60" w:line="240" w:lineRule="auto"/>
        <w:ind w:left="0"/>
        <w:outlineLvl w:val="0"/>
        <w:rPr>
          <w:rFonts w:eastAsia="Times New Roman" w:cs="Times New Roman"/>
          <w:b/>
          <w:kern w:val="28"/>
          <w:szCs w:val="18"/>
          <w:lang w:eastAsia="cs-CZ"/>
        </w:rPr>
      </w:pPr>
      <w:r w:rsidRPr="001830EF">
        <w:rPr>
          <w:rFonts w:eastAsia="Times New Roman" w:cs="Times New Roman"/>
          <w:b/>
          <w:kern w:val="28"/>
          <w:szCs w:val="18"/>
          <w:lang w:eastAsia="cs-CZ"/>
        </w:rPr>
        <w:t>B. Pojištění odpovědnosti za újmu vyplývající z provozování dráhy a z provozování drážní dopravy</w:t>
      </w:r>
    </w:p>
    <w:p w14:paraId="5D099715" w14:textId="77777777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</w:p>
    <w:p w14:paraId="53F5DDC4" w14:textId="0596F6E8" w:rsidR="002272C2" w:rsidRPr="001830EF" w:rsidRDefault="002272C2" w:rsidP="002272C2">
      <w:pPr>
        <w:spacing w:before="0" w:after="0" w:line="240" w:lineRule="auto"/>
        <w:ind w:left="0"/>
        <w:rPr>
          <w:rFonts w:eastAsia="Times New Roman" w:cs="Times New Roman"/>
          <w:szCs w:val="18"/>
          <w:lang w:eastAsia="cs-CZ"/>
        </w:rPr>
      </w:pPr>
      <w:r w:rsidRPr="001830EF">
        <w:rPr>
          <w:rFonts w:eastAsia="Times New Roman" w:cs="Times New Roman"/>
          <w:szCs w:val="18"/>
          <w:lang w:eastAsia="cs-CZ"/>
        </w:rPr>
        <w:t xml:space="preserve">Převažující činností je zajištění provozuschopnosti drah. Minoritní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 xml:space="preserve"> je provozování nákladní drážní dopravy, jedná se o zajištění přepravy nákladu vlastními vozy, zejména k zajištění oprav a rekonstrukcí spojených s hlavní činností </w:t>
      </w:r>
      <w:r>
        <w:rPr>
          <w:rFonts w:eastAsia="Times New Roman" w:cs="Times New Roman"/>
          <w:szCs w:val="18"/>
          <w:lang w:eastAsia="cs-CZ"/>
        </w:rPr>
        <w:t>zadavatele</w:t>
      </w:r>
      <w:r w:rsidRPr="001830EF">
        <w:rPr>
          <w:rFonts w:eastAsia="Times New Roman" w:cs="Times New Roman"/>
          <w:szCs w:val="18"/>
          <w:lang w:eastAsia="cs-CZ"/>
        </w:rPr>
        <w:t>.</w:t>
      </w:r>
    </w:p>
    <w:p w14:paraId="3D0D9164" w14:textId="77777777" w:rsidR="001C313E" w:rsidRDefault="001C313E" w:rsidP="002272C2">
      <w:pPr>
        <w:ind w:left="0"/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2878"/>
        <w:gridCol w:w="2835"/>
      </w:tblGrid>
      <w:tr w:rsidR="00D51568" w:rsidRPr="00D51568" w14:paraId="201ECC72" w14:textId="77777777" w:rsidTr="00621808">
        <w:trPr>
          <w:trHeight w:val="402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0A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příjem a mzdy (celkem)</w:t>
            </w: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23C8" w14:textId="7FCDC0F6" w:rsidR="00D51568" w:rsidRPr="00D51568" w:rsidRDefault="00F76A01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  <w:r w:rsid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9423" w14:textId="5B456132" w:rsidR="00D51568" w:rsidRPr="00D51568" w:rsidRDefault="00F76A01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1CB822D2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9D53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E3060" w14:textId="1224F37F" w:rsidR="00711B14" w:rsidRPr="0015703E" w:rsidRDefault="009F317F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2019: 33.875.636 tis. Kč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12A7B2" w14:textId="7568C15C" w:rsidR="00711B14" w:rsidRPr="0015703E" w:rsidRDefault="009F317F" w:rsidP="00216CC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2019: 8.107.753 tis. Kč</w:t>
            </w:r>
          </w:p>
        </w:tc>
      </w:tr>
      <w:tr w:rsidR="00711B14" w:rsidRPr="00D51568" w14:paraId="5BEEA04B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011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9FE0" w14:textId="40C28061" w:rsidR="00711B14" w:rsidRPr="0015703E" w:rsidRDefault="009F317F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2020: 32.507.223 tis.</w:t>
            </w:r>
            <w:r w:rsidR="005B4303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091EC7" w14:textId="1211ECFA" w:rsidR="00711B14" w:rsidRPr="0015703E" w:rsidRDefault="009F317F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2020: 8.736.608 tis.</w:t>
            </w:r>
            <w:r w:rsidR="00F7097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14EA0AF1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3B94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90E8" w14:textId="0061BDFF" w:rsidR="00711B14" w:rsidRPr="0015703E" w:rsidRDefault="009F317F" w:rsidP="005B4303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5B4303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31.373.487 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tis.</w:t>
            </w:r>
            <w:r w:rsidR="005B4303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5DDCBC" w14:textId="08071088" w:rsidR="00711B14" w:rsidRPr="0015703E" w:rsidRDefault="009F317F" w:rsidP="005B4303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>2021: 9.</w:t>
            </w:r>
            <w:r w:rsidR="005B4303">
              <w:rPr>
                <w:rFonts w:eastAsia="Times New Roman" w:cs="Calibri"/>
                <w:color w:val="000000"/>
                <w:szCs w:val="18"/>
                <w:lang w:eastAsia="cs-CZ"/>
              </w:rPr>
              <w:t>285.429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</w:t>
            </w:r>
            <w:r w:rsidR="00F7097A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9F317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Kč</w:t>
            </w:r>
          </w:p>
        </w:tc>
      </w:tr>
      <w:tr w:rsidR="00711B14" w:rsidRPr="00D51568" w14:paraId="0A33E98F" w14:textId="77777777" w:rsidTr="00AD24AA">
        <w:trPr>
          <w:trHeight w:val="300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6FBA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52AE7" w14:textId="702EC882" w:rsidR="00711B14" w:rsidRPr="0015703E" w:rsidRDefault="009F317F" w:rsidP="009F317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7097A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B4303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27.544.183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FBD554" w14:textId="4DCF19EA" w:rsidR="00711B14" w:rsidRPr="0015703E" w:rsidRDefault="009F317F" w:rsidP="00F76A0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7097A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B4303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9.850.</w:t>
            </w:r>
            <w:r w:rsidR="00F7097A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000 tis. Kč</w:t>
            </w:r>
          </w:p>
        </w:tc>
      </w:tr>
      <w:tr w:rsidR="006E1482" w:rsidRPr="00D51568" w14:paraId="2AC2045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3CC5" w14:textId="155A3B35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drah a ostatních činností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331F" w14:textId="1B998760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A51921" w14:textId="25B87B56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szCs w:val="18"/>
                <w:lang w:eastAsia="cs-CZ"/>
              </w:rPr>
              <w:t>Mzdy</w:t>
            </w:r>
          </w:p>
        </w:tc>
      </w:tr>
      <w:tr w:rsidR="00711B14" w:rsidRPr="00D51568" w14:paraId="0BAD932E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D7F6" w14:textId="46D2858D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B702" w14:textId="3458DB0F" w:rsidR="00711B14" w:rsidRPr="0015703E" w:rsidRDefault="00370A6B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33.493.382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0099BE0" w14:textId="267DBADF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szCs w:val="18"/>
                <w:lang w:eastAsia="cs-CZ"/>
              </w:rPr>
              <w:t>2019:</w:t>
            </w:r>
            <w:r w:rsidR="00F7097A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FE3E6D">
              <w:rPr>
                <w:rFonts w:eastAsia="Times New Roman" w:cs="Calibri"/>
                <w:szCs w:val="18"/>
                <w:lang w:eastAsia="cs-CZ"/>
              </w:rPr>
              <w:t>8.006.637</w:t>
            </w:r>
            <w:r w:rsidRPr="00370A6B">
              <w:rPr>
                <w:rFonts w:eastAsia="Times New Roman" w:cs="Calibri"/>
                <w:szCs w:val="18"/>
                <w:lang w:eastAsia="cs-CZ"/>
              </w:rPr>
              <w:t xml:space="preserve"> tis. Kč</w:t>
            </w:r>
          </w:p>
        </w:tc>
      </w:tr>
      <w:tr w:rsidR="00711B14" w:rsidRPr="00D51568" w14:paraId="1DBF51F6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4050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1E9AD" w14:textId="0EF0D57E" w:rsidR="00711B14" w:rsidRPr="0015703E" w:rsidRDefault="00370A6B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32.117.223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1E7D72" w14:textId="483AEF81" w:rsidR="00711B14" w:rsidRPr="0015703E" w:rsidRDefault="00370A6B" w:rsidP="00141B2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szCs w:val="18"/>
                <w:lang w:eastAsia="cs-CZ"/>
              </w:rPr>
              <w:t>2020: 8.607.177 tis.</w:t>
            </w:r>
            <w:r w:rsidR="0037546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szCs w:val="18"/>
                <w:lang w:eastAsia="cs-CZ"/>
              </w:rPr>
              <w:t>Kč</w:t>
            </w:r>
          </w:p>
        </w:tc>
      </w:tr>
      <w:tr w:rsidR="00711B14" w:rsidRPr="00D51568" w14:paraId="79E6D7C4" w14:textId="77777777" w:rsidTr="00AD24AA">
        <w:trPr>
          <w:trHeight w:val="300"/>
        </w:trPr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B81226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1617" w14:textId="18031290" w:rsidR="00711B14" w:rsidRPr="0015703E" w:rsidRDefault="00370A6B" w:rsidP="00F7097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7097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31.019.252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656BD7" w14:textId="48EBEAF7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szCs w:val="18"/>
                <w:lang w:eastAsia="cs-CZ"/>
              </w:rPr>
              <w:t>9.179.745</w:t>
            </w:r>
            <w:r w:rsidRPr="00370A6B">
              <w:rPr>
                <w:rFonts w:eastAsia="Times New Roman" w:cs="Calibri"/>
                <w:szCs w:val="18"/>
                <w:lang w:eastAsia="cs-CZ"/>
              </w:rPr>
              <w:t xml:space="preserve"> tis.</w:t>
            </w:r>
            <w:r w:rsidR="0037546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szCs w:val="18"/>
                <w:lang w:eastAsia="cs-CZ"/>
              </w:rPr>
              <w:t>Kč</w:t>
            </w:r>
          </w:p>
        </w:tc>
      </w:tr>
      <w:tr w:rsidR="00711B14" w:rsidRPr="00D51568" w14:paraId="01828A12" w14:textId="77777777" w:rsidTr="00AD24AA">
        <w:trPr>
          <w:trHeight w:val="322"/>
        </w:trPr>
        <w:tc>
          <w:tcPr>
            <w:tcW w:w="3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07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D69C5" w14:textId="40163E32" w:rsidR="00711B14" w:rsidRPr="0015703E" w:rsidRDefault="00370A6B" w:rsidP="00F7097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7097A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27.149.183 tis.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F7BF0" w14:textId="210B7937" w:rsidR="00711B14" w:rsidRPr="0015703E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szCs w:val="18"/>
                <w:lang w:eastAsia="cs-CZ"/>
              </w:rPr>
              <w:t>2022:</w:t>
            </w:r>
            <w:r w:rsidR="00FE3E6D" w:rsidRPr="00375468">
              <w:rPr>
                <w:rFonts w:eastAsia="Times New Roman" w:cs="Calibri"/>
                <w:szCs w:val="18"/>
                <w:lang w:eastAsia="cs-CZ"/>
              </w:rPr>
              <w:t xml:space="preserve"> 9.745.000 tis. Kč</w:t>
            </w:r>
          </w:p>
        </w:tc>
      </w:tr>
      <w:tr w:rsidR="006E1482" w:rsidRPr="00D51568" w14:paraId="03AB9CF9" w14:textId="77777777" w:rsidTr="00A83454">
        <w:trPr>
          <w:trHeight w:val="55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8CE4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osobní drážní dopravy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3A68" w14:textId="58EEEA3A" w:rsidR="006E1482" w:rsidRPr="0015703E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neprovozuje</w:t>
            </w:r>
          </w:p>
        </w:tc>
      </w:tr>
      <w:tr w:rsidR="006E1482" w:rsidRPr="00D51568" w14:paraId="0C3628A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01B4ED" w14:textId="77777777" w:rsidR="006E1482" w:rsidRPr="00D51568" w:rsidRDefault="006E148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CCA7" w14:textId="26C91FD1" w:rsidR="006E1482" w:rsidRPr="00711B14" w:rsidRDefault="006E148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Příjem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5F35E" w14:textId="1498BE1A" w:rsidR="006E1482" w:rsidRPr="00711B14" w:rsidRDefault="006E1482" w:rsidP="006E148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11B14">
              <w:rPr>
                <w:rFonts w:eastAsia="Times New Roman" w:cs="Calibri"/>
                <w:color w:val="000000"/>
                <w:szCs w:val="18"/>
                <w:lang w:eastAsia="cs-CZ"/>
              </w:rPr>
              <w:t>Mzdy</w:t>
            </w:r>
          </w:p>
        </w:tc>
      </w:tr>
      <w:tr w:rsidR="00711B14" w:rsidRPr="00D51568" w14:paraId="7F332C30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85A9" w14:textId="77777777" w:rsidR="00711B14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obrat a mzdy z provozování nákladní drážní dopravy</w:t>
            </w:r>
          </w:p>
          <w:p w14:paraId="69B1B33A" w14:textId="71A0248A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(Jedná se o minoritní činnost zadavatele)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AFCE" w14:textId="1DA1D89B" w:rsidR="00711B14" w:rsidRPr="0015703E" w:rsidRDefault="00370A6B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382.254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Kč   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A655B7" w14:textId="5E98AF36" w:rsidR="00711B14" w:rsidRPr="0015703E" w:rsidRDefault="00370A6B" w:rsidP="003754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101.116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6E467F84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31E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4D939" w14:textId="64FF61BC" w:rsidR="00711B14" w:rsidRPr="0015703E" w:rsidRDefault="00370A6B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390.000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FDE4D40" w14:textId="2286A068" w:rsidR="00711B14" w:rsidRPr="0015703E" w:rsidRDefault="00370A6B" w:rsidP="00141B2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129.431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5A90C80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6E10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420AA" w14:textId="345568AD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>354.231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A5E00B" w14:textId="21C47DF0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>105.684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tis.</w:t>
            </w:r>
            <w:r w:rsid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14A17EF1" w14:textId="77777777" w:rsidTr="00AD24AA">
        <w:trPr>
          <w:trHeight w:val="302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CF8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7C0AB" w14:textId="4B9D8698" w:rsidR="00711B14" w:rsidRPr="0015703E" w:rsidRDefault="00370A6B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E3E6D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395.000 tis</w:t>
            </w:r>
            <w:r w:rsidR="00375468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FE3E6D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Kč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6772A60" w14:textId="0A2036F5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E3E6D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105.000 tis.</w:t>
            </w:r>
            <w:r w:rsidR="00375468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FE3E6D" w:rsidRPr="00375468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D51568" w:rsidRPr="00D51568" w14:paraId="606AE93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FA3C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A633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D9DC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30D43AD0" w14:textId="77777777" w:rsidTr="00A83454">
        <w:trPr>
          <w:trHeight w:val="39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714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Roční obrat (příjmy) z jiného území než ČR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E5F8" w14:textId="305C1D1E" w:rsidR="00980F44" w:rsidRPr="0015703E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D51568" w:rsidRPr="00D51568" w14:paraId="31B3B32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1561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DFF9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CB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80F44" w:rsidRPr="00D51568" w14:paraId="6278A4E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23D3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pracovníků/zaměstnanců (celkem) v posledních 3 letech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D21" w14:textId="0D87FFA0" w:rsidR="00980F44" w:rsidRPr="00323A21" w:rsidRDefault="00370A6B" w:rsidP="00141B2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375468">
              <w:rPr>
                <w:rFonts w:eastAsia="Times New Roman" w:cs="Calibri"/>
                <w:szCs w:val="18"/>
                <w:lang w:eastAsia="cs-CZ"/>
              </w:rPr>
              <w:t>2019: 17.136</w:t>
            </w:r>
          </w:p>
        </w:tc>
      </w:tr>
      <w:tr w:rsidR="00980F44" w:rsidRPr="00D51568" w14:paraId="02D566F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27B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AFCF" w14:textId="42B1ACE5" w:rsidR="00980F44" w:rsidRPr="00323A21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375468">
              <w:rPr>
                <w:rFonts w:eastAsia="Times New Roman" w:cs="Calibri"/>
                <w:szCs w:val="18"/>
                <w:lang w:eastAsia="cs-CZ"/>
              </w:rPr>
              <w:t>2020: 17.276</w:t>
            </w:r>
          </w:p>
        </w:tc>
      </w:tr>
      <w:tr w:rsidR="00980F44" w:rsidRPr="00D51568" w14:paraId="362E648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B4E72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FECA" w14:textId="4022BE65" w:rsidR="00980F44" w:rsidRPr="00323A21" w:rsidRDefault="00370A6B" w:rsidP="00323A2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375468">
              <w:rPr>
                <w:rFonts w:eastAsia="Times New Roman" w:cs="Calibri"/>
                <w:szCs w:val="18"/>
                <w:lang w:eastAsia="cs-CZ"/>
              </w:rPr>
              <w:t xml:space="preserve">2021: </w:t>
            </w:r>
            <w:r w:rsidR="00323A21" w:rsidRPr="00375468">
              <w:rPr>
                <w:rFonts w:eastAsia="Times New Roman" w:cs="Calibri"/>
                <w:szCs w:val="18"/>
                <w:lang w:eastAsia="cs-CZ"/>
              </w:rPr>
              <w:t>17.282</w:t>
            </w:r>
          </w:p>
        </w:tc>
      </w:tr>
      <w:tr w:rsidR="00980F44" w:rsidRPr="00D51568" w14:paraId="66E74EE9" w14:textId="77777777" w:rsidTr="00A83454">
        <w:trPr>
          <w:trHeight w:val="26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42E8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EBE4" w14:textId="56AFFD6C" w:rsidR="00980F44" w:rsidRPr="00AD24AA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75468">
              <w:rPr>
                <w:rFonts w:eastAsia="Times New Roman" w:cs="Calibri"/>
                <w:szCs w:val="18"/>
                <w:lang w:eastAsia="cs-CZ"/>
              </w:rPr>
              <w:t>2022:</w:t>
            </w:r>
            <w:r w:rsidR="00375468" w:rsidRPr="00375468">
              <w:rPr>
                <w:rFonts w:eastAsia="Times New Roman" w:cs="Calibri"/>
                <w:szCs w:val="18"/>
                <w:lang w:eastAsia="cs-CZ"/>
              </w:rPr>
              <w:t xml:space="preserve"> 17.430</w:t>
            </w:r>
          </w:p>
        </w:tc>
      </w:tr>
      <w:tr w:rsidR="00980F44" w:rsidRPr="00D51568" w14:paraId="632D711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B2C9E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DFDC6" w14:textId="6EA25CDF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980F44" w:rsidRPr="00D51568" w14:paraId="609714F8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693A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03BC" w14:textId="5B6E9C98" w:rsidR="00980F44" w:rsidRPr="00AD24AA" w:rsidRDefault="00370A6B" w:rsidP="00141B2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90730">
              <w:rPr>
                <w:rFonts w:eastAsia="Times New Roman" w:cs="Calibri"/>
                <w:szCs w:val="18"/>
                <w:lang w:eastAsia="cs-CZ"/>
              </w:rPr>
              <w:t>2019: 16.838</w:t>
            </w:r>
          </w:p>
        </w:tc>
      </w:tr>
      <w:tr w:rsidR="00980F44" w:rsidRPr="00D51568" w14:paraId="73D07A0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477C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FF30" w14:textId="79755858" w:rsidR="00980F44" w:rsidRPr="00AD24AA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90730">
              <w:rPr>
                <w:rFonts w:eastAsia="Times New Roman" w:cs="Calibri"/>
                <w:szCs w:val="18"/>
                <w:lang w:eastAsia="cs-CZ"/>
              </w:rPr>
              <w:t>2020: 16.984</w:t>
            </w:r>
          </w:p>
        </w:tc>
      </w:tr>
      <w:tr w:rsidR="00980F44" w:rsidRPr="00D51568" w14:paraId="1A8D31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7259B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D88" w14:textId="32532AC8" w:rsidR="00980F44" w:rsidRPr="00AD24AA" w:rsidRDefault="00370A6B" w:rsidP="0099073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>16.970</w:t>
            </w:r>
          </w:p>
        </w:tc>
      </w:tr>
      <w:tr w:rsidR="00980F44" w:rsidRPr="00D51568" w14:paraId="676DE534" w14:textId="77777777" w:rsidTr="00A83454">
        <w:trPr>
          <w:trHeight w:val="314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BA2A7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53FD" w14:textId="1BD35D1E" w:rsidR="00980F44" w:rsidRPr="00AD24AA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17.094</w:t>
            </w:r>
          </w:p>
        </w:tc>
      </w:tr>
      <w:tr w:rsidR="00980F44" w:rsidRPr="00D51568" w14:paraId="1808D404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E2FD" w14:textId="77777777" w:rsidR="00980F44" w:rsidRPr="00D51568" w:rsidRDefault="00980F4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9A26C" w14:textId="6F25CFAC" w:rsidR="00980F44" w:rsidRPr="00AD24AA" w:rsidRDefault="00980F44" w:rsidP="00980F4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2893D1E" w14:textId="77777777" w:rsidTr="00A83454">
        <w:trPr>
          <w:trHeight w:val="6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5B9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osobní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A37" w14:textId="340AE914" w:rsidR="008A0602" w:rsidRPr="00AD24AA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AD24AA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8A0602" w:rsidRPr="00D51568" w14:paraId="2F87E540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7945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B3" w14:textId="4D04C0CF" w:rsidR="008A0602" w:rsidRPr="00AD24AA" w:rsidRDefault="00370A6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298</w:t>
            </w:r>
          </w:p>
        </w:tc>
      </w:tr>
      <w:tr w:rsidR="008A0602" w:rsidRPr="00D51568" w14:paraId="1F811382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29E32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499E" w14:textId="59719C71" w:rsidR="008A0602" w:rsidRPr="00AD24AA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292</w:t>
            </w:r>
          </w:p>
        </w:tc>
      </w:tr>
      <w:tr w:rsidR="008A0602" w:rsidRPr="00D51568" w14:paraId="25AD725E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254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8475" w14:textId="622B84B2" w:rsidR="008A0602" w:rsidRPr="00AD24AA" w:rsidRDefault="00370A6B" w:rsidP="0099073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>312</w:t>
            </w:r>
          </w:p>
        </w:tc>
      </w:tr>
      <w:tr w:rsidR="008A0602" w:rsidRPr="00D51568" w14:paraId="09DC28C1" w14:textId="77777777" w:rsidTr="00711B14">
        <w:trPr>
          <w:trHeight w:val="6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94F5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410C" w14:textId="3A8E7CE7" w:rsidR="008A0602" w:rsidRPr="00D51568" w:rsidRDefault="00370A6B" w:rsidP="00AD24A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336</w:t>
            </w:r>
          </w:p>
        </w:tc>
      </w:tr>
      <w:tr w:rsidR="008A0602" w:rsidRPr="00D51568" w14:paraId="7047B714" w14:textId="77777777" w:rsidTr="00A83454">
        <w:trPr>
          <w:trHeight w:val="286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41ADA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CC05" w14:textId="055E46CC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Počet zaměstnanců zadavatele je stabilizovaný</w:t>
            </w:r>
          </w:p>
        </w:tc>
      </w:tr>
      <w:tr w:rsidR="008A0602" w:rsidRPr="00D51568" w14:paraId="5A2C9AC1" w14:textId="77777777" w:rsidTr="00A83454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5D40" w14:textId="77777777" w:rsidR="008A0602" w:rsidRPr="00D51568" w:rsidRDefault="008A060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pracovníci k ostatním činnostem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DB9A" w14:textId="7D238C2F" w:rsidR="008A0602" w:rsidRPr="00D51568" w:rsidRDefault="008A0602" w:rsidP="008A060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Nejsou samostatně vyčlenění.</w:t>
            </w:r>
          </w:p>
        </w:tc>
      </w:tr>
      <w:tr w:rsidR="00D51568" w:rsidRPr="00D51568" w14:paraId="55CE71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8F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5FF4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104B5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714BA4" w:rsidRPr="00D51568" w14:paraId="3FC2E8B0" w14:textId="77777777" w:rsidTr="00A83454">
        <w:trPr>
          <w:trHeight w:val="300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0B8D" w14:textId="77777777" w:rsidR="00714BA4" w:rsidRPr="00D51568" w:rsidRDefault="00714BA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9A7" w14:textId="4672CD6F" w:rsidR="00714BA4" w:rsidRPr="00D51568" w:rsidRDefault="00714BA4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</w:tc>
      </w:tr>
      <w:tr w:rsidR="00711B14" w:rsidRPr="00D51568" w14:paraId="54634A4B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8CCB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náklady na údržbu provozu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2B0D" w14:textId="38876E9C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11.129.734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40D095D0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FE69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BB62" w14:textId="343035A9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12.494.075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6FE5E298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02608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5AD4B" w14:textId="075A7467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>9.224.549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4FDB902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E4F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B7746" w14:textId="3823C10C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E3E6D"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5.899.432 tis. Kč</w:t>
            </w:r>
          </w:p>
        </w:tc>
      </w:tr>
      <w:tr w:rsidR="00711B14" w:rsidRPr="00D51568" w14:paraId="53F8EDB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B65C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drah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3945" w14:textId="3EAB24D3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10.992.428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755FD77A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3B982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F8E39" w14:textId="46B07770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12.288.166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07842A09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A5B0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A142" w14:textId="0FB60E74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>9.132.177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tis.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04D8D78C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D5290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7C57" w14:textId="1AC231BB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E3E6D"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5.734.496 tis. Kč</w:t>
            </w:r>
          </w:p>
        </w:tc>
      </w:tr>
      <w:tr w:rsidR="00711B14" w:rsidRPr="00D51568" w14:paraId="58770682" w14:textId="77777777" w:rsidTr="00AD24AA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FA6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náklady na údržbu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4C54" w14:textId="7AE2D3C8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2019: 137.306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7B5C6335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19AD1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2191" w14:textId="6AE3A686" w:rsidR="00711B14" w:rsidRPr="0015703E" w:rsidRDefault="00370A6B" w:rsidP="00714BA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2020: 205.909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67AB4D92" w14:textId="77777777" w:rsidTr="00AD24AA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6D68D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D95DF" w14:textId="3A786116" w:rsidR="00711B14" w:rsidRPr="0015703E" w:rsidRDefault="00370A6B" w:rsidP="00FE3E6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2021: </w:t>
            </w:r>
            <w:r w:rsidR="00FE3E6D">
              <w:rPr>
                <w:rFonts w:eastAsia="Times New Roman" w:cs="Calibri"/>
                <w:color w:val="000000"/>
                <w:szCs w:val="18"/>
                <w:lang w:eastAsia="cs-CZ"/>
              </w:rPr>
              <w:t>92.372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tis.</w:t>
            </w:r>
            <w:r w:rsid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370A6B">
              <w:rPr>
                <w:rFonts w:eastAsia="Times New Roman" w:cs="Calibri"/>
                <w:color w:val="000000"/>
                <w:szCs w:val="18"/>
                <w:lang w:eastAsia="cs-CZ"/>
              </w:rPr>
              <w:t>Kč</w:t>
            </w:r>
          </w:p>
        </w:tc>
      </w:tr>
      <w:tr w:rsidR="00711B14" w:rsidRPr="00D51568" w14:paraId="6DEC981E" w14:textId="77777777" w:rsidTr="00AD24AA">
        <w:trPr>
          <w:trHeight w:val="54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D7C5" w14:textId="77777777" w:rsidR="00711B14" w:rsidRPr="00D51568" w:rsidRDefault="00711B14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0729" w14:textId="1CE9A494" w:rsidR="00711B14" w:rsidRPr="0015703E" w:rsidRDefault="00370A6B" w:rsidP="00370A6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>2022:</w:t>
            </w:r>
            <w:r w:rsidR="00FE3E6D" w:rsidRPr="00990730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164.936 tis. Kč</w:t>
            </w:r>
          </w:p>
        </w:tc>
      </w:tr>
      <w:tr w:rsidR="00D51568" w:rsidRPr="00D51568" w14:paraId="1489BFD0" w14:textId="77777777" w:rsidTr="00983879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4AA24" w14:textId="6D8D522D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E8A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CB2F3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F2748" w:rsidRPr="00D51568" w14:paraId="0635DD2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567F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D5B3" w14:textId="77777777" w:rsidR="004F2748" w:rsidRPr="00D51568" w:rsidRDefault="004F274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Rok</w:t>
            </w:r>
          </w:p>
          <w:p w14:paraId="3366B4E1" w14:textId="50A4134A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3DE163C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A99" w14:textId="77777777" w:rsidR="00BE3DEC" w:rsidRPr="00D51568" w:rsidRDefault="00BE3DEC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Roční objem investic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8564" w14:textId="168D422E" w:rsidR="00BE3DEC" w:rsidRPr="00C37066" w:rsidRDefault="005954D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3D27C5B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0A727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60DD" w14:textId="16763BBD" w:rsidR="00BE3DEC" w:rsidRPr="00C37066" w:rsidRDefault="005954D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2020: 29.637.370tis. Kč</w:t>
            </w:r>
          </w:p>
        </w:tc>
      </w:tr>
      <w:tr w:rsidR="00BE3DEC" w:rsidRPr="00D51568" w14:paraId="720A205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CBB0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F6A33" w14:textId="74AB68B8" w:rsidR="00BE3DEC" w:rsidRPr="00C37066" w:rsidRDefault="005954D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2021:36.618.870tis. Kč</w:t>
            </w:r>
          </w:p>
        </w:tc>
      </w:tr>
      <w:tr w:rsidR="00BE3DEC" w:rsidRPr="00D51568" w14:paraId="4E8AB24C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850C0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27AB" w14:textId="32BC8F12" w:rsidR="00BE3DEC" w:rsidRPr="00C37066" w:rsidRDefault="00BE3DEC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BE3DEC" w:rsidRPr="00D51568" w14:paraId="50C6057E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EC18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drah: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D263" w14:textId="0F4D2A55" w:rsidR="00BE3DEC" w:rsidRPr="00C37066" w:rsidRDefault="005954D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2019: 19.579.833tis. Kč</w:t>
            </w:r>
          </w:p>
        </w:tc>
      </w:tr>
      <w:tr w:rsidR="00BE3DEC" w:rsidRPr="00D51568" w14:paraId="343A5F71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9155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C42" w14:textId="32BF57DB" w:rsidR="00BE3DEC" w:rsidRPr="00C37066" w:rsidRDefault="005954D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2020: 29.637.370tis. Kč</w:t>
            </w:r>
          </w:p>
        </w:tc>
      </w:tr>
      <w:tr w:rsidR="00BE3DEC" w:rsidRPr="00D51568" w14:paraId="688CB770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C461F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9D4F" w14:textId="4F7426A6" w:rsidR="00BE3DEC" w:rsidRPr="00C37066" w:rsidRDefault="005954D6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2021: 36.618.870tis. Kč</w:t>
            </w:r>
          </w:p>
        </w:tc>
      </w:tr>
      <w:tr w:rsidR="00BE3DEC" w:rsidRPr="00D51568" w14:paraId="46899FE7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6386C" w14:textId="77777777" w:rsidR="00BE3DEC" w:rsidRPr="00D51568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E5B1" w14:textId="06C966A8" w:rsidR="00BE3DEC" w:rsidRPr="00C37066" w:rsidRDefault="00BE3DEC" w:rsidP="00C37066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4F2748" w:rsidRPr="00D51568" w14:paraId="6E06423C" w14:textId="77777777" w:rsidTr="00A83454">
        <w:trPr>
          <w:trHeight w:val="53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3FE7" w14:textId="77777777" w:rsidR="004F2748" w:rsidRPr="00D51568" w:rsidRDefault="004F274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objem investic do provozování nákladní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4336" w14:textId="1D38B089" w:rsidR="004F2748" w:rsidRPr="00D51568" w:rsidRDefault="004F2748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Zadavatel provozuje nákladní přepravu pro vlastní potřebu.</w:t>
            </w:r>
          </w:p>
        </w:tc>
      </w:tr>
      <w:tr w:rsidR="00D51568" w:rsidRPr="00D51568" w14:paraId="03DD2B0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7ECEA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87CE2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ECEE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BE3DEC" w:rsidRPr="00D51568" w14:paraId="5A85DBC4" w14:textId="77777777" w:rsidTr="00A83454">
        <w:trPr>
          <w:trHeight w:val="53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405F" w14:textId="68B1FF7F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AB85" w14:textId="3460C282" w:rsidR="00BE3DEC" w:rsidRPr="00B82581" w:rsidRDefault="00510DA6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 xml:space="preserve">9358 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>km</w:t>
            </w:r>
          </w:p>
        </w:tc>
      </w:tr>
      <w:tr w:rsidR="00BE3DEC" w:rsidRPr="00D51568" w14:paraId="31273E45" w14:textId="77777777" w:rsidTr="00581FFF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CEDC" w14:textId="19F01A0A" w:rsidR="00BE3DEC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6090" w14:textId="1496C2BD" w:rsidR="00BE3DEC" w:rsidRPr="00B82581" w:rsidRDefault="000A4E68" w:rsidP="000A4E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486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81FFF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km</w:t>
            </w:r>
          </w:p>
        </w:tc>
      </w:tr>
      <w:tr w:rsidR="00581FFF" w:rsidRPr="00D51568" w14:paraId="7184824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35214" w14:textId="463FAD87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z toho délka tratí regionálních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08895" w14:textId="678D4640" w:rsidR="00581FFF" w:rsidRPr="00B82581" w:rsidRDefault="000A4E68" w:rsidP="000A4E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451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581FFF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km</w:t>
            </w:r>
          </w:p>
        </w:tc>
      </w:tr>
      <w:tr w:rsidR="00581FFF" w:rsidRPr="00D51568" w14:paraId="5C0A7F7B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263FC" w14:textId="684C62FB" w:rsidR="00581FFF" w:rsidRPr="00B82581" w:rsidRDefault="00581FFF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elektrizovaných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2AE03" w14:textId="37E152D4" w:rsidR="00581FFF" w:rsidRPr="00B82581" w:rsidRDefault="00110FA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 xml:space="preserve">3215 </w:t>
            </w:r>
            <w:r w:rsidR="00581FFF" w:rsidRPr="00427829">
              <w:rPr>
                <w:rFonts w:eastAsia="Times New Roman" w:cs="Calibri"/>
                <w:szCs w:val="18"/>
                <w:lang w:eastAsia="cs-CZ"/>
              </w:rPr>
              <w:t>km</w:t>
            </w:r>
          </w:p>
        </w:tc>
      </w:tr>
      <w:tr w:rsidR="00BE3DEC" w:rsidRPr="00D51568" w14:paraId="150A735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9B42" w14:textId="3DC7DEBE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3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CF61" w14:textId="1FC211C7" w:rsidR="00BE3DEC" w:rsidRPr="00B82581" w:rsidRDefault="00110FAF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 xml:space="preserve">1784 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>km</w:t>
            </w:r>
          </w:p>
        </w:tc>
      </w:tr>
      <w:tr w:rsidR="00BE3DEC" w:rsidRPr="00D51568" w14:paraId="08EA64AF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50EE" w14:textId="17EE4A32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25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AC 50 Hz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CCE" w14:textId="49CDA4F0" w:rsidR="00BE3DEC" w:rsidRPr="00B82581" w:rsidRDefault="00110FAF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 xml:space="preserve">1393 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>km</w:t>
            </w:r>
          </w:p>
        </w:tc>
      </w:tr>
      <w:tr w:rsidR="00BE3DEC" w:rsidRPr="00D51568" w14:paraId="5905006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49BE" w14:textId="4F8A8707" w:rsidR="00BE3DEC" w:rsidRPr="00B82581" w:rsidRDefault="000F2D5D" w:rsidP="00CB025A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1,5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DC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3466" w14:textId="700621EE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24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59ABE18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3C1E" w14:textId="797E8D33" w:rsidR="00BE3DEC" w:rsidRPr="00B82581" w:rsidRDefault="000F2D5D" w:rsidP="000F2D5D">
            <w:pPr>
              <w:pStyle w:val="Odstavecseseznamem"/>
              <w:numPr>
                <w:ilvl w:val="1"/>
                <w:numId w:val="11"/>
              </w:numPr>
              <w:spacing w:before="0" w:after="0" w:line="240" w:lineRule="auto"/>
              <w:ind w:left="654" w:hanging="283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trakční systém 15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kV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AC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046F" w14:textId="03F828D4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14 km</w:t>
            </w:r>
          </w:p>
        </w:tc>
      </w:tr>
      <w:tr w:rsidR="00BE3DEC" w:rsidRPr="00D51568" w14:paraId="01103A0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C626" w14:textId="09043923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tratí normálního rozchodu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A4E1" w14:textId="7E91F371" w:rsidR="00BE3DEC" w:rsidRPr="00B82581" w:rsidRDefault="00110FAF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9335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6D5F0079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2D21" w14:textId="1BF7209C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Délka </w:t>
            </w:r>
            <w:proofErr w:type="spellStart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úzkorozchodových</w:t>
            </w:r>
            <w:proofErr w:type="spellEnd"/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2A4F" w14:textId="1E814FC3" w:rsidR="00BE3DEC" w:rsidRPr="00B82581" w:rsidRDefault="000F2D5D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23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758D31D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11BF" w14:textId="516F7AF9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Délka jednokolejných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0E15" w14:textId="3EFA7EC0" w:rsidR="00BE3DEC" w:rsidRPr="00B82581" w:rsidRDefault="00BD37AA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7324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4C2400D0" w14:textId="77777777" w:rsidTr="00A83454">
        <w:trPr>
          <w:trHeight w:val="74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DD67" w14:textId="39B1A711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Délka dvou a vícekolejných tratí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D771" w14:textId="3700B616" w:rsidR="00BE3DEC" w:rsidRPr="00B82581" w:rsidRDefault="00BD37AA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2033</w:t>
            </w:r>
            <w:r w:rsidR="000F2D5D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BE3DEC" w:rsidRPr="00D51568" w14:paraId="0AA3247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01A8" w14:textId="1D5A3E9D" w:rsidR="00BE3DEC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Stavební délka kolejí celkem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2736" w14:textId="5C77FB97" w:rsidR="00BE3DEC" w:rsidRPr="00B82581" w:rsidRDefault="00BD37AA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15091</w:t>
            </w:r>
            <w:r w:rsidR="000F2D5D" w:rsidRPr="00427829">
              <w:rPr>
                <w:rFonts w:eastAsia="Times New Roman" w:cs="Calibri"/>
                <w:szCs w:val="18"/>
                <w:lang w:eastAsia="cs-CZ"/>
              </w:rPr>
              <w:t xml:space="preserve"> km</w:t>
            </w:r>
          </w:p>
        </w:tc>
      </w:tr>
      <w:tr w:rsidR="000F2D5D" w:rsidRPr="00D51568" w14:paraId="577148E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5F80" w14:textId="7EDFBDBD" w:rsidR="000F2D5D" w:rsidRPr="00B82581" w:rsidRDefault="000F2D5D" w:rsidP="000F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Počet výhybkových jednotek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EA809" w14:textId="423E0C30" w:rsidR="000F2D5D" w:rsidRPr="00B82581" w:rsidRDefault="00BD37AA" w:rsidP="00BE3DEC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21445</w:t>
            </w:r>
            <w:r w:rsidR="000F2D5D" w:rsidRPr="00427829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proofErr w:type="spellStart"/>
            <w:proofErr w:type="gramStart"/>
            <w:r w:rsidR="000F2D5D" w:rsidRPr="00427829">
              <w:rPr>
                <w:rFonts w:eastAsia="Times New Roman" w:cs="Calibri"/>
                <w:szCs w:val="18"/>
                <w:lang w:eastAsia="cs-CZ"/>
              </w:rPr>
              <w:t>v.j</w:t>
            </w:r>
            <w:proofErr w:type="spellEnd"/>
            <w:r w:rsidR="000F2D5D" w:rsidRPr="00427829">
              <w:rPr>
                <w:rFonts w:eastAsia="Times New Roman" w:cs="Calibri"/>
                <w:szCs w:val="18"/>
                <w:lang w:eastAsia="cs-CZ"/>
              </w:rPr>
              <w:t>.</w:t>
            </w:r>
            <w:proofErr w:type="gramEnd"/>
          </w:p>
        </w:tc>
      </w:tr>
      <w:tr w:rsidR="00BE3DEC" w:rsidRPr="00D51568" w14:paraId="764BA1B2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1857" w14:textId="05AEFA46" w:rsidR="00BE3DEC" w:rsidRPr="00B82581" w:rsidRDefault="000F2D5D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mostů a počet mostů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B795" w14:textId="324031E1" w:rsidR="00BE3DEC" w:rsidRPr="00B82581" w:rsidRDefault="00BD37AA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154 845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m a 6</w:t>
            </w:r>
            <w:r w:rsidR="0015703E" w:rsidRPr="00427829">
              <w:rPr>
                <w:rFonts w:eastAsia="Times New Roman" w:cs="Calibri"/>
                <w:szCs w:val="18"/>
                <w:lang w:eastAsia="cs-CZ"/>
              </w:rPr>
              <w:t>.719</w:t>
            </w:r>
            <w:r w:rsidR="00BE3DEC" w:rsidRPr="00427829">
              <w:rPr>
                <w:rFonts w:eastAsia="Times New Roman" w:cs="Calibri"/>
                <w:szCs w:val="18"/>
                <w:lang w:eastAsia="cs-CZ"/>
              </w:rPr>
              <w:t xml:space="preserve"> ks</w:t>
            </w:r>
          </w:p>
        </w:tc>
      </w:tr>
      <w:tr w:rsidR="00BE3DEC" w:rsidRPr="00D51568" w14:paraId="6B69D8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304F" w14:textId="57D0CB86" w:rsidR="00BE3DEC" w:rsidRPr="00B82581" w:rsidRDefault="00B8258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D</w:t>
            </w:r>
            <w:r w:rsidR="00BE3DEC" w:rsidRPr="00B82581">
              <w:rPr>
                <w:rFonts w:eastAsia="Times New Roman" w:cs="Calibri"/>
                <w:color w:val="000000"/>
                <w:szCs w:val="18"/>
                <w:lang w:eastAsia="cs-CZ"/>
              </w:rPr>
              <w:t>élka tunelů a počet tunelů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C4A5" w14:textId="46E916DB" w:rsidR="00BE3DEC" w:rsidRPr="00B82581" w:rsidRDefault="00BE3DEC" w:rsidP="001570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27829">
              <w:rPr>
                <w:rFonts w:eastAsia="Times New Roman" w:cs="Calibri"/>
                <w:szCs w:val="18"/>
                <w:lang w:eastAsia="cs-CZ"/>
              </w:rPr>
              <w:t>5</w:t>
            </w:r>
            <w:r w:rsidR="000F2D5D" w:rsidRPr="00427829">
              <w:rPr>
                <w:rFonts w:eastAsia="Times New Roman" w:cs="Calibri"/>
                <w:szCs w:val="18"/>
                <w:lang w:eastAsia="cs-CZ"/>
              </w:rPr>
              <w:t>4</w:t>
            </w:r>
            <w:r w:rsidR="0015703E" w:rsidRPr="00427829">
              <w:rPr>
                <w:rFonts w:eastAsia="Times New Roman" w:cs="Calibri"/>
                <w:szCs w:val="18"/>
                <w:lang w:eastAsia="cs-CZ"/>
              </w:rPr>
              <w:t>.</w:t>
            </w:r>
            <w:r w:rsidR="00040395" w:rsidRPr="00427829">
              <w:rPr>
                <w:rFonts w:eastAsia="Times New Roman" w:cs="Calibri"/>
                <w:szCs w:val="18"/>
                <w:lang w:eastAsia="cs-CZ"/>
              </w:rPr>
              <w:t>072</w:t>
            </w:r>
            <w:r w:rsidRPr="00427829">
              <w:rPr>
                <w:rFonts w:eastAsia="Times New Roman" w:cs="Calibri"/>
                <w:szCs w:val="18"/>
                <w:lang w:eastAsia="cs-CZ"/>
              </w:rPr>
              <w:t xml:space="preserve"> m a 166 ks</w:t>
            </w:r>
          </w:p>
        </w:tc>
      </w:tr>
      <w:tr w:rsidR="00D51568" w:rsidRPr="00D51568" w14:paraId="0CD7CA1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A78E0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C10FF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50EDB" w14:textId="77777777" w:rsidR="00D51568" w:rsidRPr="00D51568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51568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D51568" w:rsidRPr="0015703E" w14:paraId="5F37240D" w14:textId="77777777" w:rsidTr="00A83454">
        <w:trPr>
          <w:trHeight w:val="300"/>
        </w:trPr>
        <w:tc>
          <w:tcPr>
            <w:tcW w:w="3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A8CD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Stáří železničního systému/ provozovaných drah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88F25" w14:textId="77777777" w:rsidR="00D51568" w:rsidRPr="00FE1325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průměr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401" w14:textId="3F33FBAA" w:rsidR="00D51568" w:rsidRPr="00FE1325" w:rsidRDefault="00BE3DEC" w:rsidP="00632D5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632D5D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</w:tr>
      <w:tr w:rsidR="00D51568" w:rsidRPr="0015703E" w14:paraId="7F281A8F" w14:textId="77777777" w:rsidTr="00A83454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EF0D2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989EB" w14:textId="77777777" w:rsidR="00D51568" w:rsidRPr="00B830B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nejstarší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F037" w14:textId="415EA91D" w:rsidR="00D51568" w:rsidRPr="00B830B9" w:rsidRDefault="00BE3DE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eastAsia="Times New Roman" w:cs="Calibri"/>
                <w:color w:val="000000"/>
                <w:szCs w:val="18"/>
                <w:lang w:eastAsia="cs-CZ"/>
              </w:rPr>
              <w:t>94</w:t>
            </w:r>
          </w:p>
        </w:tc>
      </w:tr>
      <w:tr w:rsidR="00D51568" w:rsidRPr="0015703E" w14:paraId="716D2033" w14:textId="77777777" w:rsidTr="00723CC2">
        <w:trPr>
          <w:trHeight w:val="300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FE313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724F2" w14:textId="77777777" w:rsidR="00D51568" w:rsidRPr="00983879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nejnovější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37FA" w14:textId="5919571A" w:rsidR="00D51568" w:rsidRPr="00983879" w:rsidRDefault="00BE3DEC" w:rsidP="005954D6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Aktivace v roce </w:t>
            </w:r>
            <w:r w:rsidR="005954D6" w:rsidRPr="00427829">
              <w:rPr>
                <w:rFonts w:eastAsia="Times New Roman" w:cs="Calibri"/>
                <w:szCs w:val="18"/>
                <w:lang w:eastAsia="cs-CZ"/>
              </w:rPr>
              <w:t>2022</w:t>
            </w:r>
          </w:p>
        </w:tc>
      </w:tr>
      <w:tr w:rsidR="00D51568" w:rsidRPr="0015703E" w14:paraId="3FD6C80A" w14:textId="77777777" w:rsidTr="00632D5D">
        <w:trPr>
          <w:trHeight w:val="885"/>
        </w:trPr>
        <w:tc>
          <w:tcPr>
            <w:tcW w:w="3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2F14" w14:textId="77777777" w:rsidR="00D51568" w:rsidRPr="0015703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D121" w14:textId="262582BF" w:rsidR="00D51568" w:rsidRPr="0015703E" w:rsidRDefault="00632D5D" w:rsidP="00983879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Pozn. V rámci operačních programů EU a finančních prostředků SFDI, předpisů a nároků na zkvalitňování železniční dopravy a přepravy dochází k neustálému zlepšování a modernizaci technologie a železničního svršku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  <w:tr w:rsidR="00D51568" w:rsidRPr="0015703E" w14:paraId="40D9C63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50B83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77F4C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B7739" w14:textId="77777777" w:rsidR="00D51568" w:rsidRPr="00983879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4A10C8" w:rsidRPr="0015703E" w14:paraId="54E5DE57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CCCC" w14:textId="77777777" w:rsidR="004A10C8" w:rsidRPr="0015703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Počet železničních křížení/ křižovatek/ uzlů a výhybek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209" w14:textId="505AC51E" w:rsidR="004A10C8" w:rsidRPr="0015703E" w:rsidRDefault="006E484F" w:rsidP="0098387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20.435</w:t>
            </w:r>
            <w:r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4A10C8" w:rsidRPr="00983879">
              <w:rPr>
                <w:rFonts w:eastAsia="Times New Roman" w:cs="Calibri"/>
                <w:color w:val="000000"/>
                <w:szCs w:val="18"/>
                <w:lang w:eastAsia="cs-CZ"/>
              </w:rPr>
              <w:t>ks výhybek</w:t>
            </w:r>
          </w:p>
        </w:tc>
      </w:tr>
      <w:tr w:rsidR="004A10C8" w:rsidRPr="0015703E" w14:paraId="2B78856E" w14:textId="77777777" w:rsidTr="00A83454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F1A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automatizovaně vybavené mechanickým přestavníkem (nebo závorníkem) nebo elektrickým přestavníkem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2BC8" w14:textId="23381D4F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15 147 ks</w:t>
            </w:r>
          </w:p>
        </w:tc>
      </w:tr>
      <w:tr w:rsidR="004A10C8" w:rsidRPr="0015703E" w14:paraId="4DD2D889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8468" w14:textId="77777777" w:rsidR="004A10C8" w:rsidRPr="000764CE" w:rsidRDefault="004A10C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z toho řízených ručně vybavenými zámky nebo nevybavené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0104" w14:textId="6C1D4C01" w:rsidR="004A10C8" w:rsidRPr="000764CE" w:rsidRDefault="000764CE" w:rsidP="004A10C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5 288 ks</w:t>
            </w:r>
          </w:p>
        </w:tc>
      </w:tr>
      <w:tr w:rsidR="00D51568" w:rsidRPr="0015703E" w14:paraId="0B3B138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9D0B2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7F6BC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15B5F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3E412B" w:rsidRPr="0015703E" w14:paraId="28360333" w14:textId="77777777" w:rsidTr="00FF4018">
        <w:trPr>
          <w:trHeight w:val="48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9DF2" w14:textId="03874155" w:rsidR="003E412B" w:rsidRPr="00206D81" w:rsidRDefault="003E412B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Počet železničních přejezdů (celkem)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55BF8" w14:textId="48F03553" w:rsidR="003E412B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470AC4">
              <w:rPr>
                <w:rFonts w:eastAsia="Times New Roman" w:cs="Calibri"/>
                <w:szCs w:val="18"/>
                <w:lang w:eastAsia="cs-CZ"/>
              </w:rPr>
              <w:t>7734</w:t>
            </w:r>
          </w:p>
        </w:tc>
      </w:tr>
      <w:tr w:rsidR="00FF4018" w:rsidRPr="0015703E" w14:paraId="7F92BC33" w14:textId="77777777" w:rsidTr="00723CC2">
        <w:trPr>
          <w:trHeight w:val="40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2364" w14:textId="5C7EAA3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závory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EEB38" w14:textId="7AFDD050" w:rsidR="00FF4018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</w:tr>
      <w:tr w:rsidR="00FF4018" w:rsidRPr="0015703E" w14:paraId="6D74C7B7" w14:textId="77777777" w:rsidTr="00723CC2">
        <w:trPr>
          <w:trHeight w:val="42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DF28" w14:textId="5FDA643B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Mechanická PZZ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7E7CF" w14:textId="5D903F43" w:rsidR="00FF4018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265</w:t>
            </w:r>
          </w:p>
        </w:tc>
      </w:tr>
      <w:tr w:rsidR="00FF4018" w:rsidRPr="0015703E" w14:paraId="43C60044" w14:textId="77777777" w:rsidTr="00723CC2">
        <w:trPr>
          <w:trHeight w:val="41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95CD" w14:textId="046092A1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Přejezdy zabezpečené pouze výstražným křížem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1BFBF" w14:textId="3C08E9A9" w:rsidR="00FF4018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3486</w:t>
            </w:r>
          </w:p>
        </w:tc>
      </w:tr>
      <w:tr w:rsidR="00FF4018" w:rsidRPr="0015703E" w14:paraId="421A0C23" w14:textId="77777777" w:rsidTr="00723CC2">
        <w:trPr>
          <w:trHeight w:val="39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AC4" w14:textId="3F6EB63C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bez závor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1BE9A" w14:textId="539C5845" w:rsidR="00FF4018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2363</w:t>
            </w:r>
          </w:p>
        </w:tc>
      </w:tr>
      <w:tr w:rsidR="00FF4018" w:rsidRPr="0015703E" w14:paraId="08E167BB" w14:textId="77777777" w:rsidTr="00FF4018">
        <w:trPr>
          <w:trHeight w:val="40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3F1EF" w14:textId="503F4F9E" w:rsidR="00FF4018" w:rsidRPr="00206D81" w:rsidRDefault="006A6270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Světelná PZZ se závorami</w:t>
            </w:r>
          </w:p>
        </w:tc>
        <w:tc>
          <w:tcPr>
            <w:tcW w:w="57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497E" w14:textId="1B486FF4" w:rsidR="00FF4018" w:rsidRPr="00206D81" w:rsidRDefault="00470AC4" w:rsidP="00206D8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1611</w:t>
            </w:r>
          </w:p>
        </w:tc>
      </w:tr>
      <w:tr w:rsidR="00D51568" w:rsidRPr="0015703E" w14:paraId="5E4059D7" w14:textId="77777777" w:rsidTr="003B4584">
        <w:trPr>
          <w:trHeight w:val="300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4B3E" w14:textId="3342E2F5" w:rsidR="00D51568" w:rsidRPr="00206D81" w:rsidRDefault="00D51568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 xml:space="preserve">Pozn. Statistiky počtu železničních přejezdů jsou vedeny vždy k 31. 12. daného roku, </w:t>
            </w:r>
            <w:proofErr w:type="gramStart"/>
            <w:r w:rsidRPr="00206D81">
              <w:rPr>
                <w:rFonts w:eastAsia="Times New Roman" w:cs="Calibri"/>
                <w:szCs w:val="18"/>
                <w:lang w:eastAsia="cs-CZ"/>
              </w:rPr>
              <w:t>tzn.</w:t>
            </w:r>
            <w:proofErr w:type="gramEnd"/>
            <w:r w:rsidRPr="00206D81">
              <w:rPr>
                <w:rFonts w:eastAsia="Times New Roman" w:cs="Calibri"/>
                <w:szCs w:val="18"/>
                <w:lang w:eastAsia="cs-CZ"/>
              </w:rPr>
              <w:t xml:space="preserve"> uvedené</w:t>
            </w:r>
            <w:r w:rsidR="002E2712" w:rsidRPr="00206D81">
              <w:rPr>
                <w:rFonts w:eastAsia="Times New Roman" w:cs="Calibri"/>
                <w:szCs w:val="18"/>
                <w:lang w:eastAsia="cs-CZ"/>
              </w:rPr>
              <w:t xml:space="preserve"> údaje </w:t>
            </w:r>
            <w:proofErr w:type="gramStart"/>
            <w:r w:rsidR="002E2712" w:rsidRPr="00206D81">
              <w:rPr>
                <w:rFonts w:eastAsia="Times New Roman" w:cs="Calibri"/>
                <w:szCs w:val="18"/>
                <w:lang w:eastAsia="cs-CZ"/>
              </w:rPr>
              <w:t>budou</w:t>
            </w:r>
            <w:proofErr w:type="gramEnd"/>
            <w:r w:rsidR="002E2712" w:rsidRPr="00206D81">
              <w:rPr>
                <w:rFonts w:eastAsia="Times New Roman" w:cs="Calibri"/>
                <w:szCs w:val="18"/>
                <w:lang w:eastAsia="cs-CZ"/>
              </w:rPr>
              <w:t xml:space="preserve"> k datu 31. 12. </w:t>
            </w:r>
            <w:r w:rsidR="005954D6" w:rsidRPr="00206D81">
              <w:rPr>
                <w:rFonts w:eastAsia="Times New Roman" w:cs="Calibri"/>
                <w:szCs w:val="18"/>
                <w:lang w:eastAsia="cs-CZ"/>
              </w:rPr>
              <w:t>202</w:t>
            </w:r>
            <w:r w:rsidR="005954D6">
              <w:rPr>
                <w:rFonts w:eastAsia="Times New Roman" w:cs="Calibri"/>
                <w:szCs w:val="18"/>
                <w:lang w:eastAsia="cs-CZ"/>
              </w:rPr>
              <w:t>1</w:t>
            </w:r>
          </w:p>
          <w:p w14:paraId="68AD5FC8" w14:textId="71AE30C4" w:rsidR="00723CC2" w:rsidRPr="0015703E" w:rsidRDefault="00723CC2" w:rsidP="00D5156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FF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szCs w:val="18"/>
                <w:lang w:eastAsia="cs-CZ"/>
              </w:rPr>
              <w:t>PZZ = přejezdové zabezpečovací zařízení</w:t>
            </w:r>
          </w:p>
        </w:tc>
      </w:tr>
      <w:tr w:rsidR="00D51568" w:rsidRPr="0015703E" w14:paraId="4D10FFC8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C3734E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B6E40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14AD8" w14:textId="77777777" w:rsidR="00D51568" w:rsidRPr="008700C5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700C5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1BD6C192" w14:textId="77777777" w:rsidTr="00A83454">
        <w:trPr>
          <w:trHeight w:val="18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8828" w14:textId="77777777" w:rsidR="0094342F" w:rsidRPr="000764CE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Bližší popis provozování drah, zejména: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řídicích míst/ dispečinků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počet a druhy zabezpečovacích/ výstražných/ signalizačních systémů a jejich koordinace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apod.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8F5E" w14:textId="17606C1A" w:rsidR="0094342F" w:rsidRPr="000764CE" w:rsidRDefault="003C6D10" w:rsidP="003C6D10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55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ovládacích a ovládaných stanic dálkového ovládání (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101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ovládacích a 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56</w:t>
            </w: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ovládaných stanic dálkového ovládání)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Staniční zabezpečovací zařízení - mechanická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6, elektromechanická 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5, </w:t>
            </w:r>
            <w:proofErr w:type="spellStart"/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releová</w:t>
            </w:r>
            <w:proofErr w:type="spellEnd"/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TEST 11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</w:t>
            </w:r>
            <w:proofErr w:type="spellStart"/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releová</w:t>
            </w:r>
            <w:proofErr w:type="spellEnd"/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2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36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hybridní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29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elektronická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432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, provoz dle D3 (bez zabezpeč</w:t>
            </w:r>
            <w:r w:rsidR="002E2712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e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98</w:t>
            </w:r>
            <w:r w:rsidR="0094342F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 ostatní (provizorní) </w:t>
            </w:r>
            <w:r w:rsidR="000764CE"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6</w:t>
            </w:r>
          </w:p>
        </w:tc>
      </w:tr>
      <w:tr w:rsidR="00D51568" w:rsidRPr="0015703E" w14:paraId="5A0033A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CCF44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81349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8981B" w14:textId="77777777" w:rsidR="00D51568" w:rsidRPr="000764CE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764CE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94342F" w:rsidRPr="0015703E" w14:paraId="5E1DF3E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5507" w14:textId="77777777" w:rsidR="0094342F" w:rsidRPr="00206D81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Počet stanic / nádraží na provozovaných drahách (celkem)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0559" w14:textId="0DEA6BF4" w:rsidR="0094342F" w:rsidRPr="0015703E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206D81">
              <w:rPr>
                <w:rFonts w:eastAsia="Times New Roman" w:cs="Calibri"/>
                <w:color w:val="000000"/>
                <w:szCs w:val="18"/>
                <w:lang w:eastAsia="cs-CZ"/>
              </w:rPr>
              <w:t>uvedeno níže</w:t>
            </w:r>
          </w:p>
        </w:tc>
      </w:tr>
      <w:tr w:rsidR="0094342F" w:rsidRPr="0015703E" w14:paraId="4F970F4F" w14:textId="77777777" w:rsidTr="00A83454">
        <w:trPr>
          <w:trHeight w:val="69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D8C" w14:textId="77777777" w:rsidR="0094342F" w:rsidRPr="00FE1325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provozovaných zadavatelem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2D92" w14:textId="0D586B8D" w:rsidR="0094342F" w:rsidRPr="00FE1325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FE1325">
              <w:rPr>
                <w:rFonts w:eastAsia="Times New Roman" w:cs="Calibri"/>
                <w:color w:val="000000"/>
                <w:szCs w:val="18"/>
                <w:lang w:eastAsia="cs-CZ"/>
              </w:rPr>
              <w:t>Aktivně je obsluhováno kolem 2500 nádraží a zastávek</w:t>
            </w:r>
          </w:p>
        </w:tc>
      </w:tr>
      <w:tr w:rsidR="0094342F" w:rsidRPr="0015703E" w14:paraId="53F7BEE1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184C" w14:textId="77777777" w:rsidR="0094342F" w:rsidRPr="00B769CA" w:rsidRDefault="0094342F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provozovaných subjektem odlišným od zadavatele (zadavatelem jen využívaných)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AA1" w14:textId="12E6BC4E" w:rsidR="0094342F" w:rsidRPr="00B769CA" w:rsidRDefault="0094342F" w:rsidP="0094342F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x</w:t>
            </w:r>
          </w:p>
        </w:tc>
      </w:tr>
      <w:tr w:rsidR="00D51568" w:rsidRPr="0015703E" w14:paraId="4EEA5B56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2A70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DFFC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B098E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440B4613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C86A" w14:textId="1BDB4B82" w:rsidR="008649D1" w:rsidRPr="00B769CA" w:rsidRDefault="008649D1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 využívajících provozované dráhy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05B9" w14:textId="4ED9C3AB" w:rsidR="008649D1" w:rsidRPr="00B769CA" w:rsidRDefault="008649D1" w:rsidP="00723CC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Zadavatel je provozovatel dráhy. </w:t>
            </w:r>
          </w:p>
        </w:tc>
      </w:tr>
      <w:tr w:rsidR="008649D1" w:rsidRPr="0015703E" w14:paraId="0F142CC5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25C2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3ECD" w14:textId="32C7E04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90A03BF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436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BC85" w14:textId="3B4BB56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7D129D8A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9087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tratí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43FA" w14:textId="0FE5345F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4F1905BF" w14:textId="77777777" w:rsidTr="006A6270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C186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 využívajících vleček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1E66" w14:textId="404F230E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</w:tc>
      </w:tr>
      <w:tr w:rsidR="008649D1" w:rsidRPr="0015703E" w14:paraId="3037DFE1" w14:textId="77777777" w:rsidTr="006A6270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622C1" w14:textId="53DD574B" w:rsidR="008649D1" w:rsidRPr="00B769CA" w:rsidRDefault="008649D1" w:rsidP="00045774">
            <w:pPr>
              <w:pStyle w:val="Odstavecseseznamem"/>
              <w:numPr>
                <w:ilvl w:val="0"/>
                <w:numId w:val="4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% vlaků využívajících dieselové lokomotivy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3EB7" w14:textId="0FE80490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D51568" w:rsidRPr="0015703E" w14:paraId="0AD6DD3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48CB5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6F104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0A8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268EFC7E" w14:textId="77777777" w:rsidTr="00A83454">
        <w:trPr>
          <w:trHeight w:val="7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1C7" w14:textId="4F25D7FE" w:rsidR="000D202B" w:rsidRPr="008C4DCF" w:rsidRDefault="000D202B" w:rsidP="00E964B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Počet</w:t>
            </w:r>
            <w:r w:rsidR="00E964BD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jízd a ujetých kilometrů vlaků využívajících provozované dráhy 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8C4DCF">
              <w:rPr>
                <w:rFonts w:eastAsia="Times New Roman" w:cs="Calibri"/>
                <w:color w:val="000000"/>
                <w:szCs w:val="18"/>
                <w:lang w:eastAsia="cs-CZ"/>
              </w:rPr>
              <w:t>) v posledním roce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EFA8E" w14:textId="76AC9E8B" w:rsidR="000D202B" w:rsidRPr="008C4DCF" w:rsidRDefault="00CE4CF3" w:rsidP="00CE4CF3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szCs w:val="18"/>
                <w:lang w:eastAsia="cs-CZ"/>
              </w:rPr>
              <w:t>37 566</w:t>
            </w:r>
            <w:r w:rsidR="000D202B" w:rsidRPr="00B56941">
              <w:rPr>
                <w:rFonts w:eastAsia="Times New Roman" w:cs="Calibri"/>
                <w:szCs w:val="18"/>
                <w:lang w:eastAsia="cs-CZ"/>
              </w:rPr>
              <w:t xml:space="preserve"> tis </w:t>
            </w:r>
            <w:proofErr w:type="spellStart"/>
            <w:r w:rsidR="000D202B" w:rsidRPr="00B56941">
              <w:rPr>
                <w:rFonts w:eastAsia="Times New Roman" w:cs="Calibri"/>
                <w:szCs w:val="18"/>
                <w:lang w:eastAsia="cs-CZ"/>
              </w:rPr>
              <w:t>vlkm</w:t>
            </w:r>
            <w:proofErr w:type="spellEnd"/>
            <w:r w:rsidR="000D202B" w:rsidRPr="00B56941">
              <w:rPr>
                <w:rFonts w:eastAsia="Times New Roman" w:cs="Calibri"/>
                <w:szCs w:val="18"/>
                <w:lang w:eastAsia="cs-CZ"/>
              </w:rPr>
              <w:t xml:space="preserve"> v nákladní dopravě a 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134 738 </w:t>
            </w:r>
            <w:r w:rsidR="000D202B" w:rsidRPr="00B56941">
              <w:rPr>
                <w:rFonts w:eastAsia="Times New Roman" w:cs="Calibri"/>
                <w:szCs w:val="18"/>
                <w:lang w:eastAsia="cs-CZ"/>
              </w:rPr>
              <w:t xml:space="preserve">tis </w:t>
            </w:r>
            <w:proofErr w:type="spellStart"/>
            <w:r w:rsidR="000D202B" w:rsidRPr="00B56941">
              <w:rPr>
                <w:rFonts w:eastAsia="Times New Roman" w:cs="Calibri"/>
                <w:szCs w:val="18"/>
                <w:lang w:eastAsia="cs-CZ"/>
              </w:rPr>
              <w:t>vlkm</w:t>
            </w:r>
            <w:proofErr w:type="spellEnd"/>
            <w:r w:rsidR="000D202B" w:rsidRPr="00B56941">
              <w:rPr>
                <w:rFonts w:eastAsia="Times New Roman" w:cs="Calibri"/>
                <w:szCs w:val="18"/>
                <w:lang w:eastAsia="cs-CZ"/>
              </w:rPr>
              <w:t xml:space="preserve"> v osobní dopravě</w:t>
            </w:r>
          </w:p>
        </w:tc>
      </w:tr>
      <w:tr w:rsidR="000D202B" w:rsidRPr="0015703E" w14:paraId="1D1FB156" w14:textId="77777777" w:rsidTr="00A83454">
        <w:trPr>
          <w:trHeight w:val="49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3E9F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celostátních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44" w14:textId="2FF37D56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3237184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FC98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jízd a kilometrů na tratích regionálních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840B" w14:textId="585A964D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3C26E5F8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8E6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tratích soukromých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F87E" w14:textId="5422AFFE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0D202B" w:rsidRPr="0015703E" w14:paraId="2D395A4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4006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jízd a kilometrů na vlečkách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758" w14:textId="5230EB02" w:rsidR="000D202B" w:rsidRPr="00B769CA" w:rsidRDefault="000D202B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již se nerozděluje</w:t>
            </w:r>
          </w:p>
        </w:tc>
      </w:tr>
      <w:tr w:rsidR="00D51568" w:rsidRPr="0015703E" w14:paraId="6A7F3EB4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31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A286B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D7A7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D202B" w:rsidRPr="0015703E" w14:paraId="44BD2138" w14:textId="77777777" w:rsidTr="00A83454">
        <w:trPr>
          <w:trHeight w:val="8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70AF" w14:textId="7BDF6E85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osob přepravených ve vlacích využívajících provozované dráhy s osobokilometry 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(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celkem</w:t>
            </w:r>
            <w:r w:rsidR="00C84F7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)</w:t>
            </w:r>
            <w:r w:rsidR="002E2712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2FA" w14:textId="164607BD" w:rsidR="000D202B" w:rsidRPr="0015703E" w:rsidRDefault="000D202B" w:rsidP="002E271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o počtu osob nemá zadavatel k dispozici.</w:t>
            </w:r>
          </w:p>
        </w:tc>
      </w:tr>
      <w:tr w:rsidR="000D202B" w:rsidRPr="0015703E" w14:paraId="1964212E" w14:textId="77777777" w:rsidTr="00A83454">
        <w:trPr>
          <w:trHeight w:val="6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75D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9F5A" w14:textId="78CB7571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16556663" w14:textId="77777777" w:rsidTr="00A83454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A154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21D9" w14:textId="66EF231B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33EA7E3" w14:textId="77777777" w:rsidTr="00A83454">
        <w:trPr>
          <w:trHeight w:val="54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B4A9" w14:textId="77777777" w:rsidR="000D202B" w:rsidRPr="00B769CA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2F4" w14:textId="39A6B3B0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D202B" w:rsidRPr="0015703E" w14:paraId="545B8917" w14:textId="77777777" w:rsidTr="00A83454">
        <w:trPr>
          <w:trHeight w:val="51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8303" w14:textId="143F7C97" w:rsidR="000D202B" w:rsidRPr="00B769CA" w:rsidRDefault="002E2712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počet osob a osobokil</w:t>
            </w:r>
            <w:r w:rsidR="000D202B"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324D" w14:textId="5DC58DAF" w:rsidR="000D202B" w:rsidRPr="0015703E" w:rsidRDefault="000D202B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D51568" w:rsidRPr="0015703E" w14:paraId="558CC54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71E6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661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9C3E3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8649D1" w:rsidRPr="0015703E" w14:paraId="39B9E70D" w14:textId="77777777" w:rsidTr="006A6270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8777" w14:textId="1F45B423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Množství nákladu (v tunách) přepravovaného ve vlacích využívajících provozované dráhy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7150" w14:textId="0540C759" w:rsidR="008649D1" w:rsidRPr="00B769CA" w:rsidRDefault="008649D1" w:rsidP="008649D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Údaje nemá zadavatel k dispozici.</w:t>
            </w:r>
          </w:p>
        </w:tc>
      </w:tr>
      <w:tr w:rsidR="008649D1" w:rsidRPr="0015703E" w14:paraId="3A8CA4C9" w14:textId="77777777" w:rsidTr="006A6270">
        <w:trPr>
          <w:trHeight w:val="55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129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FA0" w14:textId="1FE29451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47CAB436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8FE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tun a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6872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798514E" w14:textId="77777777" w:rsidTr="00A83454">
        <w:trPr>
          <w:trHeight w:val="58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5070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FC5010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1DEEE90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C87E" w14:textId="77777777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na vlečkách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952666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7AC6EA" w14:textId="77777777" w:rsidTr="006A6270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8071" w14:textId="371EDE16" w:rsidR="008649D1" w:rsidRPr="00B769CA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a tunokilometrů přepravených nebezpečných látek a tekutin:</w:t>
            </w:r>
          </w:p>
        </w:tc>
        <w:tc>
          <w:tcPr>
            <w:tcW w:w="5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CF2C9" w14:textId="77777777" w:rsidR="008649D1" w:rsidRPr="0015703E" w:rsidRDefault="008649D1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5C86B3F8" w14:textId="77777777" w:rsidTr="006A6270">
        <w:trPr>
          <w:trHeight w:val="7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B3D5" w14:textId="07B3472D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 procentuálním rozdělením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C544" w14:textId="3613A5F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8649D1" w:rsidRPr="0015703E" w14:paraId="02807A7A" w14:textId="77777777" w:rsidTr="006A6270">
        <w:trPr>
          <w:trHeight w:val="106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0B02" w14:textId="304B6B36" w:rsidR="008649D1" w:rsidRPr="00B769CA" w:rsidRDefault="008649D1" w:rsidP="00905592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 procentuálním rozdělením a uvedením bezpečnostních opatření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F6B" w14:textId="2AD29986" w:rsidR="008649D1" w:rsidRPr="0015703E" w:rsidRDefault="008649D1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C938E7" w:rsidRPr="0015703E" w14:paraId="16EA4A34" w14:textId="77777777" w:rsidTr="00C84F72">
        <w:trPr>
          <w:trHeight w:val="32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C7D3" w14:textId="44396E22" w:rsidR="00C938E7" w:rsidRPr="0056278D" w:rsidRDefault="00C938E7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Počet lokomotiv, počet vagonů a počet jiných železničních vozidel využívaných zadavatelem k provozování drážní dopravy v posledním roce a plán na rok, pro který je poptáváno pojištění:</w:t>
            </w:r>
          </w:p>
          <w:p w14:paraId="1DF11182" w14:textId="77777777" w:rsidR="00C938E7" w:rsidRPr="0056278D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Celostátní tratě</w:t>
            </w:r>
          </w:p>
          <w:p w14:paraId="1011461E" w14:textId="761C8D6C" w:rsidR="00C938E7" w:rsidRPr="0056278D" w:rsidRDefault="00C938E7" w:rsidP="00905592">
            <w:pPr>
              <w:pStyle w:val="Odstavecseseznamem"/>
              <w:numPr>
                <w:ilvl w:val="0"/>
                <w:numId w:val="2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6278D">
              <w:rPr>
                <w:rFonts w:eastAsia="Times New Roman" w:cs="Calibri"/>
                <w:color w:val="000000"/>
                <w:szCs w:val="18"/>
                <w:lang w:eastAsia="cs-CZ"/>
              </w:rPr>
              <w:t>Regionální tratě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B148" w14:textId="41E39841" w:rsidR="0058744C" w:rsidRPr="00B56941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Železniční vozy </w:t>
            </w:r>
            <w:r w:rsidR="0066336F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201 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ks</w:t>
            </w:r>
          </w:p>
          <w:p w14:paraId="3B907AFA" w14:textId="2CB8047F" w:rsidR="00C938E7" w:rsidRPr="00B56941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Ostatní žel. </w:t>
            </w:r>
            <w:r w:rsidR="0056278D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V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ozidla</w:t>
            </w:r>
            <w:r w:rsidR="0056278D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– Speciální</w:t>
            </w:r>
            <w:r w:rsidR="00C67655" w:rsidRPr="00B56941">
              <w:t xml:space="preserve"> </w:t>
            </w:r>
            <w:r w:rsidR="00C67655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vozidla (SHV, HV, MVTV,MTW, HZS, Historická)</w:t>
            </w:r>
            <w:r w:rsidR="00C938E7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:</w:t>
            </w:r>
            <w:r w:rsidR="00C67655" w:rsidRPr="00B56941">
              <w:t xml:space="preserve"> </w:t>
            </w:r>
            <w:r w:rsidR="00C67655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566</w:t>
            </w:r>
            <w:r w:rsidR="0056278D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="00C938E7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ks</w:t>
            </w:r>
          </w:p>
          <w:p w14:paraId="06A85A6A" w14:textId="593CC248" w:rsidR="0056278D" w:rsidRPr="00B56941" w:rsidRDefault="0056278D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Speciální tažená</w:t>
            </w:r>
            <w:r w:rsidR="00C67655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vozidla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: </w:t>
            </w:r>
            <w:r w:rsidR="00E562CE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750 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ks </w:t>
            </w:r>
          </w:p>
          <w:p w14:paraId="3FB4B3E1" w14:textId="467D7FEF" w:rsidR="0056278D" w:rsidRPr="00B56941" w:rsidRDefault="0056278D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Zařízení na přepravu kolejnic: </w:t>
            </w:r>
            <w:r w:rsidR="00E562CE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905 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ks</w:t>
            </w:r>
          </w:p>
          <w:p w14:paraId="14F31931" w14:textId="2A3C9E56" w:rsidR="00C938E7" w:rsidRPr="00B56941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V</w:t>
            </w:r>
            <w:r w:rsidR="00615439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roce</w:t>
            </w:r>
            <w:r w:rsidR="00615439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141B26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="00615439" w:rsidRPr="00B56941">
              <w:rPr>
                <w:rFonts w:eastAsia="Times New Roman" w:cs="Calibri"/>
                <w:szCs w:val="18"/>
                <w:lang w:eastAsia="cs-CZ"/>
              </w:rPr>
              <w:t xml:space="preserve"> bude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cca stejný počet vozidel</w:t>
            </w:r>
          </w:p>
          <w:p w14:paraId="01BBA65F" w14:textId="0137D43B" w:rsidR="00C938E7" w:rsidRPr="00B56941" w:rsidRDefault="00C938E7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Není rozlišováno dle typu tratě</w:t>
            </w:r>
          </w:p>
        </w:tc>
      </w:tr>
      <w:tr w:rsidR="0058744C" w:rsidRPr="0015703E" w14:paraId="22C3CF7C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94C4" w14:textId="2C95B022" w:rsidR="0058744C" w:rsidRPr="006D0ACA" w:rsidRDefault="0058744C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6D0ACA">
              <w:rPr>
                <w:rFonts w:eastAsia="Times New Roman" w:cs="Calibri"/>
                <w:color w:val="000000"/>
                <w:szCs w:val="18"/>
                <w:lang w:eastAsia="cs-CZ"/>
              </w:rPr>
              <w:t>Průměrné stáří lokomotiv, průměrné stáří vagonů a průměrné stáří jiných železničních vozidel využívaných pojištěným k provozování drážní dopravy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49679" w14:textId="69385229" w:rsidR="0058744C" w:rsidRPr="00B56941" w:rsidRDefault="0058744C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Železniční vozy – cca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 xml:space="preserve">31 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>let</w:t>
            </w:r>
          </w:p>
          <w:p w14:paraId="2CD24413" w14:textId="0A8B7D04" w:rsidR="0056278D" w:rsidRPr="00B56941" w:rsidRDefault="0058744C" w:rsidP="0056278D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56941">
              <w:rPr>
                <w:rFonts w:eastAsia="Times New Roman" w:cs="Calibri"/>
                <w:szCs w:val="18"/>
                <w:lang w:eastAsia="cs-CZ"/>
              </w:rPr>
              <w:t>Ostatní železniční vozidla – speciální</w:t>
            </w:r>
            <w:r w:rsidR="00E562CE" w:rsidRPr="00B56941">
              <w:t xml:space="preserve">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>vozidla (SHV, HV, MVTV,MTW, HZS, Historická)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56278D" w:rsidRPr="00B56941">
              <w:rPr>
                <w:rFonts w:eastAsia="Times New Roman" w:cs="Calibri"/>
                <w:szCs w:val="18"/>
                <w:lang w:eastAsia="cs-CZ"/>
              </w:rPr>
              <w:t xml:space="preserve">cca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 xml:space="preserve">28 </w:t>
            </w:r>
            <w:r w:rsidR="0056278D" w:rsidRPr="00B56941">
              <w:rPr>
                <w:rFonts w:eastAsia="Times New Roman" w:cs="Calibri"/>
                <w:szCs w:val="18"/>
                <w:lang w:eastAsia="cs-CZ"/>
              </w:rPr>
              <w:t>let</w:t>
            </w:r>
          </w:p>
          <w:p w14:paraId="678CE1EB" w14:textId="26D9E400" w:rsidR="0058744C" w:rsidRPr="00B56941" w:rsidRDefault="0056278D" w:rsidP="00E562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>A speciální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tažená </w:t>
            </w:r>
            <w:r w:rsidR="0058744C" w:rsidRPr="00B56941">
              <w:rPr>
                <w:rFonts w:eastAsia="Times New Roman" w:cs="Calibri"/>
                <w:szCs w:val="18"/>
                <w:lang w:eastAsia="cs-CZ"/>
              </w:rPr>
              <w:t xml:space="preserve">vozidla cca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 xml:space="preserve">38 </w:t>
            </w:r>
            <w:r w:rsidR="0058744C" w:rsidRPr="00B56941">
              <w:rPr>
                <w:rFonts w:eastAsia="Times New Roman" w:cs="Calibri"/>
                <w:szCs w:val="18"/>
                <w:lang w:eastAsia="cs-CZ"/>
              </w:rPr>
              <w:t>let,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6D0ACA" w:rsidRPr="00B56941">
              <w:rPr>
                <w:rFonts w:eastAsia="Times New Roman" w:cs="Calibri"/>
                <w:szCs w:val="18"/>
                <w:lang w:eastAsia="cs-CZ"/>
              </w:rPr>
              <w:t>Z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>ařízení na přepravu kolejnic cca</w:t>
            </w:r>
            <w:r w:rsidR="006D0ACA"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E562CE" w:rsidRPr="00B56941">
              <w:rPr>
                <w:rFonts w:eastAsia="Times New Roman" w:cs="Calibri"/>
                <w:szCs w:val="18"/>
                <w:lang w:eastAsia="cs-CZ"/>
              </w:rPr>
              <w:t xml:space="preserve">30 </w:t>
            </w:r>
            <w:r w:rsidR="006D0ACA" w:rsidRPr="00B56941">
              <w:rPr>
                <w:rFonts w:eastAsia="Times New Roman" w:cs="Calibri"/>
                <w:szCs w:val="18"/>
                <w:lang w:eastAsia="cs-CZ"/>
              </w:rPr>
              <w:t>let,</w:t>
            </w:r>
            <w:r w:rsidRPr="00B5694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6D0ACA" w:rsidRPr="00B56941">
              <w:rPr>
                <w:rFonts w:eastAsia="Times New Roman" w:cs="Calibri"/>
                <w:szCs w:val="18"/>
                <w:lang w:eastAsia="cs-CZ"/>
              </w:rPr>
              <w:t>P</w:t>
            </w:r>
            <w:r w:rsidR="0058744C" w:rsidRPr="00B56941">
              <w:rPr>
                <w:rFonts w:eastAsia="Times New Roman" w:cs="Calibri"/>
                <w:szCs w:val="18"/>
                <w:lang w:eastAsia="cs-CZ"/>
              </w:rPr>
              <w:t xml:space="preserve">rováděna modernizace a nákup nových vozidel </w:t>
            </w:r>
          </w:p>
        </w:tc>
      </w:tr>
      <w:tr w:rsidR="007D7998" w:rsidRPr="0015703E" w14:paraId="238185D6" w14:textId="77777777" w:rsidTr="006A6270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0EF9" w14:textId="6D3987FD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vlaků, jízd a ujetých kilometrů při provozování drážní dopravy zadavatelem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A36B5" w14:textId="5BC8E92F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Není k dispozici – zadavatel přepravuje pouze zaměstnance a náklad za účelem údržby železniční dopravní cesty, nejedná se o plánované výkony</w:t>
            </w:r>
          </w:p>
        </w:tc>
      </w:tr>
      <w:tr w:rsidR="007D7998" w:rsidRPr="0015703E" w14:paraId="3C723D71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E4BE" w14:textId="3CC2D263" w:rsidR="007D7998" w:rsidRPr="00B769CA" w:rsidRDefault="007D799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celostátních: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32729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E5E4A83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5BBA" w14:textId="42E05B37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regionálních: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BC6C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C58FB4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CAD4" w14:textId="0BFC9E63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tratích soukromých: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5829F2EB" w14:textId="30D6446C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4740080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602E" w14:textId="62D628CB" w:rsidR="007D7998" w:rsidRPr="00B769CA" w:rsidRDefault="007D7998" w:rsidP="00C84F7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vlaků, jízd a km na vlečkách: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EB595C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6B7D23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6EAB" w14:textId="5327B8C0" w:rsidR="007D7998" w:rsidRPr="00B769CA" w:rsidRDefault="007D7998" w:rsidP="007D7998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U kolika % vlaků je využito dieselových lokomotiv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24182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6CF4B29E" w14:textId="77777777" w:rsidTr="007D799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0BA7" w14:textId="5676E0DF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Počet osob přepravených ve vlacích při provozování dopravy zadavatelem a osobokilometry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50318" w14:textId="5F647452" w:rsidR="007D7998" w:rsidRPr="0015703E" w:rsidRDefault="007D7998" w:rsidP="007D799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osobní dopravu neprovozuje</w:t>
            </w:r>
          </w:p>
        </w:tc>
      </w:tr>
      <w:tr w:rsidR="007D7998" w:rsidRPr="0015703E" w14:paraId="14ED9C4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3DD4" w14:textId="1B654369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66D1AD2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0A712A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0FCBF" w14:textId="3896E761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73D2AFE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7A79FAF7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22D" w14:textId="314E48F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9C5F5F8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1CC4412C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DC7B3" w14:textId="186666A5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 toho počet osob a osobokilometrů na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2402DC25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7D7998" w:rsidRPr="0015703E" w14:paraId="5EC3B669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04A2" w14:textId="23045607" w:rsidR="007D7998" w:rsidRPr="00B769CA" w:rsidRDefault="007D7998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 rámci osobní dopravy provozována doprava cestovních zavazadel?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F97EA" w14:textId="77777777" w:rsidR="007D7998" w:rsidRPr="0015703E" w:rsidRDefault="007D799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7E38711" w14:textId="77777777" w:rsidTr="00045774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2521" w14:textId="3BA1B240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Množství nákladu (v tunách) přepraveného ve vlacích při provozování drážní dopravy pojištěným a tunokilometry (celkem) v posledním roce</w:t>
            </w:r>
          </w:p>
        </w:tc>
        <w:tc>
          <w:tcPr>
            <w:tcW w:w="571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5F5F" w14:textId="38B07A65" w:rsidR="00045774" w:rsidRPr="0015703E" w:rsidRDefault="00045774" w:rsidP="00045774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Není relevantní, náklad je přepravován pouze pro potřebu zadavatele na údržbu dopravní cesty</w:t>
            </w:r>
          </w:p>
        </w:tc>
      </w:tr>
      <w:tr w:rsidR="00045774" w:rsidRPr="0015703E" w14:paraId="43634BA8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F18E3" w14:textId="480F8FD5" w:rsidR="00045774" w:rsidRPr="00B769CA" w:rsidRDefault="00045774" w:rsidP="007D799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celostátních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7ACA7123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6AE5312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6B6D" w14:textId="498C0016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regionálních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D440CDD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429542D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B3AB" w14:textId="2E1ED083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tratích soukromých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3A78AD1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01817D64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31C" w14:textId="72931D4F" w:rsidR="00045774" w:rsidRPr="00B769CA" w:rsidRDefault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na soukromých</w:t>
            </w:r>
            <w:r w:rsidR="00BE7B4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vlečkách</w:t>
            </w:r>
          </w:p>
        </w:tc>
        <w:tc>
          <w:tcPr>
            <w:tcW w:w="571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14:paraId="14D66F88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752A67F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D389" w14:textId="217B20E1" w:rsidR="00045774" w:rsidRPr="00B769CA" w:rsidRDefault="00045774" w:rsidP="00045774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 toho tun tunokilometrů přepravených nebezpečných látek a tekutin</w:t>
            </w:r>
          </w:p>
        </w:tc>
        <w:tc>
          <w:tcPr>
            <w:tcW w:w="571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1EE29" w14:textId="77777777" w:rsidR="00045774" w:rsidRPr="0015703E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</w:p>
        </w:tc>
      </w:tr>
      <w:tr w:rsidR="00045774" w:rsidRPr="0015703E" w14:paraId="644E77EF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E48C" w14:textId="60B60558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obvyklého přepravovaného nákladu / zboží s procentuálním rozdělením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9C745" w14:textId="5B390A64" w:rsidR="00045774" w:rsidRPr="00B769CA" w:rsidRDefault="00045774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Stavební materiál, nářadí, svrškový materiál (kolejnice, pražce), spojovací materiál</w:t>
            </w:r>
          </w:p>
        </w:tc>
      </w:tr>
      <w:tr w:rsidR="00045774" w:rsidRPr="0015703E" w14:paraId="5691E43E" w14:textId="77777777" w:rsidTr="006A6270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D93B" w14:textId="329C471A" w:rsidR="00045774" w:rsidRPr="00B769CA" w:rsidRDefault="00045774" w:rsidP="00045774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Specifikace přepravovaných nebezpečných látek a tekutin s procentuálním rozdělením a uvedením bezpečnostních opatření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1763C" w14:textId="0E4FE6B2" w:rsidR="00045774" w:rsidRPr="00B769CA" w:rsidRDefault="00621808" w:rsidP="000D202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Zadavatel nepřepravuje nebezpečné látky a jiné kapaliny, s výjimkou pro vlastní potřebu např. k hubení plevele</w:t>
            </w:r>
          </w:p>
        </w:tc>
      </w:tr>
      <w:tr w:rsidR="00621808" w:rsidRPr="0015703E" w14:paraId="16A093D0" w14:textId="77777777" w:rsidTr="00621808">
        <w:trPr>
          <w:trHeight w:val="43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D1D0" w14:textId="17F9505C" w:rsidR="00621808" w:rsidRPr="00B769CA" w:rsidRDefault="00621808" w:rsidP="00621808">
            <w:pPr>
              <w:pStyle w:val="Odstavecseseznamem"/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v rámci nákladní dopravy provozována doprava na cizí účet (na základě přepravní smlouvy)? Pokud ano, jaký je roční objem v kg nebo v Kč?</w:t>
            </w:r>
          </w:p>
        </w:tc>
        <w:tc>
          <w:tcPr>
            <w:tcW w:w="57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FFE5" w14:textId="74DDE709" w:rsidR="00621808" w:rsidRPr="0015703E" w:rsidRDefault="00621808" w:rsidP="00621808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NE</w:t>
            </w:r>
          </w:p>
        </w:tc>
      </w:tr>
      <w:tr w:rsidR="00D51568" w:rsidRPr="0015703E" w14:paraId="11A8CC1E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B226F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BD5C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165BD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0000AC" w:rsidRPr="0015703E" w14:paraId="6A8C7697" w14:textId="77777777" w:rsidTr="00B47FBC">
        <w:trPr>
          <w:trHeight w:val="1879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672E" w14:textId="77777777" w:rsidR="000000AC" w:rsidRPr="00B47FBC" w:rsidRDefault="000000AC" w:rsidP="00D5156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>V jakých intervalech jsou prováděny pravidelné kontroly: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provozovaných železnic /tratí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lokomotiv: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 pojištěným provozovaných vagonů: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CE00F" w14:textId="50A9CBF5" w:rsidR="000000AC" w:rsidRPr="00B47FBC" w:rsidRDefault="000000AC" w:rsidP="00E562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 xml:space="preserve">Dle </w:t>
            </w:r>
            <w:proofErr w:type="spellStart"/>
            <w:r w:rsidRPr="00B47FBC">
              <w:rPr>
                <w:rFonts w:eastAsia="Times New Roman" w:cs="Calibri"/>
                <w:szCs w:val="18"/>
                <w:lang w:eastAsia="cs-CZ"/>
              </w:rPr>
              <w:t>vyhl</w:t>
            </w:r>
            <w:proofErr w:type="spellEnd"/>
            <w:r w:rsidRPr="00B47FBC">
              <w:rPr>
                <w:rFonts w:eastAsia="Times New Roman" w:cs="Calibri"/>
                <w:szCs w:val="18"/>
                <w:lang w:eastAsia="cs-CZ"/>
              </w:rPr>
              <w:t>. Č. 173/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 xml:space="preserve">95 Sb., ve znění pozdějších předpisů a Směrnice SŽ č. 52 a dle </w:t>
            </w:r>
            <w:proofErr w:type="spellStart"/>
            <w:r w:rsidRPr="00B47FBC">
              <w:rPr>
                <w:rFonts w:eastAsia="Times New Roman" w:cs="Calibri"/>
                <w:szCs w:val="18"/>
                <w:lang w:eastAsia="cs-CZ"/>
              </w:rPr>
              <w:t>vyhl</w:t>
            </w:r>
            <w:proofErr w:type="spellEnd"/>
            <w:r w:rsidRPr="00B47FBC">
              <w:rPr>
                <w:rFonts w:eastAsia="Times New Roman" w:cs="Calibri"/>
                <w:szCs w:val="18"/>
                <w:lang w:eastAsia="cs-CZ"/>
              </w:rPr>
              <w:t>. Č. 177/</w:t>
            </w:r>
            <w:r w:rsidR="00B47FBC" w:rsidRPr="00B47FBC">
              <w:rPr>
                <w:rFonts w:eastAsia="Times New Roman" w:cs="Calibri"/>
                <w:szCs w:val="18"/>
                <w:lang w:eastAsia="cs-CZ"/>
              </w:rPr>
              <w:t>19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t>95 Sb., ve znění pozdějších předpisů, a předpisu SŽ S2/3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K zajištění a zkvalitňování bezpečnosti jsou kontroly prováděny dvojím způsobem a to pracovníky a speciální měřicí technikou. 6 měsíců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-</w:t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szCs w:val="18"/>
                <w:lang w:eastAsia="cs-CZ"/>
              </w:rPr>
              <w:br/>
              <w:t>1 - 3 roky</w:t>
            </w:r>
          </w:p>
        </w:tc>
      </w:tr>
      <w:tr w:rsidR="0029395A" w:rsidRPr="0015703E" w14:paraId="7171D0D3" w14:textId="77777777" w:rsidTr="00B47FBC">
        <w:trPr>
          <w:trHeight w:val="63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236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Jsou k dispozici kontrolní zprávy?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22BF" w14:textId="2783721A" w:rsidR="0029395A" w:rsidRPr="00B47FBC" w:rsidRDefault="0029395A" w:rsidP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szCs w:val="18"/>
                <w:lang w:eastAsia="cs-CZ"/>
              </w:rPr>
              <w:t xml:space="preserve">Ano, jsou uloženy u </w:t>
            </w:r>
            <w:proofErr w:type="gramStart"/>
            <w:r w:rsidRPr="00B47FBC">
              <w:rPr>
                <w:rFonts w:eastAsia="Times New Roman" w:cs="Calibri"/>
                <w:szCs w:val="18"/>
                <w:lang w:eastAsia="cs-CZ"/>
              </w:rPr>
              <w:t>OJ</w:t>
            </w:r>
            <w:proofErr w:type="gramEnd"/>
            <w:r w:rsidRPr="00B47FBC">
              <w:rPr>
                <w:rFonts w:eastAsia="Times New Roman" w:cs="Calibri"/>
                <w:szCs w:val="18"/>
                <w:lang w:eastAsia="cs-CZ"/>
              </w:rPr>
              <w:t xml:space="preserve"> zadavatele - Odbor bezpečnosti a krizového řízení dohlíží na striktní dodržování interních předpisů týkajících se bezpečnosti provozu</w:t>
            </w:r>
          </w:p>
        </w:tc>
      </w:tr>
      <w:tr w:rsidR="0029395A" w:rsidRPr="0015703E" w14:paraId="06EFFF07" w14:textId="77777777" w:rsidTr="00B47FBC">
        <w:trPr>
          <w:trHeight w:val="167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2DE2" w14:textId="77777777" w:rsidR="0029395A" w:rsidRPr="00B47FBC" w:rsidRDefault="0029395A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V jakých intervalech je prováděna údržba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provozovaných železnic / tratí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lokomotiv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- pojištěným provozovaných vagonů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846E" w14:textId="77777777" w:rsidR="00E562CE" w:rsidRDefault="0029395A" w:rsidP="00E562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Dle výsledků pravidelných kontrol v souladu s předpisem </w:t>
            </w:r>
          </w:p>
          <w:p w14:paraId="61B564FC" w14:textId="5C6FD33C" w:rsidR="0029395A" w:rsidRPr="00B47FBC" w:rsidRDefault="0029395A" w:rsidP="00A05789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t>SŽ S3/1, předpisem SŽ T300, předpisem SŽDC E500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- </w:t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47FBC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Dle předpisu SŽ S8 a předpisu SŽDC S8/3, několik stupňů údržby P0, P1, P2, REV v intervalech podle druhu vozidla</w:t>
            </w:r>
          </w:p>
        </w:tc>
      </w:tr>
      <w:tr w:rsidR="0029395A" w:rsidRPr="0015703E" w14:paraId="309052AE" w14:textId="77777777" w:rsidTr="00A83454">
        <w:trPr>
          <w:trHeight w:val="112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5D1A" w14:textId="727AB514" w:rsidR="0029395A" w:rsidRPr="0015703E" w:rsidRDefault="0029395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Je údržba prováděna poddodavateli?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Pokud ano, mají poddodavatelé své vlastní pojištění odpovědnosti za </w:t>
            </w:r>
            <w:r w:rsidR="002E236B">
              <w:rPr>
                <w:rFonts w:eastAsia="Times New Roman" w:cs="Calibri"/>
                <w:color w:val="000000"/>
                <w:szCs w:val="18"/>
                <w:lang w:eastAsia="cs-CZ"/>
              </w:rPr>
              <w:t>újmu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?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4F70" w14:textId="22432535" w:rsidR="0029395A" w:rsidRPr="0015703E" w:rsidRDefault="00345ADB" w:rsidP="00345AD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Ano </w:t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proofErr w:type="spellStart"/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Ano</w:t>
            </w:r>
            <w:proofErr w:type="spellEnd"/>
          </w:p>
        </w:tc>
      </w:tr>
      <w:tr w:rsidR="00D51568" w:rsidRPr="0015703E" w14:paraId="79137AE3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B2A1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1A707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17788" w14:textId="77777777" w:rsidR="00D51568" w:rsidRPr="00B769CA" w:rsidRDefault="00D51568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769CA"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</w:p>
        </w:tc>
      </w:tr>
      <w:tr w:rsidR="00C11D9A" w:rsidRPr="0015703E" w14:paraId="382239F5" w14:textId="77777777" w:rsidTr="00A83454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889" w14:textId="44A94F91" w:rsidR="00C11D9A" w:rsidRPr="00036469" w:rsidRDefault="00C11D9A" w:rsidP="008E5545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Počet mimořádných škod a počet vykolejení během předchozích 5 let (celkem): </w:t>
            </w:r>
            <w:r w:rsidR="008E5545" w:rsidRPr="00036469">
              <w:rPr>
                <w:rFonts w:eastAsia="Times New Roman" w:cs="Calibri"/>
                <w:szCs w:val="18"/>
                <w:lang w:eastAsia="cs-CZ"/>
              </w:rPr>
              <w:t>201</w:t>
            </w:r>
            <w:r w:rsidR="008E5545">
              <w:rPr>
                <w:rFonts w:eastAsia="Times New Roman" w:cs="Calibri"/>
                <w:szCs w:val="18"/>
                <w:lang w:eastAsia="cs-CZ"/>
              </w:rPr>
              <w:t>7</w:t>
            </w:r>
            <w:r w:rsidR="008E5545" w:rsidRPr="00036469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036469">
              <w:rPr>
                <w:rFonts w:eastAsia="Times New Roman" w:cs="Calibri"/>
                <w:szCs w:val="18"/>
                <w:lang w:eastAsia="cs-CZ"/>
              </w:rPr>
              <w:t xml:space="preserve">– květen </w:t>
            </w:r>
            <w:r w:rsidR="008E5545" w:rsidRPr="00036469">
              <w:rPr>
                <w:rFonts w:eastAsia="Times New Roman" w:cs="Calibri"/>
                <w:szCs w:val="18"/>
                <w:lang w:eastAsia="cs-CZ"/>
              </w:rPr>
              <w:t>202</w:t>
            </w:r>
            <w:r w:rsidR="008E5545">
              <w:rPr>
                <w:rFonts w:eastAsia="Times New Roman" w:cs="Calibri"/>
                <w:szCs w:val="18"/>
                <w:lang w:eastAsia="cs-CZ"/>
              </w:rPr>
              <w:t>2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2F7B" w14:textId="3E4592EB" w:rsidR="00C11D9A" w:rsidRPr="00036469" w:rsidRDefault="008E5545" w:rsidP="008E554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597</w:t>
            </w:r>
            <w:r w:rsidR="00C11D9A" w:rsidRPr="00B830B9">
              <w:rPr>
                <w:rFonts w:cs="Arial"/>
                <w:szCs w:val="18"/>
              </w:rPr>
              <w:t>/</w:t>
            </w:r>
            <w:r>
              <w:rPr>
                <w:rFonts w:cs="Arial"/>
                <w:szCs w:val="18"/>
              </w:rPr>
              <w:t>129</w:t>
            </w:r>
            <w:r w:rsidR="00C11D9A" w:rsidRPr="00036469">
              <w:rPr>
                <w:rFonts w:cs="Arial"/>
                <w:sz w:val="22"/>
              </w:rPr>
              <w:t xml:space="preserve"> </w:t>
            </w:r>
            <w:r w:rsidR="00C11D9A"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C11D9A" w:rsidRPr="0015703E" w14:paraId="717B0BC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2F4B" w14:textId="77777777" w:rsidR="00C11D9A" w:rsidRPr="0003646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škod a vykolejení v souvislosti s provozováním dráhy: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A61" w14:textId="758541BC" w:rsidR="00C11D9A" w:rsidRPr="00036469" w:rsidRDefault="008E5545" w:rsidP="008E5545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567</w:t>
            </w:r>
            <w:r w:rsidR="00C11D9A" w:rsidRPr="00B830B9">
              <w:rPr>
                <w:rFonts w:cs="Arial"/>
                <w:szCs w:val="18"/>
              </w:rPr>
              <w:t>/</w:t>
            </w:r>
            <w:r>
              <w:rPr>
                <w:rFonts w:cs="Arial"/>
                <w:szCs w:val="18"/>
              </w:rPr>
              <w:t>116</w:t>
            </w:r>
            <w:r w:rsidR="00C11D9A" w:rsidRPr="00036469">
              <w:rPr>
                <w:rFonts w:cs="Arial"/>
                <w:sz w:val="22"/>
              </w:rPr>
              <w:t xml:space="preserve"> </w:t>
            </w:r>
            <w:r w:rsidR="00C11D9A" w:rsidRPr="00036469">
              <w:rPr>
                <w:rFonts w:eastAsia="Times New Roman" w:cs="Calibri"/>
                <w:color w:val="000000"/>
                <w:szCs w:val="18"/>
                <w:lang w:eastAsia="cs-CZ"/>
              </w:rPr>
              <w:t>(celkem/z toho vykolejení)</w:t>
            </w:r>
          </w:p>
        </w:tc>
      </w:tr>
      <w:tr w:rsidR="00C11D9A" w:rsidRPr="0015703E" w14:paraId="7E70120D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01FA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2B96" w14:textId="3D8E4CF3" w:rsidR="00C11D9A" w:rsidRPr="00B830B9" w:rsidRDefault="008E5545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17</w:t>
            </w:r>
          </w:p>
        </w:tc>
      </w:tr>
      <w:tr w:rsidR="00C11D9A" w:rsidRPr="0015703E" w14:paraId="7224AF85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7788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B3B3" w14:textId="59E40F2A" w:rsidR="00C11D9A" w:rsidRPr="00B830B9" w:rsidRDefault="008E5545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2</w:t>
            </w:r>
          </w:p>
        </w:tc>
      </w:tr>
      <w:tr w:rsidR="00C11D9A" w:rsidRPr="0015703E" w14:paraId="4EF8AD8A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4D3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032D" w14:textId="54BDBC3A" w:rsidR="00C11D9A" w:rsidRPr="00B830B9" w:rsidRDefault="008E5545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cs="Arial"/>
                <w:szCs w:val="18"/>
              </w:rPr>
              <w:t>3</w:t>
            </w:r>
          </w:p>
        </w:tc>
      </w:tr>
      <w:tr w:rsidR="00C11D9A" w:rsidRPr="0015703E" w14:paraId="140522C5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58F5" w14:textId="77777777" w:rsidR="00C11D9A" w:rsidRPr="00DE08D9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4315" w14:textId="00D2DFE5" w:rsidR="00C11D9A" w:rsidRPr="00DE08D9" w:rsidRDefault="008E5545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BF5B210" w14:textId="77777777" w:rsidTr="00A83454">
        <w:trPr>
          <w:trHeight w:val="683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48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z toho škod a vykolejení v souvislosti s provozování drážní dopravy pojištěným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008" w14:textId="0E8C191B" w:rsidR="00B77DCE" w:rsidRPr="00DE08D9" w:rsidRDefault="008E5545" w:rsidP="008E5545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EE2173">
              <w:rPr>
                <w:rFonts w:cs="Arial"/>
                <w:szCs w:val="18"/>
              </w:rPr>
              <w:t>30</w:t>
            </w:r>
            <w:r w:rsidR="00F87D6D" w:rsidRPr="00EE2173">
              <w:rPr>
                <w:rFonts w:cs="Arial"/>
                <w:szCs w:val="18"/>
              </w:rPr>
              <w:t>/</w:t>
            </w:r>
            <w:r w:rsidRPr="00EE2173">
              <w:rPr>
                <w:rFonts w:cs="Arial"/>
                <w:szCs w:val="18"/>
              </w:rPr>
              <w:t>13</w:t>
            </w:r>
            <w:r w:rsidR="00F87D6D" w:rsidRPr="00DE08D9">
              <w:rPr>
                <w:rFonts w:cs="Arial"/>
                <w:sz w:val="22"/>
              </w:rPr>
              <w:t xml:space="preserve"> </w:t>
            </w:r>
            <w:r w:rsidR="00B77DCE"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celkem/z toho vykolejení). Z důvodu malé rychlosti vozidel zadavatele a jejich velikosti nedochází v tomto směru k častým nehodám.</w:t>
            </w:r>
          </w:p>
        </w:tc>
      </w:tr>
      <w:tr w:rsidR="00B77DCE" w:rsidRPr="0015703E" w14:paraId="73B2E542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CCA7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od 1 mil Kč do 5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3862" w14:textId="4C6F01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4D0424A9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1721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5 mil Kč do 10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505" w14:textId="3CD0599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04A16C57" w14:textId="77777777" w:rsidTr="00A83454">
        <w:trPr>
          <w:trHeight w:val="4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4B0D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a z toho škod nad 10 mil. Kč do 50 mil Kč včetně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40AA" w14:textId="7873D3D2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B77DCE" w:rsidRPr="0015703E" w14:paraId="71078840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EA05" w14:textId="77777777" w:rsidR="00B77DCE" w:rsidRPr="00DE08D9" w:rsidRDefault="00B77DCE" w:rsidP="00D51568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a z toho škod převyšujících 50 mil Kč 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B57" w14:textId="444AD738" w:rsidR="00B77DCE" w:rsidRPr="00DE08D9" w:rsidRDefault="00B77DCE" w:rsidP="00B77DC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01C9255F" w14:textId="77777777" w:rsidTr="007B70A3">
        <w:trPr>
          <w:trHeight w:val="67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02AD" w14:textId="00536652" w:rsidR="00C11D9A" w:rsidRPr="00DE08D9" w:rsidRDefault="00C11D9A" w:rsidP="00EE2173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szCs w:val="18"/>
                <w:lang w:eastAsia="cs-CZ"/>
              </w:rPr>
              <w:t>Celková výše škod během předchozích 5 let: 201</w:t>
            </w:r>
            <w:r w:rsidR="00EE2173">
              <w:rPr>
                <w:rFonts w:eastAsia="Times New Roman" w:cs="Calibri"/>
                <w:szCs w:val="18"/>
                <w:lang w:eastAsia="cs-CZ"/>
              </w:rPr>
              <w:t>7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 - </w:t>
            </w:r>
            <w:r w:rsidR="00EE2173">
              <w:rPr>
                <w:rFonts w:eastAsia="Times New Roman" w:cs="Calibri"/>
                <w:szCs w:val="18"/>
                <w:lang w:eastAsia="cs-CZ"/>
              </w:rPr>
              <w:t>květen</w:t>
            </w:r>
            <w:r w:rsidR="00EE2173" w:rsidRPr="00DE08D9">
              <w:rPr>
                <w:rFonts w:eastAsia="Times New Roman" w:cs="Calibri"/>
                <w:szCs w:val="18"/>
                <w:lang w:eastAsia="cs-CZ"/>
              </w:rPr>
              <w:t xml:space="preserve"> 202</w:t>
            </w:r>
            <w:r w:rsidR="00EE2173">
              <w:rPr>
                <w:rFonts w:eastAsia="Times New Roman" w:cs="Calibri"/>
                <w:szCs w:val="18"/>
                <w:lang w:eastAsia="cs-CZ"/>
              </w:rPr>
              <w:t>2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BFE" w14:textId="300A52FB" w:rsidR="00C11D9A" w:rsidRPr="00B830B9" w:rsidRDefault="00EE2173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0731D">
              <w:rPr>
                <w:rFonts w:cs="Arial"/>
                <w:szCs w:val="18"/>
              </w:rPr>
              <w:t>154</w:t>
            </w:r>
            <w:r>
              <w:rPr>
                <w:rFonts w:cs="Arial"/>
                <w:szCs w:val="18"/>
              </w:rPr>
              <w:t>.</w:t>
            </w:r>
            <w:r w:rsidRPr="0080731D">
              <w:rPr>
                <w:rFonts w:cs="Arial"/>
                <w:szCs w:val="18"/>
              </w:rPr>
              <w:t>328</w:t>
            </w:r>
            <w:r>
              <w:rPr>
                <w:rFonts w:cs="Arial"/>
                <w:szCs w:val="18"/>
              </w:rPr>
              <w:t>.</w:t>
            </w:r>
            <w:r w:rsidRPr="0080731D">
              <w:rPr>
                <w:rFonts w:cs="Arial"/>
                <w:szCs w:val="18"/>
              </w:rPr>
              <w:t>937</w:t>
            </w:r>
          </w:p>
        </w:tc>
      </w:tr>
      <w:tr w:rsidR="00C11D9A" w:rsidRPr="0015703E" w14:paraId="2741F24C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B55AD" w14:textId="2D2D8455" w:rsidR="00C11D9A" w:rsidRPr="0015703E" w:rsidRDefault="005954D6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1E09" w14:textId="4C40DC49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12.223.107</w:t>
            </w:r>
          </w:p>
        </w:tc>
      </w:tr>
      <w:tr w:rsidR="00C11D9A" w:rsidRPr="0015703E" w14:paraId="2D71496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1BD6" w14:textId="5EFEA019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szCs w:val="18"/>
                <w:lang w:eastAsia="cs-CZ"/>
              </w:rPr>
              <w:t>201</w:t>
            </w:r>
            <w:r w:rsidR="005954D6" w:rsidRPr="00EE2173">
              <w:rPr>
                <w:rFonts w:eastAsia="Times New Roman" w:cs="Calibri"/>
                <w:szCs w:val="18"/>
                <w:lang w:eastAsia="cs-CZ"/>
              </w:rPr>
              <w:t>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F501E" w14:textId="2AD231F4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27.237.439</w:t>
            </w:r>
          </w:p>
        </w:tc>
      </w:tr>
      <w:tr w:rsidR="00C11D9A" w:rsidRPr="0015703E" w14:paraId="369213A1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A6263" w14:textId="4548E1A5" w:rsidR="00C11D9A" w:rsidRPr="0015703E" w:rsidRDefault="00C11D9A" w:rsidP="0072660D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szCs w:val="18"/>
                <w:lang w:eastAsia="cs-CZ"/>
              </w:rPr>
              <w:t>201</w:t>
            </w:r>
            <w:r w:rsidR="0072660D">
              <w:rPr>
                <w:rFonts w:eastAsia="Times New Roman" w:cs="Calibri"/>
                <w:szCs w:val="18"/>
                <w:lang w:eastAsia="cs-CZ"/>
              </w:rPr>
              <w:t>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3FA9D" w14:textId="1F3C8ACD" w:rsidR="00C11D9A" w:rsidRPr="00FE1325" w:rsidRDefault="005954D6" w:rsidP="00EE2173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szCs w:val="18"/>
                <w:lang w:eastAsia="cs-CZ"/>
              </w:rPr>
              <w:t>24.134.679</w:t>
            </w:r>
          </w:p>
        </w:tc>
      </w:tr>
      <w:tr w:rsidR="00C11D9A" w:rsidRPr="0015703E" w14:paraId="002926B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E2FA" w14:textId="5B8AA81C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szCs w:val="18"/>
                <w:lang w:eastAsia="cs-CZ"/>
              </w:rPr>
              <w:t>20</w:t>
            </w:r>
            <w:r w:rsidR="005954D6" w:rsidRPr="00EE2173">
              <w:rPr>
                <w:rFonts w:eastAsia="Times New Roman" w:cs="Calibri"/>
                <w:szCs w:val="18"/>
                <w:lang w:eastAsia="cs-CZ"/>
              </w:rPr>
              <w:t>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8956C" w14:textId="7BE98140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40.966.371</w:t>
            </w:r>
          </w:p>
        </w:tc>
      </w:tr>
      <w:tr w:rsidR="00C11D9A" w:rsidRPr="0015703E" w14:paraId="3D9F58C6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9265" w14:textId="716013B5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szCs w:val="18"/>
                <w:lang w:eastAsia="cs-CZ"/>
              </w:rPr>
              <w:t>202</w:t>
            </w:r>
            <w:r w:rsidR="005954D6" w:rsidRPr="00EE2173">
              <w:rPr>
                <w:rFonts w:eastAsia="Times New Roman" w:cs="Calibri"/>
                <w:szCs w:val="18"/>
                <w:lang w:eastAsia="cs-CZ"/>
              </w:rPr>
              <w:t>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8DB3B" w14:textId="1A8D8866" w:rsidR="00C11D9A" w:rsidRPr="0015703E" w:rsidRDefault="00EE2173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29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944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676</w:t>
            </w:r>
          </w:p>
        </w:tc>
      </w:tr>
      <w:tr w:rsidR="00C11D9A" w:rsidRPr="0015703E" w14:paraId="3BFFABFD" w14:textId="77777777" w:rsidTr="00EE2173">
        <w:trPr>
          <w:trHeight w:val="346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D84F7" w14:textId="49758B25" w:rsidR="00C11D9A" w:rsidRPr="0015703E" w:rsidRDefault="00EE2173" w:rsidP="000016A7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szCs w:val="18"/>
                <w:highlight w:val="yellow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K </w:t>
            </w:r>
            <w:proofErr w:type="gramStart"/>
            <w:r>
              <w:rPr>
                <w:rFonts w:eastAsia="Times New Roman" w:cs="Calibri"/>
                <w:szCs w:val="18"/>
                <w:lang w:eastAsia="cs-CZ"/>
              </w:rPr>
              <w:t xml:space="preserve">31.5. </w:t>
            </w:r>
            <w:r w:rsidR="00C11D9A" w:rsidRPr="00EE2173">
              <w:rPr>
                <w:rFonts w:eastAsia="Times New Roman" w:cs="Calibri"/>
                <w:szCs w:val="18"/>
                <w:lang w:eastAsia="cs-CZ"/>
              </w:rPr>
              <w:t>202</w:t>
            </w:r>
            <w:r w:rsidR="005954D6" w:rsidRPr="00EE2173">
              <w:rPr>
                <w:rFonts w:eastAsia="Times New Roman" w:cs="Calibri"/>
                <w:szCs w:val="18"/>
                <w:lang w:eastAsia="cs-CZ"/>
              </w:rPr>
              <w:t>2</w:t>
            </w:r>
            <w:proofErr w:type="gramEnd"/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730E" w14:textId="5D7B905F" w:rsidR="00C11D9A" w:rsidRPr="0015703E" w:rsidRDefault="00EE2173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822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665</w:t>
            </w:r>
          </w:p>
        </w:tc>
      </w:tr>
      <w:tr w:rsidR="00C11D9A" w:rsidRPr="0015703E" w14:paraId="1B2CF9B5" w14:textId="77777777" w:rsidTr="00E8553E">
        <w:trPr>
          <w:trHeight w:val="103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E2D3" w14:textId="58330D5B" w:rsidR="00C11D9A" w:rsidRPr="00DE08D9" w:rsidRDefault="00C11D9A" w:rsidP="00EE2173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dráhy během předchozích 5 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>let: 201</w:t>
            </w:r>
            <w:r w:rsidR="005954D6">
              <w:rPr>
                <w:rFonts w:eastAsia="Times New Roman" w:cs="Calibri"/>
                <w:szCs w:val="18"/>
                <w:lang w:eastAsia="cs-CZ"/>
              </w:rPr>
              <w:t>7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 - </w:t>
            </w:r>
            <w:r w:rsidR="00EE2173">
              <w:rPr>
                <w:rFonts w:eastAsia="Times New Roman" w:cs="Calibri"/>
                <w:szCs w:val="18"/>
                <w:lang w:eastAsia="cs-CZ"/>
              </w:rPr>
              <w:t>květen</w:t>
            </w:r>
            <w:r w:rsidR="00EE2173" w:rsidRPr="00DE08D9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5954D6" w:rsidRPr="00DE08D9">
              <w:rPr>
                <w:rFonts w:eastAsia="Times New Roman" w:cs="Calibri"/>
                <w:szCs w:val="18"/>
                <w:lang w:eastAsia="cs-CZ"/>
              </w:rPr>
              <w:t>202</w:t>
            </w:r>
            <w:r w:rsidR="005954D6">
              <w:rPr>
                <w:rFonts w:eastAsia="Times New Roman" w:cs="Calibri"/>
                <w:szCs w:val="18"/>
                <w:lang w:eastAsia="cs-CZ"/>
              </w:rPr>
              <w:t>2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F84" w14:textId="62F5B6FE" w:rsidR="00C11D9A" w:rsidRPr="00B830B9" w:rsidRDefault="00EE2173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80731D">
              <w:rPr>
                <w:rFonts w:cs="Arial"/>
                <w:szCs w:val="18"/>
              </w:rPr>
              <w:t>154</w:t>
            </w:r>
            <w:r>
              <w:rPr>
                <w:rFonts w:cs="Arial"/>
                <w:szCs w:val="18"/>
              </w:rPr>
              <w:t>.</w:t>
            </w:r>
            <w:r w:rsidRPr="0080731D">
              <w:rPr>
                <w:rFonts w:cs="Arial"/>
                <w:szCs w:val="18"/>
              </w:rPr>
              <w:t>303</w:t>
            </w:r>
            <w:r>
              <w:rPr>
                <w:rFonts w:cs="Arial"/>
                <w:szCs w:val="18"/>
              </w:rPr>
              <w:t>.</w:t>
            </w:r>
            <w:r w:rsidRPr="0080731D">
              <w:rPr>
                <w:rFonts w:cs="Arial"/>
                <w:szCs w:val="18"/>
              </w:rPr>
              <w:t>937</w:t>
            </w:r>
          </w:p>
        </w:tc>
      </w:tr>
      <w:tr w:rsidR="00C11D9A" w:rsidRPr="0015703E" w14:paraId="1EE662D2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4448F" w14:textId="7DA67358" w:rsidR="00C11D9A" w:rsidRPr="0015703E" w:rsidRDefault="005954D6" w:rsidP="00C11D9A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F8D8F" w14:textId="76A2C559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12.223.107</w:t>
            </w:r>
          </w:p>
        </w:tc>
      </w:tr>
      <w:tr w:rsidR="00C11D9A" w:rsidRPr="0015703E" w14:paraId="2B44360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CACA" w14:textId="11F0B999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5954D6"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3E6F" w14:textId="0394A2B4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27.212.439</w:t>
            </w:r>
          </w:p>
        </w:tc>
      </w:tr>
      <w:tr w:rsidR="00C11D9A" w:rsidRPr="0015703E" w14:paraId="03F3B3C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090C" w14:textId="5B0CDFCC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5954D6"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FFCA" w14:textId="58F0BC15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24.134.679</w:t>
            </w:r>
          </w:p>
        </w:tc>
      </w:tr>
      <w:tr w:rsidR="00C11D9A" w:rsidRPr="0015703E" w14:paraId="29D87005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0F57" w14:textId="17F27E50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5954D6"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1795" w14:textId="60CABB04" w:rsidR="00C11D9A" w:rsidRPr="0015703E" w:rsidRDefault="005954D6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40.966.371</w:t>
            </w:r>
          </w:p>
        </w:tc>
      </w:tr>
      <w:tr w:rsidR="00C11D9A" w:rsidRPr="0015703E" w14:paraId="24FFC34B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E2ED4" w14:textId="4CE47770" w:rsidR="00C11D9A" w:rsidRPr="0015703E" w:rsidRDefault="00C11D9A" w:rsidP="005954D6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5954D6" w:rsidRPr="00EE2173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54ED" w14:textId="01209648" w:rsidR="00C11D9A" w:rsidRPr="0015703E" w:rsidRDefault="000016A7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29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944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7D4435">
              <w:rPr>
                <w:rFonts w:eastAsia="Times New Roman" w:cs="Calibri"/>
                <w:color w:val="000000"/>
                <w:szCs w:val="18"/>
                <w:lang w:eastAsia="cs-CZ"/>
              </w:rPr>
              <w:t>676</w:t>
            </w:r>
          </w:p>
        </w:tc>
      </w:tr>
      <w:tr w:rsidR="00C11D9A" w:rsidRPr="0015703E" w14:paraId="682B54B8" w14:textId="77777777" w:rsidTr="00F87D6D">
        <w:trPr>
          <w:trHeight w:val="26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3DAC2" w14:textId="0E0FD767" w:rsidR="00C11D9A" w:rsidRPr="0015703E" w:rsidRDefault="000016A7" w:rsidP="000016A7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K </w:t>
            </w:r>
            <w:proofErr w:type="gramStart"/>
            <w:r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31.5. </w:t>
            </w:r>
            <w:r w:rsidR="00C11D9A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5954D6" w:rsidRPr="00B56941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proofErr w:type="gramEnd"/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025C" w14:textId="30F9D203" w:rsidR="00C11D9A" w:rsidRPr="0015703E" w:rsidRDefault="000016A7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19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822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Pr="0080731D">
              <w:rPr>
                <w:rFonts w:eastAsia="Times New Roman" w:cs="Calibri"/>
                <w:color w:val="000000"/>
                <w:szCs w:val="18"/>
                <w:lang w:eastAsia="cs-CZ"/>
              </w:rPr>
              <w:t>665</w:t>
            </w:r>
          </w:p>
        </w:tc>
      </w:tr>
      <w:tr w:rsidR="00E8553E" w:rsidRPr="0015703E" w14:paraId="78F3D5F5" w14:textId="77777777" w:rsidTr="00E8553E">
        <w:trPr>
          <w:trHeight w:val="9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AECB" w14:textId="0390B5B8" w:rsidR="00E8553E" w:rsidRPr="00DE08D9" w:rsidRDefault="00E8553E" w:rsidP="00516CC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E08D9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Z toho škody v souvislosti s provozováním drážní dopravy pojištěným během předchozích 5 let: 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>201</w:t>
            </w:r>
            <w:r w:rsidR="00516CCA">
              <w:rPr>
                <w:rFonts w:eastAsia="Times New Roman" w:cs="Calibri"/>
                <w:szCs w:val="18"/>
                <w:lang w:eastAsia="cs-CZ"/>
              </w:rPr>
              <w:t>7</w:t>
            </w:r>
            <w:r w:rsidRPr="00DE08D9">
              <w:rPr>
                <w:rFonts w:eastAsia="Times New Roman" w:cs="Calibri"/>
                <w:szCs w:val="18"/>
                <w:lang w:eastAsia="cs-CZ"/>
              </w:rPr>
              <w:t xml:space="preserve"> – </w:t>
            </w:r>
            <w:r w:rsidR="00516CCA">
              <w:rPr>
                <w:rFonts w:eastAsia="Times New Roman" w:cs="Calibri"/>
                <w:szCs w:val="18"/>
                <w:lang w:eastAsia="cs-CZ"/>
              </w:rPr>
              <w:t>květen</w:t>
            </w:r>
            <w:r w:rsidR="00516CCA" w:rsidRPr="00DE08D9">
              <w:rPr>
                <w:rFonts w:eastAsia="Times New Roman" w:cs="Calibri"/>
                <w:szCs w:val="18"/>
                <w:lang w:eastAsia="cs-CZ"/>
              </w:rPr>
              <w:t xml:space="preserve"> 202</w:t>
            </w:r>
            <w:r w:rsidR="00516CCA">
              <w:rPr>
                <w:rFonts w:eastAsia="Times New Roman" w:cs="Calibri"/>
                <w:szCs w:val="18"/>
                <w:lang w:eastAsia="cs-CZ"/>
              </w:rPr>
              <w:t>2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7470" w14:textId="146E96DF" w:rsidR="00E8553E" w:rsidRPr="00B830B9" w:rsidRDefault="00F87D6D" w:rsidP="00E8553E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B830B9">
              <w:rPr>
                <w:rFonts w:cs="Arial"/>
                <w:szCs w:val="18"/>
              </w:rPr>
              <w:t>25.000</w:t>
            </w:r>
          </w:p>
        </w:tc>
      </w:tr>
      <w:tr w:rsidR="00C11D9A" w:rsidRPr="0015703E" w14:paraId="060701E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2013" w14:textId="20A381D2" w:rsidR="00C11D9A" w:rsidRPr="0015703E" w:rsidRDefault="005954D6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highlight w:val="yellow"/>
                <w:lang w:eastAsia="cs-CZ"/>
              </w:rPr>
            </w:pPr>
            <w:r w:rsidRPr="00B56941">
              <w:rPr>
                <w:rFonts w:eastAsia="Times New Roman" w:cs="Calibri"/>
                <w:szCs w:val="18"/>
                <w:lang w:eastAsia="cs-CZ"/>
              </w:rPr>
              <w:t>2017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1E02" w14:textId="01DD44C2" w:rsidR="00C11D9A" w:rsidRPr="00B56941" w:rsidRDefault="005954D6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5954D6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278C71AE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BAB6" w14:textId="4CDEFC1B" w:rsidR="00C11D9A" w:rsidRPr="00026EC7" w:rsidRDefault="00C11D9A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5954D6"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45A4" w14:textId="1998165C" w:rsidR="00C11D9A" w:rsidRPr="00B56941" w:rsidRDefault="00753822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53822">
              <w:rPr>
                <w:rFonts w:eastAsia="Times New Roman" w:cs="Calibri"/>
                <w:color w:val="000000"/>
                <w:szCs w:val="18"/>
                <w:lang w:eastAsia="cs-CZ"/>
              </w:rPr>
              <w:t>25.000</w:t>
            </w:r>
          </w:p>
        </w:tc>
      </w:tr>
      <w:tr w:rsidR="00C11D9A" w:rsidRPr="0015703E" w14:paraId="14F58C54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F687" w14:textId="217A808F" w:rsidR="00C11D9A" w:rsidRPr="00026EC7" w:rsidRDefault="00C11D9A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201</w:t>
            </w:r>
            <w:r w:rsidR="005954D6"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9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0938" w14:textId="04B2E973" w:rsidR="00C11D9A" w:rsidRPr="00B56941" w:rsidRDefault="00753822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5382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1292F417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23F8" w14:textId="73A2C53D" w:rsidR="00C11D9A" w:rsidRPr="00026EC7" w:rsidRDefault="00C11D9A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  <w:r w:rsidR="005954D6"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BC41" w14:textId="688F434A" w:rsidR="00C11D9A" w:rsidRPr="00B56941" w:rsidRDefault="00753822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5382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2F0AC099" w14:textId="77777777" w:rsidTr="00F87D6D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ACE2E" w14:textId="4675A674" w:rsidR="00C11D9A" w:rsidRPr="00026EC7" w:rsidRDefault="00C11D9A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5954D6"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43C6" w14:textId="5E7F485C" w:rsidR="00C11D9A" w:rsidRPr="00B56941" w:rsidRDefault="00753822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753822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1DE97BCA" w14:textId="77777777" w:rsidTr="00F87D6D">
        <w:trPr>
          <w:trHeight w:val="77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B73DD" w14:textId="2A7F7C32" w:rsidR="00C11D9A" w:rsidRPr="00026EC7" w:rsidRDefault="00C11D9A" w:rsidP="00B56941">
            <w:pPr>
              <w:spacing w:before="0" w:after="0" w:line="240" w:lineRule="auto"/>
              <w:ind w:left="0"/>
              <w:jc w:val="right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5954D6"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6A736" w14:textId="5379184C" w:rsidR="00C11D9A" w:rsidRPr="00B56941" w:rsidRDefault="00283C74" w:rsidP="00CE211B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</w:p>
        </w:tc>
      </w:tr>
      <w:tr w:rsidR="00C11D9A" w:rsidRPr="0015703E" w14:paraId="7DEAFE72" w14:textId="77777777" w:rsidTr="007B70A3">
        <w:trPr>
          <w:trHeight w:val="77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83CA3" w14:textId="0F2BDFA4" w:rsidR="00C11D9A" w:rsidRPr="00C91DCC" w:rsidRDefault="00C11D9A" w:rsidP="00753822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* Jde o součet dosud uplatněných náhrad </w:t>
            </w:r>
            <w:proofErr w:type="gramStart"/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škod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u kterých</w:t>
            </w:r>
            <w:proofErr w:type="gramEnd"/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je znám viník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a výše škody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. K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 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uplatňování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vyčíslování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škod vzniklých v roce 2019, 2020</w:t>
            </w:r>
            <w:r w:rsidR="0072660D">
              <w:rPr>
                <w:rFonts w:eastAsia="Times New Roman" w:cs="Calibri"/>
                <w:color w:val="000000"/>
                <w:szCs w:val="18"/>
                <w:lang w:eastAsia="cs-CZ"/>
              </w:rPr>
              <w:t>, 2021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a </w:t>
            </w:r>
            <w:r w:rsidR="00753822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753822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="00753822"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teprve dochází, toto číslo se tedy bude významněji měnit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  <w:tr w:rsidR="00C11D9A" w:rsidRPr="0015703E" w14:paraId="01315057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BE90" w14:textId="77777777" w:rsidR="00C11D9A" w:rsidRPr="00C91DC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>z toho čisté finanční škody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97B" w14:textId="0A9EF6C1" w:rsidR="00C11D9A" w:rsidRPr="00C91DCC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řádově 100 tis. Kč/rok</w:t>
            </w:r>
          </w:p>
        </w:tc>
      </w:tr>
      <w:tr w:rsidR="00C11D9A" w:rsidRPr="0015703E" w14:paraId="6D264E5D" w14:textId="77777777" w:rsidTr="00A83454">
        <w:trPr>
          <w:trHeight w:val="30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C61D" w14:textId="77777777" w:rsidR="00C11D9A" w:rsidRPr="00C91DC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z toho ekologické újmy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A700" w14:textId="1416CB8D" w:rsidR="00C11D9A" w:rsidRPr="00C91DCC" w:rsidRDefault="00C11D9A" w:rsidP="00C11D9A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0 Kč</w:t>
            </w:r>
          </w:p>
        </w:tc>
      </w:tr>
      <w:tr w:rsidR="00C11D9A" w:rsidRPr="0015703E" w14:paraId="061EEFBB" w14:textId="77777777" w:rsidTr="00A83454">
        <w:trPr>
          <w:trHeight w:val="428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3BCB" w14:textId="1805574D" w:rsidR="00C11D9A" w:rsidRPr="00C91DC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Celkový počet přepravených cestujících v roce 202</w:t>
            </w:r>
            <w:r w:rsidR="00BC30C1">
              <w:rPr>
                <w:rFonts w:eastAsia="Times New Roman" w:cs="Calibri"/>
                <w:color w:val="000000"/>
                <w:szCs w:val="18"/>
                <w:lang w:eastAsia="cs-CZ"/>
              </w:rPr>
              <w:t>1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České dráhy</w:t>
            </w:r>
          </w:p>
        </w:tc>
        <w:tc>
          <w:tcPr>
            <w:tcW w:w="5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5E855" w14:textId="45CA9E65" w:rsidR="00C11D9A" w:rsidRPr="00C91DCC" w:rsidRDefault="00C11D9A" w:rsidP="00BC30C1">
            <w:pPr>
              <w:spacing w:before="0" w:after="0" w:line="240" w:lineRule="auto"/>
              <w:ind w:left="0"/>
              <w:jc w:val="center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12</w:t>
            </w:r>
            <w:r w:rsidR="00BC30C1">
              <w:rPr>
                <w:rFonts w:eastAsia="Times New Roman" w:cs="Calibri"/>
                <w:color w:val="000000"/>
                <w:szCs w:val="18"/>
                <w:lang w:eastAsia="cs-CZ"/>
              </w:rPr>
              <w:t>0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>,</w:t>
            </w:r>
            <w:r w:rsidR="00BC30C1">
              <w:rPr>
                <w:rFonts w:eastAsia="Times New Roman" w:cs="Calibri"/>
                <w:color w:val="000000"/>
                <w:szCs w:val="18"/>
                <w:lang w:eastAsia="cs-CZ"/>
              </w:rPr>
              <w:t>7</w:t>
            </w:r>
            <w:r w:rsidRPr="00C91DCC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mil</w:t>
            </w:r>
          </w:p>
        </w:tc>
      </w:tr>
      <w:tr w:rsidR="00C11D9A" w:rsidRPr="00DC1CD5" w14:paraId="5EC323C1" w14:textId="77777777" w:rsidTr="00A83454">
        <w:trPr>
          <w:trHeight w:val="1312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D28" w14:textId="4C4B5B05" w:rsidR="00C11D9A" w:rsidRPr="00DC1CD5" w:rsidRDefault="00C11D9A" w:rsidP="0072660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Škody převyšující 1.000.000,- Kč, vč. podrobností. 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Seznam škod obsahuje i odhady škod, které ještě nebyly přesně vyčísleny a vypořádány.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>
              <w:rPr>
                <w:rFonts w:eastAsia="Times New Roman" w:cs="Calibri"/>
                <w:szCs w:val="18"/>
                <w:lang w:eastAsia="cs-CZ"/>
              </w:rPr>
              <w:t>(201</w:t>
            </w:r>
            <w:r w:rsidR="0072660D">
              <w:rPr>
                <w:rFonts w:eastAsia="Times New Roman" w:cs="Calibri"/>
                <w:szCs w:val="18"/>
                <w:lang w:eastAsia="cs-CZ"/>
              </w:rPr>
              <w:t>7</w:t>
            </w:r>
            <w:r w:rsidR="00026EC7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–</w:t>
            </w:r>
            <w:r w:rsidR="00026EC7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0</w:t>
            </w:r>
            <w:r w:rsidR="0072660D">
              <w:rPr>
                <w:rFonts w:eastAsia="Times New Roman" w:cs="Calibri"/>
                <w:szCs w:val="18"/>
                <w:lang w:eastAsia="cs-CZ"/>
              </w:rPr>
              <w:t>5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/202</w:t>
            </w:r>
            <w:r w:rsidR="0072660D">
              <w:rPr>
                <w:rFonts w:eastAsia="Times New Roman" w:cs="Calibri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)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3408" w14:textId="6E7434E5" w:rsidR="0072660D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</w:r>
            <w:r w:rsidR="0072660D">
              <w:rPr>
                <w:rFonts w:eastAsia="Times New Roman" w:cs="Calibri"/>
                <w:color w:val="000000"/>
                <w:szCs w:val="18"/>
                <w:lang w:eastAsia="cs-CZ"/>
              </w:rPr>
              <w:t>23. 8. 2017 – Česká Třebová – Třebovice v Čechách, srážka Ex 1367 s poškozeným TV škoda 2 026 998,- Kč. Zadavatel má odpovědnost 100 %.</w:t>
            </w:r>
          </w:p>
          <w:p w14:paraId="64A829CB" w14:textId="01EFB938" w:rsidR="00C11D9A" w:rsidRPr="00B564A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30. 3. 2018 - Čelákovice, vykolejení nákladního vozu při posunu, škoda 1.602.200,-,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29. 6. 2018 - Nymburk hl. n., vykolejení el. </w:t>
            </w:r>
            <w:proofErr w:type="gramStart"/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jednotky</w:t>
            </w:r>
            <w:proofErr w:type="gramEnd"/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471 při posunu, škoda 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5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.5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26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280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,-, Zadavatel má odpovědnost 100%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13. 7. 2018 - Velké Žernoseky, poškození sběrače HDV za jízdy vlaku Nex 46601, škoda 1.306.093,-, Zadavatel má odpovědnost 100 %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 xml:space="preserve">7. 9. 2018 - Obvod </w:t>
            </w:r>
            <w:proofErr w:type="spellStart"/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. Kutná Hora hl. n. - Lysá nad Labem, km 298,425, za jízdy vlaku došlo k vykolejení několika vozů - , škoda 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3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769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  <w:r w:rsidR="00040689">
              <w:rPr>
                <w:rFonts w:eastAsia="Times New Roman" w:cs="Calibri"/>
                <w:color w:val="000000"/>
                <w:szCs w:val="18"/>
                <w:lang w:eastAsia="cs-CZ"/>
              </w:rPr>
              <w:t>639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,-, zadavatel má odpovědnost 100 % </w:t>
            </w:r>
            <w:r w:rsidRPr="00DC1CD5">
              <w:rPr>
                <w:rFonts w:eastAsia="Times New Roman" w:cs="Calibri"/>
                <w:color w:val="FF0000"/>
                <w:szCs w:val="18"/>
                <w:lang w:eastAsia="cs-CZ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br/>
              <w:t>14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. 12. 2018 - Nymburk seřaďovací nádraží, vykolejení vlaku </w:t>
            </w:r>
            <w:proofErr w:type="spellStart"/>
            <w:r w:rsidRPr="00B564AC">
              <w:rPr>
                <w:rFonts w:eastAsia="Times New Roman" w:cs="Calibri"/>
                <w:szCs w:val="18"/>
                <w:lang w:eastAsia="cs-CZ"/>
              </w:rPr>
              <w:t>Pn</w:t>
            </w:r>
            <w:proofErr w:type="spellEnd"/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62228, škoda </w:t>
            </w:r>
            <w:r w:rsidR="00040689" w:rsidRPr="00B564AC">
              <w:rPr>
                <w:rFonts w:eastAsia="Times New Roman" w:cs="Calibri"/>
                <w:szCs w:val="18"/>
                <w:lang w:eastAsia="cs-CZ"/>
              </w:rPr>
              <w:t>4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.5</w:t>
            </w:r>
            <w:r w:rsidR="00040689" w:rsidRPr="00B564AC">
              <w:rPr>
                <w:rFonts w:eastAsia="Times New Roman" w:cs="Calibri"/>
                <w:szCs w:val="18"/>
                <w:lang w:eastAsia="cs-CZ"/>
              </w:rPr>
              <w:t>04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</w:t>
            </w:r>
            <w:r w:rsidR="00040689" w:rsidRPr="00B564AC">
              <w:rPr>
                <w:rFonts w:eastAsia="Times New Roman" w:cs="Calibri"/>
                <w:szCs w:val="18"/>
                <w:lang w:eastAsia="cs-CZ"/>
              </w:rPr>
              <w:t>885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                                               </w:t>
            </w:r>
          </w:p>
          <w:p w14:paraId="7C63F82D" w14:textId="30FF374B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20. 8. 2019 – Lovosice Vlečka TSS, Při posunu došlo ke srážce s vraty a drážním vozidlem SUM 1000CS a vykolejení, škoda </w:t>
            </w:r>
            <w:r w:rsidR="00147050" w:rsidRPr="00B564AC">
              <w:rPr>
                <w:rFonts w:eastAsia="Times New Roman" w:cs="Calibri"/>
                <w:szCs w:val="18"/>
                <w:lang w:eastAsia="cs-CZ"/>
              </w:rPr>
              <w:t>87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</w:t>
            </w:r>
            <w:r w:rsidR="00147050" w:rsidRPr="00B564AC">
              <w:rPr>
                <w:rFonts w:eastAsia="Times New Roman" w:cs="Calibri"/>
                <w:szCs w:val="18"/>
                <w:lang w:eastAsia="cs-CZ"/>
              </w:rPr>
              <w:t>878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</w:t>
            </w:r>
            <w:r w:rsidR="00147050" w:rsidRPr="00B564AC">
              <w:rPr>
                <w:rFonts w:eastAsia="Times New Roman" w:cs="Calibri"/>
                <w:szCs w:val="18"/>
                <w:lang w:eastAsia="cs-CZ"/>
              </w:rPr>
              <w:t>208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Kč, </w:t>
            </w:r>
            <w:r w:rsidR="00147050" w:rsidRPr="00B564AC">
              <w:rPr>
                <w:rFonts w:eastAsia="Times New Roman" w:cs="Calibri"/>
                <w:szCs w:val="18"/>
                <w:lang w:eastAsia="cs-CZ"/>
              </w:rPr>
              <w:t>podána žaloba  na SŽ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, rozpor</w:t>
            </w:r>
            <w:r w:rsidR="007532B3" w:rsidRPr="00B564AC">
              <w:rPr>
                <w:rFonts w:eastAsia="Times New Roman" w:cs="Calibri"/>
                <w:szCs w:val="18"/>
                <w:lang w:eastAsia="cs-CZ"/>
              </w:rPr>
              <w:t>ná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výš</w:t>
            </w:r>
            <w:r w:rsidR="007532B3" w:rsidRPr="00B564AC">
              <w:rPr>
                <w:rFonts w:eastAsia="Times New Roman" w:cs="Calibri"/>
                <w:szCs w:val="18"/>
                <w:lang w:eastAsia="cs-CZ"/>
              </w:rPr>
              <w:t>e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uplatněné náhrady škody</w:t>
            </w:r>
            <w:r w:rsidR="007532B3" w:rsidRPr="00B564AC">
              <w:rPr>
                <w:rFonts w:eastAsia="Times New Roman" w:cs="Calibri"/>
                <w:szCs w:val="18"/>
                <w:lang w:eastAsia="cs-CZ"/>
              </w:rPr>
              <w:t xml:space="preserve"> - </w:t>
            </w:r>
            <w:r w:rsidR="001920ED" w:rsidRPr="00B564AC">
              <w:rPr>
                <w:rFonts w:eastAsia="Times New Roman" w:cs="Calibri"/>
                <w:szCs w:val="18"/>
                <w:lang w:eastAsia="cs-CZ"/>
              </w:rPr>
              <w:t>SŽ nárok neuznává</w:t>
            </w:r>
            <w:r w:rsidR="006B3A00" w:rsidRPr="00B564AC">
              <w:rPr>
                <w:rFonts w:eastAsia="Times New Roman" w:cs="Calibri"/>
                <w:szCs w:val="18"/>
                <w:lang w:eastAsia="cs-CZ"/>
              </w:rPr>
              <w:t xml:space="preserve"> co do důvodu a výše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br/>
              <w:t xml:space="preserve">3.11.2019 - ŽST Praha Malešice, v </w:t>
            </w:r>
            <w:proofErr w:type="gramStart"/>
            <w:r w:rsidRPr="00B564AC">
              <w:rPr>
                <w:rFonts w:eastAsia="Times New Roman" w:cs="Calibri"/>
                <w:szCs w:val="18"/>
                <w:lang w:eastAsia="cs-CZ"/>
              </w:rPr>
              <w:t>km 3,900</w:t>
            </w:r>
            <w:proofErr w:type="gramEnd"/>
            <w:r w:rsidRPr="00B564AC">
              <w:rPr>
                <w:rFonts w:eastAsia="Times New Roman" w:cs="Calibri"/>
                <w:szCs w:val="18"/>
                <w:lang w:eastAsia="cs-CZ"/>
              </w:rPr>
              <w:t>, Vykolejení devíti ložených vozů na výhybce 10b, škod 3.</w:t>
            </w:r>
            <w:r w:rsidR="007532B3" w:rsidRPr="00B564AC">
              <w:rPr>
                <w:rFonts w:eastAsia="Times New Roman" w:cs="Calibri"/>
                <w:szCs w:val="18"/>
                <w:lang w:eastAsia="cs-CZ"/>
              </w:rPr>
              <w:t>031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.</w:t>
            </w:r>
            <w:r w:rsidR="007532B3" w:rsidRPr="00B564AC">
              <w:rPr>
                <w:rFonts w:eastAsia="Times New Roman" w:cs="Calibri"/>
                <w:szCs w:val="18"/>
                <w:lang w:eastAsia="cs-CZ"/>
              </w:rPr>
              <w:t>509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                                                                                                                    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br/>
              <w:t xml:space="preserve">6. 11. 2019 mezi ŽST Pečky - Velim, v km 362,135,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Poškození vlaku Ex 243 po střetu s překážkou, škoda 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976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212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</w:t>
            </w:r>
          </w:p>
          <w:p w14:paraId="37A139A9" w14:textId="2AD863BE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20. 11. 2019 – trať Děčín hl. n. – Děčín stát. </w:t>
            </w:r>
            <w:proofErr w:type="gramStart"/>
            <w:r w:rsidRPr="00DC1CD5">
              <w:rPr>
                <w:rFonts w:eastAsia="Times New Roman" w:cs="Calibri"/>
                <w:szCs w:val="18"/>
                <w:lang w:eastAsia="cs-CZ"/>
              </w:rPr>
              <w:t>hranice</w:t>
            </w:r>
            <w:proofErr w:type="gram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1,746, za jízdy vlaku Nex 45307 došlo ke kontaktu s jeřábem, škoda 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477</w:t>
            </w:r>
            <w:r w:rsidR="00026EC7">
              <w:rPr>
                <w:rFonts w:eastAsia="Times New Roman" w:cs="Calibri"/>
                <w:szCs w:val="18"/>
                <w:lang w:eastAsia="cs-CZ"/>
              </w:rPr>
              <w:t>.</w:t>
            </w:r>
            <w:r w:rsidR="00915C06">
              <w:rPr>
                <w:rFonts w:eastAsia="Times New Roman" w:cs="Calibri"/>
                <w:szCs w:val="18"/>
                <w:lang w:eastAsia="cs-CZ"/>
              </w:rPr>
              <w:t>255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Kč, Zadavatel má odpovědnost  100 %                                                                            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br/>
              <w:t xml:space="preserve">9.12.2019 -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Česká Třebová - Praha - Libeň - Zámrsk, Poškození vlaku uvolněným krytem výhybky, škoda 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8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.8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44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.0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67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,-, zadavatel má odpovědnost 100 %        </w:t>
            </w:r>
          </w:p>
          <w:p w14:paraId="6B63AA22" w14:textId="261E3AA4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13. 3. 2020 –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Ostrava hl. n. v km 266,764. Srážka posunového dílu ČD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Cargo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se strojícím motorovým vozidlem ČD, škoda 3.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158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1E74D1">
              <w:rPr>
                <w:rFonts w:eastAsia="Times New Roman" w:cs="Calibri"/>
                <w:szCs w:val="18"/>
                <w:lang w:eastAsia="cs-CZ"/>
              </w:rPr>
              <w:t>534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,- Kč,</w:t>
            </w:r>
            <w:r w:rsidR="000F654C">
              <w:rPr>
                <w:rFonts w:eastAsia="Times New Roman" w:cs="Calibri"/>
                <w:szCs w:val="18"/>
                <w:lang w:eastAsia="cs-CZ"/>
              </w:rPr>
              <w:t xml:space="preserve"> a dále 139 084,- Kč za poškození zdraví.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Odpovědnost zadavatele 100 %</w:t>
            </w:r>
          </w:p>
          <w:p w14:paraId="6595C3B4" w14:textId="70C1FC2E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12. 7. 2020 – Bohumín – Přerov,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>. Jistebník, v km 253,220. Poškození sběračů drážního vozidla a trakčního vedení za jízdy vlaku Nex 45063, škoda 1.</w:t>
            </w:r>
            <w:r w:rsidR="00D55F40">
              <w:rPr>
                <w:rFonts w:eastAsia="Times New Roman" w:cs="Calibri"/>
                <w:szCs w:val="18"/>
                <w:lang w:eastAsia="cs-CZ"/>
              </w:rPr>
              <w:t>192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D55F40">
              <w:rPr>
                <w:rFonts w:eastAsia="Times New Roman" w:cs="Calibri"/>
                <w:szCs w:val="18"/>
                <w:lang w:eastAsia="cs-CZ"/>
              </w:rPr>
              <w:t>715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,- Kč, zadavatel má odpovědnost 100 % </w:t>
            </w:r>
          </w:p>
          <w:p w14:paraId="5B1A587F" w14:textId="68F36DCE" w:rsidR="00C11D9A" w:rsidRPr="00DC1CD5" w:rsidRDefault="00C11D9A" w:rsidP="00C11D9A">
            <w:pPr>
              <w:tabs>
                <w:tab w:val="left" w:pos="2160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13.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8.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2020 – Tišnov, vykolejení vlaku R 975 na výhybce, škoda </w:t>
            </w:r>
            <w:r w:rsidR="00E861EC">
              <w:rPr>
                <w:rFonts w:eastAsia="Times New Roman" w:cs="Calibri"/>
                <w:szCs w:val="18"/>
                <w:lang w:eastAsia="cs-CZ"/>
              </w:rPr>
              <w:t>1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E861EC">
              <w:rPr>
                <w:rFonts w:eastAsia="Times New Roman" w:cs="Calibri"/>
                <w:szCs w:val="18"/>
                <w:lang w:eastAsia="cs-CZ"/>
              </w:rPr>
              <w:t>307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</w:t>
            </w:r>
            <w:r w:rsidR="00E861EC">
              <w:rPr>
                <w:rFonts w:eastAsia="Times New Roman" w:cs="Calibri"/>
                <w:szCs w:val="18"/>
                <w:lang w:eastAsia="cs-CZ"/>
              </w:rPr>
              <w:t>322</w:t>
            </w:r>
            <w:r w:rsidR="00E861EC"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Kč, SŽ má odpovědnost 100%</w:t>
            </w:r>
          </w:p>
          <w:p w14:paraId="24DCA477" w14:textId="1BDC9C93" w:rsidR="00C11D9A" w:rsidRPr="00DC1CD5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6. 11. 2020 -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Kolín, v km 347,333. Vykolejení drážního vozidla. </w:t>
            </w:r>
            <w:r w:rsidR="00E861EC">
              <w:rPr>
                <w:rFonts w:eastAsia="Times New Roman" w:cs="Calibri"/>
                <w:szCs w:val="18"/>
                <w:lang w:eastAsia="cs-CZ"/>
              </w:rPr>
              <w:t>Š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kod</w:t>
            </w:r>
            <w:r w:rsidR="00E861EC">
              <w:rPr>
                <w:rFonts w:eastAsia="Times New Roman" w:cs="Calibri"/>
                <w:szCs w:val="18"/>
                <w:lang w:eastAsia="cs-CZ"/>
              </w:rPr>
              <w:t>a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0F654C">
              <w:rPr>
                <w:rFonts w:eastAsia="Times New Roman" w:cs="Calibri"/>
                <w:szCs w:val="18"/>
                <w:lang w:eastAsia="cs-CZ"/>
              </w:rPr>
              <w:t xml:space="preserve"> 29 102 428,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- Kč, zadavatel má odpovědnost 100 %.</w:t>
            </w:r>
          </w:p>
          <w:p w14:paraId="1CB60746" w14:textId="618E2A2B" w:rsidR="00C11D9A" w:rsidRPr="00DC1CD5" w:rsidRDefault="00C11D9A" w:rsidP="00C11D9A">
            <w:pPr>
              <w:tabs>
                <w:tab w:val="left" w:pos="2160"/>
              </w:tabs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>19.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12.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2020 – Hluboká nad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Vltavou-Zámostí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>, vykolejení vlaku R 655 na výhybce, škoda 1.854.080 Kč, SŽ má odpovědnost 100%</w:t>
            </w:r>
          </w:p>
          <w:p w14:paraId="447DD364" w14:textId="01A952DD" w:rsidR="00C11D9A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5. 2. 2021 -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Tlumačov - Otrokovice, v km 156,560, srážka nákladních vlaků. Odhad škody </w:t>
            </w:r>
            <w:r w:rsidR="00E56ED7">
              <w:rPr>
                <w:rFonts w:eastAsia="Times New Roman" w:cs="Calibri"/>
                <w:szCs w:val="18"/>
                <w:lang w:eastAsia="cs-CZ"/>
              </w:rPr>
              <w:t>ČDC 26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.000.000,- Kč.</w:t>
            </w:r>
            <w:r w:rsidR="00E56ED7">
              <w:rPr>
                <w:rFonts w:eastAsia="Times New Roman" w:cs="Calibri"/>
                <w:szCs w:val="18"/>
                <w:lang w:eastAsia="cs-CZ"/>
              </w:rPr>
              <w:t xml:space="preserve"> Škoda </w:t>
            </w:r>
            <w:proofErr w:type="spellStart"/>
            <w:r w:rsidR="00E56ED7">
              <w:rPr>
                <w:rFonts w:eastAsia="Times New Roman" w:cs="Calibri"/>
                <w:szCs w:val="18"/>
                <w:lang w:eastAsia="cs-CZ"/>
              </w:rPr>
              <w:t>Rail</w:t>
            </w:r>
            <w:proofErr w:type="spellEnd"/>
            <w:r w:rsidR="00E56ED7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proofErr w:type="spellStart"/>
            <w:r w:rsidR="00E56ED7">
              <w:rPr>
                <w:rFonts w:eastAsia="Times New Roman" w:cs="Calibri"/>
                <w:szCs w:val="18"/>
                <w:lang w:eastAsia="cs-CZ"/>
              </w:rPr>
              <w:t>Cargo</w:t>
            </w:r>
            <w:proofErr w:type="spellEnd"/>
            <w:r w:rsidR="00E56ED7">
              <w:rPr>
                <w:rFonts w:eastAsia="Times New Roman" w:cs="Calibri"/>
                <w:szCs w:val="18"/>
                <w:lang w:eastAsia="cs-CZ"/>
              </w:rPr>
              <w:t xml:space="preserve"> 9.556.176,- Kč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. SŽ má odpovědnost 100%.</w:t>
            </w:r>
          </w:p>
          <w:p w14:paraId="290D04A1" w14:textId="71FDAAC9" w:rsidR="00C11D9A" w:rsidRPr="00B564A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lastRenderedPageBreak/>
              <w:t>29.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3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2021 - </w:t>
            </w:r>
            <w:proofErr w:type="spellStart"/>
            <w:r w:rsidRPr="00DC1CD5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. </w:t>
            </w:r>
            <w:r>
              <w:rPr>
                <w:rFonts w:eastAsia="Times New Roman" w:cs="Calibri"/>
                <w:szCs w:val="18"/>
                <w:lang w:eastAsia="cs-CZ"/>
              </w:rPr>
              <w:t>Most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 xml:space="preserve">, v km </w:t>
            </w:r>
            <w:r>
              <w:rPr>
                <w:rFonts w:eastAsia="Times New Roman" w:cs="Calibri"/>
                <w:szCs w:val="18"/>
                <w:lang w:eastAsia="cs-CZ"/>
              </w:rPr>
              <w:t>47</w:t>
            </w:r>
            <w:r w:rsidRPr="00DC1CD5">
              <w:rPr>
                <w:rFonts w:eastAsia="Times New Roman" w:cs="Calibri"/>
                <w:szCs w:val="18"/>
                <w:lang w:eastAsia="cs-CZ"/>
              </w:rPr>
              <w:t>,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486, poškození drážních 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vozidel. Odhad škod </w:t>
            </w:r>
            <w:r w:rsidR="000F654C" w:rsidRPr="00B564AC">
              <w:rPr>
                <w:rFonts w:eastAsia="Times New Roman" w:cs="Calibri"/>
                <w:szCs w:val="18"/>
                <w:lang w:eastAsia="cs-CZ"/>
              </w:rPr>
              <w:t xml:space="preserve"> 1 894 988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,- Kč.  SŽ má odpovědnost 100%.</w:t>
            </w:r>
          </w:p>
          <w:p w14:paraId="1DBBADCF" w14:textId="77777777" w:rsidR="000F654C" w:rsidRPr="00B564AC" w:rsidRDefault="000F654C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712B4281" w14:textId="7484C29C" w:rsidR="00E56ED7" w:rsidRPr="00B564AC" w:rsidRDefault="00E56ED7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proofErr w:type="gramStart"/>
            <w:r w:rsidRPr="00B564AC">
              <w:rPr>
                <w:rFonts w:eastAsia="Times New Roman" w:cs="Calibri"/>
                <w:szCs w:val="18"/>
                <w:lang w:eastAsia="cs-CZ"/>
              </w:rPr>
              <w:t>14.3.2022</w:t>
            </w:r>
            <w:proofErr w:type="gramEnd"/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– </w:t>
            </w:r>
            <w:proofErr w:type="spellStart"/>
            <w:r w:rsidRPr="00B564AC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B564AC">
              <w:rPr>
                <w:rFonts w:eastAsia="Times New Roman" w:cs="Calibri"/>
                <w:szCs w:val="18"/>
                <w:lang w:eastAsia="cs-CZ"/>
              </w:rPr>
              <w:t>. Ústí nad Labem, vykolejení drážního vozidla. Odhad škod</w:t>
            </w:r>
            <w:r w:rsidR="00325F75" w:rsidRPr="00B564AC">
              <w:rPr>
                <w:rFonts w:eastAsia="Times New Roman" w:cs="Calibri"/>
                <w:szCs w:val="18"/>
                <w:lang w:eastAsia="cs-CZ"/>
              </w:rPr>
              <w:t>y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1.500.000,- Kč.</w:t>
            </w:r>
          </w:p>
          <w:p w14:paraId="16BE8594" w14:textId="38AE8801" w:rsidR="00E56ED7" w:rsidRPr="00B564AC" w:rsidRDefault="00E56ED7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proofErr w:type="gramStart"/>
            <w:r w:rsidRPr="00B564AC">
              <w:rPr>
                <w:rFonts w:eastAsia="Times New Roman" w:cs="Calibri"/>
                <w:szCs w:val="18"/>
                <w:lang w:eastAsia="cs-CZ"/>
              </w:rPr>
              <w:t>23.3.2022</w:t>
            </w:r>
            <w:proofErr w:type="gramEnd"/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– </w:t>
            </w:r>
            <w:proofErr w:type="spellStart"/>
            <w:r w:rsidRPr="00B564AC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B564AC">
              <w:rPr>
                <w:rFonts w:eastAsia="Times New Roman" w:cs="Calibri"/>
                <w:szCs w:val="18"/>
                <w:lang w:eastAsia="cs-CZ"/>
              </w:rPr>
              <w:t>. Čerčany – Praha – Vršovice. Odhad škod</w:t>
            </w:r>
            <w:r w:rsidR="00325F75" w:rsidRPr="00B564AC">
              <w:rPr>
                <w:rFonts w:eastAsia="Times New Roman" w:cs="Calibri"/>
                <w:szCs w:val="18"/>
                <w:lang w:eastAsia="cs-CZ"/>
              </w:rPr>
              <w:t>y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1.000.000,-Kč</w:t>
            </w:r>
          </w:p>
          <w:p w14:paraId="527FB40A" w14:textId="6A0621BD" w:rsidR="00C11D9A" w:rsidRPr="00B564AC" w:rsidRDefault="00C11D9A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08494719" w14:textId="38259949" w:rsidR="00F94DE9" w:rsidRDefault="00F94DE9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Uzavřené škody uváděné v dotazníku </w:t>
            </w:r>
            <w:r w:rsidR="001C204D" w:rsidRPr="00B564AC">
              <w:rPr>
                <w:rFonts w:eastAsia="Times New Roman" w:cs="Calibri"/>
                <w:szCs w:val="18"/>
                <w:lang w:eastAsia="cs-CZ"/>
              </w:rPr>
              <w:t>n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a pojištění odpo</w:t>
            </w:r>
            <w:r w:rsidR="00925388" w:rsidRPr="00B564AC">
              <w:rPr>
                <w:rFonts w:eastAsia="Times New Roman" w:cs="Calibri"/>
                <w:szCs w:val="18"/>
                <w:lang w:eastAsia="cs-CZ"/>
              </w:rPr>
              <w:t xml:space="preserve">vědnosti za újmu pro rok </w:t>
            </w:r>
            <w:proofErr w:type="gramStart"/>
            <w:r w:rsidR="00925388" w:rsidRPr="00B564AC">
              <w:rPr>
                <w:rFonts w:eastAsia="Times New Roman" w:cs="Calibri"/>
                <w:szCs w:val="18"/>
                <w:lang w:eastAsia="cs-CZ"/>
              </w:rPr>
              <w:t>202</w:t>
            </w:r>
            <w:r w:rsidR="000F654C" w:rsidRPr="00B564AC">
              <w:rPr>
                <w:rFonts w:eastAsia="Times New Roman" w:cs="Calibri"/>
                <w:szCs w:val="18"/>
                <w:lang w:eastAsia="cs-CZ"/>
              </w:rPr>
              <w:t>2</w:t>
            </w:r>
            <w:r w:rsidR="00925388" w:rsidRPr="00B564AC">
              <w:rPr>
                <w:rFonts w:eastAsia="Times New Roman" w:cs="Calibri"/>
                <w:szCs w:val="18"/>
                <w:lang w:eastAsia="cs-CZ"/>
              </w:rPr>
              <w:t xml:space="preserve"> u kterých</w:t>
            </w:r>
            <w:proofErr w:type="gramEnd"/>
            <w:r w:rsidR="00925388" w:rsidRPr="00B564AC">
              <w:rPr>
                <w:rFonts w:eastAsia="Times New Roman" w:cs="Calibri"/>
                <w:szCs w:val="18"/>
                <w:lang w:eastAsia="cs-CZ"/>
              </w:rPr>
              <w:t xml:space="preserve"> se 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>odpovědnost SŽ neprokázala:</w:t>
            </w:r>
          </w:p>
          <w:p w14:paraId="6DCE04DE" w14:textId="1DBDB532" w:rsidR="00F94DE9" w:rsidRDefault="00F94DE9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11DCF9C3" w14:textId="48102FE8" w:rsidR="00F94DE9" w:rsidRDefault="00F94DE9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>22.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1.</w:t>
            </w:r>
            <w:r w:rsidR="00925388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2019 – trať Liberec – Tanvald v km 5,446 střetnutí s nákladním automobilem MAN škoda 25.000.000,- Kč</w:t>
            </w:r>
            <w:r w:rsidR="00677D81">
              <w:rPr>
                <w:rFonts w:eastAsia="Times New Roman" w:cs="Calibri"/>
                <w:szCs w:val="18"/>
                <w:lang w:eastAsia="cs-CZ"/>
              </w:rPr>
              <w:t>. Poškozený podal proti SŽ žalobu – věc bude řešena soudní cestou.</w:t>
            </w:r>
          </w:p>
          <w:p w14:paraId="4269C879" w14:textId="759A679B" w:rsidR="00925388" w:rsidRPr="00677D81" w:rsidRDefault="00925388" w:rsidP="00677D81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</w:p>
          <w:p w14:paraId="3FC3175C" w14:textId="77777777" w:rsidR="00925388" w:rsidRDefault="00925388" w:rsidP="00CE211B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0D442F07" w14:textId="3F859135" w:rsidR="00925388" w:rsidRDefault="00925388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>
              <w:rPr>
                <w:rFonts w:eastAsia="Times New Roman" w:cs="Calibri"/>
                <w:szCs w:val="18"/>
                <w:lang w:eastAsia="cs-CZ"/>
              </w:rPr>
              <w:t xml:space="preserve">Škody uváděné v dotazníku na pojištění odpovědnosti za újmu pro rok </w:t>
            </w:r>
            <w:proofErr w:type="gramStart"/>
            <w:r>
              <w:rPr>
                <w:rFonts w:eastAsia="Times New Roman" w:cs="Calibri"/>
                <w:szCs w:val="18"/>
                <w:lang w:eastAsia="cs-CZ"/>
              </w:rPr>
              <w:t>202</w:t>
            </w:r>
            <w:r w:rsidR="00677D81">
              <w:rPr>
                <w:rFonts w:eastAsia="Times New Roman" w:cs="Calibri"/>
                <w:szCs w:val="18"/>
                <w:lang w:eastAsia="cs-CZ"/>
              </w:rPr>
              <w:t>2</w:t>
            </w:r>
            <w:r>
              <w:rPr>
                <w:rFonts w:eastAsia="Times New Roman" w:cs="Calibri"/>
                <w:szCs w:val="18"/>
                <w:lang w:eastAsia="cs-CZ"/>
              </w:rPr>
              <w:t xml:space="preserve"> u kterých</w:t>
            </w:r>
            <w:proofErr w:type="gramEnd"/>
            <w:r>
              <w:rPr>
                <w:rFonts w:eastAsia="Times New Roman" w:cs="Calibri"/>
                <w:szCs w:val="18"/>
                <w:lang w:eastAsia="cs-CZ"/>
              </w:rPr>
              <w:t xml:space="preserve"> byla aktualizována výše újmy </w:t>
            </w:r>
            <w:r w:rsidR="009D05DD">
              <w:rPr>
                <w:rFonts w:eastAsia="Times New Roman" w:cs="Calibri"/>
                <w:szCs w:val="18"/>
                <w:lang w:eastAsia="cs-CZ"/>
              </w:rPr>
              <w:br/>
            </w:r>
            <w:r>
              <w:rPr>
                <w:rFonts w:eastAsia="Times New Roman" w:cs="Calibri"/>
                <w:szCs w:val="18"/>
                <w:lang w:eastAsia="cs-CZ"/>
              </w:rPr>
              <w:t>a tato újma nepřesáhla spoluúčast SŽ tj. 1</w:t>
            </w:r>
            <w:r w:rsidR="00677D81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>
              <w:rPr>
                <w:rFonts w:eastAsia="Times New Roman" w:cs="Calibri"/>
                <w:szCs w:val="18"/>
                <w:lang w:eastAsia="cs-CZ"/>
              </w:rPr>
              <w:t>mil. Kč:</w:t>
            </w:r>
          </w:p>
          <w:p w14:paraId="06FD621E" w14:textId="77777777" w:rsidR="009D05DD" w:rsidRDefault="009D05DD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3891C38" w14:textId="4AE334C4" w:rsidR="00925388" w:rsidRDefault="00925388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szCs w:val="18"/>
                <w:lang w:eastAsia="cs-CZ"/>
              </w:rPr>
              <w:t xml:space="preserve"> </w:t>
            </w:r>
          </w:p>
          <w:p w14:paraId="6B87FA9C" w14:textId="77777777" w:rsidR="001C204D" w:rsidRDefault="001C204D" w:rsidP="00026EC7">
            <w:pPr>
              <w:pStyle w:val="Odstavecseseznamem"/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</w:p>
          <w:p w14:paraId="1276DCAC" w14:textId="0ECE2181" w:rsidR="001C204D" w:rsidRDefault="001C204D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4. 8. 2019 - mezi ŽST Nymburk hl. n, poškození sběrače hnacího drážního vozidla, vyčíslená škoda 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582 291</w:t>
            </w:r>
            <w:r w:rsidRPr="00026EC7">
              <w:rPr>
                <w:rFonts w:eastAsia="Times New Roman" w:cs="Calibri"/>
                <w:color w:val="000000"/>
                <w:szCs w:val="18"/>
                <w:lang w:eastAsia="cs-CZ"/>
              </w:rPr>
              <w:t>,-, zadavatel má odpovědnost 100 %</w:t>
            </w:r>
          </w:p>
          <w:p w14:paraId="152455D2" w14:textId="77777777" w:rsidR="002E33CA" w:rsidRPr="00026EC7" w:rsidRDefault="002E33CA" w:rsidP="00026EC7">
            <w:pPr>
              <w:pStyle w:val="Odstavecseseznamem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  <w:p w14:paraId="3A7E91AF" w14:textId="19927B2F" w:rsidR="002E33CA" w:rsidRPr="00026EC7" w:rsidRDefault="002E33CA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  <w:r w:rsidRPr="00026EC7">
              <w:rPr>
                <w:rFonts w:eastAsia="Times New Roman" w:cs="Calibri"/>
                <w:szCs w:val="18"/>
                <w:lang w:eastAsia="cs-CZ"/>
              </w:rPr>
              <w:t xml:space="preserve">4. 7. 2020 – Přerov – Česká Třebová, </w:t>
            </w:r>
            <w:proofErr w:type="spellStart"/>
            <w:r w:rsidRPr="00026EC7">
              <w:rPr>
                <w:rFonts w:eastAsia="Times New Roman" w:cs="Calibri"/>
                <w:szCs w:val="18"/>
                <w:lang w:eastAsia="cs-CZ"/>
              </w:rPr>
              <w:t>žst</w:t>
            </w:r>
            <w:proofErr w:type="spellEnd"/>
            <w:r w:rsidRPr="00026EC7">
              <w:rPr>
                <w:rFonts w:eastAsia="Times New Roman" w:cs="Calibri"/>
                <w:szCs w:val="18"/>
                <w:lang w:eastAsia="cs-CZ"/>
              </w:rPr>
              <w:t>. Prosenice. Naj</w:t>
            </w:r>
            <w:r>
              <w:rPr>
                <w:rFonts w:eastAsia="Times New Roman" w:cs="Calibri"/>
                <w:szCs w:val="18"/>
                <w:lang w:eastAsia="cs-CZ"/>
              </w:rPr>
              <w:t>etí vlaku Ex 1251 do překážky (</w:t>
            </w:r>
            <w:r w:rsidRPr="00026EC7">
              <w:rPr>
                <w:rFonts w:eastAsia="Times New Roman" w:cs="Calibri"/>
                <w:szCs w:val="18"/>
                <w:lang w:eastAsia="cs-CZ"/>
              </w:rPr>
              <w:t>přetrženéh</w:t>
            </w:r>
            <w:r>
              <w:rPr>
                <w:rFonts w:eastAsia="Times New Roman" w:cs="Calibri"/>
                <w:szCs w:val="18"/>
                <w:lang w:eastAsia="cs-CZ"/>
              </w:rPr>
              <w:t>o nosného lana trakčního vedení)</w:t>
            </w:r>
            <w:r w:rsidRPr="00026EC7">
              <w:rPr>
                <w:rFonts w:eastAsia="Times New Roman" w:cs="Calibri"/>
                <w:szCs w:val="18"/>
                <w:lang w:eastAsia="cs-CZ"/>
              </w:rPr>
              <w:t xml:space="preserve"> odhad škod </w:t>
            </w:r>
            <w:r>
              <w:rPr>
                <w:rFonts w:eastAsia="Times New Roman" w:cs="Calibri"/>
                <w:szCs w:val="18"/>
                <w:lang w:eastAsia="cs-CZ"/>
              </w:rPr>
              <w:t>989</w:t>
            </w:r>
            <w:r w:rsidRPr="00026EC7">
              <w:rPr>
                <w:rFonts w:eastAsia="Times New Roman" w:cs="Calibri"/>
                <w:szCs w:val="18"/>
                <w:lang w:eastAsia="cs-CZ"/>
              </w:rPr>
              <w:t>.0</w:t>
            </w:r>
            <w:r>
              <w:rPr>
                <w:rFonts w:eastAsia="Times New Roman" w:cs="Calibri"/>
                <w:szCs w:val="18"/>
                <w:lang w:eastAsia="cs-CZ"/>
              </w:rPr>
              <w:t>56</w:t>
            </w:r>
            <w:r w:rsidRPr="00026EC7">
              <w:rPr>
                <w:rFonts w:eastAsia="Times New Roman" w:cs="Calibri"/>
                <w:szCs w:val="18"/>
                <w:lang w:eastAsia="cs-CZ"/>
              </w:rPr>
              <w:t xml:space="preserve"> Kč, zadavatel má odpovědnost 100 %</w:t>
            </w:r>
          </w:p>
          <w:p w14:paraId="3842EA85" w14:textId="24AD42A6" w:rsidR="009D05DD" w:rsidRPr="00026EC7" w:rsidRDefault="009D05DD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color w:val="000000"/>
                <w:szCs w:val="18"/>
                <w:lang w:eastAsia="cs-CZ"/>
              </w:rPr>
            </w:pPr>
          </w:p>
          <w:p w14:paraId="73C88C32" w14:textId="096C0E0F" w:rsidR="009D05DD" w:rsidRPr="00026EC7" w:rsidRDefault="009D05DD" w:rsidP="00026EC7">
            <w:pPr>
              <w:pStyle w:val="Odstavecseseznamem"/>
              <w:numPr>
                <w:ilvl w:val="0"/>
                <w:numId w:val="3"/>
              </w:numPr>
              <w:spacing w:before="0" w:after="0" w:line="240" w:lineRule="auto"/>
              <w:rPr>
                <w:rFonts w:eastAsia="Times New Roman" w:cs="Calibri"/>
                <w:szCs w:val="18"/>
                <w:lang w:eastAsia="cs-CZ"/>
              </w:rPr>
            </w:pPr>
          </w:p>
          <w:p w14:paraId="68BDB589" w14:textId="77777777" w:rsidR="009D05DD" w:rsidRPr="00026EC7" w:rsidRDefault="009D05DD" w:rsidP="00CE211B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3CCC78C" w14:textId="77777777" w:rsidR="009D05DD" w:rsidRDefault="009D05DD" w:rsidP="009D05DD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66393CF5" w14:textId="481DBB1B" w:rsidR="00F94DE9" w:rsidRPr="00B564AC" w:rsidRDefault="006B3A00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564AC">
              <w:rPr>
                <w:rFonts w:eastAsia="Times New Roman" w:cs="Calibri"/>
                <w:szCs w:val="18"/>
                <w:lang w:eastAsia="cs-CZ"/>
              </w:rPr>
              <w:t>Škody uzavřené z jiných důvodů:</w:t>
            </w:r>
          </w:p>
          <w:p w14:paraId="379FE056" w14:textId="1B2CB93A" w:rsidR="006B3A00" w:rsidRPr="00B564AC" w:rsidRDefault="006B3A00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B064CDF" w14:textId="4747B4BC" w:rsidR="006B3A00" w:rsidRPr="00B564AC" w:rsidRDefault="006B3A00" w:rsidP="006B3A00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21. 7. 2021 – </w:t>
            </w:r>
            <w:proofErr w:type="spellStart"/>
            <w:r w:rsidRPr="00B564AC">
              <w:rPr>
                <w:rFonts w:eastAsia="Times New Roman" w:cs="Calibri"/>
                <w:szCs w:val="18"/>
                <w:lang w:eastAsia="cs-CZ"/>
              </w:rPr>
              <w:t>Koštěnice</w:t>
            </w:r>
            <w:proofErr w:type="spellEnd"/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– Moravany, poškození sběrače, kontejneru i nákladu, výše škody 1 862 400,- Kč. Poškozený řeší událost ze sv</w:t>
            </w:r>
            <w:r w:rsidR="00D22B39" w:rsidRPr="00B564AC">
              <w:rPr>
                <w:rFonts w:eastAsia="Times New Roman" w:cs="Calibri"/>
                <w:szCs w:val="18"/>
                <w:lang w:eastAsia="cs-CZ"/>
              </w:rPr>
              <w:t>ého majetkového pojištění v SRN.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 xml:space="preserve"> </w:t>
            </w:r>
            <w:r w:rsidR="00D22B39" w:rsidRPr="00B564AC">
              <w:rPr>
                <w:rFonts w:eastAsia="Times New Roman" w:cs="Calibri"/>
                <w:szCs w:val="18"/>
                <w:lang w:eastAsia="cs-CZ"/>
              </w:rPr>
              <w:t>P</w:t>
            </w:r>
            <w:r w:rsidRPr="00B564AC">
              <w:rPr>
                <w:rFonts w:eastAsia="Times New Roman" w:cs="Calibri"/>
                <w:szCs w:val="18"/>
                <w:lang w:eastAsia="cs-CZ"/>
              </w:rPr>
              <w:t>ožadavek na regresní náhradu škody nebyl dosud vznesen a škoda byla ze strany pojistitele prozatím uzavřena.</w:t>
            </w:r>
          </w:p>
          <w:p w14:paraId="1DCAB220" w14:textId="77777777" w:rsidR="006B3A00" w:rsidRDefault="006B3A00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  <w:p w14:paraId="311A7339" w14:textId="062FCE8D" w:rsidR="00F94DE9" w:rsidRPr="00DC1CD5" w:rsidRDefault="00F94DE9" w:rsidP="00C11D9A">
            <w:pPr>
              <w:spacing w:before="0" w:after="0" w:line="240" w:lineRule="auto"/>
              <w:ind w:left="0"/>
              <w:rPr>
                <w:rFonts w:eastAsia="Times New Roman" w:cs="Calibri"/>
                <w:szCs w:val="18"/>
                <w:lang w:eastAsia="cs-CZ"/>
              </w:rPr>
            </w:pPr>
          </w:p>
        </w:tc>
      </w:tr>
      <w:tr w:rsidR="00C11D9A" w:rsidRPr="00DC1CD5" w14:paraId="507FE55E" w14:textId="77777777" w:rsidTr="00A83454">
        <w:trPr>
          <w:trHeight w:val="1273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0267" w14:textId="76B16DB5" w:rsidR="00C11D9A" w:rsidRPr="00DC1CD5" w:rsidRDefault="00925388" w:rsidP="00C11D9A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>
              <w:rPr>
                <w:rFonts w:eastAsia="Times New Roman" w:cs="Calibri"/>
                <w:color w:val="000000"/>
                <w:szCs w:val="18"/>
                <w:lang w:eastAsia="cs-CZ"/>
              </w:rPr>
              <w:lastRenderedPageBreak/>
              <w:t xml:space="preserve"> </w:t>
            </w:r>
          </w:p>
        </w:tc>
        <w:tc>
          <w:tcPr>
            <w:tcW w:w="5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1CFDB" w14:textId="0FCAA34E" w:rsidR="00C11D9A" w:rsidRPr="00DC1CD5" w:rsidRDefault="00C11D9A" w:rsidP="00753822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Pojištění odpovědnosti za újmu vzniklou jinému v souvislosti se zajištěním provozování železniční dopravní cesty a její provozuschopnosti, zajišťováním údržby, opravy, rozvoje, modernizace železniční dopravní cesty, prováděním staveb, provozováním drah a v souvislosti s činnostmi zadavatele vyplývajícími z obchodního rejstříku, na období </w:t>
            </w:r>
            <w:r w:rsidR="00925388"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202</w:t>
            </w:r>
            <w:r w:rsidR="00753822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</w:p>
        </w:tc>
      </w:tr>
      <w:tr w:rsidR="00C11D9A" w:rsidRPr="00DC1CD5" w14:paraId="003BEC2E" w14:textId="77777777" w:rsidTr="00A83454">
        <w:trPr>
          <w:trHeight w:val="426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D5FAA" w14:textId="485ABF61" w:rsidR="00C11D9A" w:rsidRPr="00DC1CD5" w:rsidRDefault="00C11D9A" w:rsidP="0072660D">
            <w:pPr>
              <w:spacing w:before="0" w:after="0" w:line="240" w:lineRule="auto"/>
              <w:ind w:left="0"/>
              <w:rPr>
                <w:rFonts w:eastAsia="Times New Roman" w:cs="Calibri"/>
                <w:color w:val="000000"/>
                <w:szCs w:val="18"/>
                <w:lang w:eastAsia="cs-CZ"/>
              </w:rPr>
            </w:pP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Uvedené údaje vztahující se k roku 202</w:t>
            </w:r>
            <w:r w:rsidR="0072660D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 xml:space="preserve"> jsou aktuální k </w:t>
            </w:r>
            <w:r>
              <w:rPr>
                <w:rFonts w:eastAsia="Times New Roman" w:cs="Calibri"/>
                <w:color w:val="000000"/>
                <w:szCs w:val="18"/>
                <w:lang w:eastAsia="cs-CZ"/>
              </w:rPr>
              <w:t>8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/202</w:t>
            </w:r>
            <w:r w:rsidR="0072660D">
              <w:rPr>
                <w:rFonts w:eastAsia="Times New Roman" w:cs="Calibri"/>
                <w:color w:val="000000"/>
                <w:szCs w:val="18"/>
                <w:lang w:eastAsia="cs-CZ"/>
              </w:rPr>
              <w:t>2</w:t>
            </w:r>
            <w:r w:rsidRPr="00DC1CD5">
              <w:rPr>
                <w:rFonts w:eastAsia="Times New Roman" w:cs="Calibri"/>
                <w:color w:val="000000"/>
                <w:szCs w:val="18"/>
                <w:lang w:eastAsia="cs-CZ"/>
              </w:rPr>
              <w:t>.</w:t>
            </w:r>
          </w:p>
        </w:tc>
      </w:tr>
    </w:tbl>
    <w:p w14:paraId="0DE718AE" w14:textId="1B749AB9" w:rsidR="005A7757" w:rsidRPr="00D51568" w:rsidRDefault="005A7757" w:rsidP="00C57091">
      <w:pPr>
        <w:ind w:left="0"/>
      </w:pPr>
      <w:bookmarkStart w:id="0" w:name="_GoBack"/>
      <w:bookmarkEnd w:id="0"/>
    </w:p>
    <w:sectPr w:rsidR="005A7757" w:rsidRPr="00D51568" w:rsidSect="000000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9" w:right="1134" w:bottom="1474" w:left="2070" w:header="1009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6FB4E" w14:textId="77777777" w:rsidR="00E262F8" w:rsidRDefault="00E262F8" w:rsidP="005D636E">
      <w:pPr>
        <w:spacing w:after="0" w:line="240" w:lineRule="auto"/>
      </w:pPr>
      <w:r>
        <w:separator/>
      </w:r>
    </w:p>
  </w:endnote>
  <w:endnote w:type="continuationSeparator" w:id="0">
    <w:p w14:paraId="126683C9" w14:textId="77777777" w:rsidR="00E262F8" w:rsidRDefault="00E262F8" w:rsidP="005D6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E484F" w14:paraId="7620DFD8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55569" w14:textId="315AF330" w:rsidR="006E484F" w:rsidRPr="00B8518B" w:rsidRDefault="006E484F" w:rsidP="005D636E">
          <w:pPr>
            <w:pStyle w:val="Zpat"/>
            <w:rPr>
              <w:rStyle w:val="slostrnky1"/>
            </w:rPr>
          </w:pP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>PAGE   \* MERGEFORMAT</w:instrText>
          </w:r>
          <w:r w:rsidRPr="00B8518B">
            <w:rPr>
              <w:rStyle w:val="slostrnky1"/>
            </w:rPr>
            <w:fldChar w:fldCharType="separate"/>
          </w:r>
          <w:r w:rsidR="00B564AC">
            <w:rPr>
              <w:rStyle w:val="slostrnky1"/>
              <w:noProof/>
            </w:rPr>
            <w:t>11</w:t>
          </w:r>
          <w:r w:rsidRPr="00B8518B">
            <w:rPr>
              <w:rStyle w:val="slostrnky1"/>
            </w:rPr>
            <w:fldChar w:fldCharType="end"/>
          </w:r>
          <w:r w:rsidRPr="00B8518B">
            <w:rPr>
              <w:rStyle w:val="slostrnky1"/>
            </w:rPr>
            <w:t>/</w:t>
          </w:r>
          <w:r w:rsidRPr="00B8518B">
            <w:rPr>
              <w:rStyle w:val="slostrnky1"/>
            </w:rPr>
            <w:fldChar w:fldCharType="begin"/>
          </w:r>
          <w:r w:rsidRPr="00B8518B">
            <w:rPr>
              <w:rStyle w:val="slostrnky1"/>
            </w:rPr>
            <w:instrText xml:space="preserve"> NUMPAGES   \* MERGEFORMAT </w:instrText>
          </w:r>
          <w:r w:rsidRPr="00B8518B">
            <w:rPr>
              <w:rStyle w:val="slostrnky1"/>
            </w:rPr>
            <w:fldChar w:fldCharType="separate"/>
          </w:r>
          <w:r w:rsidR="00B564AC">
            <w:rPr>
              <w:rStyle w:val="slostrnky1"/>
              <w:noProof/>
            </w:rPr>
            <w:t>12</w:t>
          </w:r>
          <w:r w:rsidRPr="00B8518B">
            <w:rPr>
              <w:rStyle w:val="slostrnky1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CA59E9" w14:textId="77777777" w:rsidR="006E484F" w:rsidRDefault="006E484F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E82566" w14:textId="77777777" w:rsidR="006E484F" w:rsidRDefault="006E484F" w:rsidP="005D636E">
          <w:pPr>
            <w:pStyle w:val="Zpat"/>
          </w:pPr>
        </w:p>
      </w:tc>
      <w:tc>
        <w:tcPr>
          <w:tcW w:w="2921" w:type="dxa"/>
        </w:tcPr>
        <w:p w14:paraId="6EEF8727" w14:textId="77777777" w:rsidR="006E484F" w:rsidRDefault="006E484F" w:rsidP="005D636E">
          <w:pPr>
            <w:pStyle w:val="Zpat"/>
          </w:pPr>
        </w:p>
      </w:tc>
    </w:tr>
  </w:tbl>
  <w:p w14:paraId="66386B43" w14:textId="77777777" w:rsidR="006E484F" w:rsidRPr="00B8518B" w:rsidRDefault="006E484F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115A5E" wp14:editId="13C4AC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089958F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B086753" wp14:editId="0C70D2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B74E62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61"/>
      <w:gridCol w:w="6"/>
      <w:gridCol w:w="6"/>
      <w:gridCol w:w="176"/>
    </w:tblGrid>
    <w:tr w:rsidR="006E484F" w14:paraId="3B6A0AD6" w14:textId="77777777" w:rsidTr="005D636E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66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02"/>
            <w:gridCol w:w="2977"/>
            <w:gridCol w:w="2921"/>
          </w:tblGrid>
          <w:tr w:rsidR="006E484F" w14:paraId="7D806537" w14:textId="77777777" w:rsidTr="00334C8D">
            <w:trPr>
              <w:trHeight w:val="678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098C40C4" w14:textId="429D54BD" w:rsidR="006E484F" w:rsidRPr="00334C8D" w:rsidRDefault="006E484F" w:rsidP="00334C8D">
                <w:pPr>
                  <w:pStyle w:val="Zpat"/>
                  <w:tabs>
                    <w:tab w:val="clear" w:pos="4536"/>
                    <w:tab w:val="center" w:pos="1359"/>
                  </w:tabs>
                  <w:spacing w:before="0"/>
                  <w:ind w:left="0" w:hanging="1"/>
                  <w:rPr>
                    <w:rStyle w:val="slostrnky"/>
                    <w:b/>
                    <w:color w:val="FF5200"/>
                    <w:sz w:val="14"/>
                    <w:szCs w:val="14"/>
                  </w:rPr>
                </w:pP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>PAGE   \* MERGEFORMAT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B564AC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t>/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begin"/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instrText xml:space="preserve"> NUMPAGES   \* MERGEFORMAT </w:instrTex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separate"/>
                </w:r>
                <w:r w:rsidR="00B564AC">
                  <w:rPr>
                    <w:rStyle w:val="slostrnky"/>
                    <w:b/>
                    <w:noProof/>
                    <w:color w:val="FF5200"/>
                    <w:sz w:val="14"/>
                    <w:szCs w:val="14"/>
                  </w:rPr>
                  <w:t>12</w:t>
                </w:r>
                <w:r w:rsidRPr="00334C8D">
                  <w:rPr>
                    <w:rStyle w:val="slostrnky"/>
                    <w:b/>
                    <w:color w:val="FF5200"/>
                    <w:sz w:val="14"/>
                    <w:szCs w:val="14"/>
                  </w:rPr>
                  <w:fldChar w:fldCharType="end"/>
                </w:r>
              </w:p>
            </w:tc>
            <w:tc>
              <w:tcPr>
                <w:tcW w:w="340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49D58F9" w14:textId="77777777" w:rsidR="006E484F" w:rsidRPr="00334C8D" w:rsidRDefault="006E484F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Správa železnic, státní organizace</w:t>
                </w:r>
              </w:p>
              <w:p w14:paraId="036B2406" w14:textId="77777777" w:rsidR="006E484F" w:rsidRPr="00334C8D" w:rsidRDefault="006E484F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zapsána v obchodním rejstříku vedeném Městským</w:t>
                </w:r>
              </w:p>
              <w:p w14:paraId="4051AC4F" w14:textId="77777777" w:rsidR="006E484F" w:rsidRPr="00334C8D" w:rsidRDefault="006E484F" w:rsidP="00334C8D">
                <w:pPr>
                  <w:pStyle w:val="Zpat"/>
                  <w:tabs>
                    <w:tab w:val="clear" w:pos="4536"/>
                    <w:tab w:val="center" w:pos="3402"/>
                  </w:tabs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soudem v Praze, spisová značka A 48384</w:t>
                </w:r>
              </w:p>
            </w:tc>
            <w:tc>
              <w:tcPr>
                <w:tcW w:w="2977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84C1A09" w14:textId="77777777" w:rsidR="006E484F" w:rsidRPr="00334C8D" w:rsidRDefault="006E484F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Sídlo: Dlážděná 1003/7, 110 00 Praha 1</w:t>
                </w:r>
              </w:p>
              <w:p w14:paraId="3A8F7BC0" w14:textId="77777777" w:rsidR="006E484F" w:rsidRPr="00334C8D" w:rsidRDefault="006E484F" w:rsidP="00334C8D">
                <w:pPr>
                  <w:pStyle w:val="Zpat"/>
                  <w:spacing w:before="0"/>
                  <w:ind w:left="0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IČ: 709 94 234 DIČ: CZ 709 94 234</w:t>
                </w:r>
              </w:p>
              <w:p w14:paraId="2D8B3C3C" w14:textId="4C266FD7" w:rsidR="006E484F" w:rsidRPr="00334C8D" w:rsidRDefault="006E484F" w:rsidP="00334C8D">
                <w:pPr>
                  <w:pStyle w:val="Zpat"/>
                  <w:spacing w:before="0"/>
                  <w:ind w:left="0" w:right="-3487"/>
                  <w:rPr>
                    <w:sz w:val="12"/>
                    <w:szCs w:val="12"/>
                  </w:rPr>
                </w:pPr>
                <w:r w:rsidRPr="00334C8D">
                  <w:rPr>
                    <w:sz w:val="12"/>
                    <w:szCs w:val="12"/>
                  </w:rPr>
                  <w:t>www.</w:t>
                </w:r>
                <w:r>
                  <w:rPr>
                    <w:sz w:val="12"/>
                    <w:szCs w:val="12"/>
                  </w:rPr>
                  <w:t>spravazeleznic</w:t>
                </w:r>
                <w:r w:rsidRPr="00334C8D">
                  <w:rPr>
                    <w:sz w:val="12"/>
                    <w:szCs w:val="12"/>
                  </w:rPr>
                  <w:t>.cz</w:t>
                </w:r>
              </w:p>
            </w:tc>
            <w:tc>
              <w:tcPr>
                <w:tcW w:w="2921" w:type="dxa"/>
              </w:tcPr>
              <w:p w14:paraId="51928836" w14:textId="77777777" w:rsidR="006E484F" w:rsidRDefault="006E484F" w:rsidP="00334C8D">
                <w:pPr>
                  <w:pStyle w:val="Zpat"/>
                  <w:spacing w:before="0"/>
                </w:pPr>
              </w:p>
            </w:tc>
          </w:tr>
        </w:tbl>
        <w:p w14:paraId="41B7FADF" w14:textId="77777777" w:rsidR="006E484F" w:rsidRPr="00B8518B" w:rsidRDefault="006E484F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201BA5" w14:textId="77777777" w:rsidR="006E484F" w:rsidRDefault="006E484F" w:rsidP="005D636E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D17297" w14:textId="77777777" w:rsidR="006E484F" w:rsidRDefault="006E484F" w:rsidP="005D636E">
          <w:pPr>
            <w:pStyle w:val="Zpat"/>
          </w:pPr>
        </w:p>
      </w:tc>
      <w:tc>
        <w:tcPr>
          <w:tcW w:w="2921" w:type="dxa"/>
        </w:tcPr>
        <w:p w14:paraId="1A25E90B" w14:textId="77777777" w:rsidR="006E484F" w:rsidRDefault="006E484F" w:rsidP="005D636E">
          <w:pPr>
            <w:pStyle w:val="Zpat"/>
          </w:pPr>
        </w:p>
      </w:tc>
    </w:tr>
  </w:tbl>
  <w:p w14:paraId="6E2E844A" w14:textId="77777777" w:rsidR="006E484F" w:rsidRPr="00B8518B" w:rsidRDefault="006E484F" w:rsidP="005D636E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6FD7CE02" wp14:editId="450712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9E6486D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B5892DD" wp14:editId="500705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947449" id="Straight Connector 10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95EED7" w14:textId="77777777" w:rsidR="006E484F" w:rsidRPr="00460660" w:rsidRDefault="006E484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F4A74" w14:textId="77777777" w:rsidR="00E262F8" w:rsidRDefault="00E262F8" w:rsidP="005D636E">
      <w:pPr>
        <w:spacing w:after="0" w:line="240" w:lineRule="auto"/>
      </w:pPr>
      <w:r>
        <w:separator/>
      </w:r>
    </w:p>
  </w:footnote>
  <w:footnote w:type="continuationSeparator" w:id="0">
    <w:p w14:paraId="57364573" w14:textId="77777777" w:rsidR="00E262F8" w:rsidRDefault="00E262F8" w:rsidP="005D6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E484F" w14:paraId="1198341F" w14:textId="77777777" w:rsidTr="005D636E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9A2E66" w14:textId="77777777" w:rsidR="006E484F" w:rsidRPr="00B8518B" w:rsidRDefault="006E484F" w:rsidP="005D636E">
          <w:pPr>
            <w:pStyle w:val="Zpat"/>
            <w:rPr>
              <w:rStyle w:val="slostrnky1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2E230" w14:textId="77777777" w:rsidR="006E484F" w:rsidRDefault="006E484F" w:rsidP="005D636E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DC0AD4" w14:textId="77777777" w:rsidR="006E484F" w:rsidRPr="00D6163D" w:rsidRDefault="006E484F" w:rsidP="005D636E">
          <w:pPr>
            <w:pStyle w:val="Druhdokumentu"/>
          </w:pPr>
        </w:p>
      </w:tc>
    </w:tr>
  </w:tbl>
  <w:p w14:paraId="17143938" w14:textId="77777777" w:rsidR="006E484F" w:rsidRPr="00D6163D" w:rsidRDefault="006E484F">
    <w:pPr>
      <w:pStyle w:val="Zhlav1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3155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10517"/>
      <w:gridCol w:w="10517"/>
    </w:tblGrid>
    <w:tr w:rsidR="006E484F" w14:paraId="4430C53D" w14:textId="77777777" w:rsidTr="00254CF7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6E484F" w:rsidRPr="006E7A39" w14:paraId="2FF2FCA2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6C10ACD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5408" behindDoc="0" locked="1" layoutInCell="1" allowOverlap="1" wp14:anchorId="5F51729A" wp14:editId="52A664E5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9" name="Obráze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C807CF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42E03F8E" w14:textId="77777777" w:rsidR="006E484F" w:rsidRPr="006E7A39" w:rsidRDefault="006E484F" w:rsidP="00D41F04">
                <w:pPr>
                  <w:pStyle w:val="Druhdokumentu"/>
                </w:pPr>
              </w:p>
            </w:tc>
          </w:tr>
          <w:tr w:rsidR="006E484F" w:rsidRPr="006E7A39" w14:paraId="574B484F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17D2A8B9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79F7AD5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C37E4A5" w14:textId="77777777" w:rsidR="006E484F" w:rsidRPr="006E7A39" w:rsidRDefault="006E484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7E21EBA4" w14:textId="77777777" w:rsidR="006E484F" w:rsidRPr="006E7A39" w:rsidRDefault="006E484F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10517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6E484F" w:rsidRPr="006E7A39" w14:paraId="06D56E4C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7659F6D3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45EED6B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8C709F1" w14:textId="77777777" w:rsidR="006E484F" w:rsidRPr="006E7A39" w:rsidRDefault="006E484F" w:rsidP="00D41F04">
                <w:pPr>
                  <w:pStyle w:val="Druhdokumentu"/>
                </w:pPr>
              </w:p>
            </w:tc>
          </w:tr>
          <w:tr w:rsidR="006E484F" w:rsidRPr="006E7A39" w14:paraId="5FF3744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4F503F2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6A52672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8C09A7D" w14:textId="77777777" w:rsidR="006E484F" w:rsidRPr="006E7A39" w:rsidRDefault="006E484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19C134A5" w14:textId="77777777" w:rsidR="006E484F" w:rsidRPr="006E7A39" w:rsidRDefault="006E484F" w:rsidP="00D41F04">
          <w:pPr>
            <w:pStyle w:val="Zhlav"/>
            <w:rPr>
              <w:sz w:val="8"/>
              <w:szCs w:val="8"/>
            </w:rPr>
          </w:pPr>
        </w:p>
      </w:tc>
      <w:tc>
        <w:tcPr>
          <w:tcW w:w="10517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1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6E484F" w:rsidRPr="006E7A39" w14:paraId="29930BED" w14:textId="77777777" w:rsidTr="00D41F04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240D57CA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  <w:r w:rsidRPr="006E7A39"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7456" behindDoc="0" locked="1" layoutInCell="1" allowOverlap="1" wp14:anchorId="5479950F" wp14:editId="5758418E">
                      <wp:simplePos x="0" y="0"/>
                      <wp:positionH relativeFrom="page">
                        <wp:posOffset>-2540</wp:posOffset>
                      </wp:positionH>
                      <wp:positionV relativeFrom="page">
                        <wp:posOffset>-198120</wp:posOffset>
                      </wp:positionV>
                      <wp:extent cx="1727835" cy="640715"/>
                      <wp:effectExtent l="0" t="0" r="5715" b="6985"/>
                      <wp:wrapNone/>
                      <wp:docPr id="11" name="Obrázek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EED9C8D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C9BA197" w14:textId="77777777" w:rsidR="006E484F" w:rsidRPr="006E7A39" w:rsidRDefault="006E484F" w:rsidP="00D41F04">
                <w:pPr>
                  <w:pStyle w:val="Druhdokumentu"/>
                </w:pPr>
              </w:p>
            </w:tc>
          </w:tr>
          <w:tr w:rsidR="006E484F" w:rsidRPr="006E7A39" w14:paraId="33289ADA" w14:textId="77777777" w:rsidTr="00D41F04">
            <w:trPr>
              <w:trHeight w:hRule="exact" w:val="452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093D567F" w14:textId="77777777" w:rsidR="006E484F" w:rsidRPr="006E7A39" w:rsidRDefault="006E484F" w:rsidP="00D41F04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112BFFFC" w14:textId="77777777" w:rsidR="006E484F" w:rsidRPr="006E7A39" w:rsidRDefault="006E484F" w:rsidP="00D41F04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00822B6" w14:textId="77777777" w:rsidR="006E484F" w:rsidRPr="006E7A39" w:rsidRDefault="006E484F" w:rsidP="00D41F04">
                <w:pPr>
                  <w:pStyle w:val="Druhdokumentu"/>
                  <w:rPr>
                    <w:noProof/>
                  </w:rPr>
                </w:pPr>
              </w:p>
            </w:tc>
          </w:tr>
        </w:tbl>
        <w:p w14:paraId="37C964E7" w14:textId="77777777" w:rsidR="006E484F" w:rsidRPr="006E7A39" w:rsidRDefault="006E484F" w:rsidP="00D41F04">
          <w:pPr>
            <w:pStyle w:val="Zhlav"/>
            <w:rPr>
              <w:sz w:val="8"/>
              <w:szCs w:val="8"/>
            </w:rPr>
          </w:pPr>
        </w:p>
      </w:tc>
    </w:tr>
  </w:tbl>
  <w:p w14:paraId="794652BE" w14:textId="77777777" w:rsidR="006E484F" w:rsidRPr="00D6163D" w:rsidRDefault="006E484F" w:rsidP="005D636E">
    <w:pPr>
      <w:pStyle w:val="Zhlav1"/>
      <w:rPr>
        <w:sz w:val="8"/>
        <w:szCs w:val="8"/>
      </w:rPr>
    </w:pPr>
  </w:p>
  <w:p w14:paraId="19E140C1" w14:textId="77777777" w:rsidR="006E484F" w:rsidRPr="00460660" w:rsidRDefault="006E484F">
    <w:pPr>
      <w:pStyle w:val="Zhlav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57D"/>
    <w:multiLevelType w:val="hybridMultilevel"/>
    <w:tmpl w:val="3BB029D4"/>
    <w:lvl w:ilvl="0" w:tplc="0BBC83C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A0E23"/>
    <w:multiLevelType w:val="hybridMultilevel"/>
    <w:tmpl w:val="7AB021C6"/>
    <w:lvl w:ilvl="0" w:tplc="7EFCFB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7B70EF"/>
    <w:multiLevelType w:val="hybridMultilevel"/>
    <w:tmpl w:val="A2A07CE2"/>
    <w:lvl w:ilvl="0" w:tplc="526C8032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665A0"/>
    <w:multiLevelType w:val="hybridMultilevel"/>
    <w:tmpl w:val="EED0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6617E"/>
    <w:multiLevelType w:val="hybridMultilevel"/>
    <w:tmpl w:val="6302E370"/>
    <w:lvl w:ilvl="0" w:tplc="162C07B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2B4E1890"/>
    <w:multiLevelType w:val="hybridMultilevel"/>
    <w:tmpl w:val="EFEE137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5639C"/>
    <w:multiLevelType w:val="singleLevel"/>
    <w:tmpl w:val="9898A73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7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F5F2F07"/>
    <w:multiLevelType w:val="hybridMultilevel"/>
    <w:tmpl w:val="93BE8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32E"/>
    <w:multiLevelType w:val="hybridMultilevel"/>
    <w:tmpl w:val="96920D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752B9"/>
    <w:multiLevelType w:val="hybridMultilevel"/>
    <w:tmpl w:val="79201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F4E7A"/>
    <w:multiLevelType w:val="multilevel"/>
    <w:tmpl w:val="629EB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FA1015E"/>
    <w:multiLevelType w:val="singleLevel"/>
    <w:tmpl w:val="2B26CEF2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</w:abstractNum>
  <w:abstractNum w:abstractNumId="13" w15:restartNumberingAfterBreak="0">
    <w:nsid w:val="62790EBD"/>
    <w:multiLevelType w:val="hybridMultilevel"/>
    <w:tmpl w:val="2E92036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93116"/>
    <w:multiLevelType w:val="hybridMultilevel"/>
    <w:tmpl w:val="BC7A4A20"/>
    <w:lvl w:ilvl="0" w:tplc="C6125E8C">
      <w:start w:val="240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6C3C"/>
    <w:multiLevelType w:val="hybridMultilevel"/>
    <w:tmpl w:val="66A06392"/>
    <w:lvl w:ilvl="0" w:tplc="EF56569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10"/>
  </w:num>
  <w:num w:numId="12">
    <w:abstractNumId w:val="9"/>
  </w:num>
  <w:num w:numId="13">
    <w:abstractNumId w:val="5"/>
  </w:num>
  <w:num w:numId="14">
    <w:abstractNumId w:val="13"/>
  </w:num>
  <w:num w:numId="15">
    <w:abstractNumId w:val="2"/>
  </w:num>
  <w:num w:numId="16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6E"/>
    <w:rsid w:val="000000AC"/>
    <w:rsid w:val="00000593"/>
    <w:rsid w:val="000016A7"/>
    <w:rsid w:val="00002E3B"/>
    <w:rsid w:val="00011797"/>
    <w:rsid w:val="00014ACD"/>
    <w:rsid w:val="00026EC7"/>
    <w:rsid w:val="00027F25"/>
    <w:rsid w:val="00031F2C"/>
    <w:rsid w:val="00033CA5"/>
    <w:rsid w:val="00036469"/>
    <w:rsid w:val="00040395"/>
    <w:rsid w:val="00040689"/>
    <w:rsid w:val="000431AE"/>
    <w:rsid w:val="00045774"/>
    <w:rsid w:val="00053805"/>
    <w:rsid w:val="000764CE"/>
    <w:rsid w:val="0008244A"/>
    <w:rsid w:val="00082A64"/>
    <w:rsid w:val="00084594"/>
    <w:rsid w:val="0009525D"/>
    <w:rsid w:val="00096626"/>
    <w:rsid w:val="000A4E68"/>
    <w:rsid w:val="000A53EA"/>
    <w:rsid w:val="000B426B"/>
    <w:rsid w:val="000C3743"/>
    <w:rsid w:val="000D202B"/>
    <w:rsid w:val="000D6BC1"/>
    <w:rsid w:val="000D7B35"/>
    <w:rsid w:val="000F200E"/>
    <w:rsid w:val="000F2D5D"/>
    <w:rsid w:val="000F5BC5"/>
    <w:rsid w:val="000F654C"/>
    <w:rsid w:val="00105E25"/>
    <w:rsid w:val="00106DBF"/>
    <w:rsid w:val="00110FAF"/>
    <w:rsid w:val="00113072"/>
    <w:rsid w:val="001131D0"/>
    <w:rsid w:val="00115DEE"/>
    <w:rsid w:val="00116F90"/>
    <w:rsid w:val="001224B9"/>
    <w:rsid w:val="00124C7B"/>
    <w:rsid w:val="00127826"/>
    <w:rsid w:val="00131C7F"/>
    <w:rsid w:val="001402FD"/>
    <w:rsid w:val="0014091F"/>
    <w:rsid w:val="00141B26"/>
    <w:rsid w:val="00147050"/>
    <w:rsid w:val="0015703E"/>
    <w:rsid w:val="001604CB"/>
    <w:rsid w:val="00163A7D"/>
    <w:rsid w:val="00170002"/>
    <w:rsid w:val="001830EF"/>
    <w:rsid w:val="001874F6"/>
    <w:rsid w:val="001913CC"/>
    <w:rsid w:val="001920ED"/>
    <w:rsid w:val="001B118C"/>
    <w:rsid w:val="001C204D"/>
    <w:rsid w:val="001C313E"/>
    <w:rsid w:val="001C5FFA"/>
    <w:rsid w:val="001D7656"/>
    <w:rsid w:val="001E037F"/>
    <w:rsid w:val="001E74D1"/>
    <w:rsid w:val="001F0627"/>
    <w:rsid w:val="001F29DC"/>
    <w:rsid w:val="001F6B75"/>
    <w:rsid w:val="0020238F"/>
    <w:rsid w:val="002035E5"/>
    <w:rsid w:val="00204B71"/>
    <w:rsid w:val="00206D81"/>
    <w:rsid w:val="00216CC0"/>
    <w:rsid w:val="00223D38"/>
    <w:rsid w:val="002272C2"/>
    <w:rsid w:val="00227CEC"/>
    <w:rsid w:val="0023057E"/>
    <w:rsid w:val="00234969"/>
    <w:rsid w:val="00242FAF"/>
    <w:rsid w:val="0025222E"/>
    <w:rsid w:val="00252E6C"/>
    <w:rsid w:val="00254CF7"/>
    <w:rsid w:val="00257DFB"/>
    <w:rsid w:val="0026036C"/>
    <w:rsid w:val="00262A3A"/>
    <w:rsid w:val="00273A60"/>
    <w:rsid w:val="002748F3"/>
    <w:rsid w:val="002773B0"/>
    <w:rsid w:val="00283C74"/>
    <w:rsid w:val="00292792"/>
    <w:rsid w:val="00292B67"/>
    <w:rsid w:val="0029395A"/>
    <w:rsid w:val="0029777F"/>
    <w:rsid w:val="002B62F2"/>
    <w:rsid w:val="002C59C4"/>
    <w:rsid w:val="002C6561"/>
    <w:rsid w:val="002E236B"/>
    <w:rsid w:val="002E2712"/>
    <w:rsid w:val="002E33CA"/>
    <w:rsid w:val="002E618C"/>
    <w:rsid w:val="002F05D0"/>
    <w:rsid w:val="00304D86"/>
    <w:rsid w:val="0030588A"/>
    <w:rsid w:val="00307AD1"/>
    <w:rsid w:val="003206A8"/>
    <w:rsid w:val="00323A21"/>
    <w:rsid w:val="00325F75"/>
    <w:rsid w:val="00334C8D"/>
    <w:rsid w:val="00341E3A"/>
    <w:rsid w:val="00345ADB"/>
    <w:rsid w:val="00362971"/>
    <w:rsid w:val="00370A6B"/>
    <w:rsid w:val="003727EC"/>
    <w:rsid w:val="0037303F"/>
    <w:rsid w:val="003739C4"/>
    <w:rsid w:val="00375468"/>
    <w:rsid w:val="0039656E"/>
    <w:rsid w:val="003A77F8"/>
    <w:rsid w:val="003B114D"/>
    <w:rsid w:val="003B2F03"/>
    <w:rsid w:val="003B4584"/>
    <w:rsid w:val="003C5468"/>
    <w:rsid w:val="003C5BD2"/>
    <w:rsid w:val="003C6D10"/>
    <w:rsid w:val="003D2A79"/>
    <w:rsid w:val="003E0B59"/>
    <w:rsid w:val="003E138B"/>
    <w:rsid w:val="003E412B"/>
    <w:rsid w:val="003E64BD"/>
    <w:rsid w:val="003F124F"/>
    <w:rsid w:val="003F44CC"/>
    <w:rsid w:val="00400AAD"/>
    <w:rsid w:val="004026C9"/>
    <w:rsid w:val="00404D80"/>
    <w:rsid w:val="004212F9"/>
    <w:rsid w:val="00427829"/>
    <w:rsid w:val="004429FF"/>
    <w:rsid w:val="00446867"/>
    <w:rsid w:val="00462FA6"/>
    <w:rsid w:val="0046596D"/>
    <w:rsid w:val="00470AC4"/>
    <w:rsid w:val="00471F12"/>
    <w:rsid w:val="00474AE6"/>
    <w:rsid w:val="0047794F"/>
    <w:rsid w:val="00480838"/>
    <w:rsid w:val="00481F18"/>
    <w:rsid w:val="00490A65"/>
    <w:rsid w:val="00493919"/>
    <w:rsid w:val="00494D00"/>
    <w:rsid w:val="0049684E"/>
    <w:rsid w:val="00497F0F"/>
    <w:rsid w:val="004A10C8"/>
    <w:rsid w:val="004A7AE2"/>
    <w:rsid w:val="004B0018"/>
    <w:rsid w:val="004B008A"/>
    <w:rsid w:val="004D222F"/>
    <w:rsid w:val="004D455B"/>
    <w:rsid w:val="004D761F"/>
    <w:rsid w:val="004E7D97"/>
    <w:rsid w:val="004F1C59"/>
    <w:rsid w:val="004F2748"/>
    <w:rsid w:val="00502B07"/>
    <w:rsid w:val="005034EF"/>
    <w:rsid w:val="00510DA6"/>
    <w:rsid w:val="00514008"/>
    <w:rsid w:val="00516CCA"/>
    <w:rsid w:val="00521772"/>
    <w:rsid w:val="00526791"/>
    <w:rsid w:val="00530A60"/>
    <w:rsid w:val="005344A7"/>
    <w:rsid w:val="005507B2"/>
    <w:rsid w:val="005563BE"/>
    <w:rsid w:val="0056278D"/>
    <w:rsid w:val="00567890"/>
    <w:rsid w:val="00567FA1"/>
    <w:rsid w:val="0057492E"/>
    <w:rsid w:val="005757DF"/>
    <w:rsid w:val="00581FFF"/>
    <w:rsid w:val="00583A4F"/>
    <w:rsid w:val="0058559B"/>
    <w:rsid w:val="0058744C"/>
    <w:rsid w:val="00587D8A"/>
    <w:rsid w:val="00594B3B"/>
    <w:rsid w:val="005954D6"/>
    <w:rsid w:val="00597FC5"/>
    <w:rsid w:val="005A76CA"/>
    <w:rsid w:val="005A7757"/>
    <w:rsid w:val="005B4303"/>
    <w:rsid w:val="005B4747"/>
    <w:rsid w:val="005B55AB"/>
    <w:rsid w:val="005D636E"/>
    <w:rsid w:val="005F2F4B"/>
    <w:rsid w:val="0061400A"/>
    <w:rsid w:val="00615439"/>
    <w:rsid w:val="00621808"/>
    <w:rsid w:val="006327C9"/>
    <w:rsid w:val="00632D5D"/>
    <w:rsid w:val="006544CB"/>
    <w:rsid w:val="0066034D"/>
    <w:rsid w:val="00660941"/>
    <w:rsid w:val="0066336F"/>
    <w:rsid w:val="006745C8"/>
    <w:rsid w:val="00676E91"/>
    <w:rsid w:val="00677D81"/>
    <w:rsid w:val="00683EDD"/>
    <w:rsid w:val="00686F63"/>
    <w:rsid w:val="00696A15"/>
    <w:rsid w:val="006A1D29"/>
    <w:rsid w:val="006A6270"/>
    <w:rsid w:val="006B3A00"/>
    <w:rsid w:val="006C0E73"/>
    <w:rsid w:val="006C4B99"/>
    <w:rsid w:val="006D01BA"/>
    <w:rsid w:val="006D0ACA"/>
    <w:rsid w:val="006D5C4E"/>
    <w:rsid w:val="006E136A"/>
    <w:rsid w:val="006E1482"/>
    <w:rsid w:val="006E484F"/>
    <w:rsid w:val="006E6A12"/>
    <w:rsid w:val="00711B14"/>
    <w:rsid w:val="00714BA4"/>
    <w:rsid w:val="00717A24"/>
    <w:rsid w:val="007237C2"/>
    <w:rsid w:val="00723CC2"/>
    <w:rsid w:val="0072660D"/>
    <w:rsid w:val="00741DA9"/>
    <w:rsid w:val="00746E16"/>
    <w:rsid w:val="007501D9"/>
    <w:rsid w:val="007532B3"/>
    <w:rsid w:val="00753822"/>
    <w:rsid w:val="007712B3"/>
    <w:rsid w:val="0079224E"/>
    <w:rsid w:val="00792318"/>
    <w:rsid w:val="00795A22"/>
    <w:rsid w:val="007A0B2B"/>
    <w:rsid w:val="007A43A8"/>
    <w:rsid w:val="007B70A3"/>
    <w:rsid w:val="007C3D30"/>
    <w:rsid w:val="007C50D7"/>
    <w:rsid w:val="007C557D"/>
    <w:rsid w:val="007D3B26"/>
    <w:rsid w:val="007D7998"/>
    <w:rsid w:val="007F2B06"/>
    <w:rsid w:val="007F553D"/>
    <w:rsid w:val="007F57D7"/>
    <w:rsid w:val="008140B6"/>
    <w:rsid w:val="00814EE9"/>
    <w:rsid w:val="00822BCA"/>
    <w:rsid w:val="00822CB2"/>
    <w:rsid w:val="0083078E"/>
    <w:rsid w:val="00836A66"/>
    <w:rsid w:val="008405FD"/>
    <w:rsid w:val="00850B21"/>
    <w:rsid w:val="00855043"/>
    <w:rsid w:val="008649D1"/>
    <w:rsid w:val="008700C5"/>
    <w:rsid w:val="008805D1"/>
    <w:rsid w:val="00883EE8"/>
    <w:rsid w:val="0088737F"/>
    <w:rsid w:val="008874D3"/>
    <w:rsid w:val="00887D46"/>
    <w:rsid w:val="008971C8"/>
    <w:rsid w:val="008A0602"/>
    <w:rsid w:val="008B0E8E"/>
    <w:rsid w:val="008C3C84"/>
    <w:rsid w:val="008C4DCF"/>
    <w:rsid w:val="008E5545"/>
    <w:rsid w:val="008E56C0"/>
    <w:rsid w:val="00905592"/>
    <w:rsid w:val="00907025"/>
    <w:rsid w:val="00907217"/>
    <w:rsid w:val="00915C06"/>
    <w:rsid w:val="00925388"/>
    <w:rsid w:val="0094342F"/>
    <w:rsid w:val="0094403C"/>
    <w:rsid w:val="00954514"/>
    <w:rsid w:val="00971186"/>
    <w:rsid w:val="00977DA9"/>
    <w:rsid w:val="009808BE"/>
    <w:rsid w:val="00980F44"/>
    <w:rsid w:val="00983879"/>
    <w:rsid w:val="00990730"/>
    <w:rsid w:val="009C2D3E"/>
    <w:rsid w:val="009D05DD"/>
    <w:rsid w:val="009D5974"/>
    <w:rsid w:val="009E3184"/>
    <w:rsid w:val="009F317F"/>
    <w:rsid w:val="009F6B60"/>
    <w:rsid w:val="00A05789"/>
    <w:rsid w:val="00A0644E"/>
    <w:rsid w:val="00A13F22"/>
    <w:rsid w:val="00A145AD"/>
    <w:rsid w:val="00A202C3"/>
    <w:rsid w:val="00A34AD9"/>
    <w:rsid w:val="00A368B1"/>
    <w:rsid w:val="00A373AA"/>
    <w:rsid w:val="00A406C2"/>
    <w:rsid w:val="00A4797C"/>
    <w:rsid w:val="00A70EC5"/>
    <w:rsid w:val="00A820CD"/>
    <w:rsid w:val="00A82907"/>
    <w:rsid w:val="00A83454"/>
    <w:rsid w:val="00A861EA"/>
    <w:rsid w:val="00A87C18"/>
    <w:rsid w:val="00AA01D6"/>
    <w:rsid w:val="00AA3D4D"/>
    <w:rsid w:val="00AA77E6"/>
    <w:rsid w:val="00AB3B18"/>
    <w:rsid w:val="00AD24AA"/>
    <w:rsid w:val="00AD76C3"/>
    <w:rsid w:val="00AF1710"/>
    <w:rsid w:val="00B118B2"/>
    <w:rsid w:val="00B169B8"/>
    <w:rsid w:val="00B2239B"/>
    <w:rsid w:val="00B22C9F"/>
    <w:rsid w:val="00B2740D"/>
    <w:rsid w:val="00B302AD"/>
    <w:rsid w:val="00B32FF0"/>
    <w:rsid w:val="00B431A4"/>
    <w:rsid w:val="00B47FBC"/>
    <w:rsid w:val="00B564AC"/>
    <w:rsid w:val="00B56941"/>
    <w:rsid w:val="00B729BF"/>
    <w:rsid w:val="00B76568"/>
    <w:rsid w:val="00B769CA"/>
    <w:rsid w:val="00B77DCE"/>
    <w:rsid w:val="00B8065C"/>
    <w:rsid w:val="00B82581"/>
    <w:rsid w:val="00B830B9"/>
    <w:rsid w:val="00B87FC4"/>
    <w:rsid w:val="00BC194A"/>
    <w:rsid w:val="00BC30C1"/>
    <w:rsid w:val="00BD37AA"/>
    <w:rsid w:val="00BE3481"/>
    <w:rsid w:val="00BE3DEC"/>
    <w:rsid w:val="00BE50AC"/>
    <w:rsid w:val="00BE7B47"/>
    <w:rsid w:val="00BF0972"/>
    <w:rsid w:val="00BF2971"/>
    <w:rsid w:val="00BF35C5"/>
    <w:rsid w:val="00BF6526"/>
    <w:rsid w:val="00BF6A6B"/>
    <w:rsid w:val="00C1030F"/>
    <w:rsid w:val="00C11D9A"/>
    <w:rsid w:val="00C304C0"/>
    <w:rsid w:val="00C307DA"/>
    <w:rsid w:val="00C37066"/>
    <w:rsid w:val="00C4131C"/>
    <w:rsid w:val="00C54082"/>
    <w:rsid w:val="00C547B0"/>
    <w:rsid w:val="00C57091"/>
    <w:rsid w:val="00C66454"/>
    <w:rsid w:val="00C67655"/>
    <w:rsid w:val="00C67B06"/>
    <w:rsid w:val="00C72641"/>
    <w:rsid w:val="00C72847"/>
    <w:rsid w:val="00C75D1D"/>
    <w:rsid w:val="00C81074"/>
    <w:rsid w:val="00C84F72"/>
    <w:rsid w:val="00C85145"/>
    <w:rsid w:val="00C87C2B"/>
    <w:rsid w:val="00C91DCC"/>
    <w:rsid w:val="00C938E7"/>
    <w:rsid w:val="00CA09FC"/>
    <w:rsid w:val="00CA0FE1"/>
    <w:rsid w:val="00CB025A"/>
    <w:rsid w:val="00CC4222"/>
    <w:rsid w:val="00CC684D"/>
    <w:rsid w:val="00CE211B"/>
    <w:rsid w:val="00CE4CF3"/>
    <w:rsid w:val="00CF029E"/>
    <w:rsid w:val="00CF0810"/>
    <w:rsid w:val="00CF66EF"/>
    <w:rsid w:val="00D07C74"/>
    <w:rsid w:val="00D107DC"/>
    <w:rsid w:val="00D16ED8"/>
    <w:rsid w:val="00D22B39"/>
    <w:rsid w:val="00D240E8"/>
    <w:rsid w:val="00D26FCB"/>
    <w:rsid w:val="00D2724D"/>
    <w:rsid w:val="00D4099E"/>
    <w:rsid w:val="00D41F04"/>
    <w:rsid w:val="00D42866"/>
    <w:rsid w:val="00D51568"/>
    <w:rsid w:val="00D55F40"/>
    <w:rsid w:val="00D8631B"/>
    <w:rsid w:val="00DA36FB"/>
    <w:rsid w:val="00DB6624"/>
    <w:rsid w:val="00DB7D10"/>
    <w:rsid w:val="00DC1A4A"/>
    <w:rsid w:val="00DC1CD5"/>
    <w:rsid w:val="00DC6642"/>
    <w:rsid w:val="00DD048F"/>
    <w:rsid w:val="00DE08D9"/>
    <w:rsid w:val="00DE2D2B"/>
    <w:rsid w:val="00DF07F7"/>
    <w:rsid w:val="00DF0DB6"/>
    <w:rsid w:val="00DF74CA"/>
    <w:rsid w:val="00E016CE"/>
    <w:rsid w:val="00E06B17"/>
    <w:rsid w:val="00E133B1"/>
    <w:rsid w:val="00E21402"/>
    <w:rsid w:val="00E23E79"/>
    <w:rsid w:val="00E2404B"/>
    <w:rsid w:val="00E262F8"/>
    <w:rsid w:val="00E42454"/>
    <w:rsid w:val="00E44CF3"/>
    <w:rsid w:val="00E5363B"/>
    <w:rsid w:val="00E562CE"/>
    <w:rsid w:val="00E56ED7"/>
    <w:rsid w:val="00E663CF"/>
    <w:rsid w:val="00E70907"/>
    <w:rsid w:val="00E70949"/>
    <w:rsid w:val="00E70EC0"/>
    <w:rsid w:val="00E726A6"/>
    <w:rsid w:val="00E8553E"/>
    <w:rsid w:val="00E861EC"/>
    <w:rsid w:val="00E868E8"/>
    <w:rsid w:val="00E964BD"/>
    <w:rsid w:val="00EB0374"/>
    <w:rsid w:val="00EC006C"/>
    <w:rsid w:val="00EC5ABF"/>
    <w:rsid w:val="00EC7831"/>
    <w:rsid w:val="00EE2173"/>
    <w:rsid w:val="00F016D1"/>
    <w:rsid w:val="00F23D8E"/>
    <w:rsid w:val="00F31CCF"/>
    <w:rsid w:val="00F41043"/>
    <w:rsid w:val="00F41B72"/>
    <w:rsid w:val="00F428A8"/>
    <w:rsid w:val="00F50FA2"/>
    <w:rsid w:val="00F5611F"/>
    <w:rsid w:val="00F7097A"/>
    <w:rsid w:val="00F711A2"/>
    <w:rsid w:val="00F76A01"/>
    <w:rsid w:val="00F87121"/>
    <w:rsid w:val="00F87D6D"/>
    <w:rsid w:val="00F9338D"/>
    <w:rsid w:val="00F93F03"/>
    <w:rsid w:val="00F94199"/>
    <w:rsid w:val="00F94D86"/>
    <w:rsid w:val="00F94DE9"/>
    <w:rsid w:val="00FA307E"/>
    <w:rsid w:val="00FA42F3"/>
    <w:rsid w:val="00FB2363"/>
    <w:rsid w:val="00FB47A4"/>
    <w:rsid w:val="00FD41F6"/>
    <w:rsid w:val="00FE1325"/>
    <w:rsid w:val="00FE1347"/>
    <w:rsid w:val="00FE1A61"/>
    <w:rsid w:val="00FE26FA"/>
    <w:rsid w:val="00FE3E6D"/>
    <w:rsid w:val="00FF19F8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B448DC"/>
  <w15:docId w15:val="{8F0785AE-A900-4965-9665-AD223443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22F"/>
    <w:pPr>
      <w:spacing w:before="120" w:after="120"/>
      <w:ind w:left="567"/>
    </w:pPr>
    <w:rPr>
      <w:sz w:val="18"/>
    </w:rPr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ind w:left="567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D636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D636E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D636E"/>
    <w:rPr>
      <w:szCs w:val="20"/>
    </w:rPr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5D636E"/>
  </w:style>
  <w:style w:type="character" w:customStyle="1" w:styleId="slostrnky1">
    <w:name w:val="Číslo stránky1"/>
    <w:basedOn w:val="Standardnpsmoodstavce"/>
    <w:uiPriority w:val="99"/>
    <w:unhideWhenUsed/>
    <w:rsid w:val="005D636E"/>
    <w:rPr>
      <w:b/>
      <w:color w:val="FF5200"/>
      <w:sz w:val="14"/>
    </w:rPr>
  </w:style>
  <w:style w:type="table" w:customStyle="1" w:styleId="Mkatabulky1">
    <w:name w:val="Mřížka tabulky1"/>
    <w:basedOn w:val="Normlntabulka"/>
    <w:next w:val="Mkatabulky"/>
    <w:uiPriority w:val="39"/>
    <w:rsid w:val="005D636E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5D636E"/>
    <w:pPr>
      <w:suppressAutoHyphens/>
      <w:spacing w:after="240" w:line="240" w:lineRule="auto"/>
      <w:jc w:val="right"/>
    </w:pPr>
    <w:rPr>
      <w:rFonts w:eastAsia="Times New Roman" w:cs="Times New Roman"/>
      <w:b/>
      <w:color w:val="002B59"/>
      <w:spacing w:val="-6"/>
      <w:sz w:val="36"/>
      <w:szCs w:val="36"/>
    </w:rPr>
  </w:style>
  <w:style w:type="character" w:styleId="Znakapoznpodarou">
    <w:name w:val="footnote reference"/>
    <w:basedOn w:val="Standardnpsmoodstavce"/>
    <w:uiPriority w:val="99"/>
    <w:semiHidden/>
    <w:unhideWhenUsed/>
    <w:rsid w:val="005D636E"/>
    <w:rPr>
      <w:vertAlign w:val="superscript"/>
    </w:rPr>
  </w:style>
  <w:style w:type="paragraph" w:styleId="Zhlav">
    <w:name w:val="header"/>
    <w:basedOn w:val="Normln"/>
    <w:link w:val="ZhlavChar1"/>
    <w:uiPriority w:val="99"/>
    <w:unhideWhenUsed/>
    <w:rsid w:val="005D6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5D636E"/>
  </w:style>
  <w:style w:type="character" w:styleId="slostrnky">
    <w:name w:val="page number"/>
    <w:basedOn w:val="Standardnpsmoodstavce"/>
    <w:uiPriority w:val="99"/>
    <w:unhideWhenUsed/>
    <w:rsid w:val="005D636E"/>
  </w:style>
  <w:style w:type="table" w:styleId="Mkatabulky">
    <w:name w:val="Table Grid"/>
    <w:basedOn w:val="Normlntabulka"/>
    <w:uiPriority w:val="39"/>
    <w:rsid w:val="005D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F23D8E"/>
    <w:pPr>
      <w:numPr>
        <w:numId w:val="1"/>
      </w:numPr>
      <w:spacing w:before="240" w:line="264" w:lineRule="auto"/>
      <w:ind w:left="0"/>
    </w:pPr>
    <w:rPr>
      <w:rFonts w:eastAsia="Times New Roman" w:cs="Times New Roman"/>
      <w:iCs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163A7D"/>
    <w:pPr>
      <w:numPr>
        <w:ilvl w:val="1"/>
        <w:numId w:val="1"/>
      </w:numPr>
      <w:tabs>
        <w:tab w:val="left" w:pos="1361"/>
      </w:tabs>
      <w:spacing w:before="240"/>
    </w:pPr>
    <w:rPr>
      <w:rFonts w:eastAsia="Verdana"/>
      <w:b w:val="0"/>
      <w:noProof/>
      <w:color w:val="auto"/>
      <w:sz w:val="18"/>
    </w:rPr>
  </w:style>
  <w:style w:type="character" w:styleId="Odkaznakoment">
    <w:name w:val="annotation reference"/>
    <w:basedOn w:val="Standardnpsmoodstavce"/>
    <w:semiHidden/>
    <w:unhideWhenUsed/>
    <w:rsid w:val="00E133B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133B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E133B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133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133B1"/>
    <w:rPr>
      <w:b/>
      <w:bCs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E13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133B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C75D1D"/>
    <w:rPr>
      <w:color w:val="808080"/>
    </w:rPr>
  </w:style>
  <w:style w:type="paragraph" w:customStyle="1" w:styleId="podlnek">
    <w:name w:val="podčlánek"/>
    <w:basedOn w:val="Nadpis3"/>
    <w:qFormat/>
    <w:rsid w:val="00D42866"/>
    <w:pPr>
      <w:numPr>
        <w:ilvl w:val="2"/>
        <w:numId w:val="1"/>
      </w:numPr>
    </w:pPr>
    <w:rPr>
      <w:b w:val="0"/>
      <w:color w:val="auto"/>
    </w:rPr>
  </w:style>
  <w:style w:type="table" w:customStyle="1" w:styleId="Tabulkaodvolacchadoplujcchdaj">
    <w:name w:val="Tabulka odvolacích a doplňujících údajů"/>
    <w:basedOn w:val="Normlntabulka"/>
    <w:uiPriority w:val="99"/>
    <w:rsid w:val="00334C8D"/>
    <w:pPr>
      <w:spacing w:after="0" w:line="240" w:lineRule="auto"/>
    </w:pPr>
    <w:rPr>
      <w:sz w:val="14"/>
      <w:szCs w:val="18"/>
    </w:rPr>
    <w:tblPr>
      <w:tblCellMar>
        <w:top w:w="6" w:type="dxa"/>
        <w:left w:w="0" w:type="dxa"/>
        <w:bottom w:w="6" w:type="dxa"/>
        <w:right w:w="0" w:type="dxa"/>
      </w:tblCellMar>
    </w:tblPr>
  </w:style>
  <w:style w:type="numbering" w:customStyle="1" w:styleId="Bezseznamu1">
    <w:name w:val="Bez seznamu1"/>
    <w:next w:val="Bezseznamu"/>
    <w:semiHidden/>
    <w:unhideWhenUsed/>
    <w:rsid w:val="003206A8"/>
  </w:style>
  <w:style w:type="paragraph" w:customStyle="1" w:styleId="Nadpis10">
    <w:name w:val="ČNadpis 1"/>
    <w:basedOn w:val="Nadpis1"/>
    <w:rsid w:val="003206A8"/>
    <w:pPr>
      <w:keepLines w:val="0"/>
      <w:tabs>
        <w:tab w:val="left" w:pos="907"/>
      </w:tabs>
      <w:spacing w:before="240" w:after="60" w:line="240" w:lineRule="auto"/>
      <w:ind w:left="0"/>
      <w:jc w:val="both"/>
    </w:pPr>
    <w:rPr>
      <w:rFonts w:ascii="Arial" w:eastAsia="Times New Roman" w:hAnsi="Arial" w:cs="Times New Roman"/>
      <w:bCs w:val="0"/>
      <w:caps/>
      <w:color w:val="auto"/>
      <w:kern w:val="28"/>
      <w:sz w:val="24"/>
      <w:szCs w:val="20"/>
      <w:u w:val="single"/>
      <w:lang w:eastAsia="cs-CZ"/>
    </w:rPr>
  </w:style>
  <w:style w:type="paragraph" w:customStyle="1" w:styleId="T11">
    <w:name w:val="T.1.1."/>
    <w:rsid w:val="003206A8"/>
    <w:pPr>
      <w:spacing w:before="56" w:after="56" w:line="240" w:lineRule="auto"/>
      <w:ind w:left="907" w:hanging="907"/>
      <w:jc w:val="both"/>
    </w:pPr>
    <w:rPr>
      <w:rFonts w:ascii="Arial" w:eastAsia="Times New Roman" w:hAnsi="Arial" w:cs="Times New Roman"/>
      <w:snapToGrid w:val="0"/>
      <w:color w:val="000000"/>
      <w:szCs w:val="20"/>
      <w:lang w:eastAsia="cs-CZ"/>
    </w:rPr>
  </w:style>
  <w:style w:type="paragraph" w:styleId="Textvbloku">
    <w:name w:val="Block Text"/>
    <w:basedOn w:val="Normln"/>
    <w:rsid w:val="003206A8"/>
    <w:pPr>
      <w:spacing w:before="0" w:after="0" w:line="240" w:lineRule="auto"/>
      <w:ind w:left="1134" w:right="-1" w:hanging="283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3206A8"/>
    <w:pPr>
      <w:spacing w:before="0" w:after="0" w:line="240" w:lineRule="auto"/>
      <w:ind w:left="1276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3206A8"/>
    <w:pPr>
      <w:spacing w:before="0" w:after="0" w:line="240" w:lineRule="auto"/>
      <w:ind w:left="1134" w:hanging="425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3206A8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3206A8"/>
    <w:pPr>
      <w:shd w:val="clear" w:color="auto" w:fill="000080"/>
      <w:spacing w:before="0" w:after="0" w:line="240" w:lineRule="auto"/>
      <w:ind w:left="0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3206A8"/>
    <w:rPr>
      <w:rFonts w:ascii="Tahoma" w:eastAsia="Times New Roman" w:hAnsi="Tahoma" w:cs="Tahoma"/>
      <w:szCs w:val="20"/>
      <w:shd w:val="clear" w:color="auto" w:fill="000080"/>
      <w:lang w:eastAsia="cs-CZ"/>
    </w:rPr>
  </w:style>
  <w:style w:type="table" w:customStyle="1" w:styleId="Mkatabulky2">
    <w:name w:val="Mřížka tabulky2"/>
    <w:basedOn w:val="Normlntabulka"/>
    <w:next w:val="Mkatabulky"/>
    <w:uiPriority w:val="39"/>
    <w:rsid w:val="003206A8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3206A8"/>
    <w:pPr>
      <w:spacing w:after="0" w:line="240" w:lineRule="auto"/>
    </w:pPr>
    <w:rPr>
      <w:rFonts w:eastAsia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StyleNadpis1CenteredLeft0cmFirstline0cm">
    <w:name w:val="Style Nadpis 1 + Centered Left:  0 cm First line:  0 cm"/>
    <w:basedOn w:val="Normln"/>
    <w:semiHidden/>
    <w:rsid w:val="00717A24"/>
    <w:pPr>
      <w:tabs>
        <w:tab w:val="num" w:pos="360"/>
      </w:tabs>
      <w:spacing w:before="240" w:line="240" w:lineRule="auto"/>
      <w:ind w:left="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paragraph" w:styleId="Revize">
    <w:name w:val="Revision"/>
    <w:hidden/>
    <w:uiPriority w:val="99"/>
    <w:semiHidden/>
    <w:rsid w:val="00254CF7"/>
    <w:pPr>
      <w:spacing w:after="0" w:line="240" w:lineRule="auto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05F8-34A1-40FA-B6C5-DCFF80E82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7AB786-8339-4A71-B437-2718AAB083D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03DD08-58FD-496D-8BC6-CF181E14C6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BF4EC-98B8-4644-94F5-9819E4AC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3312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keywords>služby</cp:keywords>
  <cp:lastModifiedBy>Zajíčková Veronika, Mgr.</cp:lastModifiedBy>
  <cp:revision>3</cp:revision>
  <cp:lastPrinted>2022-06-09T10:00:00Z</cp:lastPrinted>
  <dcterms:created xsi:type="dcterms:W3CDTF">2022-09-08T11:02:00Z</dcterms:created>
  <dcterms:modified xsi:type="dcterms:W3CDTF">2022-09-08T11:14:00Z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