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B40" w:rsidRDefault="00AC4B40" w:rsidP="00F0533E"/>
    <w:p w:rsidR="008F18CC" w:rsidRPr="00D4612B" w:rsidRDefault="008F18CC" w:rsidP="008F18CC">
      <w:pPr>
        <w:pStyle w:val="Titul2"/>
      </w:pPr>
      <w:r w:rsidRPr="00D4612B">
        <w:t>DÍL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POŽADAVKY A PODMÍNKY 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>PRO ZPRACOVÁNÍ NABÍDKY</w:t>
      </w:r>
    </w:p>
    <w:p w:rsidR="008F18CC" w:rsidRDefault="008F18CC" w:rsidP="008F18CC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F18CC" w:rsidRPr="00D4612B" w:rsidRDefault="008F18CC" w:rsidP="008F18CC">
      <w:pPr>
        <w:pStyle w:val="Titul2"/>
      </w:pPr>
      <w:r w:rsidRPr="00D4612B">
        <w:t>Část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OZNÁMENÍ O ZAKÁZCE </w:t>
      </w:r>
    </w:p>
    <w:p w:rsidR="008F18CC" w:rsidRPr="00DE0A69" w:rsidRDefault="008F18CC" w:rsidP="008F18CC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421A68" w:rsidRDefault="00D04EC0" w:rsidP="00421A68">
      <w:pPr>
        <w:pStyle w:val="Titul2"/>
      </w:pPr>
      <w:r>
        <w:t xml:space="preserve">Zajištění majetkoprávní přípravy </w:t>
      </w:r>
      <w:r w:rsidR="00B86E26" w:rsidRPr="00883300">
        <w:rPr>
          <w:rFonts w:asciiTheme="majorHAnsi" w:hAnsiTheme="majorHAnsi" w:cs="Calibri"/>
          <w:lang w:eastAsia="x-none"/>
        </w:rPr>
        <w:t>stavby dráhy</w:t>
      </w:r>
    </w:p>
    <w:p w:rsidR="008F18CC" w:rsidRPr="000843A2" w:rsidRDefault="008F18CC" w:rsidP="008F18CC">
      <w:pPr>
        <w:rPr>
          <w:rFonts w:ascii="Arial" w:hAnsi="Arial" w:cs="Arial"/>
        </w:rPr>
      </w:pPr>
    </w:p>
    <w:p w:rsidR="00AA03F4" w:rsidRDefault="00AA03F4" w:rsidP="00AA03F4">
      <w:pPr>
        <w:pStyle w:val="Titul2"/>
      </w:pPr>
      <w:r w:rsidRPr="00BD1771">
        <w:t>„</w:t>
      </w:r>
      <w:r w:rsidR="00D04EC0" w:rsidRPr="00E80CF9">
        <w:rPr>
          <w:rFonts w:asciiTheme="minorHAnsi" w:hAnsiTheme="minorHAnsi"/>
          <w:sz w:val="28"/>
          <w:szCs w:val="28"/>
        </w:rPr>
        <w:t>Modernizace trati Brno-Přerov, 4.</w:t>
      </w:r>
      <w:r w:rsidR="00D04EC0">
        <w:rPr>
          <w:rFonts w:asciiTheme="minorHAnsi" w:hAnsiTheme="minorHAnsi"/>
          <w:sz w:val="28"/>
          <w:szCs w:val="28"/>
        </w:rPr>
        <w:t> </w:t>
      </w:r>
      <w:r w:rsidR="00D04EC0" w:rsidRPr="00E80CF9">
        <w:rPr>
          <w:rFonts w:asciiTheme="minorHAnsi" w:hAnsiTheme="minorHAnsi"/>
          <w:sz w:val="28"/>
          <w:szCs w:val="28"/>
        </w:rPr>
        <w:t xml:space="preserve">stavba Nezamyslice – </w:t>
      </w:r>
      <w:r w:rsidR="00B86E26">
        <w:rPr>
          <w:rFonts w:asciiTheme="minorHAnsi" w:hAnsiTheme="minorHAnsi"/>
          <w:sz w:val="28"/>
          <w:szCs w:val="28"/>
        </w:rPr>
        <w:t>Kojetín</w:t>
      </w:r>
      <w:r w:rsidR="00D61C36">
        <w:t>“</w:t>
      </w:r>
      <w:bookmarkStart w:id="0" w:name="_GoBack"/>
      <w:bookmarkEnd w:id="0"/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8F18CC" w:rsidRDefault="008F18CC" w:rsidP="00AC4B40">
      <w:pPr>
        <w:jc w:val="center"/>
        <w:rPr>
          <w:b/>
          <w:noProof/>
          <w:sz w:val="36"/>
          <w:szCs w:val="36"/>
        </w:rPr>
      </w:pPr>
    </w:p>
    <w:p w:rsidR="00AC4B40" w:rsidRPr="00C42506" w:rsidRDefault="00AC4B40" w:rsidP="00C42506">
      <w:pPr>
        <w:spacing w:after="120"/>
        <w:rPr>
          <w:rFonts w:asciiTheme="majorHAnsi" w:hAnsiTheme="majorHAnsi" w:cs="Calibri"/>
          <w:b/>
          <w:bCs/>
        </w:rPr>
      </w:pPr>
      <w:r w:rsidRPr="00CE0D81">
        <w:rPr>
          <w:rFonts w:asciiTheme="majorHAnsi" w:hAnsiTheme="majorHAnsi" w:cs="Calibri"/>
          <w:sz w:val="28"/>
          <w:szCs w:val="28"/>
        </w:rPr>
        <w:t>SPRÁVA ŽELEZNI</w:t>
      </w:r>
      <w:r w:rsidR="00C42506">
        <w:rPr>
          <w:rFonts w:asciiTheme="majorHAnsi" w:hAnsiTheme="majorHAnsi" w:cs="Calibri"/>
          <w:sz w:val="28"/>
          <w:szCs w:val="28"/>
        </w:rPr>
        <w:t>C</w:t>
      </w:r>
      <w:r w:rsidRPr="00CE0D81">
        <w:rPr>
          <w:rFonts w:asciiTheme="majorHAnsi" w:hAnsiTheme="majorHAnsi" w:cs="Calibri"/>
          <w:sz w:val="28"/>
          <w:szCs w:val="28"/>
        </w:rPr>
        <w:t>, STÁTNÍ ORGANIZACE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8F18CC" w:rsidRPr="007421C5" w:rsidRDefault="008F18CC" w:rsidP="008F18CC">
      <w:pPr>
        <w:spacing w:before="120"/>
        <w:jc w:val="both"/>
        <w:outlineLvl w:val="0"/>
        <w:rPr>
          <w:rFonts w:ascii="Calibri" w:hAnsi="Calibri" w:cs="Calibri"/>
          <w:sz w:val="20"/>
          <w:szCs w:val="20"/>
        </w:rPr>
      </w:pPr>
      <w:r w:rsidRPr="00041A48">
        <w:rPr>
          <w:rFonts w:ascii="Calibri" w:hAnsi="Calibri" w:cs="Calibri"/>
          <w:sz w:val="20"/>
          <w:szCs w:val="20"/>
        </w:rPr>
        <w:t xml:space="preserve">Oznámení o zakázce je uveřejněno samostatně ve Věstníku veřejných zakázek </w:t>
      </w:r>
      <w:r w:rsidRPr="007421C5">
        <w:rPr>
          <w:rFonts w:ascii="Calibri" w:hAnsi="Calibri" w:cs="Calibri"/>
          <w:sz w:val="20"/>
          <w:szCs w:val="20"/>
        </w:rPr>
        <w:t>dostupných z: www.vestnikverejnychzakazek.cz.</w:t>
      </w:r>
    </w:p>
    <w:p w:rsidR="00AC4B40" w:rsidRPr="00CE0D81" w:rsidRDefault="00AC4B40" w:rsidP="008F18CC">
      <w:pPr>
        <w:pStyle w:val="Nadpis1"/>
        <w:widowControl w:val="0"/>
        <w:spacing w:before="120" w:after="120" w:line="320" w:lineRule="atLeast"/>
        <w:jc w:val="both"/>
        <w:rPr>
          <w:rFonts w:cs="Calibri"/>
          <w:sz w:val="20"/>
          <w:szCs w:val="20"/>
        </w:rPr>
      </w:pPr>
    </w:p>
    <w:sectPr w:rsidR="00AC4B40" w:rsidRPr="00CE0D8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948" w:rsidRDefault="00F84948" w:rsidP="00962258">
      <w:pPr>
        <w:spacing w:after="0" w:line="240" w:lineRule="auto"/>
      </w:pPr>
      <w:r>
        <w:separator/>
      </w:r>
    </w:p>
  </w:endnote>
  <w:end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0C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0C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5CA5AD7" wp14:editId="3F0BA8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AC676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5E1B25" wp14:editId="5E4427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F4AB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86E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6E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790CE30" wp14:editId="4790CE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421D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790CE32" wp14:editId="4790CE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46893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948" w:rsidRDefault="00F84948" w:rsidP="00962258">
      <w:pPr>
        <w:spacing w:after="0" w:line="240" w:lineRule="auto"/>
      </w:pPr>
      <w:r>
        <w:separator/>
      </w:r>
    </w:p>
  </w:footnote>
  <w:foot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8E02B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5445A38A" wp14:editId="20E70E36">
                <wp:extent cx="1727835" cy="640715"/>
                <wp:effectExtent l="0" t="0" r="5715" b="6985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A829A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142"/>
        </w:tabs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40"/>
    <w:rsid w:val="00072C1E"/>
    <w:rsid w:val="000D10B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009"/>
    <w:rsid w:val="00341DCF"/>
    <w:rsid w:val="00357BC6"/>
    <w:rsid w:val="003956C6"/>
    <w:rsid w:val="00421A6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50C48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02B5"/>
    <w:rsid w:val="008F18CC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85DA2"/>
    <w:rsid w:val="00992D9C"/>
    <w:rsid w:val="00995A97"/>
    <w:rsid w:val="00996CB8"/>
    <w:rsid w:val="009B14A9"/>
    <w:rsid w:val="009B2E97"/>
    <w:rsid w:val="009E07F4"/>
    <w:rsid w:val="009F392E"/>
    <w:rsid w:val="00A249FE"/>
    <w:rsid w:val="00A6177B"/>
    <w:rsid w:val="00A66136"/>
    <w:rsid w:val="00A87B8D"/>
    <w:rsid w:val="00AA03F4"/>
    <w:rsid w:val="00AA4CBB"/>
    <w:rsid w:val="00AA65FA"/>
    <w:rsid w:val="00AA7351"/>
    <w:rsid w:val="00AB0205"/>
    <w:rsid w:val="00AC4B40"/>
    <w:rsid w:val="00AD056F"/>
    <w:rsid w:val="00AD6731"/>
    <w:rsid w:val="00B15D0D"/>
    <w:rsid w:val="00B75EE1"/>
    <w:rsid w:val="00B77481"/>
    <w:rsid w:val="00B8518B"/>
    <w:rsid w:val="00B86E26"/>
    <w:rsid w:val="00B91874"/>
    <w:rsid w:val="00BD7E91"/>
    <w:rsid w:val="00C02D0A"/>
    <w:rsid w:val="00C03A6E"/>
    <w:rsid w:val="00C42506"/>
    <w:rsid w:val="00C44F6A"/>
    <w:rsid w:val="00C47AE3"/>
    <w:rsid w:val="00C95544"/>
    <w:rsid w:val="00CB1682"/>
    <w:rsid w:val="00CC57D4"/>
    <w:rsid w:val="00CD1FC4"/>
    <w:rsid w:val="00CE0D81"/>
    <w:rsid w:val="00D04EC0"/>
    <w:rsid w:val="00D21061"/>
    <w:rsid w:val="00D4108E"/>
    <w:rsid w:val="00D6163D"/>
    <w:rsid w:val="00D61C3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494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E08D2DA"/>
  <w14:defaultImageDpi w14:val="32767"/>
  <w15:docId w15:val="{54F85AEB-051E-4FEB-939C-0D31928A4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leska\Desktop\szdc_hlavickov&#253;%20pap&#237;r_bez%20z&#225;pat&#237;_&#352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C6B5D5-753B-4874-8857-4A92DCCCE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szdc_hlavickový papír_bez zápatí_ŠABLONA.dotx</Template>
  <TotalTime>15</TotalTime>
  <Pages>1</Pages>
  <Words>51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Příleská Kateřina</dc:creator>
  <cp:lastModifiedBy>Příleská Kateřina</cp:lastModifiedBy>
  <cp:revision>15</cp:revision>
  <cp:lastPrinted>2017-11-28T17:18:00Z</cp:lastPrinted>
  <dcterms:created xsi:type="dcterms:W3CDTF">2019-12-03T06:39:00Z</dcterms:created>
  <dcterms:modified xsi:type="dcterms:W3CDTF">2022-08-31T11:40:00Z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