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="001F197E">
        <w:rPr>
          <w:rFonts w:ascii="Verdana" w:hAnsi="Verdana"/>
          <w:sz w:val="18"/>
          <w:szCs w:val="18"/>
        </w:rPr>
        <w:t xml:space="preserve">zakázku s názvem </w:t>
      </w:r>
      <w:r w:rsidR="001F197E">
        <w:rPr>
          <w:rFonts w:ascii="Verdana" w:hAnsi="Verdana"/>
          <w:b/>
          <w:sz w:val="18"/>
          <w:szCs w:val="18"/>
        </w:rPr>
        <w:t>„</w:t>
      </w:r>
      <w:r w:rsidR="004D3FC8" w:rsidRPr="004D3FC8">
        <w:rPr>
          <w:rFonts w:ascii="Verdana" w:hAnsi="Verdana"/>
          <w:b/>
          <w:sz w:val="18"/>
          <w:szCs w:val="18"/>
        </w:rPr>
        <w:t xml:space="preserve">Údržbové a dílčí opravné práce na objektech u SPS OŘ PHA 2023-2024 - </w:t>
      </w:r>
      <w:r w:rsidR="00182BB3" w:rsidRPr="00182BB3">
        <w:rPr>
          <w:rFonts w:ascii="Verdana" w:hAnsi="Verdana"/>
          <w:b/>
          <w:sz w:val="18"/>
          <w:szCs w:val="18"/>
        </w:rPr>
        <w:t>Praha západ</w:t>
      </w:r>
      <w:bookmarkStart w:id="0" w:name="_GoBack"/>
      <w:bookmarkEnd w:id="0"/>
      <w:r w:rsidR="001F197E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8D69C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Pr="001F197E">
              <w:rPr>
                <w:rFonts w:ascii="Verdana" w:hAnsi="Verdana" w:cs="Calibri"/>
                <w:color w:val="000000"/>
                <w:sz w:val="18"/>
                <w:szCs w:val="18"/>
              </w:rPr>
              <w:t>stavby</w:t>
            </w:r>
            <w:r w:rsidR="008D69CD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0D5" w:rsidRDefault="002170D5">
      <w:r>
        <w:separator/>
      </w:r>
    </w:p>
  </w:endnote>
  <w:endnote w:type="continuationSeparator" w:id="0">
    <w:p w:rsidR="002170D5" w:rsidRDefault="0021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2B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2B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0D5" w:rsidRDefault="002170D5">
      <w:r>
        <w:separator/>
      </w:r>
    </w:p>
  </w:footnote>
  <w:footnote w:type="continuationSeparator" w:id="0">
    <w:p w:rsidR="002170D5" w:rsidRDefault="002170D5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2BB3"/>
    <w:rsid w:val="00184203"/>
    <w:rsid w:val="001D0F6F"/>
    <w:rsid w:val="001D4541"/>
    <w:rsid w:val="001D7580"/>
    <w:rsid w:val="001F197E"/>
    <w:rsid w:val="00206F39"/>
    <w:rsid w:val="002170D5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82609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3FC8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8D69CD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25385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31A0331-685F-4F08-8434-777E41D1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C1BD3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97184-326B-4A9B-862F-6DB9F776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14B4E9D-8AB5-4912-8406-8A7209AE8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904C46-5BA6-4482-A432-55A994922EF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DD3468-9A62-41FD-8F9A-18C3C6C12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7</cp:revision>
  <cp:lastPrinted>2018-03-26T11:24:00Z</cp:lastPrinted>
  <dcterms:created xsi:type="dcterms:W3CDTF">2021-06-24T08:21:00Z</dcterms:created>
  <dcterms:modified xsi:type="dcterms:W3CDTF">2022-07-28T05:42:00Z</dcterms:modified>
</cp:coreProperties>
</file>