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E435A">
        <w:rPr>
          <w:rFonts w:ascii="Verdana" w:hAnsi="Verdana"/>
          <w:sz w:val="22"/>
          <w:szCs w:val="22"/>
        </w:rPr>
        <w:t>„</w:t>
      </w:r>
      <w:r w:rsidR="00EE307C" w:rsidRPr="00EE307C">
        <w:rPr>
          <w:rFonts w:ascii="Verdana" w:hAnsi="Verdana"/>
          <w:b/>
          <w:sz w:val="22"/>
          <w:szCs w:val="22"/>
        </w:rPr>
        <w:t>Údržbové a dílčí opravné práce na objektech u SPS OŘ PHA 2023-2024 - Praha východ</w:t>
      </w:r>
      <w:bookmarkStart w:id="0" w:name="_GoBack"/>
      <w:bookmarkEnd w:id="0"/>
      <w:r w:rsidR="006E435A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E1406B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</w:t>
      </w:r>
      <w:r w:rsidR="006E435A">
        <w:rPr>
          <w:rFonts w:ascii="Verdana" w:hAnsi="Verdana"/>
          <w:sz w:val="22"/>
          <w:szCs w:val="22"/>
        </w:rPr>
        <w:br/>
      </w:r>
      <w:r w:rsidRPr="00E868BD">
        <w:rPr>
          <w:rFonts w:ascii="Verdana" w:hAnsi="Verdana"/>
          <w:sz w:val="22"/>
          <w:szCs w:val="22"/>
        </w:rPr>
        <w:t>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6E435A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6E435A"/>
    <w:rsid w:val="00802D1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06B"/>
    <w:rsid w:val="00E868BD"/>
    <w:rsid w:val="00EC4792"/>
    <w:rsid w:val="00EE307C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5</cp:revision>
  <dcterms:created xsi:type="dcterms:W3CDTF">2021-12-10T06:37:00Z</dcterms:created>
  <dcterms:modified xsi:type="dcterms:W3CDTF">2022-07-25T08:52:00Z</dcterms:modified>
</cp:coreProperties>
</file>