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640184" w:rsidRDefault="00B204E3" w:rsidP="00BF54FE">
      <w:pPr>
        <w:pStyle w:val="Titul2"/>
      </w:pPr>
      <w:r>
        <w:t xml:space="preserve">Název zakázky: </w:t>
      </w:r>
    </w:p>
    <w:p w:rsidR="00EB46E5" w:rsidRPr="00BF54FE" w:rsidRDefault="00B204E3" w:rsidP="00BF54FE">
      <w:pPr>
        <w:pStyle w:val="Titul2"/>
      </w:pPr>
      <w:r>
        <w:t>„</w:t>
      </w:r>
      <w:r w:rsidR="00640184" w:rsidRPr="00640184">
        <w:t>Rekonstrukce nástupišť ŽST Semily</w:t>
      </w:r>
      <w:r w:rsidR="00640184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</w:t>
      </w:r>
      <w:r w:rsidR="00640184">
        <w:t xml:space="preserve">Technickou specifikaci, Výkresy a </w:t>
      </w:r>
      <w:r>
        <w:t xml:space="preserve">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90F" w:rsidRDefault="00DD390F" w:rsidP="00962258">
      <w:pPr>
        <w:spacing w:after="0" w:line="240" w:lineRule="auto"/>
      </w:pPr>
      <w:r>
        <w:separator/>
      </w:r>
    </w:p>
  </w:endnote>
  <w:endnote w:type="continuationSeparator" w:id="0">
    <w:p w:rsidR="00DD390F" w:rsidRDefault="00DD39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01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01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90F" w:rsidRDefault="00DD390F" w:rsidP="00962258">
      <w:pPr>
        <w:spacing w:after="0" w:line="240" w:lineRule="auto"/>
      </w:pPr>
      <w:r>
        <w:separator/>
      </w:r>
    </w:p>
  </w:footnote>
  <w:footnote w:type="continuationSeparator" w:id="0">
    <w:p w:rsidR="00DD390F" w:rsidRDefault="00DD39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40184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390F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12801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501293D-69DA-4342-839F-B39D21DB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4</cp:revision>
  <cp:lastPrinted>2019-03-07T14:42:00Z</cp:lastPrinted>
  <dcterms:created xsi:type="dcterms:W3CDTF">2021-12-15T22:03:00Z</dcterms:created>
  <dcterms:modified xsi:type="dcterms:W3CDTF">2022-03-03T11:08:00Z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