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 xml:space="preserve">Název </w:t>
      </w:r>
      <w:r w:rsidRPr="00E210A5">
        <w:t>zakázky: „</w:t>
      </w:r>
      <w:r w:rsidR="00E210A5" w:rsidRPr="00E210A5">
        <w:t xml:space="preserve">Rekonstrukce </w:t>
      </w:r>
      <w:proofErr w:type="spellStart"/>
      <w:r w:rsidR="00E210A5" w:rsidRPr="00E210A5">
        <w:t>žst</w:t>
      </w:r>
      <w:proofErr w:type="spellEnd"/>
      <w:r w:rsidR="00E210A5" w:rsidRPr="00E210A5">
        <w:t>. Rožnov pod Radhoštěm</w:t>
      </w:r>
      <w:r w:rsidRPr="00E210A5">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Pr="002C6427" w:rsidRDefault="00F422D3" w:rsidP="00B42F40">
      <w:pPr>
        <w:pStyle w:val="Textbezodsazen"/>
      </w:pPr>
      <w:r w:rsidRPr="002C6427">
        <w:t xml:space="preserve">Stavební správa </w:t>
      </w:r>
      <w:r w:rsidR="00F91101" w:rsidRPr="002C6427">
        <w:t>východ, Nerudova 1, 77900 Olomouc</w:t>
      </w:r>
    </w:p>
    <w:p w:rsidR="00F91101" w:rsidRPr="002C6427" w:rsidRDefault="00F91101" w:rsidP="00F91101">
      <w:pPr>
        <w:pStyle w:val="Textbezodsazen"/>
        <w:spacing w:after="0"/>
        <w:rPr>
          <w:rFonts w:ascii="Verdana" w:hAnsi="Verdana" w:cs="Calibri"/>
          <w:b/>
          <w:color w:val="000000"/>
        </w:rPr>
      </w:pPr>
      <w:r w:rsidRPr="002C6427">
        <w:rPr>
          <w:rStyle w:val="Zdraznnjemn"/>
          <w:b/>
          <w:color w:val="auto"/>
        </w:rPr>
        <w:t>Kontaktní</w:t>
      </w:r>
      <w:r w:rsidRPr="002C6427">
        <w:rPr>
          <w:rFonts w:ascii="Verdana" w:hAnsi="Verdana" w:cs="Calibri"/>
          <w:b/>
          <w:color w:val="000000"/>
        </w:rPr>
        <w:t xml:space="preserve"> zaměstnanci:</w:t>
      </w:r>
    </w:p>
    <w:p w:rsidR="00F91101" w:rsidRPr="002C6427"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2C6427">
        <w:rPr>
          <w:rFonts w:ascii="Verdana" w:hAnsi="Verdana" w:cs="Calibri"/>
          <w:color w:val="000000"/>
        </w:rPr>
        <w:t>ve věcech smluvních (mimo podpisu této smlouvy a jejích případných dodatků):</w:t>
      </w:r>
    </w:p>
    <w:p w:rsidR="00F91101" w:rsidRPr="002C6427" w:rsidRDefault="002C6427" w:rsidP="00F91101">
      <w:pPr>
        <w:spacing w:after="120"/>
        <w:ind w:left="567"/>
        <w:jc w:val="both"/>
        <w:rPr>
          <w:rFonts w:ascii="Verdana" w:hAnsi="Verdana" w:cs="Calibri"/>
        </w:rPr>
      </w:pPr>
      <w:r w:rsidRPr="002C6427">
        <w:t>Mgr. Radka Szabó</w:t>
      </w:r>
      <w:r w:rsidR="00F91101" w:rsidRPr="002C6427">
        <w:rPr>
          <w:rFonts w:ascii="Verdana" w:hAnsi="Verdana" w:cs="Calibri"/>
        </w:rPr>
        <w:t xml:space="preserve">, tel.: </w:t>
      </w:r>
      <w:r w:rsidRPr="002C6427">
        <w:t>+420 724 932 396</w:t>
      </w:r>
      <w:r w:rsidR="00F91101" w:rsidRPr="002C6427">
        <w:rPr>
          <w:rFonts w:ascii="Verdana" w:hAnsi="Verdana" w:cs="Calibri"/>
        </w:rPr>
        <w:t>,</w:t>
      </w:r>
    </w:p>
    <w:p w:rsidR="00F91101" w:rsidRPr="002C6427"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2C6427">
        <w:rPr>
          <w:rFonts w:ascii="Verdana" w:hAnsi="Verdana" w:cs="Calibri"/>
          <w:color w:val="000000"/>
        </w:rPr>
        <w:t>ve věcech technických:</w:t>
      </w:r>
    </w:p>
    <w:p w:rsidR="00F91101" w:rsidRPr="005C7EED" w:rsidRDefault="002C6427" w:rsidP="00F91101">
      <w:pPr>
        <w:spacing w:after="120"/>
        <w:ind w:left="567"/>
        <w:jc w:val="both"/>
        <w:rPr>
          <w:rFonts w:ascii="Verdana" w:hAnsi="Verdana" w:cs="Calibri"/>
        </w:rPr>
      </w:pPr>
      <w:r w:rsidRPr="002C6427">
        <w:t>Bc. Pavel Divín, MBA</w:t>
      </w:r>
      <w:r w:rsidR="00F91101" w:rsidRPr="002C6427">
        <w:rPr>
          <w:rFonts w:ascii="Verdana" w:hAnsi="Verdana" w:cs="Calibri"/>
        </w:rPr>
        <w:t>,</w:t>
      </w:r>
      <w:r w:rsidRPr="002C6427">
        <w:rPr>
          <w:rFonts w:ascii="Verdana" w:hAnsi="Verdana" w:cs="Calibri"/>
        </w:rPr>
        <w:t xml:space="preserve"> </w:t>
      </w:r>
      <w:r w:rsidR="00F91101" w:rsidRPr="002C6427">
        <w:rPr>
          <w:rFonts w:ascii="Verdana" w:hAnsi="Verdana" w:cs="Calibri"/>
        </w:rPr>
        <w:t xml:space="preserve">tel.: </w:t>
      </w:r>
      <w:r w:rsidRPr="002C6427">
        <w:t>+420 724 932 367</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2C6427" w:rsidP="00F91101">
      <w:pPr>
        <w:pStyle w:val="Textbezodsazen"/>
        <w:ind w:left="567"/>
      </w:pPr>
      <w:r w:rsidRPr="002C6427">
        <w:t xml:space="preserve">Ing. Karel </w:t>
      </w:r>
      <w:r>
        <w:t>Veškrňa ,tel.: +420 724 932 291</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2C6427" w:rsidP="00B42F40">
      <w:pPr>
        <w:pStyle w:val="Textbezodsazen"/>
      </w:pPr>
      <w:r w:rsidRPr="002C6427">
        <w:t>ISPROFOND/SUBISPROFIN: 5723520027/ 5723520027</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Pr="00E210A5"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w:t>
      </w:r>
      <w:r w:rsidR="00F91101" w:rsidRPr="00E210A5">
        <w:t xml:space="preserve">provádění zkoušek z odborné způsobilosti, určuje koordinátora bezpečnosti a ochrany zdraví při práci na staveništi (dále též „koordinátor BOZP“) </w:t>
      </w:r>
      <w:r w:rsidR="00DC1143" w:rsidRPr="00E210A5">
        <w:t xml:space="preserve">ve fázi </w:t>
      </w:r>
      <w:r w:rsidR="00F91101" w:rsidRPr="00E210A5">
        <w:t>realizac</w:t>
      </w:r>
      <w:r w:rsidR="00DC1143" w:rsidRPr="00E210A5">
        <w:t>e</w:t>
      </w:r>
      <w:r w:rsidR="00F91101" w:rsidRPr="00E210A5">
        <w:t xml:space="preserve"> stavby „</w:t>
      </w:r>
      <w:r w:rsidR="00E210A5" w:rsidRPr="00E210A5">
        <w:rPr>
          <w:rFonts w:ascii="Verdana" w:hAnsi="Verdana" w:cs="Calibri"/>
          <w:b/>
        </w:rPr>
        <w:t xml:space="preserve">Rekonstrukce </w:t>
      </w:r>
      <w:proofErr w:type="spellStart"/>
      <w:r w:rsidR="00E210A5" w:rsidRPr="00E210A5">
        <w:rPr>
          <w:rFonts w:ascii="Verdana" w:hAnsi="Verdana" w:cs="Calibri"/>
          <w:b/>
        </w:rPr>
        <w:t>žst</w:t>
      </w:r>
      <w:proofErr w:type="spellEnd"/>
      <w:r w:rsidR="00E210A5" w:rsidRPr="00E210A5">
        <w:rPr>
          <w:rFonts w:ascii="Verdana" w:hAnsi="Verdana" w:cs="Calibri"/>
          <w:b/>
        </w:rPr>
        <w:t>. Rožnov pod Radhoštěm</w:t>
      </w:r>
      <w:r w:rsidR="00F91101" w:rsidRPr="00E210A5">
        <w:t xml:space="preserve">“ (dále jen „stavba“). Koordinátor BOZP se zavazuje, že pro </w:t>
      </w:r>
      <w:r w:rsidRPr="00E210A5">
        <w:t>Objednatel</w:t>
      </w:r>
      <w:r w:rsidR="00F91101" w:rsidRPr="00E210A5">
        <w:t>e bude za úplatu vykonávat vlastním jménem a na svou odpovědnost níže uvedené činnosti a</w:t>
      </w:r>
      <w:r w:rsidRPr="00E210A5">
        <w:t> Objednatel</w:t>
      </w:r>
      <w:r w:rsidR="00F91101" w:rsidRPr="00E210A5">
        <w:t xml:space="preserve"> se zavazuje zaplatit koordinátorovi BOZP za to dohodnutou cenu</w:t>
      </w:r>
      <w:r w:rsidR="003F0D9A" w:rsidRPr="00E210A5">
        <w:t xml:space="preserve"> (dále jen „Dílo“)</w:t>
      </w:r>
      <w:r w:rsidR="00F91101" w:rsidRPr="00E210A5">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technologických postupů a plánování bezpečného provádění prací, které se </w:t>
      </w:r>
      <w:r w:rsidRPr="005C7EED">
        <w:rPr>
          <w:rFonts w:ascii="Verdana" w:hAnsi="Verdana" w:cs="Calibri"/>
          <w:color w:val="000000"/>
        </w:rPr>
        <w:lastRenderedPageBreak/>
        <w:t>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 xml:space="preserve">e a třetích osob určených dohodou smluvních stran nebo třetích osob v nezbytném rozsahu za účelem plnění </w:t>
      </w:r>
      <w:r w:rsidRPr="005C7EED">
        <w:lastRenderedPageBreak/>
        <w:t>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lastRenderedPageBreak/>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w:t>
      </w:r>
      <w:r w:rsidRPr="00AE3F68">
        <w:t xml:space="preserve">činnosti: do </w:t>
      </w:r>
      <w:r w:rsidR="00E210A5" w:rsidRPr="00AE3F68">
        <w:rPr>
          <w:rFonts w:cs="Arial"/>
        </w:rPr>
        <w:t xml:space="preserve">10 </w:t>
      </w:r>
      <w:r w:rsidRPr="00AE3F68">
        <w:t>měsíců ode dne zahájení stavebních prací na předmětné stavbě, kdy je předpokládáno ukončení stavebních</w:t>
      </w:r>
      <w:bookmarkStart w:id="0" w:name="_GoBack"/>
      <w:bookmarkEnd w:id="0"/>
      <w:r w:rsidRPr="005C7EED">
        <w:t xml:space="preserve">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lastRenderedPageBreak/>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lastRenderedPageBreak/>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lastRenderedPageBreak/>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 xml:space="preserve">Podléhá-li tato smlouva uveřejnění v registru smluv podle zákona č. 340/2015 Sb., o zvláštních podmínkách účinnosti některých smluv, uveřejňování těchto smluv </w:t>
      </w:r>
      <w:r w:rsidRPr="005C7EED">
        <w:lastRenderedPageBreak/>
        <w:t>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3F68">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E3F6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C6427"/>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3F68"/>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10A5"/>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E82FA1-2524-439E-A9BC-2A675FE38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19</TotalTime>
  <Pages>12</Pages>
  <Words>5847</Words>
  <Characters>34500</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7</cp:revision>
  <cp:lastPrinted>2019-03-12T14:16:00Z</cp:lastPrinted>
  <dcterms:created xsi:type="dcterms:W3CDTF">2021-06-01T05:51:00Z</dcterms:created>
  <dcterms:modified xsi:type="dcterms:W3CDTF">2022-06-22T13:08:00Z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