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39318D" w:rsidRDefault="0039318D" w:rsidP="0039318D">
            <w:pPr>
              <w:ind w:left="567"/>
              <w:rPr>
                <w:rStyle w:val="Potovnadresa"/>
                <w:b/>
              </w:rPr>
            </w:pPr>
            <w:r w:rsidRPr="0039318D">
              <w:rPr>
                <w:rStyle w:val="Potovnadresa"/>
                <w:b/>
              </w:rPr>
              <w:t>Prostřednictvím E-ZAK</w:t>
            </w: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DF4D3E" w:rsidP="0037111D">
            <w:r w:rsidRPr="00DF4D3E">
              <w:rPr>
                <w:rFonts w:ascii="Helvetica" w:hAnsi="Helvetica"/>
              </w:rPr>
              <w:t>9227/2022-SŽ-SSV-Ú3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DF4D3E" w:rsidP="00CC1E2B">
            <w:r>
              <w:t>3/2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39318D" w:rsidP="00FE3455">
            <w:r>
              <w:t>Ing. Kamila Přerovská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39318D" w:rsidP="009A7568">
            <w:r>
              <w:t>702 164 086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AC4D56" w:rsidP="006104F6">
            <w:hyperlink r:id="rId11" w:history="1">
              <w:r w:rsidR="0039318D" w:rsidRPr="002C24F8">
                <w:rPr>
                  <w:rStyle w:val="Hypertextovodkaz"/>
                </w:rPr>
                <w:t>Prerovska@spravazeleznic.cz</w:t>
              </w:r>
            </w:hyperlink>
            <w:r w:rsidR="0039318D">
              <w:t xml:space="preserve"> 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AC4D56">
              <w:rPr>
                <w:noProof/>
              </w:rPr>
              <w:t>22. června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39318D">
        <w:rPr>
          <w:rFonts w:eastAsia="Calibri" w:cs="Times New Roman"/>
          <w:b/>
          <w:lang w:eastAsia="cs-CZ"/>
        </w:rPr>
        <w:t>Rekonstrukce výpravní budovy v žst. Ostružná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9318D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39318D">
        <w:rPr>
          <w:rFonts w:eastAsia="Times New Roman" w:cs="Times New Roman"/>
          <w:lang w:eastAsia="cs-CZ"/>
        </w:rPr>
        <w:t>7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39318D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45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:rsidR="0039318D" w:rsidRDefault="0039318D" w:rsidP="0039318D">
      <w:pPr>
        <w:spacing w:after="160" w:line="259" w:lineRule="auto"/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39E95C77" wp14:editId="488D04BE">
            <wp:simplePos x="0" y="0"/>
            <wp:positionH relativeFrom="margin">
              <wp:align>right</wp:align>
            </wp:positionH>
            <wp:positionV relativeFrom="paragraph">
              <wp:posOffset>528955</wp:posOffset>
            </wp:positionV>
            <wp:extent cx="5760720" cy="1355725"/>
            <wp:effectExtent l="0" t="0" r="0" b="0"/>
            <wp:wrapTight wrapText="bothSides">
              <wp:wrapPolygon edited="0">
                <wp:start x="0" y="0"/>
                <wp:lineTo x="0" y="21246"/>
                <wp:lineTo x="21500" y="21246"/>
                <wp:lineTo x="2150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55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Ve výpisu výplní otvorů je okno O-3/3 uvedeno jako vikýř, 1 ks, v rozpočtu je tato položka 2x – jednou jako vikýř (3ks) a jednou jako okno (1ks). Prosím o upřesnění.</w:t>
      </w:r>
    </w:p>
    <w:p w:rsidR="0039318D" w:rsidRDefault="0039318D" w:rsidP="0039318D">
      <w:pPr>
        <w:ind w:left="360"/>
        <w:rPr>
          <w:sz w:val="12"/>
          <w:szCs w:val="12"/>
        </w:rPr>
      </w:pPr>
    </w:p>
    <w:p w:rsidR="00DF4D3E" w:rsidRPr="00EB3A19" w:rsidRDefault="00DF4D3E" w:rsidP="0039318D">
      <w:pPr>
        <w:ind w:left="360"/>
        <w:rPr>
          <w:sz w:val="12"/>
          <w:szCs w:val="12"/>
        </w:rPr>
      </w:pPr>
    </w:p>
    <w:tbl>
      <w:tblPr>
        <w:tblW w:w="8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400"/>
        <w:gridCol w:w="1531"/>
        <w:gridCol w:w="4532"/>
        <w:gridCol w:w="676"/>
        <w:gridCol w:w="1260"/>
      </w:tblGrid>
      <w:tr w:rsidR="0039318D" w:rsidRPr="000A4341" w:rsidTr="00576601">
        <w:trPr>
          <w:trHeight w:val="484"/>
        </w:trPr>
        <w:tc>
          <w:tcPr>
            <w:tcW w:w="3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9318D" w:rsidRPr="000A4341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0A4341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160</w:t>
            </w:r>
          </w:p>
        </w:tc>
        <w:tc>
          <w:tcPr>
            <w:tcW w:w="4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9318D" w:rsidRPr="000A4341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0A4341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M</w:t>
            </w:r>
          </w:p>
        </w:tc>
        <w:tc>
          <w:tcPr>
            <w:tcW w:w="154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9318D" w:rsidRPr="000A4341" w:rsidRDefault="0039318D" w:rsidP="0057660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0A4341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55350421</w:t>
            </w:r>
          </w:p>
        </w:tc>
        <w:tc>
          <w:tcPr>
            <w:tcW w:w="45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9318D" w:rsidRPr="000A4341" w:rsidRDefault="0039318D" w:rsidP="0057660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0A4341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 xml:space="preserve">vikýř univerzální pro profilované krytiny </w:t>
            </w:r>
            <w:proofErr w:type="spellStart"/>
            <w:r w:rsidRPr="000A4341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Pz</w:t>
            </w:r>
            <w:proofErr w:type="spellEnd"/>
            <w:r w:rsidRPr="000A4341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 xml:space="preserve"> s polyesterovou úpravou 60x60cm</w:t>
            </w:r>
          </w:p>
        </w:tc>
        <w:tc>
          <w:tcPr>
            <w:tcW w:w="6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9318D" w:rsidRPr="000A4341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0A4341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9318D" w:rsidRPr="000A4341" w:rsidRDefault="0039318D" w:rsidP="00576601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0A4341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3,000</w:t>
            </w:r>
          </w:p>
        </w:tc>
      </w:tr>
    </w:tbl>
    <w:p w:rsidR="0039318D" w:rsidRPr="00EB3A19" w:rsidRDefault="0039318D" w:rsidP="0039318D">
      <w:pPr>
        <w:spacing w:after="0" w:line="240" w:lineRule="auto"/>
        <w:ind w:left="357"/>
        <w:contextualSpacing/>
        <w:rPr>
          <w:sz w:val="12"/>
          <w:szCs w:val="12"/>
        </w:rPr>
      </w:pPr>
    </w:p>
    <w:tbl>
      <w:tblPr>
        <w:tblW w:w="8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400"/>
        <w:gridCol w:w="1535"/>
        <w:gridCol w:w="4528"/>
        <w:gridCol w:w="676"/>
        <w:gridCol w:w="1260"/>
      </w:tblGrid>
      <w:tr w:rsidR="0039318D" w:rsidRPr="000A4341" w:rsidTr="00576601">
        <w:trPr>
          <w:trHeight w:val="484"/>
        </w:trPr>
        <w:tc>
          <w:tcPr>
            <w:tcW w:w="3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9318D" w:rsidRPr="000A4341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0A4341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199</w:t>
            </w:r>
          </w:p>
        </w:tc>
        <w:tc>
          <w:tcPr>
            <w:tcW w:w="4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9318D" w:rsidRPr="000A4341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0A4341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M</w:t>
            </w:r>
          </w:p>
        </w:tc>
        <w:tc>
          <w:tcPr>
            <w:tcW w:w="154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9318D" w:rsidRPr="000A4341" w:rsidRDefault="0039318D" w:rsidP="0057660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0A4341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61140020R2</w:t>
            </w:r>
          </w:p>
        </w:tc>
        <w:tc>
          <w:tcPr>
            <w:tcW w:w="45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9318D" w:rsidRPr="000A4341" w:rsidRDefault="0039318D" w:rsidP="0057660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0A4341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 xml:space="preserve">D+M O-3/3 okno plastové dvoukřídlé </w:t>
            </w:r>
            <w:proofErr w:type="spellStart"/>
            <w:r w:rsidRPr="000A4341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oteváravé</w:t>
            </w:r>
            <w:proofErr w:type="spellEnd"/>
            <w:r w:rsidRPr="000A4341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 xml:space="preserve"> 600 x 600 mm vč. vnitřního parapetu viz PD</w:t>
            </w:r>
          </w:p>
        </w:tc>
        <w:tc>
          <w:tcPr>
            <w:tcW w:w="6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9318D" w:rsidRPr="000A4341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0A4341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kus</w:t>
            </w:r>
          </w:p>
        </w:tc>
        <w:tc>
          <w:tcPr>
            <w:tcW w:w="12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9318D" w:rsidRPr="000A4341" w:rsidRDefault="0039318D" w:rsidP="00576601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0A4341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1,000</w:t>
            </w:r>
          </w:p>
        </w:tc>
      </w:tr>
    </w:tbl>
    <w:p w:rsidR="0039318D" w:rsidRPr="00CB7B5A" w:rsidRDefault="0039318D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39318D" w:rsidRPr="009B33F5" w:rsidRDefault="009B33F5" w:rsidP="00CB7B5A">
      <w:pPr>
        <w:spacing w:after="0" w:line="240" w:lineRule="auto"/>
        <w:rPr>
          <w:rFonts w:eastAsia="Calibri" w:cs="Times New Roman"/>
          <w:lang w:eastAsia="cs-CZ"/>
        </w:rPr>
      </w:pPr>
      <w:r w:rsidRPr="009B33F5">
        <w:rPr>
          <w:rFonts w:eastAsia="Calibri" w:cs="Times New Roman"/>
          <w:lang w:eastAsia="cs-CZ"/>
        </w:rPr>
        <w:t>V přiloženém aktualizovaném soupisu prací p</w:t>
      </w:r>
      <w:r w:rsidR="00DA238D" w:rsidRPr="009B33F5">
        <w:rPr>
          <w:rFonts w:eastAsia="Calibri" w:cs="Times New Roman"/>
          <w:lang w:eastAsia="cs-CZ"/>
        </w:rPr>
        <w:t>oložka 199 odstraněna, položka 160 upravena</w:t>
      </w:r>
      <w:r w:rsidR="001E70AB" w:rsidRPr="009B33F5">
        <w:rPr>
          <w:rFonts w:eastAsia="Calibri" w:cs="Times New Roman"/>
          <w:lang w:eastAsia="cs-CZ"/>
        </w:rPr>
        <w:t xml:space="preserve"> na 1ks</w:t>
      </w:r>
      <w:r w:rsidRPr="009B33F5">
        <w:rPr>
          <w:rFonts w:eastAsia="Calibri" w:cs="Times New Roman"/>
          <w:lang w:eastAsia="cs-CZ"/>
        </w:rPr>
        <w:t>.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39318D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46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:rsidR="0039318D" w:rsidRDefault="0039318D" w:rsidP="0039318D">
      <w:pPr>
        <w:spacing w:after="160" w:line="259" w:lineRule="auto"/>
      </w:pPr>
      <w:r>
        <w:t>Nesouhlasí počty vnitřních dveří a zárubní a tloušťka stěny ve výpisu výplní otvorů a rozpočtu</w:t>
      </w:r>
    </w:p>
    <w:p w:rsidR="0039318D" w:rsidRDefault="0039318D" w:rsidP="0039318D">
      <w:pPr>
        <w:rPr>
          <w:u w:val="single"/>
        </w:rPr>
      </w:pPr>
      <w:r w:rsidRPr="0073287E">
        <w:rPr>
          <w:u w:val="single"/>
        </w:rPr>
        <w:t>dveře 600 (bez požární odolnosti)</w:t>
      </w: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508"/>
        <w:gridCol w:w="1275"/>
        <w:gridCol w:w="4678"/>
        <w:gridCol w:w="567"/>
        <w:gridCol w:w="1276"/>
      </w:tblGrid>
      <w:tr w:rsidR="0039318D" w:rsidRPr="0073287E" w:rsidTr="00576601">
        <w:trPr>
          <w:trHeight w:val="480"/>
        </w:trPr>
        <w:tc>
          <w:tcPr>
            <w:tcW w:w="4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9318D" w:rsidRPr="0073287E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73287E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201</w:t>
            </w:r>
          </w:p>
        </w:tc>
        <w:tc>
          <w:tcPr>
            <w:tcW w:w="50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9318D" w:rsidRPr="0073287E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73287E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M</w:t>
            </w:r>
          </w:p>
        </w:tc>
        <w:tc>
          <w:tcPr>
            <w:tcW w:w="1275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9318D" w:rsidRPr="0073287E" w:rsidRDefault="0039318D" w:rsidP="0057660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73287E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61160050</w:t>
            </w:r>
          </w:p>
        </w:tc>
        <w:tc>
          <w:tcPr>
            <w:tcW w:w="467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9318D" w:rsidRPr="0073287E" w:rsidRDefault="0039318D" w:rsidP="0057660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73287E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dveře jednokřídlé dřevěné bez povrchové úpravy plné 600x1970mm</w:t>
            </w:r>
          </w:p>
        </w:tc>
        <w:tc>
          <w:tcPr>
            <w:tcW w:w="56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9318D" w:rsidRPr="0073287E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73287E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kus</w:t>
            </w:r>
          </w:p>
        </w:tc>
        <w:tc>
          <w:tcPr>
            <w:tcW w:w="1276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9318D" w:rsidRPr="0073287E" w:rsidRDefault="0039318D" w:rsidP="00576601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73287E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3,000</w:t>
            </w:r>
          </w:p>
        </w:tc>
      </w:tr>
    </w:tbl>
    <w:p w:rsidR="0039318D" w:rsidRPr="0073287E" w:rsidRDefault="0039318D" w:rsidP="0039318D">
      <w:pPr>
        <w:spacing w:after="0" w:line="240" w:lineRule="auto"/>
        <w:rPr>
          <w:sz w:val="12"/>
          <w:szCs w:val="12"/>
          <w:u w:val="single"/>
        </w:rPr>
      </w:pP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508"/>
        <w:gridCol w:w="1275"/>
        <w:gridCol w:w="4678"/>
        <w:gridCol w:w="567"/>
        <w:gridCol w:w="1276"/>
      </w:tblGrid>
      <w:tr w:rsidR="0039318D" w:rsidRPr="0073287E" w:rsidTr="00576601">
        <w:trPr>
          <w:trHeight w:val="480"/>
        </w:trPr>
        <w:tc>
          <w:tcPr>
            <w:tcW w:w="4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9318D" w:rsidRPr="0073287E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73287E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79</w:t>
            </w:r>
          </w:p>
        </w:tc>
        <w:tc>
          <w:tcPr>
            <w:tcW w:w="50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9318D" w:rsidRPr="0073287E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73287E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M</w:t>
            </w:r>
          </w:p>
        </w:tc>
        <w:tc>
          <w:tcPr>
            <w:tcW w:w="1275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9318D" w:rsidRPr="0073287E" w:rsidRDefault="0039318D" w:rsidP="0057660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73287E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55331550</w:t>
            </w:r>
          </w:p>
        </w:tc>
        <w:tc>
          <w:tcPr>
            <w:tcW w:w="467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9318D" w:rsidRPr="0073287E" w:rsidRDefault="0039318D" w:rsidP="0057660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73287E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 xml:space="preserve">zárubeň jednokřídlá ocelová pro zdění </w:t>
            </w:r>
            <w:proofErr w:type="spellStart"/>
            <w:r w:rsidRPr="0073287E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tl</w:t>
            </w:r>
            <w:proofErr w:type="spellEnd"/>
            <w:r w:rsidRPr="0073287E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 xml:space="preserve"> stěny 260-300mm rozměru 600/1970, 2100mm</w:t>
            </w:r>
          </w:p>
        </w:tc>
        <w:tc>
          <w:tcPr>
            <w:tcW w:w="56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9318D" w:rsidRPr="0073287E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73287E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kus</w:t>
            </w:r>
          </w:p>
        </w:tc>
        <w:tc>
          <w:tcPr>
            <w:tcW w:w="1276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9318D" w:rsidRPr="0073287E" w:rsidRDefault="0039318D" w:rsidP="00576601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73287E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4,000</w:t>
            </w:r>
          </w:p>
        </w:tc>
      </w:tr>
    </w:tbl>
    <w:p w:rsidR="0039318D" w:rsidRDefault="0039318D" w:rsidP="0039318D">
      <w:r>
        <w:t>dle výpisu výplní otvorů 3 ks dveří 600/1970</w:t>
      </w:r>
    </w:p>
    <w:p w:rsidR="006A6AED" w:rsidRDefault="006A6AED" w:rsidP="0039318D"/>
    <w:p w:rsidR="0039318D" w:rsidRPr="00236CE3" w:rsidRDefault="0039318D" w:rsidP="0039318D">
      <w:pPr>
        <w:rPr>
          <w:u w:val="single"/>
        </w:rPr>
      </w:pPr>
      <w:r>
        <w:rPr>
          <w:u w:val="single"/>
        </w:rPr>
        <w:lastRenderedPageBreak/>
        <w:t>d</w:t>
      </w:r>
      <w:r w:rsidRPr="00003B59">
        <w:rPr>
          <w:u w:val="single"/>
        </w:rPr>
        <w:t>veře 800</w:t>
      </w:r>
      <w:r>
        <w:rPr>
          <w:u w:val="single"/>
        </w:rPr>
        <w:t xml:space="preserve"> (bez požární odolnosti)</w:t>
      </w:r>
    </w:p>
    <w:p w:rsidR="0039318D" w:rsidRDefault="0039318D" w:rsidP="0039318D">
      <w:pPr>
        <w:spacing w:after="0" w:line="240" w:lineRule="auto"/>
        <w:ind w:left="357"/>
        <w:contextualSpacing/>
      </w:pPr>
      <w:r>
        <w:t>dle výpisu výplní otvorů celkem: 6 ks 800/1970 a 4 ks 800/2100</w:t>
      </w:r>
    </w:p>
    <w:p w:rsidR="0039318D" w:rsidRDefault="0039318D" w:rsidP="0039318D">
      <w:pPr>
        <w:ind w:left="360"/>
      </w:pPr>
      <w:r>
        <w:t>v rozpočtu:</w:t>
      </w: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508"/>
        <w:gridCol w:w="1293"/>
        <w:gridCol w:w="4660"/>
        <w:gridCol w:w="709"/>
        <w:gridCol w:w="1134"/>
      </w:tblGrid>
      <w:tr w:rsidR="0039318D" w:rsidRPr="002405CA" w:rsidTr="00576601">
        <w:trPr>
          <w:trHeight w:val="480"/>
        </w:trPr>
        <w:tc>
          <w:tcPr>
            <w:tcW w:w="4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9318D" w:rsidRPr="002405CA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2405CA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203</w:t>
            </w:r>
          </w:p>
        </w:tc>
        <w:tc>
          <w:tcPr>
            <w:tcW w:w="50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9318D" w:rsidRPr="002405CA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2405CA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M</w:t>
            </w:r>
          </w:p>
        </w:tc>
        <w:tc>
          <w:tcPr>
            <w:tcW w:w="129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9318D" w:rsidRPr="002405CA" w:rsidRDefault="0039318D" w:rsidP="0057660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2405CA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61160052</w:t>
            </w:r>
          </w:p>
        </w:tc>
        <w:tc>
          <w:tcPr>
            <w:tcW w:w="46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9318D" w:rsidRPr="002405CA" w:rsidRDefault="0039318D" w:rsidP="0057660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2405CA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dveře jednokřídlé dřevěné bez povrchové úpravy plné 800x1970mm</w:t>
            </w:r>
          </w:p>
        </w:tc>
        <w:tc>
          <w:tcPr>
            <w:tcW w:w="70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9318D" w:rsidRPr="002405CA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2405CA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9318D" w:rsidRPr="002405CA" w:rsidRDefault="0039318D" w:rsidP="00576601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2405CA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10,000</w:t>
            </w:r>
          </w:p>
        </w:tc>
      </w:tr>
    </w:tbl>
    <w:p w:rsidR="0039318D" w:rsidRPr="00F00336" w:rsidRDefault="0039318D" w:rsidP="0039318D">
      <w:pPr>
        <w:spacing w:after="0" w:line="240" w:lineRule="auto"/>
        <w:ind w:left="357"/>
        <w:contextualSpacing/>
        <w:rPr>
          <w:sz w:val="12"/>
          <w:szCs w:val="12"/>
        </w:rPr>
      </w:pP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508"/>
        <w:gridCol w:w="1275"/>
        <w:gridCol w:w="4678"/>
        <w:gridCol w:w="709"/>
        <w:gridCol w:w="1134"/>
      </w:tblGrid>
      <w:tr w:rsidR="0039318D" w:rsidRPr="00F00336" w:rsidTr="00576601">
        <w:trPr>
          <w:trHeight w:val="480"/>
        </w:trPr>
        <w:tc>
          <w:tcPr>
            <w:tcW w:w="4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9318D" w:rsidRPr="00F00336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F00336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81</w:t>
            </w:r>
          </w:p>
        </w:tc>
        <w:tc>
          <w:tcPr>
            <w:tcW w:w="50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9318D" w:rsidRPr="00F00336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F00336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M</w:t>
            </w:r>
          </w:p>
        </w:tc>
        <w:tc>
          <w:tcPr>
            <w:tcW w:w="1275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9318D" w:rsidRPr="00F00336" w:rsidRDefault="0039318D" w:rsidP="0057660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F00336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55331552</w:t>
            </w:r>
          </w:p>
        </w:tc>
        <w:tc>
          <w:tcPr>
            <w:tcW w:w="467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9318D" w:rsidRPr="00F00336" w:rsidRDefault="0039318D" w:rsidP="0057660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F00336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 xml:space="preserve">zárubeň jednokřídlá ocelová pro zdění </w:t>
            </w:r>
            <w:proofErr w:type="spellStart"/>
            <w:r w:rsidRPr="00F00336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tl</w:t>
            </w:r>
            <w:proofErr w:type="spellEnd"/>
            <w:r w:rsidRPr="00F00336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 xml:space="preserve"> stěny 260-300mm rozměru 800/1970, 2100mm</w:t>
            </w:r>
          </w:p>
        </w:tc>
        <w:tc>
          <w:tcPr>
            <w:tcW w:w="70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9318D" w:rsidRPr="00F00336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F00336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9318D" w:rsidRPr="00F00336" w:rsidRDefault="0039318D" w:rsidP="00576601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F00336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7,000</w:t>
            </w:r>
          </w:p>
        </w:tc>
      </w:tr>
    </w:tbl>
    <w:p w:rsidR="0039318D" w:rsidRDefault="0039318D" w:rsidP="0039318D">
      <w:pPr>
        <w:ind w:left="360"/>
      </w:pPr>
    </w:p>
    <w:p w:rsidR="0039318D" w:rsidRDefault="0039318D" w:rsidP="0039318D">
      <w:r>
        <w:rPr>
          <w:u w:val="single"/>
        </w:rPr>
        <w:t>d</w:t>
      </w:r>
      <w:r w:rsidRPr="00003B59">
        <w:rPr>
          <w:u w:val="single"/>
        </w:rPr>
        <w:t xml:space="preserve">veře </w:t>
      </w:r>
      <w:r>
        <w:rPr>
          <w:u w:val="single"/>
        </w:rPr>
        <w:t>9</w:t>
      </w:r>
      <w:r w:rsidRPr="00003B59">
        <w:rPr>
          <w:u w:val="single"/>
        </w:rPr>
        <w:t>00</w:t>
      </w:r>
      <w:r>
        <w:rPr>
          <w:u w:val="single"/>
        </w:rPr>
        <w:t xml:space="preserve"> (protipožární)</w:t>
      </w:r>
    </w:p>
    <w:p w:rsidR="0039318D" w:rsidRDefault="0039318D" w:rsidP="0039318D">
      <w:pPr>
        <w:ind w:left="360"/>
      </w:pPr>
      <w:r>
        <w:t xml:space="preserve">dle výpisu výplní otvorů </w:t>
      </w:r>
      <w:r w:rsidRPr="00246517">
        <w:t xml:space="preserve">3 </w:t>
      </w:r>
      <w:r>
        <w:t>ks, dle rozpočtu 4 ks</w:t>
      </w: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431"/>
        <w:gridCol w:w="290"/>
        <w:gridCol w:w="1062"/>
        <w:gridCol w:w="4678"/>
        <w:gridCol w:w="709"/>
        <w:gridCol w:w="1134"/>
      </w:tblGrid>
      <w:tr w:rsidR="0039318D" w:rsidRPr="00860F0B" w:rsidTr="00576601">
        <w:trPr>
          <w:trHeight w:val="480"/>
        </w:trPr>
        <w:tc>
          <w:tcPr>
            <w:tcW w:w="4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9318D" w:rsidRPr="00860F0B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860F0B">
              <w:rPr>
                <w:rFonts w:ascii="Arial CE" w:eastAsia="Times New Roman" w:hAnsi="Arial CE" w:cs="Arial CE"/>
                <w:lang w:eastAsia="cs-CZ"/>
              </w:rPr>
              <w:t>211</w:t>
            </w:r>
          </w:p>
        </w:tc>
        <w:tc>
          <w:tcPr>
            <w:tcW w:w="431" w:type="dxa"/>
            <w:tcBorders>
              <w:top w:val="single" w:sz="4" w:space="0" w:color="969696"/>
              <w:left w:val="nil"/>
              <w:bottom w:val="single" w:sz="4" w:space="0" w:color="969696"/>
              <w:right w:val="nil"/>
            </w:tcBorders>
          </w:tcPr>
          <w:p w:rsidR="0039318D" w:rsidRPr="00860F0B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29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9318D" w:rsidRPr="00860F0B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860F0B">
              <w:rPr>
                <w:rFonts w:ascii="Arial CE" w:eastAsia="Times New Roman" w:hAnsi="Arial CE" w:cs="Arial CE"/>
                <w:lang w:eastAsia="cs-CZ"/>
              </w:rPr>
              <w:t>K</w:t>
            </w:r>
          </w:p>
        </w:tc>
        <w:tc>
          <w:tcPr>
            <w:tcW w:w="106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9318D" w:rsidRPr="00860F0B" w:rsidRDefault="0039318D" w:rsidP="00576601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860F0B">
              <w:rPr>
                <w:rFonts w:ascii="Arial CE" w:eastAsia="Times New Roman" w:hAnsi="Arial CE" w:cs="Arial CE"/>
                <w:lang w:eastAsia="cs-CZ"/>
              </w:rPr>
              <w:t>766660022</w:t>
            </w:r>
          </w:p>
        </w:tc>
        <w:tc>
          <w:tcPr>
            <w:tcW w:w="467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9318D" w:rsidRPr="00860F0B" w:rsidRDefault="0039318D" w:rsidP="00576601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860F0B">
              <w:rPr>
                <w:rFonts w:ascii="Arial CE" w:eastAsia="Times New Roman" w:hAnsi="Arial CE" w:cs="Arial CE"/>
                <w:lang w:eastAsia="cs-CZ"/>
              </w:rPr>
              <w:t xml:space="preserve">Montáž dveřních křídel dřevěných nebo plastových </w:t>
            </w:r>
            <w:proofErr w:type="spellStart"/>
            <w:r w:rsidRPr="00860F0B">
              <w:rPr>
                <w:rFonts w:ascii="Arial CE" w:eastAsia="Times New Roman" w:hAnsi="Arial CE" w:cs="Arial CE"/>
                <w:lang w:eastAsia="cs-CZ"/>
              </w:rPr>
              <w:t>otevíravých</w:t>
            </w:r>
            <w:proofErr w:type="spellEnd"/>
            <w:r w:rsidRPr="00860F0B">
              <w:rPr>
                <w:rFonts w:ascii="Arial CE" w:eastAsia="Times New Roman" w:hAnsi="Arial CE" w:cs="Arial CE"/>
                <w:lang w:eastAsia="cs-CZ"/>
              </w:rPr>
              <w:t xml:space="preserve"> do ocelové zárubně protipožárních jednokřídlových, šířky přes 800 mm</w:t>
            </w:r>
          </w:p>
        </w:tc>
        <w:tc>
          <w:tcPr>
            <w:tcW w:w="70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9318D" w:rsidRPr="00860F0B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860F0B">
              <w:rPr>
                <w:rFonts w:ascii="Arial CE" w:eastAsia="Times New Roman" w:hAnsi="Arial CE" w:cs="Arial CE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9318D" w:rsidRPr="00860F0B" w:rsidRDefault="0039318D" w:rsidP="00576601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860F0B">
              <w:rPr>
                <w:rFonts w:ascii="Arial CE" w:eastAsia="Times New Roman" w:hAnsi="Arial CE" w:cs="Arial CE"/>
                <w:lang w:eastAsia="cs-CZ"/>
              </w:rPr>
              <w:t>4,000</w:t>
            </w:r>
          </w:p>
        </w:tc>
      </w:tr>
      <w:tr w:rsidR="0039318D" w:rsidRPr="00860F0B" w:rsidTr="00576601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318D" w:rsidRPr="00860F0B" w:rsidRDefault="0039318D" w:rsidP="00576601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</w:tcPr>
          <w:p w:rsidR="0039318D" w:rsidRPr="00860F0B" w:rsidRDefault="0039318D" w:rsidP="00576601">
            <w:pPr>
              <w:spacing w:after="0" w:line="240" w:lineRule="auto"/>
              <w:rPr>
                <w:rFonts w:ascii="Arial CE" w:eastAsia="Times New Roman" w:hAnsi="Arial CE" w:cs="Arial CE"/>
                <w:color w:val="979797"/>
                <w:sz w:val="14"/>
                <w:szCs w:val="14"/>
                <w:lang w:eastAsia="cs-CZ"/>
              </w:rPr>
            </w:pP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318D" w:rsidRPr="00860F0B" w:rsidRDefault="0039318D" w:rsidP="00576601">
            <w:pPr>
              <w:spacing w:after="0" w:line="240" w:lineRule="auto"/>
              <w:rPr>
                <w:rFonts w:ascii="Arial CE" w:eastAsia="Times New Roman" w:hAnsi="Arial CE" w:cs="Arial CE"/>
                <w:color w:val="979797"/>
                <w:sz w:val="14"/>
                <w:szCs w:val="14"/>
                <w:lang w:eastAsia="cs-CZ"/>
              </w:rPr>
            </w:pPr>
            <w:r w:rsidRPr="00860F0B">
              <w:rPr>
                <w:rFonts w:ascii="Arial CE" w:eastAsia="Times New Roman" w:hAnsi="Arial CE" w:cs="Arial CE"/>
                <w:color w:val="979797"/>
                <w:sz w:val="14"/>
                <w:szCs w:val="14"/>
                <w:lang w:eastAsia="cs-CZ"/>
              </w:rPr>
              <w:t>Online PSC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8D" w:rsidRPr="00860F0B" w:rsidRDefault="00AC4D56" w:rsidP="0057660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979797"/>
                <w:sz w:val="14"/>
                <w:szCs w:val="14"/>
                <w:u w:val="single"/>
                <w:lang w:eastAsia="cs-CZ"/>
              </w:rPr>
            </w:pPr>
            <w:hyperlink r:id="rId13" w:history="1">
              <w:r w:rsidR="0039318D" w:rsidRPr="00860F0B">
                <w:rPr>
                  <w:rFonts w:ascii="Calibri" w:eastAsia="Times New Roman" w:hAnsi="Calibri" w:cs="Calibri"/>
                  <w:i/>
                  <w:iCs/>
                  <w:color w:val="979797"/>
                  <w:sz w:val="14"/>
                  <w:szCs w:val="14"/>
                  <w:u w:val="single"/>
                  <w:lang w:eastAsia="cs-CZ"/>
                </w:rPr>
                <w:t>https://podminky.urs.cz/item/CS_URS_2022_01/766660022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318D" w:rsidRPr="00860F0B" w:rsidRDefault="0039318D" w:rsidP="0057660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979797"/>
                <w:sz w:val="14"/>
                <w:szCs w:val="14"/>
                <w:u w:val="single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318D" w:rsidRPr="00860F0B" w:rsidRDefault="0039318D" w:rsidP="00576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9318D" w:rsidRPr="00860F0B" w:rsidTr="00576601">
        <w:trPr>
          <w:trHeight w:val="480"/>
        </w:trPr>
        <w:tc>
          <w:tcPr>
            <w:tcW w:w="4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9318D" w:rsidRPr="00860F0B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860F0B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212</w:t>
            </w:r>
          </w:p>
        </w:tc>
        <w:tc>
          <w:tcPr>
            <w:tcW w:w="431" w:type="dxa"/>
            <w:tcBorders>
              <w:top w:val="single" w:sz="4" w:space="0" w:color="969696"/>
              <w:left w:val="nil"/>
              <w:bottom w:val="single" w:sz="4" w:space="0" w:color="969696"/>
              <w:right w:val="nil"/>
            </w:tcBorders>
          </w:tcPr>
          <w:p w:rsidR="0039318D" w:rsidRPr="00860F0B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</w:p>
        </w:tc>
        <w:tc>
          <w:tcPr>
            <w:tcW w:w="29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9318D" w:rsidRPr="00860F0B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860F0B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M</w:t>
            </w:r>
          </w:p>
        </w:tc>
        <w:tc>
          <w:tcPr>
            <w:tcW w:w="106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9318D" w:rsidRPr="00860F0B" w:rsidRDefault="0039318D" w:rsidP="0057660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860F0B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61165340</w:t>
            </w:r>
          </w:p>
        </w:tc>
        <w:tc>
          <w:tcPr>
            <w:tcW w:w="467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9318D" w:rsidRPr="00860F0B" w:rsidRDefault="0039318D" w:rsidP="0057660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860F0B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dveře jednokřídlé dřevotřískové protipožární EI (EW) 30 D3 povrch lakovaný plné 900x1970-2100mm</w:t>
            </w:r>
          </w:p>
        </w:tc>
        <w:tc>
          <w:tcPr>
            <w:tcW w:w="70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9318D" w:rsidRPr="00860F0B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860F0B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9318D" w:rsidRPr="00860F0B" w:rsidRDefault="0039318D" w:rsidP="00576601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860F0B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4,000</w:t>
            </w:r>
          </w:p>
        </w:tc>
      </w:tr>
      <w:tr w:rsidR="0039318D" w:rsidRPr="00EF0FAE" w:rsidTr="00576601">
        <w:trPr>
          <w:trHeight w:val="480"/>
        </w:trPr>
        <w:tc>
          <w:tcPr>
            <w:tcW w:w="4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9318D" w:rsidRPr="00EF0FAE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EF0FAE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86</w:t>
            </w:r>
          </w:p>
        </w:tc>
        <w:tc>
          <w:tcPr>
            <w:tcW w:w="431" w:type="dxa"/>
            <w:tcBorders>
              <w:top w:val="single" w:sz="4" w:space="0" w:color="969696"/>
              <w:left w:val="nil"/>
              <w:bottom w:val="single" w:sz="4" w:space="0" w:color="969696"/>
              <w:right w:val="nil"/>
            </w:tcBorders>
          </w:tcPr>
          <w:p w:rsidR="0039318D" w:rsidRPr="00EF0FAE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</w:p>
        </w:tc>
        <w:tc>
          <w:tcPr>
            <w:tcW w:w="29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9318D" w:rsidRPr="00EF0FAE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EF0FAE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M</w:t>
            </w:r>
          </w:p>
        </w:tc>
        <w:tc>
          <w:tcPr>
            <w:tcW w:w="106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9318D" w:rsidRPr="00EF0FAE" w:rsidRDefault="0039318D" w:rsidP="0057660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EF0FAE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55331578</w:t>
            </w:r>
          </w:p>
        </w:tc>
        <w:tc>
          <w:tcPr>
            <w:tcW w:w="467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9318D" w:rsidRPr="00EF0FAE" w:rsidRDefault="0039318D" w:rsidP="0057660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EF0FAE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 xml:space="preserve">zárubeň jednokřídlá ocelová pro zdění s protipožární úpravou </w:t>
            </w:r>
            <w:proofErr w:type="spellStart"/>
            <w:r w:rsidRPr="00EF0FAE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tl</w:t>
            </w:r>
            <w:proofErr w:type="spellEnd"/>
            <w:r w:rsidRPr="00EF0FAE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 xml:space="preserve"> stěny 260-300mm rozměru 900/1970, 2100mm</w:t>
            </w:r>
          </w:p>
        </w:tc>
        <w:tc>
          <w:tcPr>
            <w:tcW w:w="70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9318D" w:rsidRPr="00EF0FAE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EF0FAE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9318D" w:rsidRPr="00EF0FAE" w:rsidRDefault="0039318D" w:rsidP="00576601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EF0FAE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4,000</w:t>
            </w:r>
          </w:p>
        </w:tc>
      </w:tr>
    </w:tbl>
    <w:p w:rsidR="0039318D" w:rsidRDefault="0039318D" w:rsidP="0039318D">
      <w:pPr>
        <w:rPr>
          <w:u w:val="single"/>
        </w:rPr>
      </w:pPr>
    </w:p>
    <w:p w:rsidR="0039318D" w:rsidRDefault="0039318D" w:rsidP="0039318D">
      <w:pPr>
        <w:rPr>
          <w:u w:val="single"/>
        </w:rPr>
      </w:pPr>
      <w:r>
        <w:rPr>
          <w:u w:val="single"/>
        </w:rPr>
        <w:t>d</w:t>
      </w:r>
      <w:r w:rsidRPr="00003B59">
        <w:rPr>
          <w:u w:val="single"/>
        </w:rPr>
        <w:t xml:space="preserve">veře </w:t>
      </w:r>
      <w:r>
        <w:rPr>
          <w:u w:val="single"/>
        </w:rPr>
        <w:t>9</w:t>
      </w:r>
      <w:r w:rsidRPr="00003B59">
        <w:rPr>
          <w:u w:val="single"/>
        </w:rPr>
        <w:t>00</w:t>
      </w:r>
      <w:r>
        <w:rPr>
          <w:u w:val="single"/>
        </w:rPr>
        <w:t xml:space="preserve"> (bez požární odolnosti)</w:t>
      </w:r>
    </w:p>
    <w:p w:rsidR="0039318D" w:rsidRDefault="0039318D" w:rsidP="0039318D">
      <w:pPr>
        <w:ind w:left="360"/>
        <w:rPr>
          <w:u w:val="single"/>
        </w:rPr>
      </w:pPr>
      <w:r>
        <w:t>dle výpisu výplní otvorů celkem: 3 ks 900/1970 a 4 ks 900/2100</w:t>
      </w:r>
    </w:p>
    <w:p w:rsidR="0039318D" w:rsidRDefault="0039318D" w:rsidP="0039318D">
      <w:pPr>
        <w:ind w:left="360"/>
      </w:pPr>
      <w:r>
        <w:t>v rozpočtu:</w:t>
      </w: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649"/>
        <w:gridCol w:w="1134"/>
        <w:gridCol w:w="4678"/>
        <w:gridCol w:w="709"/>
        <w:gridCol w:w="1134"/>
      </w:tblGrid>
      <w:tr w:rsidR="0039318D" w:rsidRPr="00182389" w:rsidTr="00576601">
        <w:trPr>
          <w:trHeight w:val="480"/>
        </w:trPr>
        <w:tc>
          <w:tcPr>
            <w:tcW w:w="4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9318D" w:rsidRPr="00182389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182389">
              <w:rPr>
                <w:rFonts w:ascii="Arial CE" w:eastAsia="Times New Roman" w:hAnsi="Arial CE" w:cs="Arial CE"/>
                <w:lang w:eastAsia="cs-CZ"/>
              </w:rPr>
              <w:t>204</w:t>
            </w:r>
          </w:p>
        </w:tc>
        <w:tc>
          <w:tcPr>
            <w:tcW w:w="64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9318D" w:rsidRPr="00182389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182389">
              <w:rPr>
                <w:rFonts w:ascii="Arial CE" w:eastAsia="Times New Roman" w:hAnsi="Arial CE" w:cs="Arial CE"/>
                <w:lang w:eastAsia="cs-CZ"/>
              </w:rPr>
              <w:t>K</w:t>
            </w:r>
          </w:p>
        </w:tc>
        <w:tc>
          <w:tcPr>
            <w:tcW w:w="113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9318D" w:rsidRPr="00182389" w:rsidRDefault="0039318D" w:rsidP="00576601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182389">
              <w:rPr>
                <w:rFonts w:ascii="Arial CE" w:eastAsia="Times New Roman" w:hAnsi="Arial CE" w:cs="Arial CE"/>
                <w:lang w:eastAsia="cs-CZ"/>
              </w:rPr>
              <w:t>766660002</w:t>
            </w:r>
          </w:p>
        </w:tc>
        <w:tc>
          <w:tcPr>
            <w:tcW w:w="467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9318D" w:rsidRPr="00182389" w:rsidRDefault="0039318D" w:rsidP="00576601">
            <w:pPr>
              <w:spacing w:after="0" w:line="240" w:lineRule="auto"/>
              <w:rPr>
                <w:rFonts w:ascii="Arial CE" w:eastAsia="Times New Roman" w:hAnsi="Arial CE" w:cs="Arial CE"/>
                <w:lang w:eastAsia="cs-CZ"/>
              </w:rPr>
            </w:pPr>
            <w:r w:rsidRPr="00182389">
              <w:rPr>
                <w:rFonts w:ascii="Arial CE" w:eastAsia="Times New Roman" w:hAnsi="Arial CE" w:cs="Arial CE"/>
                <w:lang w:eastAsia="cs-CZ"/>
              </w:rPr>
              <w:t xml:space="preserve">Montáž dveřních křídel dřevěných nebo plastových </w:t>
            </w:r>
            <w:proofErr w:type="spellStart"/>
            <w:r w:rsidRPr="00182389">
              <w:rPr>
                <w:rFonts w:ascii="Arial CE" w:eastAsia="Times New Roman" w:hAnsi="Arial CE" w:cs="Arial CE"/>
                <w:lang w:eastAsia="cs-CZ"/>
              </w:rPr>
              <w:t>otevíravých</w:t>
            </w:r>
            <w:proofErr w:type="spellEnd"/>
            <w:r w:rsidRPr="00182389">
              <w:rPr>
                <w:rFonts w:ascii="Arial CE" w:eastAsia="Times New Roman" w:hAnsi="Arial CE" w:cs="Arial CE"/>
                <w:lang w:eastAsia="cs-CZ"/>
              </w:rPr>
              <w:t xml:space="preserve"> do ocelové zárubně povrchově upravených jednokřídlových, šířky přes 800 mm</w:t>
            </w:r>
          </w:p>
        </w:tc>
        <w:tc>
          <w:tcPr>
            <w:tcW w:w="70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9318D" w:rsidRPr="00182389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lang w:eastAsia="cs-CZ"/>
              </w:rPr>
            </w:pPr>
            <w:r w:rsidRPr="00182389">
              <w:rPr>
                <w:rFonts w:ascii="Arial CE" w:eastAsia="Times New Roman" w:hAnsi="Arial CE" w:cs="Arial CE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9318D" w:rsidRPr="00182389" w:rsidRDefault="0039318D" w:rsidP="00576601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  <w:r w:rsidRPr="00182389">
              <w:rPr>
                <w:rFonts w:ascii="Arial CE" w:eastAsia="Times New Roman" w:hAnsi="Arial CE" w:cs="Arial CE"/>
                <w:lang w:eastAsia="cs-CZ"/>
              </w:rPr>
              <w:t>8,000</w:t>
            </w:r>
          </w:p>
        </w:tc>
      </w:tr>
      <w:tr w:rsidR="0039318D" w:rsidRPr="00182389" w:rsidTr="00576601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318D" w:rsidRPr="00182389" w:rsidRDefault="0039318D" w:rsidP="00576601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lang w:eastAsia="cs-CZ"/>
              </w:rPr>
            </w:pPr>
          </w:p>
        </w:tc>
        <w:tc>
          <w:tcPr>
            <w:tcW w:w="1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318D" w:rsidRPr="00182389" w:rsidRDefault="0039318D" w:rsidP="00576601">
            <w:pPr>
              <w:spacing w:after="0" w:line="240" w:lineRule="auto"/>
              <w:rPr>
                <w:rFonts w:ascii="Arial CE" w:eastAsia="Times New Roman" w:hAnsi="Arial CE" w:cs="Arial CE"/>
                <w:color w:val="979797"/>
                <w:sz w:val="14"/>
                <w:szCs w:val="14"/>
                <w:lang w:eastAsia="cs-CZ"/>
              </w:rPr>
            </w:pPr>
            <w:r w:rsidRPr="00182389">
              <w:rPr>
                <w:rFonts w:ascii="Arial CE" w:eastAsia="Times New Roman" w:hAnsi="Arial CE" w:cs="Arial CE"/>
                <w:color w:val="979797"/>
                <w:sz w:val="14"/>
                <w:szCs w:val="14"/>
                <w:lang w:eastAsia="cs-CZ"/>
              </w:rPr>
              <w:t>Online PSC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8D" w:rsidRPr="00182389" w:rsidRDefault="00AC4D56" w:rsidP="0057660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979797"/>
                <w:sz w:val="14"/>
                <w:szCs w:val="14"/>
                <w:u w:val="single"/>
                <w:lang w:eastAsia="cs-CZ"/>
              </w:rPr>
            </w:pPr>
            <w:hyperlink r:id="rId14" w:history="1">
              <w:r w:rsidR="0039318D" w:rsidRPr="00182389">
                <w:rPr>
                  <w:rFonts w:ascii="Calibri" w:eastAsia="Times New Roman" w:hAnsi="Calibri" w:cs="Calibri"/>
                  <w:i/>
                  <w:iCs/>
                  <w:color w:val="979797"/>
                  <w:sz w:val="14"/>
                  <w:szCs w:val="14"/>
                  <w:u w:val="single"/>
                  <w:lang w:eastAsia="cs-CZ"/>
                </w:rPr>
                <w:t>https://podminky.urs.cz/item/CS_URS_2022_01/766660002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318D" w:rsidRPr="00182389" w:rsidRDefault="0039318D" w:rsidP="0057660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979797"/>
                <w:sz w:val="14"/>
                <w:szCs w:val="14"/>
                <w:u w:val="single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318D" w:rsidRPr="00182389" w:rsidRDefault="0039318D" w:rsidP="00576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39318D" w:rsidRPr="00182389" w:rsidTr="00576601">
        <w:trPr>
          <w:trHeight w:val="300"/>
        </w:trPr>
        <w:tc>
          <w:tcPr>
            <w:tcW w:w="4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9318D" w:rsidRPr="00182389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182389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205</w:t>
            </w:r>
          </w:p>
        </w:tc>
        <w:tc>
          <w:tcPr>
            <w:tcW w:w="64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9318D" w:rsidRPr="00182389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182389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M</w:t>
            </w:r>
          </w:p>
        </w:tc>
        <w:tc>
          <w:tcPr>
            <w:tcW w:w="113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9318D" w:rsidRPr="00182389" w:rsidRDefault="0039318D" w:rsidP="0057660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182389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61160053</w:t>
            </w:r>
          </w:p>
        </w:tc>
        <w:tc>
          <w:tcPr>
            <w:tcW w:w="467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9318D" w:rsidRPr="00182389" w:rsidRDefault="0039318D" w:rsidP="0057660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182389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dveře jednokřídlé dřevěné bez povrchové úpravy plné 900x1970mm</w:t>
            </w:r>
          </w:p>
        </w:tc>
        <w:tc>
          <w:tcPr>
            <w:tcW w:w="70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9318D" w:rsidRPr="00182389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182389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9318D" w:rsidRPr="00182389" w:rsidRDefault="0039318D" w:rsidP="00576601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182389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8,000</w:t>
            </w:r>
          </w:p>
        </w:tc>
      </w:tr>
    </w:tbl>
    <w:p w:rsidR="0039318D" w:rsidRPr="00F00336" w:rsidRDefault="0039318D" w:rsidP="0039318D">
      <w:pPr>
        <w:spacing w:after="0" w:line="240" w:lineRule="auto"/>
        <w:contextualSpacing/>
        <w:rPr>
          <w:sz w:val="12"/>
          <w:szCs w:val="12"/>
        </w:rPr>
      </w:pP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649"/>
        <w:gridCol w:w="1134"/>
        <w:gridCol w:w="4678"/>
        <w:gridCol w:w="709"/>
        <w:gridCol w:w="1134"/>
      </w:tblGrid>
      <w:tr w:rsidR="0039318D" w:rsidRPr="00F00336" w:rsidTr="00576601">
        <w:trPr>
          <w:trHeight w:val="480"/>
        </w:trPr>
        <w:tc>
          <w:tcPr>
            <w:tcW w:w="4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9318D" w:rsidRPr="00F00336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F00336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82</w:t>
            </w:r>
          </w:p>
        </w:tc>
        <w:tc>
          <w:tcPr>
            <w:tcW w:w="64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9318D" w:rsidRPr="00F00336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F00336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M</w:t>
            </w:r>
          </w:p>
        </w:tc>
        <w:tc>
          <w:tcPr>
            <w:tcW w:w="113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9318D" w:rsidRPr="00F00336" w:rsidRDefault="0039318D" w:rsidP="0057660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F00336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55331553</w:t>
            </w:r>
          </w:p>
        </w:tc>
        <w:tc>
          <w:tcPr>
            <w:tcW w:w="467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9318D" w:rsidRPr="00F00336" w:rsidRDefault="0039318D" w:rsidP="00576601">
            <w:pPr>
              <w:spacing w:after="0" w:line="240" w:lineRule="auto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F00336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 xml:space="preserve">zárubeň jednokřídlá ocelová pro zdění </w:t>
            </w:r>
            <w:proofErr w:type="spellStart"/>
            <w:r w:rsidRPr="00F00336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tl</w:t>
            </w:r>
            <w:proofErr w:type="spellEnd"/>
            <w:r w:rsidRPr="00F00336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 xml:space="preserve"> stěny 260-300mm rozměru 900/1970, 2100mm</w:t>
            </w:r>
          </w:p>
        </w:tc>
        <w:tc>
          <w:tcPr>
            <w:tcW w:w="70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39318D" w:rsidRPr="00F00336" w:rsidRDefault="0039318D" w:rsidP="00576601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F00336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kus</w:t>
            </w:r>
          </w:p>
        </w:tc>
        <w:tc>
          <w:tcPr>
            <w:tcW w:w="1134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:rsidR="0039318D" w:rsidRPr="00F00336" w:rsidRDefault="0039318D" w:rsidP="00576601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</w:pPr>
            <w:r w:rsidRPr="00F00336">
              <w:rPr>
                <w:rFonts w:ascii="Arial CE" w:eastAsia="Times New Roman" w:hAnsi="Arial CE" w:cs="Arial CE"/>
                <w:i/>
                <w:iCs/>
                <w:color w:val="0000FF"/>
                <w:lang w:eastAsia="cs-CZ"/>
              </w:rPr>
              <w:t>6,000</w:t>
            </w:r>
          </w:p>
        </w:tc>
      </w:tr>
    </w:tbl>
    <w:p w:rsidR="0039318D" w:rsidRDefault="0039318D" w:rsidP="0039318D"/>
    <w:p w:rsidR="0039318D" w:rsidRPr="00CB7B5A" w:rsidRDefault="0039318D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  <w:r w:rsidR="001E70AB" w:rsidRPr="009B33F5">
        <w:rPr>
          <w:rFonts w:eastAsia="Calibri" w:cs="Times New Roman"/>
          <w:lang w:eastAsia="cs-CZ"/>
        </w:rPr>
        <w:t>položky v rozpočtu uvedeny do souladu s výpisem oken a dveří, ve výpisu změněna pozice T7P, výšky upravena na hodnot 1970</w:t>
      </w:r>
      <w:r w:rsidR="00973834" w:rsidRPr="009B33F5">
        <w:rPr>
          <w:rFonts w:eastAsia="Calibri" w:cs="Times New Roman"/>
          <w:lang w:eastAsia="cs-CZ"/>
        </w:rPr>
        <w:t xml:space="preserve"> mm</w:t>
      </w:r>
      <w:r w:rsidR="009B33F5">
        <w:rPr>
          <w:rFonts w:eastAsia="Calibri" w:cs="Times New Roman"/>
          <w:lang w:eastAsia="cs-CZ"/>
        </w:rPr>
        <w:t>.</w:t>
      </w: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DF4D3E" w:rsidRDefault="00DF4D3E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DF4D3E" w:rsidRDefault="00DF4D3E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7B5A" w:rsidRPr="009B33F5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B33F5">
        <w:rPr>
          <w:rFonts w:eastAsia="Times New Roman" w:cs="Times New Roman"/>
          <w:lang w:eastAsia="cs-CZ"/>
        </w:rPr>
        <w:t xml:space="preserve">Vzhledem ke skutečnosti, že bylo provedeno pouze </w:t>
      </w:r>
      <w:r w:rsidR="00AC4D56" w:rsidRPr="00AC4D56">
        <w:rPr>
          <w:rFonts w:eastAsia="Times New Roman" w:cs="Times New Roman"/>
          <w:b/>
          <w:lang w:eastAsia="cs-CZ"/>
        </w:rPr>
        <w:t>upřesnění</w:t>
      </w:r>
      <w:r w:rsidRPr="009B33F5">
        <w:rPr>
          <w:rFonts w:eastAsia="Times New Roman" w:cs="Times New Roman"/>
          <w:b/>
          <w:lang w:eastAsia="cs-CZ"/>
        </w:rPr>
        <w:t xml:space="preserve"> zadávací dokumentace</w:t>
      </w:r>
      <w:r w:rsidRPr="009B33F5">
        <w:rPr>
          <w:rFonts w:eastAsia="Times New Roman" w:cs="Times New Roman"/>
          <w:lang w:eastAsia="cs-CZ"/>
        </w:rPr>
        <w:t>, neprodlužuje zada</w:t>
      </w:r>
      <w:r w:rsidR="00483F34" w:rsidRPr="009B33F5">
        <w:rPr>
          <w:rFonts w:eastAsia="Times New Roman" w:cs="Times New Roman"/>
          <w:lang w:eastAsia="cs-CZ"/>
        </w:rPr>
        <w:t>vatel lhůtu pro podání nabídek.</w:t>
      </w:r>
    </w:p>
    <w:p w:rsidR="00CB7B5A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DF4D3E" w:rsidRPr="00DF4D3E" w:rsidRDefault="00DF4D3E" w:rsidP="00DF4D3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>Povaha shora uved</w:t>
      </w:r>
      <w:r w:rsidR="00AC4D56">
        <w:rPr>
          <w:rFonts w:eastAsia="Times New Roman" w:cs="Times New Roman"/>
          <w:lang w:eastAsia="cs-CZ"/>
        </w:rPr>
        <w:t>eného upřesnění</w:t>
      </w:r>
      <w:bookmarkStart w:id="1" w:name="_GoBack"/>
      <w:bookmarkEnd w:id="1"/>
      <w:r w:rsidRPr="00396E8C">
        <w:rPr>
          <w:rFonts w:eastAsia="Times New Roman" w:cs="Times New Roman"/>
          <w:lang w:eastAsia="cs-CZ"/>
        </w:rPr>
        <w:t xml:space="preserve"> zadávací dokumentace nevyžaduje prodloužení lhůty pro podání nabídek. 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318D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5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9B33F5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</w:p>
    <w:p w:rsidR="009B33F5" w:rsidRPr="00CB7B5A" w:rsidRDefault="009B33F5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Default="009B33F5" w:rsidP="009B33F5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9B33F5">
        <w:rPr>
          <w:rFonts w:eastAsia="Calibri" w:cs="Times New Roman"/>
          <w:lang w:eastAsia="cs-CZ"/>
        </w:rPr>
        <w:t>VVZ_D5 - Rekonstrukce výpravní budovy v žst. Ostružná [zadání]</w:t>
      </w:r>
    </w:p>
    <w:p w:rsidR="009B33F5" w:rsidRDefault="009B33F5" w:rsidP="009B33F5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lang w:eastAsia="cs-CZ"/>
        </w:rPr>
      </w:pPr>
      <w:proofErr w:type="gramStart"/>
      <w:r w:rsidRPr="009B33F5">
        <w:rPr>
          <w:rFonts w:eastAsia="Calibri" w:cs="Times New Roman"/>
          <w:lang w:eastAsia="cs-CZ"/>
        </w:rPr>
        <w:t>D.1.1</w:t>
      </w:r>
      <w:proofErr w:type="gramEnd"/>
      <w:r w:rsidRPr="009B33F5">
        <w:rPr>
          <w:rFonts w:eastAsia="Calibri" w:cs="Times New Roman"/>
          <w:lang w:eastAsia="cs-CZ"/>
        </w:rPr>
        <w:t>.b.27 VÝPIS VÝPLNÍ OTVORŮ</w:t>
      </w:r>
    </w:p>
    <w:p w:rsidR="009B33F5" w:rsidRPr="009B33F5" w:rsidRDefault="009B33F5" w:rsidP="009B33F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F4D3E" w:rsidRPr="00CB7B5A" w:rsidRDefault="00DF4D3E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9318D" w:rsidRDefault="0039318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9318D" w:rsidRPr="00CB7B5A" w:rsidRDefault="0039318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DD3" w:rsidRDefault="000D6DD3" w:rsidP="00962258">
      <w:pPr>
        <w:spacing w:after="0" w:line="240" w:lineRule="auto"/>
      </w:pPr>
      <w:r>
        <w:separator/>
      </w:r>
    </w:p>
  </w:endnote>
  <w:endnote w:type="continuationSeparator" w:id="0">
    <w:p w:rsidR="000D6DD3" w:rsidRDefault="000D6DD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4D5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C4D5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5DB7C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E71DC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4D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C4D5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D2E8B5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C3E950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DD3" w:rsidRDefault="000D6DD3" w:rsidP="00962258">
      <w:pPr>
        <w:spacing w:after="0" w:line="240" w:lineRule="auto"/>
      </w:pPr>
      <w:r>
        <w:separator/>
      </w:r>
    </w:p>
  </w:footnote>
  <w:footnote w:type="continuationSeparator" w:id="0">
    <w:p w:rsidR="000D6DD3" w:rsidRDefault="000D6DD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9A9025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7F3C"/>
    <w:multiLevelType w:val="hybridMultilevel"/>
    <w:tmpl w:val="058E9264"/>
    <w:lvl w:ilvl="0" w:tplc="954868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CD0EDB"/>
    <w:multiLevelType w:val="hybridMultilevel"/>
    <w:tmpl w:val="0FCAF3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2"/>
  </w:num>
  <w:num w:numId="3">
    <w:abstractNumId w:val="5"/>
  </w:num>
  <w:num w:numId="4">
    <w:abstractNumId w:val="7"/>
  </w:num>
  <w:num w:numId="5">
    <w:abstractNumId w:val="1"/>
  </w:num>
  <w:num w:numId="6">
    <w:abstractNumId w:val="6"/>
  </w:num>
  <w:num w:numId="7">
    <w:abstractNumId w:val="0"/>
  </w:num>
  <w:num w:numId="8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0D6DD3"/>
    <w:rsid w:val="00114472"/>
    <w:rsid w:val="00170EC5"/>
    <w:rsid w:val="001747C1"/>
    <w:rsid w:val="0018596A"/>
    <w:rsid w:val="001B69C2"/>
    <w:rsid w:val="001C4DA0"/>
    <w:rsid w:val="001E70AB"/>
    <w:rsid w:val="00207DF5"/>
    <w:rsid w:val="00267369"/>
    <w:rsid w:val="0026785D"/>
    <w:rsid w:val="002C31BF"/>
    <w:rsid w:val="002E0CD7"/>
    <w:rsid w:val="002F026B"/>
    <w:rsid w:val="00357BC6"/>
    <w:rsid w:val="0037111D"/>
    <w:rsid w:val="0039318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813CC"/>
    <w:rsid w:val="006A5570"/>
    <w:rsid w:val="006A689C"/>
    <w:rsid w:val="006A6AED"/>
    <w:rsid w:val="006B3D79"/>
    <w:rsid w:val="006E0578"/>
    <w:rsid w:val="006E314D"/>
    <w:rsid w:val="006E6235"/>
    <w:rsid w:val="006E7F06"/>
    <w:rsid w:val="0070076D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73834"/>
    <w:rsid w:val="00982411"/>
    <w:rsid w:val="00992D9C"/>
    <w:rsid w:val="00996CB8"/>
    <w:rsid w:val="009A7568"/>
    <w:rsid w:val="009B24D8"/>
    <w:rsid w:val="009B2E97"/>
    <w:rsid w:val="009B33F5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C4D56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60CFE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238D"/>
    <w:rsid w:val="00DA6FFE"/>
    <w:rsid w:val="00DC3110"/>
    <w:rsid w:val="00DD46F3"/>
    <w:rsid w:val="00DD58A6"/>
    <w:rsid w:val="00DE56F2"/>
    <w:rsid w:val="00DF116D"/>
    <w:rsid w:val="00DF4D3E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01812A3"/>
  <w14:defaultImageDpi w14:val="32767"/>
  <w15:docId w15:val="{BFE81126-60F9-419A-8EA5-FC8332BC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odminky.urs.cz/item/CS_URS_2022_01/766660022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jp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akazky.szdc.cz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odminky.urs.cz/item/CS_URS_2022_01/766660002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D05210-8366-42D0-A8CF-C24E8B163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23</TotalTime>
  <Pages>3</Pages>
  <Words>551</Words>
  <Characters>3256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7</cp:revision>
  <cp:lastPrinted>2022-06-22T10:52:00Z</cp:lastPrinted>
  <dcterms:created xsi:type="dcterms:W3CDTF">2022-06-21T13:13:00Z</dcterms:created>
  <dcterms:modified xsi:type="dcterms:W3CDTF">2022-06-22T10:56:00Z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