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497F6F" w14:textId="77777777" w:rsidR="003F0FD2" w:rsidRDefault="00F422D3" w:rsidP="00B42F40">
      <w:pPr>
        <w:pStyle w:val="Titul1"/>
      </w:pPr>
      <w:r>
        <w:t>S</w:t>
      </w:r>
      <w:r w:rsidR="003C2919">
        <w:t xml:space="preserve">mlouva o dílo na zhotovení </w:t>
      </w:r>
    </w:p>
    <w:p w14:paraId="05AA8CA9" w14:textId="77777777" w:rsidR="00F422D3" w:rsidRDefault="003F0FD2" w:rsidP="00A955FC">
      <w:pPr>
        <w:pStyle w:val="Titul2"/>
      </w:pPr>
      <w:r>
        <w:t>Záměru projektu a Dokumentace pro územní řízení</w:t>
      </w:r>
    </w:p>
    <w:p w14:paraId="7AE2DFDF" w14:textId="77777777" w:rsidR="00BD0C4A" w:rsidRPr="00402B45" w:rsidRDefault="00BD0C4A" w:rsidP="00BD0C4A">
      <w:pPr>
        <w:pStyle w:val="Titul2"/>
      </w:pPr>
      <w:r w:rsidRPr="00402B45">
        <w:t>Název zakázky</w:t>
      </w:r>
      <w:r w:rsidRPr="006F1E22">
        <w:t xml:space="preserve">: </w:t>
      </w:r>
      <w:sdt>
        <w:sdtPr>
          <w:rPr>
            <w:rStyle w:val="Nzevakce"/>
            <w:b/>
          </w:rPr>
          <w:alias w:val="Název akce - VYplnit pole - přenese se do zápatí"/>
          <w:tag w:val="Název akce"/>
          <w:id w:val="1889687308"/>
          <w:placeholder>
            <w:docPart w:val="BE9309726F9D4AB9BB25ADA0C9FBF71F"/>
          </w:placeholder>
          <w:text/>
        </w:sdtPr>
        <w:sdtEndPr>
          <w:rPr>
            <w:rStyle w:val="Standardnpsmoodstavce"/>
          </w:rPr>
        </w:sdtEndPr>
        <w:sdtContent>
          <w:r w:rsidRPr="006F1E22">
            <w:rPr>
              <w:rStyle w:val="Nzevakce"/>
              <w:b/>
            </w:rPr>
            <w:t>„</w:t>
          </w:r>
          <w:r w:rsidR="006F1E22" w:rsidRPr="006F1E22">
            <w:rPr>
              <w:rStyle w:val="Nzevakce"/>
              <w:b/>
            </w:rPr>
            <w:t>Konverze na 25kV, 50Hz v úseku Říkovice – Hranice na Moravě (mimo)</w:t>
          </w:r>
          <w:r w:rsidRPr="006F1E22">
            <w:rPr>
              <w:rStyle w:val="Nzevakce"/>
              <w:b/>
            </w:rPr>
            <w:t xml:space="preserve">“ </w:t>
          </w:r>
        </w:sdtContent>
      </w:sdt>
    </w:p>
    <w:p w14:paraId="6CB35BDB" w14:textId="58F83AAD" w:rsidR="00F422D3" w:rsidRPr="003348F5" w:rsidRDefault="00F422D3" w:rsidP="00BD0C4A">
      <w:pPr>
        <w:pStyle w:val="Nadpisbezsl1-2"/>
      </w:pPr>
      <w:r w:rsidRPr="003348F5">
        <w:t>Smluvní strany:</w:t>
      </w:r>
    </w:p>
    <w:p w14:paraId="37D7C57D"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6BC019A9" w14:textId="77777777" w:rsidR="00F422D3" w:rsidRPr="003348F5" w:rsidRDefault="00F422D3" w:rsidP="00B42F40">
      <w:pPr>
        <w:pStyle w:val="Textbezodsazen"/>
        <w:spacing w:after="0"/>
      </w:pPr>
      <w:r w:rsidRPr="003348F5">
        <w:t xml:space="preserve">se sídlem: Dlážděná 1003/7, 110 00 Praha 1 - Nové Město </w:t>
      </w:r>
    </w:p>
    <w:p w14:paraId="43A54CA6" w14:textId="77777777" w:rsidR="00F422D3" w:rsidRPr="003348F5" w:rsidRDefault="00F422D3" w:rsidP="00B42F40">
      <w:pPr>
        <w:pStyle w:val="Textbezodsazen"/>
        <w:spacing w:after="0"/>
      </w:pPr>
      <w:r w:rsidRPr="003348F5">
        <w:t>IČO: 70994234 DIČ: CZ70994234</w:t>
      </w:r>
    </w:p>
    <w:p w14:paraId="377A57A5" w14:textId="77777777" w:rsidR="00F422D3" w:rsidRPr="006F1E22" w:rsidRDefault="00F422D3" w:rsidP="00B42F40">
      <w:pPr>
        <w:pStyle w:val="Textbezodsazen"/>
        <w:spacing w:after="0"/>
      </w:pPr>
      <w:r w:rsidRPr="003348F5">
        <w:t xml:space="preserve">zapsaná v obchodním </w:t>
      </w:r>
      <w:r w:rsidRPr="006F1E22">
        <w:t>rejstříku vedeném Městským soudem v Praze,</w:t>
      </w:r>
    </w:p>
    <w:p w14:paraId="6B811886" w14:textId="77777777" w:rsidR="00F422D3" w:rsidRPr="006F1E22" w:rsidRDefault="00F422D3" w:rsidP="00B42F40">
      <w:pPr>
        <w:pStyle w:val="Textbezodsazen"/>
        <w:spacing w:after="0"/>
      </w:pPr>
      <w:r w:rsidRPr="006F1E22">
        <w:t>spisová značka A 48384</w:t>
      </w:r>
    </w:p>
    <w:p w14:paraId="5296C6BD" w14:textId="77777777" w:rsidR="00F422D3" w:rsidRPr="006F1E22" w:rsidRDefault="00F422D3" w:rsidP="00B42F40">
      <w:pPr>
        <w:pStyle w:val="Textbezodsazen"/>
        <w:spacing w:after="0"/>
      </w:pPr>
      <w:r w:rsidRPr="006F1E22">
        <w:t xml:space="preserve">zastoupena: Ing. Mojmírem Nejezchlebem, náměstkem GŘ pro modernizaci dráhy </w:t>
      </w:r>
    </w:p>
    <w:p w14:paraId="7D531673" w14:textId="77777777" w:rsidR="00F422D3" w:rsidRPr="003348F5" w:rsidRDefault="00F422D3" w:rsidP="00B42F40">
      <w:pPr>
        <w:pStyle w:val="Textbezodsazen"/>
      </w:pPr>
      <w:r w:rsidRPr="006F1E22">
        <w:t>na základě Pověření č. 2372 ze dne 26. 2. 2018</w:t>
      </w:r>
    </w:p>
    <w:p w14:paraId="77913927"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194A8548" w14:textId="77777777" w:rsidR="006F1E22" w:rsidRDefault="006F1E22" w:rsidP="006F1E22">
      <w:pPr>
        <w:pStyle w:val="Textbezodsazen"/>
        <w:spacing w:after="0"/>
      </w:pPr>
      <w:r>
        <w:t>Správa železnic, státní organizace</w:t>
      </w:r>
    </w:p>
    <w:p w14:paraId="5AE7D539" w14:textId="77777777" w:rsidR="006F1E22" w:rsidRDefault="006F1E22" w:rsidP="006F1E22">
      <w:pPr>
        <w:pStyle w:val="Textbezodsazen"/>
      </w:pPr>
      <w:r w:rsidRPr="00B42F40">
        <w:t>Stavební</w:t>
      </w:r>
      <w:r>
        <w:t xml:space="preserve"> správa východ, Nerudova 773/1, 779 00 Olomouc</w:t>
      </w:r>
    </w:p>
    <w:p w14:paraId="0AEBE325" w14:textId="5199E612" w:rsidR="00F422D3" w:rsidRDefault="00F422D3" w:rsidP="006F1E22">
      <w:pPr>
        <w:pStyle w:val="Textbezodsazen"/>
      </w:pPr>
      <w:r w:rsidRPr="003348F5">
        <w:t>(dále jen „</w:t>
      </w:r>
      <w:r w:rsidRPr="003348F5">
        <w:rPr>
          <w:b/>
        </w:rPr>
        <w:t>Objednatel</w:t>
      </w:r>
      <w:r>
        <w:t>“)</w:t>
      </w:r>
    </w:p>
    <w:p w14:paraId="1675CA73" w14:textId="77777777" w:rsidR="00F422D3" w:rsidRDefault="00F422D3" w:rsidP="00B42F40">
      <w:pPr>
        <w:pStyle w:val="Textbezodsazen"/>
        <w:spacing w:after="0"/>
      </w:pPr>
      <w:r>
        <w:t>číslo smlouvy: "[</w:t>
      </w:r>
      <w:r w:rsidRPr="00F422D3">
        <w:rPr>
          <w:highlight w:val="green"/>
        </w:rPr>
        <w:t>VLOŽÍ OBJEDNATEL</w:t>
      </w:r>
      <w:r>
        <w:t xml:space="preserve">]" </w:t>
      </w:r>
    </w:p>
    <w:p w14:paraId="3FE4669C" w14:textId="77777777" w:rsidR="00F422D3" w:rsidRDefault="00F422D3" w:rsidP="00B42F40">
      <w:pPr>
        <w:pStyle w:val="Textbezodsazen"/>
      </w:pPr>
      <w:r>
        <w:t xml:space="preserve">ISPROFOND: </w:t>
      </w:r>
      <w:r w:rsidR="006F1E22">
        <w:t>5003510029</w:t>
      </w:r>
    </w:p>
    <w:p w14:paraId="3841376E" w14:textId="77777777" w:rsidR="00B42F40" w:rsidRDefault="00B42F40" w:rsidP="00B42F40">
      <w:pPr>
        <w:pStyle w:val="Textbezodsazen"/>
      </w:pPr>
    </w:p>
    <w:p w14:paraId="38F838C0" w14:textId="77777777" w:rsidR="00F422D3" w:rsidRDefault="00F422D3" w:rsidP="00B42F40">
      <w:pPr>
        <w:pStyle w:val="Textbezodsazen"/>
      </w:pPr>
      <w:r w:rsidRPr="00B42F40">
        <w:t>a</w:t>
      </w:r>
    </w:p>
    <w:p w14:paraId="25A5E3A9" w14:textId="77777777" w:rsidR="00B42F40" w:rsidRPr="00B42F40" w:rsidRDefault="00B42F40" w:rsidP="00B42F40">
      <w:pPr>
        <w:pStyle w:val="Textbezodsazen"/>
      </w:pPr>
    </w:p>
    <w:p w14:paraId="681B8FE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46D66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402B39C"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6B169D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F358AC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4191CC7"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271D224"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3976C5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3254251" w14:textId="07EB7EEE" w:rsidR="00F422D3" w:rsidRPr="00B42F40" w:rsidRDefault="00F422D3" w:rsidP="004C685A">
      <w:pPr>
        <w:pStyle w:val="Textbezodsazen"/>
        <w:tabs>
          <w:tab w:val="right" w:pos="8730"/>
        </w:tabs>
      </w:pPr>
      <w:r w:rsidRPr="00B42F40">
        <w:t>"[</w:t>
      </w:r>
      <w:r w:rsidRPr="00B42F40">
        <w:rPr>
          <w:highlight w:val="yellow"/>
        </w:rPr>
        <w:t>VLOŽÍ ZHOTOVITEL</w:t>
      </w:r>
      <w:r w:rsidRPr="00B42F40">
        <w:t xml:space="preserve">]" </w:t>
      </w:r>
      <w:r w:rsidR="004C685A">
        <w:tab/>
      </w:r>
    </w:p>
    <w:p w14:paraId="576DF40B" w14:textId="77777777" w:rsidR="00F422D3" w:rsidRPr="00B42F40" w:rsidRDefault="00F422D3" w:rsidP="00B42F40">
      <w:pPr>
        <w:pStyle w:val="Textbezodsazen"/>
      </w:pPr>
      <w:r w:rsidRPr="00B42F40">
        <w:t>(dále jen „</w:t>
      </w:r>
      <w:r w:rsidRPr="00B42F40">
        <w:rPr>
          <w:rStyle w:val="Tun"/>
        </w:rPr>
        <w:t>Zhotovitel</w:t>
      </w:r>
      <w:r w:rsidRPr="00B42F40">
        <w:t>“)</w:t>
      </w:r>
    </w:p>
    <w:p w14:paraId="303822F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3BAB735" w14:textId="6E0B69B5" w:rsidR="00033C58" w:rsidRDefault="00F422D3" w:rsidP="004C685A">
      <w:pPr>
        <w:pStyle w:val="Textbezodsazen"/>
        <w:rPr>
          <w:rStyle w:val="Tun"/>
        </w:rPr>
      </w:pPr>
      <w:r w:rsidRPr="00B42F40">
        <w:t>uzavřely tuto smlouvu (dále jen „Smlouva“) v souladu s ust. § 2586 a násl. zákona č. 89/2012 Sb., občanský zákoník, ve znění pozdějších předpisů (dále jen „občanský zákoník“).</w:t>
      </w:r>
      <w:r w:rsidR="00033C58">
        <w:rPr>
          <w:rStyle w:val="Tun"/>
        </w:rPr>
        <w:br w:type="page"/>
      </w:r>
    </w:p>
    <w:p w14:paraId="0D135C6D"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3ACD71DA" w14:textId="77777777" w:rsidR="003F0FD2" w:rsidRPr="003348F5" w:rsidRDefault="003F0FD2" w:rsidP="003F0FD2">
      <w:pPr>
        <w:pStyle w:val="Nadpis1-1"/>
      </w:pPr>
      <w:r w:rsidRPr="003348F5">
        <w:t>ÚVODNÍ USTANOVENÍ</w:t>
      </w:r>
    </w:p>
    <w:p w14:paraId="76959122"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62EDB67E"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547EE467"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30D1B16"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8D4E266"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„Obchodní podmínky“).</w:t>
      </w:r>
    </w:p>
    <w:p w14:paraId="29FE40DE" w14:textId="77777777" w:rsidR="003F0FD2" w:rsidRDefault="003F0FD2" w:rsidP="003F0FD2">
      <w:pPr>
        <w:pStyle w:val="Nadpis1-1"/>
      </w:pPr>
      <w:r>
        <w:t>ÚČEL SMLOUVY</w:t>
      </w:r>
    </w:p>
    <w:p w14:paraId="1A0B4803" w14:textId="77777777"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rsidR="006F1E22">
        <w:t xml:space="preserve">]" </w:t>
      </w:r>
      <w:r>
        <w:t xml:space="preserve">svůj úmysl zadat v otevřeném řízení veřejnou zakázku s názvem </w:t>
      </w:r>
      <w:r w:rsidR="006F1E22" w:rsidRPr="006F1E22">
        <w:rPr>
          <w:b/>
        </w:rPr>
        <w:t>„Konverze na 25kV, 50Hz v úseku Říkovice – Hranice na Moravě (mimo)“</w:t>
      </w:r>
      <w:r>
        <w:t xml:space="preserve">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3DD659E1"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6342EED1"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19D0BF37"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78445B0C"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7165D2CB"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6A54A443" w14:textId="77777777" w:rsidR="003F0FD2" w:rsidRDefault="003F0FD2" w:rsidP="003F0FD2">
      <w:pPr>
        <w:pStyle w:val="Nadpis1-1"/>
      </w:pPr>
      <w:r>
        <w:t>PŘEDMĚT, CENA A HARMONOGRAM PLNĚNÍ SMLOUVY</w:t>
      </w:r>
    </w:p>
    <w:p w14:paraId="4C2E9B8B" w14:textId="7380D8B4" w:rsidR="003F0FD2" w:rsidRDefault="003F0FD2" w:rsidP="003F0FD2">
      <w:pPr>
        <w:pStyle w:val="Text1-1"/>
      </w:pPr>
      <w:r>
        <w:t>Zhotovitel se zavazuje v souladu s touto Smlouvou provést Dílo spočívající ve zhotovení Záměru projektu a Dokumentace pro územní řízení dle specifikace uvedené v Příloze č.</w:t>
      </w:r>
      <w:r w:rsidR="00BD0C4A">
        <w:t> </w:t>
      </w:r>
      <w:r>
        <w:t>1 této Smlouvy, a předat jej Objednateli</w:t>
      </w:r>
      <w:r w:rsidR="00EB6682">
        <w:t>.</w:t>
      </w:r>
      <w:r>
        <w:t xml:space="preserve"> </w:t>
      </w:r>
    </w:p>
    <w:p w14:paraId="33121158"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57301B62"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6B976434"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29EC046C" w14:textId="77777777"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5E725B81" w14:textId="77777777"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642D4D83"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390378C7" w14:textId="0967A30A" w:rsidR="00636163" w:rsidRPr="00187A3E" w:rsidRDefault="00636163" w:rsidP="00932561">
      <w:pPr>
        <w:pStyle w:val="Text1-1"/>
        <w:numPr>
          <w:ilvl w:val="1"/>
          <w:numId w:val="5"/>
        </w:numPr>
        <w:rPr>
          <w:rFonts w:asciiTheme="minorHAnsi" w:hAnsiTheme="minorHAnsi"/>
          <w:color w:val="000000" w:themeColor="text1"/>
        </w:rPr>
      </w:pPr>
      <w:r w:rsidRPr="00187A3E">
        <w:rPr>
          <w:rFonts w:asciiTheme="minorHAnsi" w:hAnsiTheme="minorHAnsi"/>
          <w:color w:val="000000" w:themeColor="text1"/>
        </w:rPr>
        <w:t xml:space="preserve">Smluvní strany sjednávají, že pokud nastane kterékoli ze skutečností uvedených níže v odstavci </w:t>
      </w:r>
      <w:r w:rsidRPr="00187A3E">
        <w:rPr>
          <w:rFonts w:asciiTheme="minorHAnsi" w:hAnsiTheme="minorHAnsi"/>
          <w:color w:val="000000" w:themeColor="text1"/>
        </w:rPr>
        <w:fldChar w:fldCharType="begin"/>
      </w:r>
      <w:r w:rsidRPr="00187A3E">
        <w:rPr>
          <w:rFonts w:asciiTheme="minorHAnsi" w:hAnsiTheme="minorHAnsi"/>
          <w:color w:val="000000" w:themeColor="text1"/>
        </w:rPr>
        <w:instrText xml:space="preserve"> REF _Hlk51790924 \r \h </w:instrText>
      </w:r>
      <w:r w:rsidRPr="00187A3E">
        <w:rPr>
          <w:rFonts w:asciiTheme="minorHAnsi" w:hAnsiTheme="minorHAnsi"/>
          <w:color w:val="000000" w:themeColor="text1"/>
        </w:rPr>
      </w:r>
      <w:r w:rsidRPr="00187A3E">
        <w:rPr>
          <w:rFonts w:asciiTheme="minorHAnsi" w:hAnsiTheme="minorHAnsi"/>
          <w:color w:val="000000" w:themeColor="text1"/>
        </w:rPr>
        <w:fldChar w:fldCharType="separate"/>
      </w:r>
      <w:r w:rsidR="00CD3D41">
        <w:rPr>
          <w:rFonts w:asciiTheme="minorHAnsi" w:hAnsiTheme="minorHAnsi"/>
          <w:color w:val="000000" w:themeColor="text1"/>
        </w:rPr>
        <w:t>3.6.1</w:t>
      </w:r>
      <w:r w:rsidRPr="00187A3E">
        <w:rPr>
          <w:rFonts w:asciiTheme="minorHAnsi" w:hAnsiTheme="minorHAnsi"/>
          <w:color w:val="000000" w:themeColor="text1"/>
        </w:rPr>
        <w:fldChar w:fldCharType="end"/>
      </w:r>
      <w:r w:rsidRPr="00187A3E">
        <w:rPr>
          <w:rFonts w:asciiTheme="minorHAnsi" w:hAnsiTheme="minorHAnsi"/>
          <w:color w:val="000000" w:themeColor="text1"/>
        </w:rPr>
        <w:t xml:space="preserve"> (dále jen „</w:t>
      </w:r>
      <w:r w:rsidRPr="00187A3E">
        <w:rPr>
          <w:rFonts w:asciiTheme="minorHAnsi" w:hAnsiTheme="minorHAnsi"/>
          <w:b/>
          <w:bCs/>
          <w:color w:val="000000" w:themeColor="text1"/>
        </w:rPr>
        <w:t>Rozvazovací podmínka</w:t>
      </w:r>
      <w:r w:rsidRPr="00187A3E">
        <w:rPr>
          <w:rFonts w:asciiTheme="minorHAnsi" w:hAnsiTheme="minorHAnsi"/>
          <w:color w:val="000000" w:themeColor="text1"/>
        </w:rPr>
        <w:t>“), dojde k ukončení Smlouvy a</w:t>
      </w:r>
      <w:r w:rsidR="008C4540">
        <w:rPr>
          <w:rFonts w:asciiTheme="minorHAnsi" w:hAnsiTheme="minorHAnsi"/>
          <w:color w:val="000000" w:themeColor="text1"/>
        </w:rPr>
        <w:t> </w:t>
      </w:r>
      <w:r w:rsidRPr="00187A3E">
        <w:rPr>
          <w:rFonts w:asciiTheme="minorHAnsi" w:hAnsiTheme="minorHAnsi"/>
          <w:color w:val="000000" w:themeColor="text1"/>
        </w:rPr>
        <w:t>zániku závazku ze Smlouvy, a to s účinností k okamžiku uvedeném</w:t>
      </w:r>
      <w:r w:rsidR="0019797B" w:rsidRPr="00187A3E">
        <w:rPr>
          <w:rFonts w:asciiTheme="minorHAnsi" w:hAnsiTheme="minorHAnsi"/>
          <w:color w:val="000000" w:themeColor="text1"/>
        </w:rPr>
        <w:t>u</w:t>
      </w:r>
      <w:r w:rsidRPr="00187A3E">
        <w:rPr>
          <w:rFonts w:asciiTheme="minorHAnsi" w:hAnsiTheme="minorHAnsi"/>
          <w:color w:val="000000" w:themeColor="text1"/>
        </w:rPr>
        <w:t xml:space="preserve"> v odst. </w:t>
      </w:r>
      <w:r w:rsidRPr="00187A3E">
        <w:rPr>
          <w:rFonts w:asciiTheme="minorHAnsi" w:hAnsiTheme="minorHAnsi"/>
          <w:color w:val="000000" w:themeColor="text1"/>
        </w:rPr>
        <w:fldChar w:fldCharType="begin"/>
      </w:r>
      <w:r w:rsidRPr="00187A3E">
        <w:rPr>
          <w:rFonts w:asciiTheme="minorHAnsi" w:hAnsiTheme="minorHAnsi"/>
          <w:color w:val="000000" w:themeColor="text1"/>
        </w:rPr>
        <w:instrText xml:space="preserve"> REF _Ref54115844 \r \h </w:instrText>
      </w:r>
      <w:r w:rsidRPr="00187A3E">
        <w:rPr>
          <w:rFonts w:asciiTheme="minorHAnsi" w:hAnsiTheme="minorHAnsi"/>
          <w:color w:val="000000" w:themeColor="text1"/>
        </w:rPr>
      </w:r>
      <w:r w:rsidRPr="00187A3E">
        <w:rPr>
          <w:rFonts w:asciiTheme="minorHAnsi" w:hAnsiTheme="minorHAnsi"/>
          <w:color w:val="000000" w:themeColor="text1"/>
        </w:rPr>
        <w:fldChar w:fldCharType="separate"/>
      </w:r>
      <w:r w:rsidR="00CD3D41">
        <w:rPr>
          <w:rFonts w:asciiTheme="minorHAnsi" w:hAnsiTheme="minorHAnsi"/>
          <w:color w:val="000000" w:themeColor="text1"/>
        </w:rPr>
        <w:t>3.6.2</w:t>
      </w:r>
      <w:r w:rsidRPr="00187A3E">
        <w:rPr>
          <w:rFonts w:asciiTheme="minorHAnsi" w:hAnsiTheme="minorHAnsi"/>
          <w:color w:val="000000" w:themeColor="text1"/>
        </w:rPr>
        <w:fldChar w:fldCharType="end"/>
      </w:r>
      <w:r w:rsidR="00893DB7" w:rsidRPr="00187A3E">
        <w:rPr>
          <w:rFonts w:asciiTheme="minorHAnsi" w:hAnsiTheme="minorHAnsi"/>
          <w:color w:val="000000" w:themeColor="text1"/>
        </w:rPr>
        <w:t xml:space="preserve"> </w:t>
      </w:r>
      <w:r w:rsidRPr="00187A3E">
        <w:rPr>
          <w:rFonts w:asciiTheme="minorHAnsi" w:hAnsiTheme="minorHAnsi"/>
          <w:color w:val="000000" w:themeColor="text1"/>
        </w:rPr>
        <w:t>a</w:t>
      </w:r>
      <w:r w:rsidR="008C4540">
        <w:rPr>
          <w:rFonts w:asciiTheme="minorHAnsi" w:hAnsiTheme="minorHAnsi"/>
          <w:color w:val="000000" w:themeColor="text1"/>
        </w:rPr>
        <w:t> </w:t>
      </w:r>
      <w:r w:rsidRPr="00187A3E">
        <w:rPr>
          <w:rFonts w:asciiTheme="minorHAnsi" w:hAnsiTheme="minorHAnsi"/>
          <w:color w:val="000000" w:themeColor="text1"/>
        </w:rPr>
        <w:t>aniž by ukončení Smlouvy v takovém případě vyžadovalo právní jednání Objednatele nebo Zhotovitele.</w:t>
      </w:r>
    </w:p>
    <w:p w14:paraId="553D2A22" w14:textId="5308B0A0" w:rsidR="00925499" w:rsidRPr="00187A3E" w:rsidRDefault="00FA5A21" w:rsidP="008C4540">
      <w:pPr>
        <w:pStyle w:val="Text1-2"/>
      </w:pPr>
      <w:bookmarkStart w:id="0" w:name="_Hlk51790924"/>
      <w:r w:rsidRPr="00187A3E">
        <w:t xml:space="preserve">Rozvazovací </w:t>
      </w:r>
      <w:r w:rsidRPr="008C4540">
        <w:t>podmínkou</w:t>
      </w:r>
      <w:r w:rsidRPr="00187A3E">
        <w:t xml:space="preserve"> ve smyslu tohoto odst. </w:t>
      </w:r>
      <w:r w:rsidRPr="00187A3E">
        <w:fldChar w:fldCharType="begin"/>
      </w:r>
      <w:r w:rsidRPr="00187A3E">
        <w:instrText xml:space="preserve"> REF _Ref53007706 \r \h </w:instrText>
      </w:r>
      <w:r w:rsidRPr="00187A3E">
        <w:fldChar w:fldCharType="separate"/>
      </w:r>
      <w:r w:rsidRPr="00187A3E">
        <w:t>3.</w:t>
      </w:r>
      <w:r w:rsidRPr="00187A3E">
        <w:fldChar w:fldCharType="end"/>
      </w:r>
      <w:r w:rsidR="004F433F" w:rsidRPr="00187A3E">
        <w:t>6</w:t>
      </w:r>
      <w:r w:rsidRPr="00187A3E">
        <w:t xml:space="preserve"> se rozumí:</w:t>
      </w:r>
      <w:bookmarkEnd w:id="0"/>
    </w:p>
    <w:p w14:paraId="26862AE7" w14:textId="77777777" w:rsidR="00925499" w:rsidRPr="00C91B87" w:rsidRDefault="005A183C" w:rsidP="008C4540">
      <w:pPr>
        <w:pStyle w:val="Odstavec1-4a"/>
      </w:pPr>
      <w:r>
        <w:t xml:space="preserve">skutečnost, že po </w:t>
      </w:r>
      <w:r w:rsidRPr="00C91B87">
        <w:t>skončení 2.</w:t>
      </w:r>
      <w:r w:rsidR="00925499" w:rsidRPr="00C91B87">
        <w:t xml:space="preserve"> Dílčí etapy došlo k podstatné změně v</w:t>
      </w:r>
      <w:r w:rsidR="008C4540" w:rsidRPr="00C91B87">
        <w:t> </w:t>
      </w:r>
      <w:r w:rsidR="00925499" w:rsidRPr="00C91B87">
        <w:t>rozsahu ekonomických či technických parametrů návrhu na přípravu a</w:t>
      </w:r>
      <w:r w:rsidR="008C4540" w:rsidRPr="00C91B87">
        <w:t> </w:t>
      </w:r>
      <w:r w:rsidR="00925499" w:rsidRPr="00C91B87">
        <w:t>realizaci Stavby oproti zadávacím podmínkám specifikujícím rozsah a</w:t>
      </w:r>
      <w:r w:rsidR="008C4540" w:rsidRPr="00C91B87">
        <w:t> </w:t>
      </w:r>
      <w:r w:rsidR="00925499" w:rsidRPr="00C91B87">
        <w:t>technické požadavky na stavbu (zejména se jedná o přílohy VTP a ZTP), případně byly zjištěné skutečnosti, které Objednatel považuje za závažné z hlediska zhodnocení efektivnosti, hospodárnosti a účelnosti vynakládaných veřejných finančních prostředků;</w:t>
      </w:r>
    </w:p>
    <w:p w14:paraId="04289D83" w14:textId="77777777" w:rsidR="00925499" w:rsidRPr="00C91B87" w:rsidRDefault="00925499" w:rsidP="008C4540">
      <w:pPr>
        <w:pStyle w:val="Odstavec1-4a"/>
        <w:rPr>
          <w:sz w:val="20"/>
          <w:szCs w:val="20"/>
        </w:rPr>
      </w:pPr>
      <w:r w:rsidRPr="00C91B87">
        <w:t xml:space="preserve">skutečnost, že po skončení </w:t>
      </w:r>
      <w:r w:rsidR="005A183C" w:rsidRPr="00C91B87">
        <w:t>2</w:t>
      </w:r>
      <w:r w:rsidRPr="00C91B87">
        <w:t>.</w:t>
      </w:r>
      <w:r w:rsidR="005A183C" w:rsidRPr="00C91B87">
        <w:t xml:space="preserve"> </w:t>
      </w:r>
      <w:r w:rsidRPr="00C91B87">
        <w:t xml:space="preserve">Dílčí etapy nebude ze strany Centrální komise Ministerstva dopravy obdržen souhlas s pokračováním v další fázi přípravy prostřednictvím schválení Záměru projektu ve lhůtě </w:t>
      </w:r>
      <w:r w:rsidR="005A183C" w:rsidRPr="00C91B87">
        <w:t>2 měsíců</w:t>
      </w:r>
      <w:r w:rsidRPr="00C91B87">
        <w:t>, pokud nebude tato lhůta na písemnou žádost Zhoto</w:t>
      </w:r>
      <w:bookmarkStart w:id="1" w:name="_GoBack"/>
      <w:r w:rsidRPr="00C91B87">
        <w:t>v</w:t>
      </w:r>
      <w:bookmarkEnd w:id="1"/>
      <w:r w:rsidRPr="00C91B87">
        <w:t xml:space="preserve">itele, doručené Objednateli nejpozději 7 dní před uplynutím této lhůty, prodloužena o </w:t>
      </w:r>
      <w:r w:rsidR="005A183C" w:rsidRPr="00C91B87">
        <w:t>2</w:t>
      </w:r>
      <w:r w:rsidRPr="00C91B87">
        <w:t xml:space="preserve"> měsíce, přičemž Objednatel této žádosti Zhotovitele může vyhovět, a to v písemné formě, nejpozději do dne uplynutí původní lhůty, ledaže jsou zde objektivní závažné důvody, pro které nelze od Objednatele spravedlivě požadovat, aby dále pokračoval v</w:t>
      </w:r>
      <w:r w:rsidR="008C4540" w:rsidRPr="00C91B87">
        <w:t> </w:t>
      </w:r>
      <w:r w:rsidRPr="00C91B87">
        <w:t xml:space="preserve">plnění Smlouvy, přičemž v případě zamítnutí žádosti Zhotovitele platí, že Rozvazovací podmínka byla splněna. </w:t>
      </w:r>
    </w:p>
    <w:p w14:paraId="252F69E8" w14:textId="0652C690" w:rsidR="00925499" w:rsidRPr="00C91B87" w:rsidRDefault="00925499" w:rsidP="008C4540">
      <w:pPr>
        <w:pStyle w:val="Odstavec1-4a"/>
      </w:pPr>
      <w:r w:rsidRPr="00C91B87">
        <w:t xml:space="preserve">skutečnost, že po skončení </w:t>
      </w:r>
      <w:r w:rsidR="005A183C" w:rsidRPr="00C91B87">
        <w:t>3.</w:t>
      </w:r>
      <w:r w:rsidRPr="00C91B87">
        <w:t xml:space="preserve"> Dílčí etapy došlo k navýšení </w:t>
      </w:r>
      <w:r w:rsidR="008F2068" w:rsidRPr="00C91B87">
        <w:t xml:space="preserve">celkových investičních </w:t>
      </w:r>
      <w:r w:rsidRPr="00C91B87">
        <w:t>nákladů o</w:t>
      </w:r>
      <w:r w:rsidR="008C4540" w:rsidRPr="00C91B87">
        <w:t> </w:t>
      </w:r>
      <w:r w:rsidRPr="00C91B87">
        <w:t>více než o 10 % bez DPH ve srovnatelné cenové úrovni oproti ceně Stavby, schválené v Záměru projektu nebo návrh řešení obsažený v DUR obsahuje podstatné změny v</w:t>
      </w:r>
      <w:r w:rsidR="008C4540" w:rsidRPr="00C91B87">
        <w:t> </w:t>
      </w:r>
      <w:r w:rsidRPr="00C91B87">
        <w:t>rozsahu ekonomických či technických parametrů návrhu na přípravu a</w:t>
      </w:r>
      <w:r w:rsidR="008C4540" w:rsidRPr="00C91B87">
        <w:t> </w:t>
      </w:r>
      <w:r w:rsidRPr="00C91B87">
        <w:t xml:space="preserve">realizaci Stavby (změny rozsahu Stavby a zásadní změny vstupních parametrů mající negativní vliv na hodnocení její ekonomické efektivnosti) vůči schválenému Záměru projektu, resp. oproti poslednímu stavu návrhu na přípravu a realizaci Stavby, o kterém bylo Ministerstvo dopravy informováno (v souladu se směrnicí Ministerstva dopravy V-2/2012) a ze strany Centrální komise Ministerstva dopravy nebude v této souvislosti obdržen souhlas s pokračováním v další fázi přípravy (prostřednictvím schválení aktualizovaného Záměru projektu) ani do </w:t>
      </w:r>
      <w:r w:rsidR="009321E5" w:rsidRPr="00C91B87">
        <w:t xml:space="preserve">4 </w:t>
      </w:r>
      <w:r w:rsidRPr="00C91B87">
        <w:t>měsíců od</w:t>
      </w:r>
      <w:r w:rsidR="008C4540" w:rsidRPr="00C91B87">
        <w:t> </w:t>
      </w:r>
      <w:r w:rsidRPr="00C91B87">
        <w:t xml:space="preserve">skončení </w:t>
      </w:r>
      <w:r w:rsidR="005A183C" w:rsidRPr="00C91B87">
        <w:t>3.</w:t>
      </w:r>
      <w:r w:rsidRPr="00C91B87">
        <w:t xml:space="preserve"> Dílčí etapy;</w:t>
      </w:r>
    </w:p>
    <w:p w14:paraId="26FEAF6A" w14:textId="77777777" w:rsidR="00925499" w:rsidRPr="00187A3E" w:rsidRDefault="00925499" w:rsidP="00925499">
      <w:pPr>
        <w:pStyle w:val="Text1-2"/>
        <w:numPr>
          <w:ilvl w:val="0"/>
          <w:numId w:val="0"/>
        </w:numPr>
        <w:ind w:left="2212"/>
        <w:rPr>
          <w:color w:val="000000" w:themeColor="text1"/>
        </w:rPr>
      </w:pPr>
    </w:p>
    <w:p w14:paraId="139C4FF3" w14:textId="5C626063" w:rsidR="00DE62BB" w:rsidRPr="00187A3E" w:rsidRDefault="00FA5A21" w:rsidP="008C4540">
      <w:pPr>
        <w:pStyle w:val="Text1-2"/>
      </w:pPr>
      <w:bookmarkStart w:id="2" w:name="_Ref54115844"/>
      <w:bookmarkStart w:id="3" w:name="_Ref54036977"/>
      <w:r w:rsidRPr="00187A3E">
        <w:lastRenderedPageBreak/>
        <w:t xml:space="preserve">Účinky Rozvazovací podmínky a ukončení Smlouvy nastávají vždy k okamžiku oboustranného podpisu předávacího protokolu k té Dílčí etapě, která byla takto protokolárně předána a převzata předtím, než nastala relevantní skutečnost uvedená v odst. </w:t>
      </w:r>
      <w:r w:rsidRPr="00187A3E">
        <w:fldChar w:fldCharType="begin"/>
      </w:r>
      <w:r w:rsidRPr="00187A3E">
        <w:instrText xml:space="preserve"> REF _Hlk51790924 \r \h  \* MERGEFORMAT </w:instrText>
      </w:r>
      <w:r w:rsidRPr="00187A3E">
        <w:fldChar w:fldCharType="separate"/>
      </w:r>
      <w:r w:rsidR="00CD3D41">
        <w:t>3.6.1</w:t>
      </w:r>
      <w:r w:rsidRPr="00187A3E">
        <w:fldChar w:fldCharType="end"/>
      </w:r>
      <w:r w:rsidRPr="00187A3E">
        <w:t>.</w:t>
      </w:r>
      <w:bookmarkStart w:id="4" w:name="_Ref54116176"/>
      <w:bookmarkStart w:id="5" w:name="_Ref51787473"/>
      <w:bookmarkEnd w:id="2"/>
    </w:p>
    <w:p w14:paraId="4915024E" w14:textId="5C376DA6" w:rsidR="00DD1020" w:rsidRDefault="00FA5A21" w:rsidP="00FB5D92">
      <w:pPr>
        <w:pStyle w:val="Text1-2"/>
      </w:pPr>
      <w:r w:rsidRPr="00187A3E">
        <w:t xml:space="preserve">Objednatel písemně oznámí Zhotoviteli nejpozději do </w:t>
      </w:r>
      <w:r w:rsidR="00FB371C">
        <w:t>2 měsíců</w:t>
      </w:r>
      <w:r w:rsidR="003918EC" w:rsidRPr="00187A3E">
        <w:t xml:space="preserve"> </w:t>
      </w:r>
      <w:r w:rsidRPr="00187A3E">
        <w:t>od oboustranného podpisu předávacího protokolu k předmětné Dílčí etapě, zda nastala Rozvazovací podmínka nebo zda má Zhotovitel pokračovat v plnění Díla.</w:t>
      </w:r>
      <w:r w:rsidR="00132053">
        <w:t xml:space="preserve"> </w:t>
      </w:r>
      <w:r w:rsidRPr="00187A3E">
        <w:t>Pro vyloučení pochybností se však uvádí, že oznámení Objednatele o splnění Rozvazovací podmínky má pouze informativní povahu a právní účinky ukončení Smlouvy nastanou k okamžiku splnění Rozvazovací podmínky.</w:t>
      </w:r>
      <w:bookmarkEnd w:id="3"/>
      <w:bookmarkEnd w:id="4"/>
      <w:bookmarkEnd w:id="5"/>
      <w:r w:rsidR="00132053">
        <w:t xml:space="preserve"> V případě prodloužení lhůty uvedené v čl. 3.6.1 písm. b) Smlouvy dochází současně k prodloužení lhůty stanovené dle tohoto odstavce, a to ve stejném rozsahu.</w:t>
      </w:r>
      <w:r w:rsidR="00DD1020">
        <w:t xml:space="preserve"> V případě, </w:t>
      </w:r>
      <w:r w:rsidR="00DD1020" w:rsidRPr="00DD1020">
        <w:t xml:space="preserve">že nastane </w:t>
      </w:r>
      <w:r w:rsidR="00DD1020">
        <w:t>skutečnost</w:t>
      </w:r>
      <w:r w:rsidR="00DD1020" w:rsidRPr="00DD1020">
        <w:t xml:space="preserve"> uveden</w:t>
      </w:r>
      <w:r w:rsidR="00DD1020">
        <w:t>á v čl. 3.6.1 písm. c) Smlouvy, dochází současně k prodloužení lhůty stanovené dle tohoto odstavce, a to na 4 měsíce.</w:t>
      </w:r>
    </w:p>
    <w:p w14:paraId="171F93F1" w14:textId="0DC68FFA" w:rsidR="00DD1020" w:rsidRPr="00187A3E" w:rsidRDefault="00DD1020" w:rsidP="00DD1020">
      <w:pPr>
        <w:pStyle w:val="Text1-2"/>
        <w:numPr>
          <w:ilvl w:val="0"/>
          <w:numId w:val="0"/>
        </w:numPr>
        <w:ind w:left="1531"/>
      </w:pPr>
    </w:p>
    <w:p w14:paraId="04BDDDE2" w14:textId="1644E88E" w:rsidR="00FA5A21" w:rsidRDefault="00FA5A21" w:rsidP="00CA3368">
      <w:pPr>
        <w:pStyle w:val="Text1-2"/>
      </w:pPr>
      <w:bookmarkStart w:id="6" w:name="_Ref51785178"/>
      <w:bookmarkStart w:id="7" w:name="_Ref51785293"/>
      <w:bookmarkStart w:id="8" w:name="_Ref51787774"/>
      <w:r w:rsidRPr="00187A3E">
        <w:t>V případě, že Objednatel neoznámí Zhotoviteli ani do 2 měsíců</w:t>
      </w:r>
      <w:r w:rsidR="00D86D02">
        <w:t xml:space="preserve"> od</w:t>
      </w:r>
      <w:r w:rsidRPr="00187A3E">
        <w:t xml:space="preserve"> </w:t>
      </w:r>
      <w:r w:rsidR="00D86D02" w:rsidRPr="00187A3E">
        <w:t>okamžiku uvedené</w:t>
      </w:r>
      <w:r w:rsidR="00D86D02">
        <w:t>ho</w:t>
      </w:r>
      <w:r w:rsidR="00D86D02" w:rsidRPr="00187A3E">
        <w:t xml:space="preserve"> v odst.</w:t>
      </w:r>
      <w:r w:rsidR="00AC1199">
        <w:t xml:space="preserve"> </w:t>
      </w:r>
      <w:r w:rsidR="00D86D02" w:rsidRPr="00187A3E">
        <w:t>3.6.2</w:t>
      </w:r>
      <w:bookmarkEnd w:id="6"/>
      <w:r w:rsidRPr="00187A3E">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7"/>
      <w:r w:rsidRPr="00187A3E">
        <w:t>Rozvazovací podmínka byla naplněna a Smlouva zanikla k okamžiku uvedeném</w:t>
      </w:r>
      <w:r w:rsidR="00AC1199">
        <w:t>u</w:t>
      </w:r>
      <w:r w:rsidRPr="00187A3E">
        <w:t xml:space="preserve"> v odst.</w:t>
      </w:r>
      <w:r w:rsidR="00AC1199">
        <w:t xml:space="preserve"> </w:t>
      </w:r>
      <w:r w:rsidR="0019797B" w:rsidRPr="00187A3E">
        <w:t>3.6.2</w:t>
      </w:r>
      <w:r w:rsidRPr="00187A3E">
        <w:t>.</w:t>
      </w:r>
      <w:bookmarkEnd w:id="8"/>
      <w:r w:rsidR="00132053">
        <w:t xml:space="preserve"> V případě prodloužení lhůty uvedené v čl. 3.6.1 písm. b) Smlouvy dochází současně k prodloužení lhůty stanovené dle věty první tohoto odstavce, a to ve stejném rozsahu.</w:t>
      </w:r>
      <w:r w:rsidR="00CA3368" w:rsidRPr="00CA3368">
        <w:t xml:space="preserve"> V případě, že nastane skutečnost uvedená v čl. 3.6.1 písm. c) Smlouvy, dochází současně k prodloužení lhůty stanovené dle věty první tohoto odstavce, a to na 4 měsíce.</w:t>
      </w:r>
    </w:p>
    <w:p w14:paraId="02F5D20A" w14:textId="77777777" w:rsidR="003918EC" w:rsidRPr="00187A3E" w:rsidRDefault="00FA5A21" w:rsidP="008C4540">
      <w:pPr>
        <w:pStyle w:val="Text1-2"/>
      </w:pPr>
      <w:r w:rsidRPr="00187A3E">
        <w:t xml:space="preserve">V případě, že dojde k ukončení Smlouvy v důsledku splnění Rozvazovací podmínky podle tohoto odst. </w:t>
      </w:r>
      <w:r w:rsidR="0025273A" w:rsidRPr="00187A3E">
        <w:t xml:space="preserve">3.6 </w:t>
      </w:r>
      <w:r w:rsidRPr="00187A3E">
        <w:t>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084D478C"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17BE8062" w14:textId="77777777" w:rsidR="003F0FD2" w:rsidRDefault="003F0FD2" w:rsidP="003F0FD2">
      <w:pPr>
        <w:pStyle w:val="Text1-1"/>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24FDDC3"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4CFB311E" w14:textId="77655BAE" w:rsidR="003F0FD2" w:rsidRDefault="003F0FD2" w:rsidP="00C97FF7">
      <w:pPr>
        <w:pStyle w:val="Text1-1"/>
      </w:pPr>
      <w:r>
        <w:t xml:space="preserve">Místem plnění Díla je: </w:t>
      </w:r>
      <w:r w:rsidR="00C97FF7" w:rsidRPr="00C97FF7">
        <w:t xml:space="preserve">Správa železnic, státní organizace, Stavební správa východ, Nerudova </w:t>
      </w:r>
      <w:r w:rsidR="00C97FF7">
        <w:t>773/</w:t>
      </w:r>
      <w:r w:rsidR="00C97FF7" w:rsidRPr="00C97FF7">
        <w:t>1, 779 00 Olomouc</w:t>
      </w:r>
      <w:r w:rsidR="00AC1199">
        <w:t>.</w:t>
      </w:r>
    </w:p>
    <w:p w14:paraId="5B983D57" w14:textId="77777777" w:rsidR="003F0FD2" w:rsidRDefault="003F0FD2" w:rsidP="00930F78">
      <w:pPr>
        <w:pStyle w:val="Nadpis1-1"/>
      </w:pPr>
      <w:r>
        <w:t>OSTATNÍ USTANOVENÍ</w:t>
      </w:r>
    </w:p>
    <w:p w14:paraId="7A762398" w14:textId="77777777"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14:paraId="21407B20" w14:textId="77777777" w:rsidR="003F0FD2" w:rsidRDefault="003F0FD2" w:rsidP="00930F78">
      <w:pPr>
        <w:pStyle w:val="Text1-1"/>
      </w:pPr>
      <w:r>
        <w:lastRenderedPageBreak/>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1C04CAC" w14:textId="77777777" w:rsidR="003F0FD2" w:rsidRDefault="003F0FD2" w:rsidP="00930F78">
      <w:pPr>
        <w:pStyle w:val="Text1-1"/>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094A385B" w14:textId="77777777" w:rsidR="009B5BAC" w:rsidRPr="00187A3E" w:rsidRDefault="009B5BAC" w:rsidP="009B5BAC">
      <w:pPr>
        <w:pStyle w:val="Text1-1"/>
        <w:numPr>
          <w:ilvl w:val="0"/>
          <w:numId w:val="0"/>
        </w:numPr>
        <w:ind w:left="737" w:hanging="737"/>
        <w:rPr>
          <w:rFonts w:eastAsia="Times New Roman" w:cs="Times New Roman"/>
          <w:color w:val="000000" w:themeColor="text1"/>
        </w:rPr>
      </w:pPr>
      <w:r w:rsidRPr="000D5A05">
        <w:rPr>
          <w:rFonts w:eastAsia="Times New Roman" w:cs="Times New Roman"/>
        </w:rPr>
        <w:t>4.</w:t>
      </w:r>
      <w:r w:rsidRPr="00187A3E">
        <w:rPr>
          <w:rFonts w:eastAsia="Times New Roman" w:cs="Times New Roman"/>
          <w:color w:val="000000" w:themeColor="text1"/>
        </w:rPr>
        <w:t>4       Compliance doložka a etické zásady</w:t>
      </w:r>
    </w:p>
    <w:p w14:paraId="7F60B4AD" w14:textId="77777777" w:rsidR="009B5BAC" w:rsidRPr="00187A3E" w:rsidRDefault="009B5BAC" w:rsidP="009B5BAC">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Smluvní strany stvrzují, že při uzavírání této smlouvy</w:t>
      </w:r>
      <w:r w:rsidR="004B1956">
        <w:rPr>
          <w:rFonts w:eastAsia="Times New Roman" w:cs="Times New Roman"/>
          <w:color w:val="000000" w:themeColor="text1"/>
          <w:sz w:val="18"/>
          <w:szCs w:val="18"/>
        </w:rPr>
        <w:t xml:space="preserve"> jednaly a postupovaly čestně a </w:t>
      </w:r>
      <w:r w:rsidRPr="00187A3E">
        <w:rPr>
          <w:rFonts w:eastAsia="Times New Roman" w:cs="Times New Roman"/>
          <w:color w:val="000000" w:themeColor="text1"/>
          <w:sz w:val="18"/>
          <w:szCs w:val="18"/>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C0044D6" w14:textId="0CE047E0" w:rsidR="009B5BAC" w:rsidRPr="005A183C" w:rsidRDefault="009B5BAC" w:rsidP="009B5BAC">
      <w:pPr>
        <w:pStyle w:val="Text1-1"/>
        <w:numPr>
          <w:ilvl w:val="1"/>
          <w:numId w:val="15"/>
        </w:numPr>
        <w:rPr>
          <w:strike/>
          <w:color w:val="00B050"/>
        </w:rPr>
      </w:pPr>
      <w:r>
        <w:t>Sociálně a environmentálně odpovědné zadávání</w:t>
      </w:r>
    </w:p>
    <w:p w14:paraId="715DA679" w14:textId="7777777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30C85CE7" w14:textId="77777777" w:rsidR="009B5BAC" w:rsidRPr="00187A3E" w:rsidRDefault="009B5BAC" w:rsidP="009B5BAC">
      <w:pPr>
        <w:numPr>
          <w:ilvl w:val="2"/>
          <w:numId w:val="14"/>
        </w:numPr>
        <w:tabs>
          <w:tab w:val="num" w:pos="4622"/>
        </w:tabs>
        <w:spacing w:after="120" w:line="264" w:lineRule="auto"/>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4.5.1. Předkládaná smluvní dokumentace bude anonymizovaná tak, aby neobsahovala osobní údaje či obchodní tajemství Zhotovitele či smluvních partnerů Zhotovitele; musí z ní však být vždy zřejmé splnění povinnosti dle odst.</w:t>
      </w:r>
      <w:r w:rsidR="004B1956">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 xml:space="preserve">4.5.1 této Smlouvy. </w:t>
      </w:r>
    </w:p>
    <w:p w14:paraId="11A0E7F5" w14:textId="77777777" w:rsidR="009B5BAC" w:rsidRPr="00187A3E" w:rsidRDefault="009B5BAC" w:rsidP="009B5BAC">
      <w:pPr>
        <w:numPr>
          <w:ilvl w:val="2"/>
          <w:numId w:val="14"/>
        </w:numPr>
        <w:tabs>
          <w:tab w:val="num" w:pos="4622"/>
        </w:tabs>
        <w:spacing w:after="120" w:line="264" w:lineRule="auto"/>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č.3b) této Smlouvy budou probíhat primárně distančním způsobem (elektronicky, např. MS Teams, Google meet, atp.), pokud nebude nutné, aby byly spojeny s místním šetřením.</w:t>
      </w:r>
    </w:p>
    <w:p w14:paraId="64EF53E7" w14:textId="4E7B7C1B"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že v průběhu plnění Díla umožní </w:t>
      </w:r>
      <w:r w:rsidRPr="00520E95">
        <w:rPr>
          <w:rFonts w:eastAsia="Times New Roman" w:cs="Times New Roman"/>
          <w:sz w:val="18"/>
          <w:szCs w:val="18"/>
        </w:rPr>
        <w:t xml:space="preserve">v souvislosti s plněním Díla provedení studentské exkurze, </w:t>
      </w:r>
      <w:r w:rsidRPr="00187A3E">
        <w:rPr>
          <w:rFonts w:eastAsia="Times New Roman" w:cs="Times New Roman"/>
          <w:color w:val="000000" w:themeColor="text1"/>
          <w:sz w:val="18"/>
          <w:szCs w:val="18"/>
        </w:rPr>
        <w:t>a to v kancelářích Zhotovitele nebo při provádění projekčních či průzkumný</w:t>
      </w:r>
      <w:r w:rsidRPr="00520E95">
        <w:rPr>
          <w:rFonts w:eastAsia="Times New Roman" w:cs="Times New Roman"/>
          <w:color w:val="000000" w:themeColor="text1"/>
          <w:sz w:val="18"/>
          <w:szCs w:val="18"/>
        </w:rPr>
        <w:t xml:space="preserve">ch prací přímo na budoucím staveništi. </w:t>
      </w:r>
      <w:r w:rsidR="00F51BF5" w:rsidRPr="00520E95">
        <w:rPr>
          <w:rFonts w:eastAsia="Times New Roman" w:cs="Times New Roman"/>
          <w:color w:val="000000" w:themeColor="text1"/>
          <w:sz w:val="18"/>
          <w:szCs w:val="18"/>
        </w:rPr>
        <w:t>Podrobnosti k provedení exkurze</w:t>
      </w:r>
      <w:r w:rsidR="00F51BF5" w:rsidRPr="00187A3E">
        <w:rPr>
          <w:rFonts w:eastAsia="Times New Roman" w:cs="Times New Roman"/>
          <w:color w:val="000000" w:themeColor="text1"/>
          <w:sz w:val="18"/>
          <w:szCs w:val="18"/>
        </w:rPr>
        <w:t xml:space="preserve"> jsou uvedeny v Obchodních podmínkách.</w:t>
      </w:r>
    </w:p>
    <w:p w14:paraId="4C72C412" w14:textId="77777777" w:rsidR="009B5BAC" w:rsidRPr="004B29F8"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O provedené exkurzi je Zhotovitel povinen informovat Objednatele písemnou zprávou nejpozději do 14 dnů od konání exkurze. Zpráva musí obsahovat sdělení o </w:t>
      </w:r>
      <w:r w:rsidRPr="004B29F8">
        <w:rPr>
          <w:rFonts w:eastAsia="Times New Roman" w:cs="Times New Roman"/>
          <w:color w:val="000000" w:themeColor="text1"/>
          <w:sz w:val="18"/>
          <w:szCs w:val="18"/>
        </w:rPr>
        <w:t xml:space="preserve">škole, předmětu exkurze, čase konání a počtu účastníků.  </w:t>
      </w:r>
    </w:p>
    <w:p w14:paraId="3CC06ABF" w14:textId="111FBBF1" w:rsidR="003F0FD2" w:rsidRPr="004B29F8" w:rsidRDefault="005A183C" w:rsidP="00964EC7">
      <w:pPr>
        <w:numPr>
          <w:ilvl w:val="2"/>
          <w:numId w:val="14"/>
        </w:numPr>
        <w:tabs>
          <w:tab w:val="num" w:pos="4622"/>
        </w:tabs>
        <w:spacing w:after="120" w:line="264" w:lineRule="auto"/>
        <w:jc w:val="both"/>
        <w:rPr>
          <w:i/>
          <w:strike/>
          <w:color w:val="00B050"/>
          <w:sz w:val="18"/>
          <w:szCs w:val="18"/>
        </w:rPr>
      </w:pPr>
      <w:r w:rsidRPr="004B29F8">
        <w:rPr>
          <w:rFonts w:eastAsia="Times New Roman" w:cs="Times New Roman"/>
          <w:sz w:val="18"/>
          <w:szCs w:val="18"/>
        </w:rPr>
        <w:t xml:space="preserve">Neobsazeno. </w:t>
      </w:r>
    </w:p>
    <w:p w14:paraId="489929E8" w14:textId="77777777" w:rsidR="00964EC7" w:rsidRPr="005A183C" w:rsidRDefault="00964EC7" w:rsidP="00964EC7">
      <w:pPr>
        <w:tabs>
          <w:tab w:val="num" w:pos="4622"/>
        </w:tabs>
        <w:spacing w:after="120" w:line="264" w:lineRule="auto"/>
        <w:ind w:left="737"/>
        <w:jc w:val="both"/>
        <w:rPr>
          <w:i/>
          <w:strike/>
          <w:color w:val="00B050"/>
          <w:sz w:val="18"/>
          <w:szCs w:val="18"/>
        </w:rPr>
      </w:pPr>
    </w:p>
    <w:p w14:paraId="3CCBEA5E" w14:textId="77777777" w:rsidR="003F0FD2" w:rsidRDefault="003F0FD2" w:rsidP="00930F78">
      <w:pPr>
        <w:pStyle w:val="Nadpis1-1"/>
      </w:pPr>
      <w:r>
        <w:t>ZÁVĚREČNÁ USTANOVENÍ</w:t>
      </w:r>
    </w:p>
    <w:p w14:paraId="75EAEED6"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50D98E03"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4529F61C"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75D37506" w14:textId="77777777" w:rsidR="003F0FD2" w:rsidRDefault="003F0FD2" w:rsidP="00930F78">
      <w:pPr>
        <w:pStyle w:val="Text1-1"/>
      </w:pPr>
      <w:r>
        <w:lastRenderedPageBreak/>
        <w:t>Smluvní strany podpisem této Smlouvy vylučují, že se při právním styku mezi smluvními stranami přihlíží k obchodním zvyklostem, které tak nemají přednost před ustanoveními zákona dle ust. § 558 odst. 2 občanského zákoníku.</w:t>
      </w:r>
    </w:p>
    <w:p w14:paraId="4C3D53C0" w14:textId="77777777"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7C2CE3B" w14:textId="77777777" w:rsidR="003F0FD2" w:rsidRDefault="003F0FD2" w:rsidP="00930F78">
      <w:pPr>
        <w:pStyle w:val="Text1-1"/>
      </w:pPr>
      <w:r>
        <w:t>Smluvní strany se ve smyslu ust. § 630 odst. 1 občanského zákoníku dohodly, že promlčení práv plynoucích z ust. odst. 15.6, 16.14 a 17.15 Obchodních podmínek trvá patnáct let. Tato lhůta je počítána ode dne, kdy právo mohlo být uplatněno poprvé.</w:t>
      </w:r>
    </w:p>
    <w:p w14:paraId="376E9356" w14:textId="77777777" w:rsidR="003F0FD2" w:rsidRDefault="003F0FD2" w:rsidP="00930F78">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8172548" w14:textId="77777777"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1AFE093C"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EB5009D" w14:textId="77777777"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3281034" w14:textId="45C2EA8E" w:rsidR="0081797A" w:rsidRDefault="003F0FD2" w:rsidP="0081797A">
      <w:pPr>
        <w:pStyle w:val="Text1-1"/>
      </w:pPr>
      <w:r w:rsidRPr="0081797A">
        <w:t xml:space="preserve">Tato Smlouva je vyhotovena ve </w:t>
      </w:r>
      <w:r w:rsidR="006625DB" w:rsidRPr="0081797A">
        <w:t>"[</w:t>
      </w:r>
      <w:r w:rsidR="006625DB" w:rsidRPr="0081797A">
        <w:rPr>
          <w:b/>
          <w:highlight w:val="yellow"/>
        </w:rPr>
        <w:t>VLOŽÍ ZHOTOVITEL</w:t>
      </w:r>
      <w:r w:rsidR="006625DB" w:rsidRPr="0081797A">
        <w:t xml:space="preserve">]" </w:t>
      </w:r>
      <w:r w:rsidRPr="0081797A">
        <w:t>vyhotoveních, z</w:t>
      </w:r>
      <w:r w:rsidR="00930F78" w:rsidRPr="0081797A">
        <w:t> </w:t>
      </w:r>
      <w:r w:rsidRPr="0081797A">
        <w:t xml:space="preserve">nichž Objednatel obdrží </w:t>
      </w:r>
      <w:r w:rsidR="0081797A">
        <w:t>dvě</w:t>
      </w:r>
      <w:r w:rsidR="0081797A" w:rsidRPr="0081797A">
        <w:t xml:space="preserve"> </w:t>
      </w:r>
      <w:r w:rsidR="00971521" w:rsidRPr="0081797A">
        <w:t>vyhotovení a Zhotovitel obdrží</w:t>
      </w:r>
      <w:r w:rsidR="00930F78" w:rsidRPr="0081797A">
        <w:t xml:space="preserve"> </w:t>
      </w:r>
      <w:r w:rsidRPr="0081797A">
        <w:t>"[</w:t>
      </w:r>
      <w:r w:rsidRPr="0081797A">
        <w:rPr>
          <w:b/>
          <w:highlight w:val="yellow"/>
        </w:rPr>
        <w:t>VLOŽÍ ZHOTOVITEL</w:t>
      </w:r>
      <w:r w:rsidRPr="0081797A">
        <w:t>]" vyhotovení.</w:t>
      </w:r>
      <w:r w:rsidR="0081797A" w:rsidRPr="0081797A">
        <w:t xml:space="preserve"> </w:t>
      </w:r>
    </w:p>
    <w:p w14:paraId="4BE72382" w14:textId="312C2BE6" w:rsidR="0081797A" w:rsidRDefault="0081797A" w:rsidP="0081797A">
      <w:pPr>
        <w:pStyle w:val="Text1-1"/>
        <w:numPr>
          <w:ilvl w:val="0"/>
          <w:numId w:val="0"/>
        </w:numPr>
        <w:ind w:left="737"/>
      </w:pPr>
      <w:r>
        <w:t>//Alternativně:</w:t>
      </w:r>
    </w:p>
    <w:p w14:paraId="5F9D9598" w14:textId="694B271A" w:rsidR="0081797A" w:rsidRPr="0081797A" w:rsidRDefault="0081797A" w:rsidP="0081797A">
      <w:pPr>
        <w:pStyle w:val="Text1-1"/>
        <w:numPr>
          <w:ilvl w:val="0"/>
          <w:numId w:val="0"/>
        </w:numPr>
        <w:ind w:left="737"/>
      </w:pPr>
      <w:r w:rsidRPr="0081797A">
        <w:t>Tato Smlouva je vyhotovena elektronicky a podepsána zaručeným elektronickým podpisem založeným na kvalifikovaném certifikátu pro elektronický podpis nebo kvalifikovaným elektronickým podpisem.</w:t>
      </w:r>
    </w:p>
    <w:p w14:paraId="20E55B42" w14:textId="50FAF016" w:rsidR="003F0FD2" w:rsidRPr="0081797A" w:rsidRDefault="003F0FD2" w:rsidP="0081797A">
      <w:pPr>
        <w:pStyle w:val="Text1-1"/>
        <w:numPr>
          <w:ilvl w:val="0"/>
          <w:numId w:val="0"/>
        </w:numPr>
        <w:ind w:left="737"/>
      </w:pPr>
    </w:p>
    <w:p w14:paraId="19EAACC0"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5AF1F6F3" w14:textId="77777777" w:rsidR="003F0FD2" w:rsidRDefault="003F0FD2" w:rsidP="00930F78">
      <w:pPr>
        <w:pStyle w:val="Text1-1"/>
      </w:pPr>
      <w: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w:t>
      </w:r>
      <w:r>
        <w:lastRenderedPageBreak/>
        <w:t>ani o informace, které nemohou být v registru smluv uveřejněny na základě ustanovení § 3 odst. 1 ZRS.</w:t>
      </w:r>
    </w:p>
    <w:p w14:paraId="0F9BA0C5" w14:textId="77777777" w:rsidR="003F0FD2" w:rsidRDefault="003F0FD2" w:rsidP="00930F78">
      <w:pPr>
        <w:pStyle w:val="Text1-1"/>
      </w:pPr>
      <w:r>
        <w:t>Jestliže smluvní strana označí za své obchodní tajemst</w:t>
      </w:r>
      <w:r w:rsidR="00930F78">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w:t>
      </w:r>
      <w:r w:rsidR="004B1956">
        <w:t>na to, která ze stran smlouvu v </w:t>
      </w:r>
      <w:r>
        <w:t>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0736CE6"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47258A65" w14:textId="77777777" w:rsidR="003F0FD2" w:rsidRDefault="003F0FD2" w:rsidP="00930F78">
      <w:pPr>
        <w:pStyle w:val="Text1-1"/>
      </w:pPr>
      <w:r>
        <w:t>Součást Smlouvy tvoří tyto přílohy:</w:t>
      </w:r>
    </w:p>
    <w:p w14:paraId="063B328A" w14:textId="77777777" w:rsidR="00930F78" w:rsidRDefault="00930F78" w:rsidP="00930F78">
      <w:pPr>
        <w:pStyle w:val="Textbezslovn"/>
        <w:tabs>
          <w:tab w:val="left" w:pos="2127"/>
        </w:tabs>
        <w:spacing w:after="0"/>
        <w:ind w:left="2297" w:hanging="1560"/>
      </w:pPr>
      <w:r>
        <w:t>Příloha č. 1</w:t>
      </w:r>
      <w:r>
        <w:tab/>
        <w:t xml:space="preserve">Specifikace Díla </w:t>
      </w:r>
    </w:p>
    <w:p w14:paraId="280E968D" w14:textId="77777777" w:rsidR="00930F78" w:rsidRDefault="00930F78" w:rsidP="00930F78">
      <w:pPr>
        <w:pStyle w:val="Textbezslovn"/>
        <w:tabs>
          <w:tab w:val="left" w:pos="2127"/>
        </w:tabs>
        <w:spacing w:after="0"/>
        <w:ind w:left="2297" w:hanging="1560"/>
      </w:pPr>
      <w:r>
        <w:t>Příloha č. 2</w:t>
      </w:r>
      <w:r>
        <w:tab/>
        <w:t>Obchodní podmínky OP/ZP+DUR</w:t>
      </w:r>
      <w:r w:rsidR="007A71EF">
        <w:t>/15/21</w:t>
      </w:r>
    </w:p>
    <w:p w14:paraId="52B25E76" w14:textId="77777777" w:rsidR="00930F78" w:rsidRDefault="00930F78" w:rsidP="00930F78">
      <w:pPr>
        <w:pStyle w:val="Textbezslovn"/>
        <w:tabs>
          <w:tab w:val="left" w:pos="2127"/>
        </w:tabs>
        <w:spacing w:after="0"/>
        <w:ind w:left="2297" w:hanging="1560"/>
      </w:pPr>
      <w:r>
        <w:t>Příloha č. 3</w:t>
      </w:r>
      <w:r>
        <w:tab/>
        <w:t>Technické podmínky</w:t>
      </w:r>
    </w:p>
    <w:p w14:paraId="1FDEBA66"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3EA19340" w14:textId="77777777" w:rsidR="00930F78" w:rsidRDefault="00930F78" w:rsidP="00930F78">
      <w:pPr>
        <w:pStyle w:val="Textbezslovn"/>
        <w:tabs>
          <w:tab w:val="left" w:pos="2127"/>
        </w:tabs>
        <w:spacing w:after="0"/>
        <w:ind w:left="3687" w:hanging="1560"/>
      </w:pPr>
      <w:r>
        <w:t xml:space="preserve">b) Všeobecné technické podmínky </w:t>
      </w:r>
      <w:r w:rsidR="007A71EF">
        <w:t>VTP/DOKUMENTACE/04/21</w:t>
      </w:r>
      <w:r>
        <w:t xml:space="preserve"> </w:t>
      </w:r>
    </w:p>
    <w:p w14:paraId="579AE0EE" w14:textId="77777777" w:rsidR="00930F78" w:rsidRDefault="00930F78" w:rsidP="00930F78">
      <w:pPr>
        <w:pStyle w:val="Textbezslovn"/>
        <w:tabs>
          <w:tab w:val="left" w:pos="2127"/>
        </w:tabs>
        <w:spacing w:after="0"/>
        <w:ind w:left="3687" w:hanging="1560"/>
      </w:pPr>
      <w:r>
        <w:t xml:space="preserve">c) Zvláštní technické podmínky </w:t>
      </w:r>
      <w:r w:rsidR="007A71EF">
        <w:t>ze dne 18. 1. 2022 včetně příloh v nich uvedených</w:t>
      </w:r>
      <w:r>
        <w:t xml:space="preserve"> </w:t>
      </w:r>
    </w:p>
    <w:p w14:paraId="6BB3ECC4" w14:textId="77777777" w:rsidR="00930F78" w:rsidRDefault="00930F78" w:rsidP="00930F78">
      <w:pPr>
        <w:pStyle w:val="Textbezslovn"/>
        <w:tabs>
          <w:tab w:val="left" w:pos="2127"/>
        </w:tabs>
        <w:spacing w:after="0"/>
        <w:ind w:left="2297" w:hanging="1560"/>
      </w:pPr>
      <w:r>
        <w:t>Příloha č. 4</w:t>
      </w:r>
      <w:r>
        <w:tab/>
        <w:t>Rozpis Ceny Díla</w:t>
      </w:r>
    </w:p>
    <w:p w14:paraId="708F0107" w14:textId="77777777" w:rsidR="00930F78" w:rsidRDefault="00930F78" w:rsidP="00930F78">
      <w:pPr>
        <w:pStyle w:val="Textbezslovn"/>
        <w:tabs>
          <w:tab w:val="left" w:pos="2127"/>
        </w:tabs>
        <w:spacing w:after="0"/>
        <w:ind w:left="2297" w:hanging="1560"/>
      </w:pPr>
      <w:r>
        <w:t>Příloha č. 5</w:t>
      </w:r>
      <w:r>
        <w:tab/>
        <w:t>Harmonogram plnění</w:t>
      </w:r>
    </w:p>
    <w:p w14:paraId="3927640D" w14:textId="77777777" w:rsidR="00930F78" w:rsidRDefault="00930F78" w:rsidP="00930F78">
      <w:pPr>
        <w:pStyle w:val="Textbezslovn"/>
        <w:tabs>
          <w:tab w:val="left" w:pos="2127"/>
        </w:tabs>
        <w:spacing w:after="0"/>
        <w:ind w:left="2297" w:hanging="1560"/>
      </w:pPr>
      <w:r>
        <w:t>Příloha č. 6</w:t>
      </w:r>
      <w:r>
        <w:tab/>
        <w:t>Oprávněné osoby</w:t>
      </w:r>
    </w:p>
    <w:p w14:paraId="37361FF7"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32750705"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4E9B1ECF"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2FF9DCCB" w14:textId="77777777"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14:paraId="1F981950" w14:textId="77777777" w:rsidR="00930F78" w:rsidRDefault="00930F78" w:rsidP="003F0FD2">
      <w:pPr>
        <w:pStyle w:val="Textbezodsazen"/>
      </w:pPr>
    </w:p>
    <w:p w14:paraId="290FC311"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5CBB3512" w14:textId="77777777" w:rsidR="00930F78" w:rsidRDefault="00930F78" w:rsidP="003F0FD2">
      <w:pPr>
        <w:pStyle w:val="Textbezodsazen"/>
      </w:pPr>
    </w:p>
    <w:p w14:paraId="14EFE1D6" w14:textId="77777777" w:rsidR="003F0FD2" w:rsidRDefault="003F0FD2" w:rsidP="003F0FD2">
      <w:pPr>
        <w:pStyle w:val="Textbezodsazen"/>
      </w:pPr>
      <w:r>
        <w:t>V Praze dne</w:t>
      </w:r>
      <w:r w:rsidR="00930F78">
        <w:tab/>
      </w:r>
      <w:r w:rsidR="00930F78">
        <w:tab/>
      </w:r>
      <w:r w:rsidR="00930F78">
        <w:tab/>
      </w:r>
      <w:r w:rsidR="00930F78">
        <w:tab/>
      </w:r>
      <w:r w:rsidR="00930F78">
        <w:tab/>
      </w:r>
      <w:r w:rsidR="00930F78">
        <w:tab/>
      </w:r>
      <w:r>
        <w:t>V _______ dne __.__.______</w:t>
      </w:r>
    </w:p>
    <w:p w14:paraId="51B7909A" w14:textId="77777777" w:rsidR="003F0FD2" w:rsidRDefault="003F0FD2" w:rsidP="003F0FD2">
      <w:pPr>
        <w:pStyle w:val="Textbezodsazen"/>
      </w:pPr>
    </w:p>
    <w:p w14:paraId="0A335730" w14:textId="77777777" w:rsidR="00930F78" w:rsidRDefault="00930F78" w:rsidP="003F0FD2">
      <w:pPr>
        <w:pStyle w:val="Textbezodsazen"/>
      </w:pPr>
    </w:p>
    <w:p w14:paraId="6EA48DD9" w14:textId="77777777" w:rsidR="00930F78" w:rsidRDefault="00930F78" w:rsidP="003F0FD2">
      <w:pPr>
        <w:pStyle w:val="Textbezodsazen"/>
      </w:pPr>
    </w:p>
    <w:p w14:paraId="39E2ADA0" w14:textId="77777777" w:rsidR="003F0FD2" w:rsidRDefault="003F0FD2" w:rsidP="003F0FD2">
      <w:pPr>
        <w:pStyle w:val="Textbezodsazen"/>
      </w:pPr>
      <w:r>
        <w:t>................................................</w:t>
      </w:r>
      <w:r w:rsidR="00930F78">
        <w:tab/>
      </w:r>
      <w:r w:rsidR="00930F78">
        <w:tab/>
      </w:r>
      <w:r w:rsidR="00930F78">
        <w:tab/>
        <w:t>................................................</w:t>
      </w:r>
    </w:p>
    <w:p w14:paraId="482BAD43" w14:textId="77777777" w:rsidR="003F0FD2" w:rsidRPr="00930F78" w:rsidRDefault="003F0FD2" w:rsidP="00930F78">
      <w:pPr>
        <w:pStyle w:val="Bezmezer"/>
        <w:rPr>
          <w:rStyle w:val="Tun"/>
        </w:rPr>
      </w:pPr>
      <w:r w:rsidRPr="00930F78">
        <w:rPr>
          <w:rStyle w:val="Tun"/>
        </w:rPr>
        <w:t>Ing. Mojmír Nejezchleb</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14:paraId="4EA2D0E2" w14:textId="77777777" w:rsidR="003F0FD2" w:rsidRDefault="003F0FD2" w:rsidP="00930F78">
      <w:pPr>
        <w:pStyle w:val="Bezmezer"/>
      </w:pPr>
      <w:r>
        <w:t>náměstek GŘ pro modernizaci dráhy</w:t>
      </w:r>
    </w:p>
    <w:p w14:paraId="57345D5E" w14:textId="77777777" w:rsidR="003F0FD2" w:rsidRPr="003348F5" w:rsidRDefault="003F0FD2" w:rsidP="00930F78">
      <w:pPr>
        <w:pStyle w:val="Bezmezer"/>
      </w:pPr>
      <w:r w:rsidRPr="003348F5">
        <w:t>Správa</w:t>
      </w:r>
      <w:r w:rsidR="000509D4" w:rsidRPr="003348F5">
        <w:t xml:space="preserve"> železnic</w:t>
      </w:r>
      <w:r w:rsidRPr="003348F5">
        <w:t>, státní organizace</w:t>
      </w:r>
    </w:p>
    <w:p w14:paraId="0EEED53D" w14:textId="77777777" w:rsidR="003F0FD2" w:rsidRPr="003348F5" w:rsidRDefault="003F0FD2" w:rsidP="00B42F40">
      <w:pPr>
        <w:pStyle w:val="Textbezodsazen"/>
      </w:pPr>
    </w:p>
    <w:p w14:paraId="7B7742D3" w14:textId="77777777" w:rsidR="003F0FD2" w:rsidRDefault="003F0FD2" w:rsidP="00B42F40">
      <w:pPr>
        <w:pStyle w:val="Textbezodsazen"/>
      </w:pPr>
    </w:p>
    <w:p w14:paraId="294B854D" w14:textId="77777777" w:rsidR="00E901A3" w:rsidRDefault="00E901A3" w:rsidP="009F0867">
      <w:pPr>
        <w:pStyle w:val="Textbezodsazen"/>
      </w:pPr>
    </w:p>
    <w:p w14:paraId="51459D22" w14:textId="77777777" w:rsidR="00E901A3" w:rsidRDefault="00E901A3" w:rsidP="009F0867">
      <w:pPr>
        <w:pStyle w:val="Textbezodsazen"/>
      </w:pPr>
    </w:p>
    <w:p w14:paraId="76AA0A19" w14:textId="77777777" w:rsidR="00CB4F6D" w:rsidRDefault="00CB4F6D">
      <w:r>
        <w:lastRenderedPageBreak/>
        <w:br w:type="page"/>
      </w:r>
    </w:p>
    <w:p w14:paraId="74525EBC" w14:textId="77777777" w:rsidR="00CB4F6D" w:rsidRDefault="00CB4F6D" w:rsidP="009F0867">
      <w:pPr>
        <w:pStyle w:val="Textbezodsazen"/>
        <w:sectPr w:rsidR="00CB4F6D" w:rsidSect="00AB4F25">
          <w:footerReference w:type="even" r:id="rId11"/>
          <w:footerReference w:type="default" r:id="rId12"/>
          <w:headerReference w:type="first" r:id="rId13"/>
          <w:pgSz w:w="11906" w:h="16838" w:code="9"/>
          <w:pgMar w:top="1077" w:right="1588" w:bottom="1474" w:left="1588" w:header="567" w:footer="567" w:gutter="0"/>
          <w:cols w:space="708"/>
          <w:titlePg/>
          <w:docGrid w:linePitch="360"/>
        </w:sectPr>
      </w:pPr>
    </w:p>
    <w:p w14:paraId="170943AB" w14:textId="77777777" w:rsidR="004F0093" w:rsidRDefault="004F0093" w:rsidP="004F0093">
      <w:pPr>
        <w:pStyle w:val="Nadpisbezsl1-1"/>
      </w:pPr>
      <w:r>
        <w:lastRenderedPageBreak/>
        <w:t>Příloha č. 1</w:t>
      </w:r>
    </w:p>
    <w:p w14:paraId="5975A3DA" w14:textId="77777777" w:rsidR="004F0093" w:rsidRPr="00F762A8" w:rsidRDefault="004F0093" w:rsidP="004F0093">
      <w:pPr>
        <w:pStyle w:val="Nadpisbezsl1-2"/>
      </w:pPr>
      <w:r>
        <w:t>Specifikace Díla</w:t>
      </w:r>
      <w:r w:rsidRPr="00F762A8">
        <w:t xml:space="preserve"> </w:t>
      </w:r>
    </w:p>
    <w:p w14:paraId="111BCCE5" w14:textId="77777777" w:rsidR="00BD0C4A" w:rsidRDefault="00BD0C4A" w:rsidP="00BD0C4A">
      <w:pPr>
        <w:pStyle w:val="Textbezodsazen"/>
      </w:pPr>
    </w:p>
    <w:p w14:paraId="729039D7" w14:textId="77777777" w:rsidR="002C1335" w:rsidRPr="0043742B" w:rsidRDefault="002C1335" w:rsidP="002C1335">
      <w:pPr>
        <w:spacing w:before="120" w:after="0" w:line="240" w:lineRule="auto"/>
        <w:jc w:val="both"/>
        <w:rPr>
          <w:rFonts w:eastAsia="Times New Roman" w:cs="Calibri"/>
          <w:lang w:eastAsia="cs-CZ"/>
        </w:rPr>
      </w:pPr>
      <w:r w:rsidRPr="0043742B">
        <w:rPr>
          <w:rFonts w:eastAsia="Times New Roman" w:cs="Calibri"/>
          <w:lang w:eastAsia="cs-CZ"/>
        </w:rPr>
        <w:t>Předmětem plnění je zpracování záměru projektu (ZP) a dokumentace pro územní řízení (DUR) stavby dle zadávacích podmínek, zajištění úplné dokladové části pro územní řízení včetně podání žádosti o vydání územního rozhodnutí a spolupráce při vydání příslušných rozhodnutí až do nabytí jejich právní moci.</w:t>
      </w:r>
    </w:p>
    <w:p w14:paraId="2207E657" w14:textId="77777777" w:rsidR="002C1335" w:rsidRPr="0043742B" w:rsidRDefault="002C1335" w:rsidP="002C1335">
      <w:pPr>
        <w:spacing w:before="120" w:after="0" w:line="240" w:lineRule="auto"/>
        <w:jc w:val="both"/>
        <w:rPr>
          <w:rFonts w:eastAsia="Times New Roman" w:cs="Calibri"/>
          <w:lang w:eastAsia="cs-CZ"/>
        </w:rPr>
      </w:pPr>
      <w:r w:rsidRPr="0043742B">
        <w:rPr>
          <w:rFonts w:eastAsia="Times New Roman" w:cs="Calibri"/>
          <w:lang w:eastAsia="cs-CZ"/>
        </w:rPr>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p>
    <w:p w14:paraId="241C6D8D" w14:textId="77777777" w:rsidR="002C1335" w:rsidRPr="0043742B" w:rsidRDefault="002C1335" w:rsidP="002C1335">
      <w:pPr>
        <w:spacing w:before="120" w:after="0" w:line="240" w:lineRule="auto"/>
        <w:jc w:val="both"/>
        <w:rPr>
          <w:rFonts w:eastAsia="Times New Roman" w:cs="Calibri"/>
          <w:lang w:eastAsia="cs-CZ"/>
        </w:rPr>
      </w:pPr>
      <w:r w:rsidRPr="0043742B">
        <w:rPr>
          <w:rFonts w:eastAsia="Times New Roman" w:cs="Calibri"/>
          <w:lang w:eastAsia="cs-CZ"/>
        </w:rPr>
        <w:t xml:space="preserve">Záměr projektu bude zpracován v rozsahu dle Směrnice MD ČR č.V-2/2012, upravující postupy Ministerstva dopravy, investorských organizací a Státního fondu dopravní infrastruktury v průběhu přípravy a realizace </w:t>
      </w:r>
      <w:r w:rsidRPr="0043742B">
        <w:rPr>
          <w:rFonts w:eastAsia="Times New Roman" w:cs="Times New Roman"/>
          <w:lang w:eastAsia="cs-CZ"/>
        </w:rPr>
        <w:t>investičních</w:t>
      </w:r>
      <w:r w:rsidRPr="0043742B">
        <w:rPr>
          <w:rFonts w:eastAsia="Times New Roman" w:cs="Calibri"/>
          <w:lang w:eastAsia="cs-CZ"/>
        </w:rPr>
        <w:t xml:space="preserve"> a neinvestičních akcí dopravní infrastruktury, financovaných bez účasti státního rozpočtu, v platném znění.</w:t>
      </w:r>
    </w:p>
    <w:p w14:paraId="71A37ACF" w14:textId="77777777" w:rsidR="00BD0C4A" w:rsidRDefault="002C1335" w:rsidP="002C1335">
      <w:pPr>
        <w:pStyle w:val="Textbezodsazen"/>
      </w:pPr>
      <w:r w:rsidRPr="0043742B">
        <w:rPr>
          <w:rFonts w:eastAsia="Times New Roman" w:cs="Calibri"/>
          <w:lang w:eastAsia="cs-CZ"/>
        </w:rPr>
        <w:t>Součástí zakázky je i zajištění posouzení vlivu záměru na životní prostředí ve smyslu zák. č. 100/2001 Sb., o posuzování vlivů na životní prostředí, ve znění pozdějších předpisů.</w:t>
      </w:r>
    </w:p>
    <w:p w14:paraId="4BC8EB73" w14:textId="77777777" w:rsidR="00BD0C4A" w:rsidRDefault="00BD0C4A" w:rsidP="00BD0C4A">
      <w:pPr>
        <w:pStyle w:val="Textbezodsazen"/>
      </w:pPr>
    </w:p>
    <w:p w14:paraId="75FD864C" w14:textId="77777777" w:rsidR="00BD0C4A" w:rsidRDefault="00BD0C4A" w:rsidP="00BD0C4A">
      <w:pPr>
        <w:pStyle w:val="Textbezodsazen"/>
      </w:pPr>
    </w:p>
    <w:p w14:paraId="1A16048D" w14:textId="77777777" w:rsidR="00BD0C4A" w:rsidRDefault="00BD0C4A" w:rsidP="00BD0C4A">
      <w:pPr>
        <w:pStyle w:val="Textbezodsazen"/>
      </w:pPr>
    </w:p>
    <w:p w14:paraId="59B96146" w14:textId="77777777" w:rsidR="00BD0C4A" w:rsidRDefault="00BD0C4A" w:rsidP="00BD0C4A">
      <w:pPr>
        <w:pStyle w:val="Textbezodsazen"/>
      </w:pPr>
    </w:p>
    <w:p w14:paraId="37D5A248" w14:textId="77777777" w:rsidR="00BD0C4A" w:rsidRPr="00BD0C4A" w:rsidRDefault="00BD0C4A" w:rsidP="00BD0C4A">
      <w:pPr>
        <w:pStyle w:val="Textbezodsazen"/>
        <w:sectPr w:rsidR="00BD0C4A" w:rsidRPr="00BD0C4A" w:rsidSect="00AB4F25">
          <w:headerReference w:type="default" r:id="rId14"/>
          <w:footerReference w:type="even" r:id="rId15"/>
          <w:footerReference w:type="default" r:id="rId16"/>
          <w:pgSz w:w="11906" w:h="16838" w:code="9"/>
          <w:pgMar w:top="1077" w:right="1588" w:bottom="1474" w:left="1588" w:header="567" w:footer="567" w:gutter="0"/>
          <w:pgNumType w:start="1"/>
          <w:cols w:space="708"/>
          <w:docGrid w:linePitch="360"/>
        </w:sectPr>
      </w:pPr>
    </w:p>
    <w:p w14:paraId="19BF748F" w14:textId="77777777" w:rsidR="004F0093" w:rsidRDefault="004F0093" w:rsidP="004F0093">
      <w:pPr>
        <w:pStyle w:val="Nadpisbezsl1-1"/>
      </w:pPr>
      <w:r>
        <w:lastRenderedPageBreak/>
        <w:t>Příloha č. 2</w:t>
      </w:r>
    </w:p>
    <w:p w14:paraId="60E7419A" w14:textId="77777777" w:rsidR="004F0093" w:rsidRDefault="004F0093" w:rsidP="004F0093">
      <w:pPr>
        <w:pStyle w:val="Nadpisbezsl1-2"/>
      </w:pPr>
      <w:r>
        <w:t>Obchodní podmínky</w:t>
      </w:r>
    </w:p>
    <w:p w14:paraId="22CC9EDE" w14:textId="77777777" w:rsidR="004F0093" w:rsidRDefault="004F0093" w:rsidP="004F0093">
      <w:pPr>
        <w:pStyle w:val="Nadpisbezsl1-2"/>
      </w:pPr>
    </w:p>
    <w:p w14:paraId="1EF77009" w14:textId="77777777" w:rsidR="006625DB" w:rsidRDefault="006625DB" w:rsidP="006625DB">
      <w:pPr>
        <w:pStyle w:val="Textbezodsazen"/>
      </w:pPr>
      <w:r w:rsidRPr="00334696">
        <w:rPr>
          <w:b/>
        </w:rPr>
        <w:t>OP/</w:t>
      </w:r>
      <w:r w:rsidR="00701260">
        <w:rPr>
          <w:b/>
        </w:rPr>
        <w:t>ZP+DUR</w:t>
      </w:r>
      <w:r w:rsidRPr="00334696">
        <w:rPr>
          <w:b/>
        </w:rPr>
        <w:t>/</w:t>
      </w:r>
      <w:r w:rsidR="00701260">
        <w:rPr>
          <w:b/>
        </w:rPr>
        <w:t>1</w:t>
      </w:r>
      <w:r w:rsidRPr="00334696">
        <w:rPr>
          <w:b/>
        </w:rPr>
        <w:t>5/21</w:t>
      </w:r>
    </w:p>
    <w:p w14:paraId="1591C464" w14:textId="77777777" w:rsidR="004F0093" w:rsidRDefault="004F0093" w:rsidP="00AB4F25">
      <w:pPr>
        <w:pStyle w:val="Textbezodsazen"/>
      </w:pPr>
    </w:p>
    <w:p w14:paraId="1427EFDF" w14:textId="77777777" w:rsidR="004F0093" w:rsidRDefault="004F0093" w:rsidP="00AB4F25">
      <w:pPr>
        <w:pStyle w:val="Textbezodsazen"/>
      </w:pPr>
    </w:p>
    <w:p w14:paraId="5B29F2AF" w14:textId="77777777" w:rsidR="00AB4F25" w:rsidRDefault="00AB4F25" w:rsidP="00AB4F25">
      <w:pPr>
        <w:pStyle w:val="Textbezodsazen"/>
      </w:pPr>
    </w:p>
    <w:p w14:paraId="73501803" w14:textId="77777777" w:rsidR="00AB4F25" w:rsidRDefault="00AB4F25" w:rsidP="00AB4F25">
      <w:pPr>
        <w:pStyle w:val="Textbezodsazen"/>
      </w:pPr>
    </w:p>
    <w:p w14:paraId="62B60F44" w14:textId="77777777" w:rsidR="00AB4F25" w:rsidRDefault="00AB4F25" w:rsidP="00AB4F25">
      <w:pPr>
        <w:pStyle w:val="Textbezodsazen"/>
      </w:pPr>
    </w:p>
    <w:p w14:paraId="7D749E5B" w14:textId="77777777" w:rsidR="00AB4F25" w:rsidRDefault="00AB4F25" w:rsidP="00AB4F25">
      <w:pPr>
        <w:pStyle w:val="Textbezodsazen"/>
      </w:pPr>
    </w:p>
    <w:p w14:paraId="7DEC1685" w14:textId="77777777" w:rsidR="00AB4F25" w:rsidRDefault="00AB4F25" w:rsidP="00AB4F25">
      <w:pPr>
        <w:pStyle w:val="Textbezodsazen"/>
      </w:pPr>
    </w:p>
    <w:p w14:paraId="6528EA1E" w14:textId="77777777" w:rsidR="00AB4F25" w:rsidRDefault="00AB4F25" w:rsidP="00AB4F25">
      <w:pPr>
        <w:pStyle w:val="Textbezodsazen"/>
      </w:pPr>
    </w:p>
    <w:p w14:paraId="6DAA8033" w14:textId="77777777" w:rsidR="004F0093" w:rsidRDefault="004F0093" w:rsidP="00F762A8">
      <w:pPr>
        <w:pStyle w:val="Nadpisbezsl1-1"/>
        <w:sectPr w:rsidR="004F0093" w:rsidSect="00AB4F25">
          <w:headerReference w:type="default" r:id="rId17"/>
          <w:footerReference w:type="even" r:id="rId18"/>
          <w:footerReference w:type="default" r:id="rId19"/>
          <w:pgSz w:w="11906" w:h="16838" w:code="9"/>
          <w:pgMar w:top="1077" w:right="1588" w:bottom="1474" w:left="1588" w:header="567" w:footer="567" w:gutter="0"/>
          <w:pgNumType w:start="1"/>
          <w:cols w:space="708"/>
          <w:docGrid w:linePitch="360"/>
        </w:sectPr>
      </w:pPr>
    </w:p>
    <w:p w14:paraId="410515AB" w14:textId="77777777" w:rsidR="004F0093" w:rsidRDefault="004F0093" w:rsidP="004F0093">
      <w:pPr>
        <w:pStyle w:val="Nadpisbezsl1-1"/>
      </w:pPr>
      <w:r>
        <w:lastRenderedPageBreak/>
        <w:t>Příloha č. 3</w:t>
      </w:r>
    </w:p>
    <w:p w14:paraId="7B1D25BF" w14:textId="77777777" w:rsidR="004F0093" w:rsidRDefault="004F0093" w:rsidP="004F0093">
      <w:pPr>
        <w:pStyle w:val="Nadpisbezsl1-2"/>
      </w:pPr>
      <w:r>
        <w:t xml:space="preserve">Technické podmínky: </w:t>
      </w:r>
    </w:p>
    <w:p w14:paraId="283E0E6B" w14:textId="77777777" w:rsidR="004F0093" w:rsidRDefault="004F0093" w:rsidP="008C4540">
      <w:pPr>
        <w:pStyle w:val="Textbezodsazen"/>
      </w:pPr>
    </w:p>
    <w:p w14:paraId="6FBBE66D" w14:textId="77777777" w:rsidR="004F0093" w:rsidRDefault="004F0093" w:rsidP="004F0093">
      <w:pPr>
        <w:pStyle w:val="Nadpisbezsl1-2"/>
      </w:pPr>
      <w:r>
        <w:t>a)</w:t>
      </w:r>
      <w:r>
        <w:tab/>
        <w:t xml:space="preserve">Technické kvalitativní podmínky staveb státních drah (TKP Staveb) </w:t>
      </w:r>
    </w:p>
    <w:p w14:paraId="1683CF59"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59B64499"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4072956C" w14:textId="77777777" w:rsidR="004F0093" w:rsidRPr="00701260" w:rsidRDefault="004F0093" w:rsidP="004F0093">
      <w:pPr>
        <w:pStyle w:val="Nadpisbezsl1-2"/>
      </w:pPr>
      <w:r w:rsidRPr="00701260">
        <w:t>b)</w:t>
      </w:r>
      <w:r w:rsidRPr="00701260">
        <w:tab/>
        <w:t xml:space="preserve">Všeobecné technické podmínky </w:t>
      </w:r>
    </w:p>
    <w:p w14:paraId="06DB2309" w14:textId="77777777" w:rsidR="006625DB" w:rsidRDefault="006625DB" w:rsidP="006625DB">
      <w:pPr>
        <w:pStyle w:val="Textbezslovn"/>
      </w:pPr>
      <w:r w:rsidRPr="00701260">
        <w:t>VTP/DOKUMENTACE/0</w:t>
      </w:r>
      <w:r w:rsidR="00701260" w:rsidRPr="00701260">
        <w:t>4</w:t>
      </w:r>
      <w:r w:rsidRPr="00701260">
        <w:t>/21</w:t>
      </w:r>
    </w:p>
    <w:p w14:paraId="1FDBB8BC" w14:textId="77777777" w:rsidR="004F0093" w:rsidRDefault="004F0093" w:rsidP="004F0093">
      <w:pPr>
        <w:pStyle w:val="Textbezslovn"/>
      </w:pPr>
    </w:p>
    <w:p w14:paraId="4B4ABB12" w14:textId="77777777" w:rsidR="004F0093" w:rsidRDefault="004F0093" w:rsidP="004F0093">
      <w:pPr>
        <w:pStyle w:val="Nadpisbezsl1-2"/>
      </w:pPr>
      <w:r>
        <w:t>c)</w:t>
      </w:r>
      <w:r>
        <w:tab/>
        <w:t xml:space="preserve">Zvláštní technické podmínky </w:t>
      </w:r>
    </w:p>
    <w:p w14:paraId="0CF772EA" w14:textId="77777777" w:rsidR="006625DB" w:rsidRDefault="006625DB" w:rsidP="006625DB">
      <w:pPr>
        <w:pStyle w:val="Textbezslovn"/>
        <w:jc w:val="left"/>
      </w:pPr>
      <w:r w:rsidRPr="00296232">
        <w:t xml:space="preserve">ze dne </w:t>
      </w:r>
      <w:r w:rsidR="00701260" w:rsidRPr="00296232">
        <w:t>18</w:t>
      </w:r>
      <w:r w:rsidRPr="00296232">
        <w:t>. 1. 202</w:t>
      </w:r>
      <w:r w:rsidR="00701260" w:rsidRPr="00296232">
        <w:t>2</w:t>
      </w:r>
      <w:r w:rsidRPr="00296232">
        <w:t xml:space="preserve"> včetně příloh v nich uvedených</w:t>
      </w:r>
    </w:p>
    <w:p w14:paraId="0C003887" w14:textId="77777777" w:rsidR="004F0093" w:rsidRDefault="004F0093" w:rsidP="004F0093">
      <w:pPr>
        <w:pStyle w:val="Textbezslovn"/>
        <w:jc w:val="left"/>
      </w:pPr>
    </w:p>
    <w:p w14:paraId="7F854B63" w14:textId="77777777" w:rsidR="004F0093" w:rsidRDefault="004F0093" w:rsidP="004F0093">
      <w:pPr>
        <w:pStyle w:val="Textbezslovn"/>
        <w:jc w:val="left"/>
      </w:pPr>
    </w:p>
    <w:p w14:paraId="37AA0595" w14:textId="77777777" w:rsidR="004F0093" w:rsidRDefault="004F0093" w:rsidP="00380C0F">
      <w:pPr>
        <w:pStyle w:val="Textbezodsazen"/>
      </w:pPr>
    </w:p>
    <w:p w14:paraId="10A4FF45" w14:textId="77777777" w:rsidR="004F0093" w:rsidRDefault="004F0093" w:rsidP="00380C0F">
      <w:pPr>
        <w:pStyle w:val="Textbezodsazen"/>
      </w:pPr>
    </w:p>
    <w:p w14:paraId="24E1C140" w14:textId="77777777" w:rsidR="004F0093" w:rsidRDefault="004F0093" w:rsidP="00F762A8">
      <w:pPr>
        <w:pStyle w:val="Nadpisbezsl1-1"/>
        <w:sectPr w:rsidR="004F0093" w:rsidSect="00AB4F25">
          <w:headerReference w:type="default" r:id="rId20"/>
          <w:footerReference w:type="even" r:id="rId21"/>
          <w:footerReference w:type="default" r:id="rId22"/>
          <w:pgSz w:w="11906" w:h="16838" w:code="9"/>
          <w:pgMar w:top="1077" w:right="1588" w:bottom="1474" w:left="1588" w:header="567" w:footer="567" w:gutter="0"/>
          <w:pgNumType w:start="1"/>
          <w:cols w:space="708"/>
          <w:docGrid w:linePitch="360"/>
        </w:sectPr>
      </w:pPr>
    </w:p>
    <w:p w14:paraId="03BF7D29" w14:textId="77777777" w:rsidR="004F0093" w:rsidRDefault="004F0093" w:rsidP="004F0093">
      <w:pPr>
        <w:pStyle w:val="Nadpisbezsl1-1"/>
      </w:pPr>
      <w:r>
        <w:lastRenderedPageBreak/>
        <w:t>Příloha č. 4</w:t>
      </w:r>
    </w:p>
    <w:p w14:paraId="64313741" w14:textId="77777777" w:rsidR="004F0093" w:rsidRDefault="004F0093" w:rsidP="004F0093">
      <w:pPr>
        <w:pStyle w:val="Nadpisbezsl1-2"/>
      </w:pPr>
      <w:r>
        <w:t>Rozpis Ceny Díla</w:t>
      </w:r>
    </w:p>
    <w:p w14:paraId="4F219CA4" w14:textId="77777777" w:rsidR="004F0093" w:rsidRDefault="004F0093" w:rsidP="004F0093">
      <w:pPr>
        <w:pStyle w:val="Textbezodsazen"/>
      </w:pPr>
      <w:r>
        <w:t xml:space="preserve">Cena za zpracování </w:t>
      </w:r>
      <w:r w:rsidRPr="004F0093">
        <w:rPr>
          <w:b/>
        </w:rPr>
        <w:t>Záměru projektu</w:t>
      </w:r>
      <w:r>
        <w:t xml:space="preserve"> </w:t>
      </w:r>
      <w:r w:rsidRPr="00D103B7">
        <w:rPr>
          <w:b/>
        </w:rPr>
        <w:t>a</w:t>
      </w:r>
      <w:r>
        <w:t xml:space="preserve"> </w:t>
      </w:r>
      <w:r w:rsidRPr="004F0093">
        <w:rPr>
          <w:b/>
        </w:rPr>
        <w:t>Dokumentace pro územní řízení</w:t>
      </w:r>
      <w:r>
        <w:t xml:space="preserve"> (podle členění na základní a dodatečné služby):</w:t>
      </w:r>
    </w:p>
    <w:p w14:paraId="57832C39" w14:textId="77777777" w:rsidR="004F0093" w:rsidRDefault="004F0093" w:rsidP="004F0093">
      <w:pPr>
        <w:pStyle w:val="Nadpisbezsl1-2"/>
      </w:pPr>
      <w:r>
        <w:t>1.</w:t>
      </w:r>
      <w:r>
        <w:tab/>
        <w:t>Základní služby</w:t>
      </w:r>
    </w:p>
    <w:tbl>
      <w:tblPr>
        <w:tblStyle w:val="TabulkaS-zhlav"/>
        <w:tblW w:w="0" w:type="auto"/>
        <w:tblLayout w:type="fixed"/>
        <w:tblLook w:val="04A0" w:firstRow="1" w:lastRow="0" w:firstColumn="1" w:lastColumn="0" w:noHBand="0" w:noVBand="1"/>
      </w:tblPr>
      <w:tblGrid>
        <w:gridCol w:w="788"/>
        <w:gridCol w:w="567"/>
        <w:gridCol w:w="2835"/>
        <w:gridCol w:w="992"/>
        <w:gridCol w:w="993"/>
        <w:gridCol w:w="1275"/>
        <w:gridCol w:w="1392"/>
      </w:tblGrid>
      <w:tr w:rsidR="004F0093" w:rsidRPr="004B1956" w14:paraId="2BD8D051" w14:textId="77777777" w:rsidTr="004C3F8B">
        <w:trPr>
          <w:cnfStyle w:val="100000000000" w:firstRow="1" w:lastRow="0" w:firstColumn="0" w:lastColumn="0" w:oddVBand="0" w:evenVBand="0" w:oddHBand="0" w:evenHBand="0" w:firstRowFirstColumn="0" w:firstRowLastColumn="0" w:lastRowFirstColumn="0" w:lastRowLastColumn="0"/>
        </w:trPr>
        <w:tc>
          <w:tcPr>
            <w:tcW w:w="788" w:type="dxa"/>
          </w:tcPr>
          <w:p w14:paraId="5E446F15" w14:textId="77777777" w:rsidR="004F0093" w:rsidRPr="004B1956" w:rsidRDefault="004F0093" w:rsidP="002344F6">
            <w:pPr>
              <w:pStyle w:val="Tabulka-8"/>
            </w:pPr>
            <w:r w:rsidRPr="004B1956">
              <w:t>Položka</w:t>
            </w:r>
          </w:p>
        </w:tc>
        <w:tc>
          <w:tcPr>
            <w:tcW w:w="3402" w:type="dxa"/>
            <w:gridSpan w:val="2"/>
          </w:tcPr>
          <w:p w14:paraId="02665372" w14:textId="77777777" w:rsidR="004F0093" w:rsidRPr="004B1956" w:rsidRDefault="004F0093" w:rsidP="002344F6">
            <w:pPr>
              <w:pStyle w:val="Tabulka-8"/>
            </w:pPr>
            <w:r w:rsidRPr="004B1956">
              <w:t>Popis</w:t>
            </w:r>
          </w:p>
        </w:tc>
        <w:tc>
          <w:tcPr>
            <w:tcW w:w="992" w:type="dxa"/>
          </w:tcPr>
          <w:p w14:paraId="2A9BF596" w14:textId="77777777" w:rsidR="004F0093" w:rsidRPr="004B1956" w:rsidRDefault="004F0093" w:rsidP="002344F6">
            <w:pPr>
              <w:pStyle w:val="Tabulka-8"/>
            </w:pPr>
            <w:r w:rsidRPr="004B1956">
              <w:t>Měrná jednotka</w:t>
            </w:r>
          </w:p>
        </w:tc>
        <w:tc>
          <w:tcPr>
            <w:tcW w:w="993" w:type="dxa"/>
          </w:tcPr>
          <w:p w14:paraId="3C2945AD" w14:textId="77777777" w:rsidR="004F0093" w:rsidRPr="004B1956" w:rsidRDefault="004F0093" w:rsidP="002344F6">
            <w:pPr>
              <w:pStyle w:val="Tabulka-8"/>
            </w:pPr>
            <w:r w:rsidRPr="004B1956">
              <w:t>Množství *)</w:t>
            </w:r>
          </w:p>
        </w:tc>
        <w:tc>
          <w:tcPr>
            <w:tcW w:w="1275" w:type="dxa"/>
          </w:tcPr>
          <w:p w14:paraId="1662C196" w14:textId="77777777" w:rsidR="004F0093" w:rsidRPr="004B1956" w:rsidRDefault="004F0093" w:rsidP="002344F6">
            <w:pPr>
              <w:pStyle w:val="Tabulka-8"/>
            </w:pPr>
            <w:r w:rsidRPr="004B1956">
              <w:t>Jednotková cena *)</w:t>
            </w:r>
          </w:p>
        </w:tc>
        <w:tc>
          <w:tcPr>
            <w:tcW w:w="1392" w:type="dxa"/>
          </w:tcPr>
          <w:p w14:paraId="65A952C2" w14:textId="77777777" w:rsidR="004F0093" w:rsidRPr="004B1956" w:rsidRDefault="004F0093" w:rsidP="002344F6">
            <w:pPr>
              <w:pStyle w:val="Tabulka-8"/>
            </w:pPr>
            <w:r w:rsidRPr="004B1956">
              <w:t>Cena celkem *)</w:t>
            </w:r>
          </w:p>
        </w:tc>
      </w:tr>
      <w:tr w:rsidR="004F0093" w:rsidRPr="00110376" w14:paraId="32B9855E" w14:textId="77777777" w:rsidTr="004C3F8B">
        <w:tc>
          <w:tcPr>
            <w:tcW w:w="788" w:type="dxa"/>
          </w:tcPr>
          <w:p w14:paraId="37BC8639" w14:textId="77777777" w:rsidR="004F0093" w:rsidRPr="00110376" w:rsidRDefault="004F0093" w:rsidP="002344F6">
            <w:pPr>
              <w:pStyle w:val="Tabulka-8"/>
            </w:pPr>
            <w:r w:rsidRPr="00110376">
              <w:t>1</w:t>
            </w:r>
          </w:p>
        </w:tc>
        <w:tc>
          <w:tcPr>
            <w:tcW w:w="3402" w:type="dxa"/>
            <w:gridSpan w:val="2"/>
          </w:tcPr>
          <w:p w14:paraId="56760788" w14:textId="77777777" w:rsidR="004F0093" w:rsidRPr="00110376" w:rsidRDefault="004F0093" w:rsidP="002344F6">
            <w:pPr>
              <w:pStyle w:val="Tabulka-8"/>
            </w:pPr>
            <w:r w:rsidRPr="00110376">
              <w:t>Záměr projektu (v rozsahu Směrnice č. V – 2/2012  v platném znění a dle požadavku VTP a ZTP)</w:t>
            </w:r>
          </w:p>
        </w:tc>
        <w:tc>
          <w:tcPr>
            <w:tcW w:w="992" w:type="dxa"/>
          </w:tcPr>
          <w:p w14:paraId="090BC98C" w14:textId="77777777" w:rsidR="004F0093" w:rsidRPr="00110376" w:rsidRDefault="004F0093" w:rsidP="002344F6">
            <w:pPr>
              <w:pStyle w:val="Tabulka-8"/>
            </w:pPr>
            <w:r w:rsidRPr="00110376">
              <w:t>hod</w:t>
            </w:r>
          </w:p>
        </w:tc>
        <w:tc>
          <w:tcPr>
            <w:tcW w:w="993" w:type="dxa"/>
          </w:tcPr>
          <w:p w14:paraId="243FAADF" w14:textId="77777777" w:rsidR="004F0093" w:rsidRPr="00110376" w:rsidRDefault="004F0093" w:rsidP="002344F6">
            <w:pPr>
              <w:pStyle w:val="Tabulka-8"/>
            </w:pPr>
          </w:p>
        </w:tc>
        <w:tc>
          <w:tcPr>
            <w:tcW w:w="1275" w:type="dxa"/>
          </w:tcPr>
          <w:p w14:paraId="398AEA87" w14:textId="77777777" w:rsidR="004F0093" w:rsidRPr="00110376" w:rsidRDefault="004F0093" w:rsidP="002344F6">
            <w:pPr>
              <w:pStyle w:val="Tabulka-8"/>
            </w:pPr>
          </w:p>
        </w:tc>
        <w:tc>
          <w:tcPr>
            <w:tcW w:w="1392" w:type="dxa"/>
          </w:tcPr>
          <w:p w14:paraId="21541BC1" w14:textId="77777777" w:rsidR="004F0093" w:rsidRPr="00110376" w:rsidRDefault="004F0093" w:rsidP="002344F6">
            <w:pPr>
              <w:pStyle w:val="Tabulka-8"/>
            </w:pPr>
          </w:p>
        </w:tc>
      </w:tr>
      <w:tr w:rsidR="004F0093" w:rsidRPr="00110376" w14:paraId="57469A30" w14:textId="77777777" w:rsidTr="004C3F8B">
        <w:tc>
          <w:tcPr>
            <w:tcW w:w="788" w:type="dxa"/>
          </w:tcPr>
          <w:p w14:paraId="123E4137" w14:textId="721CE6CA" w:rsidR="004F0093" w:rsidRPr="00110376" w:rsidRDefault="004F0093" w:rsidP="002344F6">
            <w:pPr>
              <w:pStyle w:val="Tabulka-8"/>
            </w:pPr>
            <w:r w:rsidRPr="00110376">
              <w:t>2</w:t>
            </w:r>
          </w:p>
        </w:tc>
        <w:tc>
          <w:tcPr>
            <w:tcW w:w="8054" w:type="dxa"/>
            <w:gridSpan w:val="6"/>
          </w:tcPr>
          <w:p w14:paraId="79589B31" w14:textId="77777777" w:rsidR="004F0093" w:rsidRPr="00110376" w:rsidRDefault="004F0093" w:rsidP="002344F6">
            <w:pPr>
              <w:pStyle w:val="Tabulka-8"/>
            </w:pPr>
            <w:r w:rsidRPr="00110376">
              <w:t>Dokumentace pro územní řízení</w:t>
            </w:r>
          </w:p>
        </w:tc>
      </w:tr>
      <w:tr w:rsidR="00110376" w:rsidRPr="00110376" w14:paraId="5D51DBDD" w14:textId="77777777" w:rsidTr="004C3F8B">
        <w:tc>
          <w:tcPr>
            <w:tcW w:w="788" w:type="dxa"/>
          </w:tcPr>
          <w:p w14:paraId="4A961926" w14:textId="77777777" w:rsidR="00110376" w:rsidRPr="00110376" w:rsidRDefault="00110376" w:rsidP="002344F6">
            <w:pPr>
              <w:pStyle w:val="Tabulka-8"/>
            </w:pPr>
          </w:p>
        </w:tc>
        <w:tc>
          <w:tcPr>
            <w:tcW w:w="567" w:type="dxa"/>
          </w:tcPr>
          <w:p w14:paraId="7B4FAE5A" w14:textId="77777777" w:rsidR="00110376" w:rsidRPr="00110376" w:rsidRDefault="00110376" w:rsidP="002344F6">
            <w:pPr>
              <w:pStyle w:val="Tabulka-8"/>
            </w:pPr>
            <w:r w:rsidRPr="00110376">
              <w:t>2.1</w:t>
            </w:r>
          </w:p>
        </w:tc>
        <w:tc>
          <w:tcPr>
            <w:tcW w:w="2835" w:type="dxa"/>
          </w:tcPr>
          <w:p w14:paraId="3AE0B3F2" w14:textId="77777777" w:rsidR="00110376" w:rsidRPr="00110376" w:rsidRDefault="00110376" w:rsidP="002344F6">
            <w:pPr>
              <w:pStyle w:val="Tabulka-8"/>
            </w:pPr>
            <w:r w:rsidRPr="00110376">
              <w:t>Zpracování Dokumentace pro územní řízení vyjma příloh G, H a I, včetně všech dílčích odevzdání, dle Směrnice GŘ SŽDC č. 11/2006 v platném znění dle VTP a ZPT</w:t>
            </w:r>
          </w:p>
        </w:tc>
        <w:tc>
          <w:tcPr>
            <w:tcW w:w="992" w:type="dxa"/>
          </w:tcPr>
          <w:p w14:paraId="5964317D" w14:textId="77777777" w:rsidR="00110376" w:rsidRPr="00110376" w:rsidRDefault="00110376" w:rsidP="002344F6">
            <w:pPr>
              <w:pStyle w:val="Tabulka-8"/>
            </w:pPr>
            <w:r w:rsidRPr="00110376">
              <w:t>hod</w:t>
            </w:r>
          </w:p>
        </w:tc>
        <w:tc>
          <w:tcPr>
            <w:tcW w:w="993" w:type="dxa"/>
          </w:tcPr>
          <w:p w14:paraId="73CB7BCC" w14:textId="77777777" w:rsidR="00110376" w:rsidRPr="00110376" w:rsidRDefault="00110376" w:rsidP="002344F6">
            <w:pPr>
              <w:pStyle w:val="Tabulka-8"/>
            </w:pPr>
          </w:p>
        </w:tc>
        <w:tc>
          <w:tcPr>
            <w:tcW w:w="1275" w:type="dxa"/>
          </w:tcPr>
          <w:p w14:paraId="605936D2" w14:textId="77777777" w:rsidR="00110376" w:rsidRPr="00110376" w:rsidRDefault="00110376" w:rsidP="002344F6">
            <w:pPr>
              <w:pStyle w:val="Tabulka-8"/>
            </w:pPr>
          </w:p>
        </w:tc>
        <w:tc>
          <w:tcPr>
            <w:tcW w:w="1392" w:type="dxa"/>
          </w:tcPr>
          <w:p w14:paraId="5998FDEA" w14:textId="77777777" w:rsidR="00110376" w:rsidRPr="00110376" w:rsidRDefault="00110376" w:rsidP="002344F6">
            <w:pPr>
              <w:pStyle w:val="Tabulka-8"/>
            </w:pPr>
          </w:p>
        </w:tc>
      </w:tr>
      <w:tr w:rsidR="00110376" w:rsidRPr="00110376" w14:paraId="45852444" w14:textId="77777777" w:rsidTr="004C3F8B">
        <w:tc>
          <w:tcPr>
            <w:tcW w:w="788" w:type="dxa"/>
          </w:tcPr>
          <w:p w14:paraId="286C8FAB" w14:textId="77777777" w:rsidR="00110376" w:rsidRPr="00110376" w:rsidRDefault="00110376" w:rsidP="002344F6">
            <w:pPr>
              <w:pStyle w:val="Tabulka-8"/>
            </w:pPr>
          </w:p>
        </w:tc>
        <w:tc>
          <w:tcPr>
            <w:tcW w:w="567" w:type="dxa"/>
          </w:tcPr>
          <w:p w14:paraId="67D0598D" w14:textId="77777777" w:rsidR="00110376" w:rsidRPr="00110376" w:rsidRDefault="00110376" w:rsidP="002344F6">
            <w:pPr>
              <w:pStyle w:val="Tabulka-8"/>
            </w:pPr>
            <w:r w:rsidRPr="00110376">
              <w:t>2.2</w:t>
            </w:r>
          </w:p>
        </w:tc>
        <w:tc>
          <w:tcPr>
            <w:tcW w:w="2835" w:type="dxa"/>
          </w:tcPr>
          <w:p w14:paraId="3F086C89" w14:textId="77777777" w:rsidR="00110376" w:rsidRPr="00110376" w:rsidRDefault="00110376" w:rsidP="002344F6">
            <w:pPr>
              <w:pStyle w:val="Tabulka-8"/>
            </w:pPr>
            <w:r w:rsidRPr="00110376">
              <w:t>Zpracování Dokumentace pro územní řízení - příloha G v rozsahu stanovení nákladů stavby a rozpočtů jednotlivých SO a PS dle směrnice GŘ SŽDC č. 11/2006 v platném znění a dle požadavku VTP a ZTP</w:t>
            </w:r>
          </w:p>
        </w:tc>
        <w:tc>
          <w:tcPr>
            <w:tcW w:w="992" w:type="dxa"/>
          </w:tcPr>
          <w:p w14:paraId="41389657" w14:textId="77777777" w:rsidR="00110376" w:rsidRPr="00110376" w:rsidRDefault="00110376" w:rsidP="002344F6">
            <w:pPr>
              <w:pStyle w:val="Tabulka-8"/>
            </w:pPr>
            <w:r w:rsidRPr="00110376">
              <w:t>hod</w:t>
            </w:r>
          </w:p>
        </w:tc>
        <w:tc>
          <w:tcPr>
            <w:tcW w:w="993" w:type="dxa"/>
          </w:tcPr>
          <w:p w14:paraId="32EC67E4" w14:textId="77777777" w:rsidR="00110376" w:rsidRPr="00110376" w:rsidRDefault="00110376" w:rsidP="002344F6">
            <w:pPr>
              <w:pStyle w:val="Tabulka-8"/>
            </w:pPr>
          </w:p>
        </w:tc>
        <w:tc>
          <w:tcPr>
            <w:tcW w:w="1275" w:type="dxa"/>
          </w:tcPr>
          <w:p w14:paraId="325A58F7" w14:textId="77777777" w:rsidR="00110376" w:rsidRPr="00110376" w:rsidRDefault="00110376" w:rsidP="002344F6">
            <w:pPr>
              <w:pStyle w:val="Tabulka-8"/>
            </w:pPr>
          </w:p>
        </w:tc>
        <w:tc>
          <w:tcPr>
            <w:tcW w:w="1392" w:type="dxa"/>
          </w:tcPr>
          <w:p w14:paraId="4F13CBFA" w14:textId="77777777" w:rsidR="00110376" w:rsidRPr="00110376" w:rsidRDefault="00110376" w:rsidP="002344F6">
            <w:pPr>
              <w:pStyle w:val="Tabulka-8"/>
            </w:pPr>
          </w:p>
        </w:tc>
      </w:tr>
      <w:tr w:rsidR="00110376" w:rsidRPr="00110376" w14:paraId="007C101E" w14:textId="77777777" w:rsidTr="004C3F8B">
        <w:tc>
          <w:tcPr>
            <w:tcW w:w="788" w:type="dxa"/>
          </w:tcPr>
          <w:p w14:paraId="1FCD1481" w14:textId="77777777" w:rsidR="00110376" w:rsidRPr="00110376" w:rsidRDefault="00110376" w:rsidP="002344F6">
            <w:pPr>
              <w:pStyle w:val="Tabulka-8"/>
            </w:pPr>
          </w:p>
        </w:tc>
        <w:tc>
          <w:tcPr>
            <w:tcW w:w="567" w:type="dxa"/>
          </w:tcPr>
          <w:p w14:paraId="19985D80" w14:textId="77777777" w:rsidR="00110376" w:rsidRPr="00110376" w:rsidRDefault="00110376" w:rsidP="002344F6">
            <w:pPr>
              <w:pStyle w:val="Tabulka-8"/>
            </w:pPr>
            <w:r w:rsidRPr="00110376">
              <w:t>2.3</w:t>
            </w:r>
          </w:p>
        </w:tc>
        <w:tc>
          <w:tcPr>
            <w:tcW w:w="2835" w:type="dxa"/>
          </w:tcPr>
          <w:p w14:paraId="0547B9AA" w14:textId="77777777" w:rsidR="00110376" w:rsidRPr="00110376" w:rsidRDefault="00110376" w:rsidP="002344F6">
            <w:pPr>
              <w:pStyle w:val="Tabulka-8"/>
            </w:pPr>
            <w:r w:rsidRPr="00110376">
              <w:t>Zpracování Dokumentace pro územní řízení - příloha H v rozsahu dokladové části dle směrnice GŘ SŽDC č. 11/2006 v platném zněn a dle požadavku VTP a ZTP včetně inženýrské činnosti</w:t>
            </w:r>
          </w:p>
        </w:tc>
        <w:tc>
          <w:tcPr>
            <w:tcW w:w="992" w:type="dxa"/>
          </w:tcPr>
          <w:p w14:paraId="2BAA7125" w14:textId="77777777" w:rsidR="00110376" w:rsidRPr="00110376" w:rsidRDefault="00110376" w:rsidP="002344F6">
            <w:pPr>
              <w:pStyle w:val="Tabulka-8"/>
            </w:pPr>
            <w:r w:rsidRPr="00110376">
              <w:t>hod</w:t>
            </w:r>
          </w:p>
        </w:tc>
        <w:tc>
          <w:tcPr>
            <w:tcW w:w="993" w:type="dxa"/>
          </w:tcPr>
          <w:p w14:paraId="44C36FBC" w14:textId="77777777" w:rsidR="00110376" w:rsidRPr="00110376" w:rsidRDefault="00110376" w:rsidP="002344F6">
            <w:pPr>
              <w:pStyle w:val="Tabulka-8"/>
            </w:pPr>
          </w:p>
        </w:tc>
        <w:tc>
          <w:tcPr>
            <w:tcW w:w="1275" w:type="dxa"/>
          </w:tcPr>
          <w:p w14:paraId="18A24A3A" w14:textId="77777777" w:rsidR="00110376" w:rsidRPr="00110376" w:rsidRDefault="00110376" w:rsidP="002344F6">
            <w:pPr>
              <w:pStyle w:val="Tabulka-8"/>
            </w:pPr>
          </w:p>
        </w:tc>
        <w:tc>
          <w:tcPr>
            <w:tcW w:w="1392" w:type="dxa"/>
          </w:tcPr>
          <w:p w14:paraId="25065F20" w14:textId="77777777" w:rsidR="00110376" w:rsidRPr="00110376" w:rsidRDefault="00110376" w:rsidP="002344F6">
            <w:pPr>
              <w:pStyle w:val="Tabulka-8"/>
            </w:pPr>
          </w:p>
        </w:tc>
      </w:tr>
      <w:tr w:rsidR="00110376" w:rsidRPr="00110376" w14:paraId="77556CCA" w14:textId="77777777" w:rsidTr="004C3F8B">
        <w:tc>
          <w:tcPr>
            <w:tcW w:w="788" w:type="dxa"/>
          </w:tcPr>
          <w:p w14:paraId="3282F8EF" w14:textId="77777777" w:rsidR="00110376" w:rsidRPr="00110376" w:rsidRDefault="00110376" w:rsidP="002344F6">
            <w:pPr>
              <w:pStyle w:val="Tabulka-8"/>
            </w:pPr>
          </w:p>
        </w:tc>
        <w:tc>
          <w:tcPr>
            <w:tcW w:w="567" w:type="dxa"/>
          </w:tcPr>
          <w:p w14:paraId="6594BED7" w14:textId="77777777" w:rsidR="00110376" w:rsidRPr="00110376" w:rsidRDefault="00110376" w:rsidP="002344F6">
            <w:pPr>
              <w:pStyle w:val="Tabulka-8"/>
            </w:pPr>
            <w:r w:rsidRPr="00110376">
              <w:t>2.4</w:t>
            </w:r>
          </w:p>
        </w:tc>
        <w:tc>
          <w:tcPr>
            <w:tcW w:w="2835" w:type="dxa"/>
          </w:tcPr>
          <w:p w14:paraId="166A3788" w14:textId="77777777" w:rsidR="00110376" w:rsidRPr="00110376" w:rsidRDefault="00110376" w:rsidP="002344F6">
            <w:pPr>
              <w:pStyle w:val="Tabulka-8"/>
            </w:pPr>
            <w:r w:rsidRPr="00110376">
              <w:t>Zpracování Dokumentace pro územní řízení – příloha I v rozsahu geodetické části dle směrnice GŘ SŽDC č. 11/2006 v platném znění a dle požadavku VTP a ZTP) včetně inženýrské činnosti</w:t>
            </w:r>
          </w:p>
        </w:tc>
        <w:tc>
          <w:tcPr>
            <w:tcW w:w="992" w:type="dxa"/>
          </w:tcPr>
          <w:p w14:paraId="03E10A1E" w14:textId="77777777" w:rsidR="00110376" w:rsidRPr="00110376" w:rsidRDefault="00110376" w:rsidP="002344F6">
            <w:pPr>
              <w:pStyle w:val="Tabulka-8"/>
            </w:pPr>
            <w:r w:rsidRPr="00110376">
              <w:t>ks</w:t>
            </w:r>
          </w:p>
        </w:tc>
        <w:tc>
          <w:tcPr>
            <w:tcW w:w="993" w:type="dxa"/>
          </w:tcPr>
          <w:p w14:paraId="6B4DCCBB" w14:textId="77777777" w:rsidR="00110376" w:rsidRPr="00110376" w:rsidRDefault="00110376" w:rsidP="002344F6">
            <w:pPr>
              <w:pStyle w:val="Tabulka-8"/>
            </w:pPr>
            <w:r w:rsidRPr="00110376">
              <w:t>6</w:t>
            </w:r>
          </w:p>
        </w:tc>
        <w:tc>
          <w:tcPr>
            <w:tcW w:w="1275" w:type="dxa"/>
          </w:tcPr>
          <w:p w14:paraId="22B405BD" w14:textId="77777777" w:rsidR="00110376" w:rsidRPr="00110376" w:rsidRDefault="00110376" w:rsidP="002344F6">
            <w:pPr>
              <w:pStyle w:val="Tabulka-8"/>
            </w:pPr>
          </w:p>
        </w:tc>
        <w:tc>
          <w:tcPr>
            <w:tcW w:w="1392" w:type="dxa"/>
          </w:tcPr>
          <w:p w14:paraId="6F4CFB66" w14:textId="77777777" w:rsidR="00110376" w:rsidRPr="00110376" w:rsidRDefault="00110376" w:rsidP="002344F6">
            <w:pPr>
              <w:pStyle w:val="Tabulka-8"/>
            </w:pPr>
          </w:p>
        </w:tc>
      </w:tr>
      <w:tr w:rsidR="00110376" w:rsidRPr="00110376" w14:paraId="1940D2CE" w14:textId="77777777" w:rsidTr="004C3F8B">
        <w:tc>
          <w:tcPr>
            <w:tcW w:w="788" w:type="dxa"/>
          </w:tcPr>
          <w:p w14:paraId="233B8196" w14:textId="23375D9A" w:rsidR="00110376" w:rsidRPr="00110376" w:rsidRDefault="00110376" w:rsidP="002344F6">
            <w:pPr>
              <w:pStyle w:val="Tabulka-8"/>
            </w:pPr>
            <w:r w:rsidRPr="00110376">
              <w:t>3</w:t>
            </w:r>
          </w:p>
        </w:tc>
        <w:tc>
          <w:tcPr>
            <w:tcW w:w="3402" w:type="dxa"/>
            <w:gridSpan w:val="2"/>
          </w:tcPr>
          <w:p w14:paraId="3CE7293D" w14:textId="77777777" w:rsidR="00110376" w:rsidRPr="00110376" w:rsidRDefault="00110376" w:rsidP="002344F6">
            <w:pPr>
              <w:pStyle w:val="Tabulka-8"/>
            </w:pPr>
            <w:r w:rsidRPr="00110376">
              <w:t>Definitivní odevzdání záměru projektu a Dokumentace pro územní řízení, dle SOD v listinné formě (dle požadavku VTP a ZTP)</w:t>
            </w:r>
          </w:p>
        </w:tc>
        <w:tc>
          <w:tcPr>
            <w:tcW w:w="992" w:type="dxa"/>
          </w:tcPr>
          <w:p w14:paraId="0B25E986" w14:textId="77777777" w:rsidR="00110376" w:rsidRPr="00187A3E" w:rsidRDefault="0038188D" w:rsidP="002344F6">
            <w:pPr>
              <w:pStyle w:val="Tabulka-8"/>
              <w:rPr>
                <w:color w:val="000000" w:themeColor="text1"/>
              </w:rPr>
            </w:pPr>
            <w:r w:rsidRPr="00187A3E">
              <w:rPr>
                <w:color w:val="000000" w:themeColor="text1"/>
              </w:rPr>
              <w:t>komplet</w:t>
            </w:r>
          </w:p>
        </w:tc>
        <w:tc>
          <w:tcPr>
            <w:tcW w:w="993" w:type="dxa"/>
          </w:tcPr>
          <w:p w14:paraId="487C5D6C" w14:textId="77777777" w:rsidR="00110376" w:rsidRPr="00187A3E" w:rsidRDefault="0038188D" w:rsidP="002344F6">
            <w:pPr>
              <w:pStyle w:val="Tabulka-8"/>
              <w:rPr>
                <w:color w:val="000000" w:themeColor="text1"/>
              </w:rPr>
            </w:pPr>
            <w:r w:rsidRPr="00187A3E">
              <w:rPr>
                <w:color w:val="000000" w:themeColor="text1"/>
              </w:rPr>
              <w:t>1</w:t>
            </w:r>
          </w:p>
        </w:tc>
        <w:tc>
          <w:tcPr>
            <w:tcW w:w="1275" w:type="dxa"/>
          </w:tcPr>
          <w:p w14:paraId="6618C45C" w14:textId="77777777" w:rsidR="00110376" w:rsidRPr="00110376" w:rsidRDefault="00110376" w:rsidP="002344F6">
            <w:pPr>
              <w:pStyle w:val="Tabulka-8"/>
            </w:pPr>
          </w:p>
        </w:tc>
        <w:tc>
          <w:tcPr>
            <w:tcW w:w="1392" w:type="dxa"/>
          </w:tcPr>
          <w:p w14:paraId="5F31EC3D" w14:textId="77777777" w:rsidR="00110376" w:rsidRPr="00110376" w:rsidRDefault="00110376" w:rsidP="002344F6">
            <w:pPr>
              <w:pStyle w:val="Tabulka-8"/>
            </w:pPr>
          </w:p>
        </w:tc>
      </w:tr>
      <w:tr w:rsidR="0038188D" w:rsidRPr="00110376" w14:paraId="4F76D8BC" w14:textId="77777777" w:rsidTr="004C3F8B">
        <w:tc>
          <w:tcPr>
            <w:tcW w:w="788" w:type="dxa"/>
          </w:tcPr>
          <w:p w14:paraId="66E3D8DD" w14:textId="4B86A241" w:rsidR="0038188D" w:rsidRPr="00110376" w:rsidRDefault="0038188D" w:rsidP="0038188D">
            <w:pPr>
              <w:pStyle w:val="Tabulka-8"/>
            </w:pPr>
            <w:r w:rsidRPr="00110376">
              <w:t>4</w:t>
            </w:r>
          </w:p>
        </w:tc>
        <w:tc>
          <w:tcPr>
            <w:tcW w:w="3402" w:type="dxa"/>
            <w:gridSpan w:val="2"/>
          </w:tcPr>
          <w:p w14:paraId="4E0380AF" w14:textId="77777777" w:rsidR="0038188D" w:rsidRPr="00110376" w:rsidRDefault="0038188D" w:rsidP="0038188D">
            <w:pPr>
              <w:pStyle w:val="Tabulka-8"/>
            </w:pPr>
            <w:r w:rsidRPr="00110376">
              <w:t>Definitivní odevzdání záměru projektu a Dokumentace pro územní řízení dle SOD v elektronické formě (dle požadavku VTP a ZTP)</w:t>
            </w:r>
          </w:p>
        </w:tc>
        <w:tc>
          <w:tcPr>
            <w:tcW w:w="992" w:type="dxa"/>
          </w:tcPr>
          <w:p w14:paraId="776C90B6" w14:textId="77777777" w:rsidR="0038188D" w:rsidRPr="00187A3E" w:rsidRDefault="0038188D" w:rsidP="0038188D">
            <w:pPr>
              <w:pStyle w:val="Tabulka-8"/>
              <w:rPr>
                <w:color w:val="000000" w:themeColor="text1"/>
              </w:rPr>
            </w:pPr>
            <w:r w:rsidRPr="00187A3E">
              <w:rPr>
                <w:color w:val="000000" w:themeColor="text1"/>
              </w:rPr>
              <w:t>komplet</w:t>
            </w:r>
          </w:p>
        </w:tc>
        <w:tc>
          <w:tcPr>
            <w:tcW w:w="993" w:type="dxa"/>
          </w:tcPr>
          <w:p w14:paraId="1AF89FD7" w14:textId="77777777" w:rsidR="0038188D" w:rsidRPr="00187A3E" w:rsidRDefault="0038188D" w:rsidP="0038188D">
            <w:pPr>
              <w:pStyle w:val="Tabulka-8"/>
              <w:rPr>
                <w:color w:val="000000" w:themeColor="text1"/>
              </w:rPr>
            </w:pPr>
            <w:r w:rsidRPr="00187A3E">
              <w:rPr>
                <w:color w:val="000000" w:themeColor="text1"/>
              </w:rPr>
              <w:t>1</w:t>
            </w:r>
          </w:p>
        </w:tc>
        <w:tc>
          <w:tcPr>
            <w:tcW w:w="1275" w:type="dxa"/>
          </w:tcPr>
          <w:p w14:paraId="4F18A930" w14:textId="77777777" w:rsidR="0038188D" w:rsidRPr="00110376" w:rsidRDefault="0038188D" w:rsidP="0038188D">
            <w:pPr>
              <w:pStyle w:val="Tabulka-8"/>
            </w:pPr>
          </w:p>
        </w:tc>
        <w:tc>
          <w:tcPr>
            <w:tcW w:w="1392" w:type="dxa"/>
          </w:tcPr>
          <w:p w14:paraId="001F651E" w14:textId="77777777" w:rsidR="0038188D" w:rsidRPr="00110376" w:rsidRDefault="0038188D" w:rsidP="0038188D">
            <w:pPr>
              <w:pStyle w:val="Tabulka-8"/>
            </w:pPr>
          </w:p>
        </w:tc>
      </w:tr>
      <w:tr w:rsidR="0038188D" w:rsidRPr="00110376" w14:paraId="5B2C2D89" w14:textId="77777777" w:rsidTr="004C3F8B">
        <w:tc>
          <w:tcPr>
            <w:tcW w:w="4190" w:type="dxa"/>
            <w:gridSpan w:val="3"/>
          </w:tcPr>
          <w:p w14:paraId="1D657DEA" w14:textId="77777777" w:rsidR="0038188D" w:rsidRPr="00110376" w:rsidRDefault="0038188D" w:rsidP="0038188D">
            <w:pPr>
              <w:pStyle w:val="Tabulka-8"/>
            </w:pPr>
            <w:r w:rsidRPr="00110376">
              <w:t>Celkem za základní služby:</w:t>
            </w:r>
          </w:p>
        </w:tc>
        <w:tc>
          <w:tcPr>
            <w:tcW w:w="992" w:type="dxa"/>
          </w:tcPr>
          <w:p w14:paraId="599C4529" w14:textId="77777777" w:rsidR="0038188D" w:rsidRPr="00110376" w:rsidRDefault="0038188D" w:rsidP="0038188D">
            <w:pPr>
              <w:pStyle w:val="Tabulka-8"/>
            </w:pPr>
          </w:p>
        </w:tc>
        <w:tc>
          <w:tcPr>
            <w:tcW w:w="993" w:type="dxa"/>
          </w:tcPr>
          <w:p w14:paraId="5B1616DA" w14:textId="77777777" w:rsidR="0038188D" w:rsidRPr="00110376" w:rsidRDefault="0038188D" w:rsidP="0038188D">
            <w:pPr>
              <w:pStyle w:val="Tabulka-8"/>
            </w:pPr>
          </w:p>
        </w:tc>
        <w:tc>
          <w:tcPr>
            <w:tcW w:w="1275" w:type="dxa"/>
          </w:tcPr>
          <w:p w14:paraId="797784AE" w14:textId="77777777" w:rsidR="0038188D" w:rsidRPr="00110376" w:rsidRDefault="0038188D" w:rsidP="0038188D">
            <w:pPr>
              <w:pStyle w:val="Tabulka-8"/>
            </w:pPr>
          </w:p>
        </w:tc>
        <w:tc>
          <w:tcPr>
            <w:tcW w:w="1392" w:type="dxa"/>
          </w:tcPr>
          <w:p w14:paraId="7929FF18" w14:textId="77777777" w:rsidR="0038188D" w:rsidRPr="00110376" w:rsidRDefault="0038188D" w:rsidP="0038188D">
            <w:pPr>
              <w:pStyle w:val="Tabulka-8"/>
            </w:pPr>
          </w:p>
        </w:tc>
      </w:tr>
    </w:tbl>
    <w:p w14:paraId="48DBB750" w14:textId="77777777" w:rsidR="004F0093" w:rsidRDefault="004F0093" w:rsidP="004F0093">
      <w:pPr>
        <w:pStyle w:val="Textbezodsazen"/>
      </w:pPr>
      <w:r>
        <w:tab/>
      </w:r>
    </w:p>
    <w:p w14:paraId="30144A09" w14:textId="77777777" w:rsidR="004F0093" w:rsidRDefault="004F0093" w:rsidP="004F0093">
      <w:pPr>
        <w:pStyle w:val="Textbezodsazen"/>
      </w:pPr>
      <w:r>
        <w:t>*) nevyplněné údaje [</w:t>
      </w:r>
      <w:r w:rsidRPr="008A4D1B">
        <w:rPr>
          <w:highlight w:val="yellow"/>
        </w:rPr>
        <w:t>VLOŽÍ ZHOTOVITEL]</w:t>
      </w:r>
    </w:p>
    <w:p w14:paraId="15690A2C" w14:textId="77777777" w:rsidR="004F0093" w:rsidRDefault="004F0093" w:rsidP="004F0093">
      <w:pPr>
        <w:pStyle w:val="Textbezodsazen"/>
      </w:pPr>
      <w:r>
        <w:t>Všechny ceny jsou uvedené v Kč bez DPH.</w:t>
      </w:r>
    </w:p>
    <w:p w14:paraId="79B7F7B9" w14:textId="77777777" w:rsidR="00110376" w:rsidRDefault="00110376" w:rsidP="004F0093">
      <w:pPr>
        <w:pStyle w:val="Textbezodsazen"/>
      </w:pPr>
    </w:p>
    <w:p w14:paraId="21A767D3" w14:textId="77777777" w:rsidR="00110376" w:rsidRDefault="00110376" w:rsidP="004F0093">
      <w:pPr>
        <w:pStyle w:val="Textbezodsazen"/>
      </w:pPr>
    </w:p>
    <w:p w14:paraId="2E46C79F" w14:textId="77777777" w:rsidR="00110376" w:rsidRDefault="00110376" w:rsidP="004F0093">
      <w:pPr>
        <w:pStyle w:val="Textbezodsazen"/>
      </w:pPr>
    </w:p>
    <w:p w14:paraId="6C64DA8D" w14:textId="77777777" w:rsidR="004F0093" w:rsidRDefault="004F0093" w:rsidP="00110376">
      <w:pPr>
        <w:pStyle w:val="Nadpisbezsl1-2"/>
      </w:pPr>
      <w:r>
        <w:lastRenderedPageBreak/>
        <w:t>2.</w:t>
      </w:r>
      <w:r>
        <w:tab/>
        <w:t>Dodatečné služby</w:t>
      </w:r>
    </w:p>
    <w:tbl>
      <w:tblPr>
        <w:tblStyle w:val="TabulkaS-zhlav"/>
        <w:tblW w:w="8860" w:type="dxa"/>
        <w:tblLayout w:type="fixed"/>
        <w:tblLook w:val="04A0" w:firstRow="1" w:lastRow="0" w:firstColumn="1" w:lastColumn="0" w:noHBand="0" w:noVBand="1"/>
      </w:tblPr>
      <w:tblGrid>
        <w:gridCol w:w="930"/>
        <w:gridCol w:w="3402"/>
        <w:gridCol w:w="992"/>
        <w:gridCol w:w="992"/>
        <w:gridCol w:w="1276"/>
        <w:gridCol w:w="1268"/>
      </w:tblGrid>
      <w:tr w:rsidR="004F0093" w:rsidRPr="004B1956" w14:paraId="1969544D" w14:textId="77777777" w:rsidTr="00865640">
        <w:trPr>
          <w:cnfStyle w:val="100000000000" w:firstRow="1" w:lastRow="0" w:firstColumn="0" w:lastColumn="0" w:oddVBand="0" w:evenVBand="0" w:oddHBand="0" w:evenHBand="0" w:firstRowFirstColumn="0" w:firstRowLastColumn="0" w:lastRowFirstColumn="0" w:lastRowLastColumn="0"/>
        </w:trPr>
        <w:tc>
          <w:tcPr>
            <w:tcW w:w="930" w:type="dxa"/>
          </w:tcPr>
          <w:p w14:paraId="74215179" w14:textId="77777777" w:rsidR="004F0093" w:rsidRPr="004B1956" w:rsidRDefault="004F0093" w:rsidP="002344F6">
            <w:pPr>
              <w:pStyle w:val="Tabulka-8"/>
              <w:rPr>
                <w:rStyle w:val="Tun"/>
                <w:b/>
                <w:szCs w:val="16"/>
              </w:rPr>
            </w:pPr>
            <w:r w:rsidRPr="004B1956">
              <w:rPr>
                <w:rStyle w:val="Tun"/>
                <w:b/>
                <w:szCs w:val="16"/>
              </w:rPr>
              <w:t>Položka</w:t>
            </w:r>
          </w:p>
        </w:tc>
        <w:tc>
          <w:tcPr>
            <w:tcW w:w="3402" w:type="dxa"/>
          </w:tcPr>
          <w:p w14:paraId="3D3F91B5" w14:textId="77777777" w:rsidR="004F0093" w:rsidRPr="004B1956" w:rsidRDefault="004F0093" w:rsidP="002344F6">
            <w:pPr>
              <w:pStyle w:val="Tabulka-8"/>
              <w:rPr>
                <w:rStyle w:val="Tun"/>
                <w:b/>
                <w:szCs w:val="16"/>
              </w:rPr>
            </w:pPr>
            <w:r w:rsidRPr="004B1956">
              <w:rPr>
                <w:rStyle w:val="Tun"/>
                <w:b/>
                <w:szCs w:val="16"/>
              </w:rPr>
              <w:t>Popis</w:t>
            </w:r>
          </w:p>
        </w:tc>
        <w:tc>
          <w:tcPr>
            <w:tcW w:w="992" w:type="dxa"/>
          </w:tcPr>
          <w:p w14:paraId="4AC5A53E" w14:textId="77777777" w:rsidR="004F0093" w:rsidRPr="004B1956" w:rsidRDefault="004F0093" w:rsidP="002344F6">
            <w:pPr>
              <w:pStyle w:val="Tabulka-8"/>
              <w:rPr>
                <w:rStyle w:val="Tun"/>
                <w:b/>
                <w:szCs w:val="16"/>
              </w:rPr>
            </w:pPr>
            <w:r w:rsidRPr="004B1956">
              <w:rPr>
                <w:rStyle w:val="Tun"/>
                <w:b/>
                <w:szCs w:val="16"/>
              </w:rPr>
              <w:t>Měrná jednotka</w:t>
            </w:r>
          </w:p>
        </w:tc>
        <w:tc>
          <w:tcPr>
            <w:tcW w:w="992" w:type="dxa"/>
          </w:tcPr>
          <w:p w14:paraId="1B612939" w14:textId="77777777" w:rsidR="004F0093" w:rsidRPr="004B1956" w:rsidRDefault="004F0093" w:rsidP="002344F6">
            <w:pPr>
              <w:pStyle w:val="Tabulka-8"/>
              <w:rPr>
                <w:rStyle w:val="Tun"/>
                <w:b/>
                <w:szCs w:val="16"/>
              </w:rPr>
            </w:pPr>
            <w:r w:rsidRPr="004B1956">
              <w:rPr>
                <w:rStyle w:val="Tun"/>
                <w:b/>
                <w:szCs w:val="16"/>
              </w:rPr>
              <w:t>Množství *)</w:t>
            </w:r>
          </w:p>
        </w:tc>
        <w:tc>
          <w:tcPr>
            <w:tcW w:w="1276" w:type="dxa"/>
          </w:tcPr>
          <w:p w14:paraId="7977202F" w14:textId="77777777" w:rsidR="004F0093" w:rsidRPr="004B1956" w:rsidRDefault="004F0093" w:rsidP="002344F6">
            <w:pPr>
              <w:pStyle w:val="Tabulka-8"/>
              <w:rPr>
                <w:rStyle w:val="Tun"/>
                <w:b/>
                <w:szCs w:val="16"/>
              </w:rPr>
            </w:pPr>
            <w:r w:rsidRPr="004B1956">
              <w:rPr>
                <w:rStyle w:val="Tun"/>
                <w:b/>
                <w:szCs w:val="16"/>
              </w:rPr>
              <w:t>Jednotková cena *)</w:t>
            </w:r>
          </w:p>
        </w:tc>
        <w:tc>
          <w:tcPr>
            <w:tcW w:w="1268" w:type="dxa"/>
          </w:tcPr>
          <w:p w14:paraId="6A1A98EB" w14:textId="77777777" w:rsidR="004F0093" w:rsidRPr="004B1956" w:rsidRDefault="004F0093" w:rsidP="002344F6">
            <w:pPr>
              <w:pStyle w:val="Tabulka-8"/>
              <w:rPr>
                <w:rStyle w:val="Tun"/>
                <w:b/>
                <w:szCs w:val="16"/>
              </w:rPr>
            </w:pPr>
            <w:r w:rsidRPr="004B1956">
              <w:rPr>
                <w:rStyle w:val="Tun"/>
                <w:b/>
                <w:szCs w:val="16"/>
              </w:rPr>
              <w:t>Cena celkem *)</w:t>
            </w:r>
          </w:p>
        </w:tc>
      </w:tr>
      <w:tr w:rsidR="00110376" w:rsidRPr="00110376" w14:paraId="1D27F91B" w14:textId="77777777" w:rsidTr="00865640">
        <w:tc>
          <w:tcPr>
            <w:tcW w:w="930" w:type="dxa"/>
          </w:tcPr>
          <w:p w14:paraId="78D3DB25" w14:textId="4D210579" w:rsidR="00110376" w:rsidRPr="00110376" w:rsidRDefault="00110376" w:rsidP="002344F6">
            <w:pPr>
              <w:pStyle w:val="Tabulka-8"/>
            </w:pPr>
            <w:r w:rsidRPr="00110376">
              <w:t>5</w:t>
            </w:r>
          </w:p>
        </w:tc>
        <w:tc>
          <w:tcPr>
            <w:tcW w:w="3402" w:type="dxa"/>
          </w:tcPr>
          <w:p w14:paraId="728B1E16" w14:textId="77777777" w:rsidR="00110376" w:rsidRPr="00110376" w:rsidRDefault="00110376" w:rsidP="002344F6">
            <w:pPr>
              <w:pStyle w:val="Tabulka-8"/>
            </w:pPr>
            <w:r w:rsidRPr="00110376">
              <w:t>Zajištění mapových podkladů</w:t>
            </w:r>
          </w:p>
        </w:tc>
        <w:tc>
          <w:tcPr>
            <w:tcW w:w="992" w:type="dxa"/>
          </w:tcPr>
          <w:p w14:paraId="5E0E37BD" w14:textId="77777777" w:rsidR="00110376" w:rsidRPr="00AE6413" w:rsidRDefault="00865640" w:rsidP="002344F6">
            <w:pPr>
              <w:pStyle w:val="Tabulka-8"/>
            </w:pPr>
            <w:r w:rsidRPr="00AE6413">
              <w:t>Komplet</w:t>
            </w:r>
          </w:p>
        </w:tc>
        <w:tc>
          <w:tcPr>
            <w:tcW w:w="992" w:type="dxa"/>
          </w:tcPr>
          <w:p w14:paraId="627D3057" w14:textId="77777777" w:rsidR="00110376" w:rsidRPr="00AE6413" w:rsidRDefault="00865640" w:rsidP="002344F6">
            <w:pPr>
              <w:pStyle w:val="Tabulka-8"/>
            </w:pPr>
            <w:r w:rsidRPr="00AE6413">
              <w:t>1</w:t>
            </w:r>
          </w:p>
        </w:tc>
        <w:tc>
          <w:tcPr>
            <w:tcW w:w="1276" w:type="dxa"/>
          </w:tcPr>
          <w:p w14:paraId="77B45BE9" w14:textId="77777777" w:rsidR="00110376" w:rsidRPr="00110376" w:rsidRDefault="00110376" w:rsidP="002344F6">
            <w:pPr>
              <w:pStyle w:val="Tabulka-8"/>
            </w:pPr>
          </w:p>
        </w:tc>
        <w:tc>
          <w:tcPr>
            <w:tcW w:w="1268" w:type="dxa"/>
          </w:tcPr>
          <w:p w14:paraId="5D36DF78" w14:textId="77777777" w:rsidR="00110376" w:rsidRPr="00110376" w:rsidRDefault="00110376" w:rsidP="002344F6">
            <w:pPr>
              <w:pStyle w:val="Tabulka-8"/>
            </w:pPr>
          </w:p>
        </w:tc>
      </w:tr>
      <w:tr w:rsidR="0038188D" w:rsidRPr="00110376" w14:paraId="5F3771B9" w14:textId="77777777" w:rsidTr="00865640">
        <w:tc>
          <w:tcPr>
            <w:tcW w:w="930" w:type="dxa"/>
          </w:tcPr>
          <w:p w14:paraId="218C339D" w14:textId="77DFF1C5" w:rsidR="0038188D" w:rsidRPr="00110376" w:rsidRDefault="0038188D" w:rsidP="0038188D">
            <w:pPr>
              <w:pStyle w:val="Tabulka-8"/>
            </w:pPr>
            <w:r w:rsidRPr="00110376">
              <w:t>6</w:t>
            </w:r>
          </w:p>
        </w:tc>
        <w:tc>
          <w:tcPr>
            <w:tcW w:w="3402" w:type="dxa"/>
          </w:tcPr>
          <w:p w14:paraId="1AA4C75C" w14:textId="77777777" w:rsidR="0038188D" w:rsidRPr="00110376" w:rsidRDefault="0038188D" w:rsidP="0038188D">
            <w:pPr>
              <w:pStyle w:val="Tabulka-8"/>
            </w:pPr>
            <w:r w:rsidRPr="00110376">
              <w:t>Geodetické práce</w:t>
            </w:r>
          </w:p>
        </w:tc>
        <w:tc>
          <w:tcPr>
            <w:tcW w:w="992" w:type="dxa"/>
          </w:tcPr>
          <w:p w14:paraId="3E80C62D" w14:textId="77777777" w:rsidR="0038188D" w:rsidRPr="00110376" w:rsidRDefault="00865640" w:rsidP="0038188D">
            <w:pPr>
              <w:pStyle w:val="Tabulka-8"/>
            </w:pPr>
            <w:r>
              <w:t>Komplet</w:t>
            </w:r>
          </w:p>
        </w:tc>
        <w:tc>
          <w:tcPr>
            <w:tcW w:w="992" w:type="dxa"/>
          </w:tcPr>
          <w:p w14:paraId="6D3F7733" w14:textId="77777777" w:rsidR="0038188D" w:rsidRPr="00110376" w:rsidRDefault="00865640" w:rsidP="0038188D">
            <w:pPr>
              <w:pStyle w:val="Tabulka-8"/>
            </w:pPr>
            <w:r>
              <w:t>1</w:t>
            </w:r>
          </w:p>
        </w:tc>
        <w:tc>
          <w:tcPr>
            <w:tcW w:w="1276" w:type="dxa"/>
          </w:tcPr>
          <w:p w14:paraId="36CCCAFA" w14:textId="77777777" w:rsidR="0038188D" w:rsidRPr="00110376" w:rsidRDefault="0038188D" w:rsidP="0038188D">
            <w:pPr>
              <w:pStyle w:val="Tabulka-8"/>
            </w:pPr>
          </w:p>
        </w:tc>
        <w:tc>
          <w:tcPr>
            <w:tcW w:w="1268" w:type="dxa"/>
          </w:tcPr>
          <w:p w14:paraId="69939E94" w14:textId="77777777" w:rsidR="0038188D" w:rsidRPr="00110376" w:rsidRDefault="0038188D" w:rsidP="0038188D">
            <w:pPr>
              <w:pStyle w:val="Tabulka-8"/>
            </w:pPr>
          </w:p>
        </w:tc>
      </w:tr>
      <w:tr w:rsidR="0038188D" w:rsidRPr="00110376" w14:paraId="439E2353" w14:textId="77777777" w:rsidTr="00865640">
        <w:tc>
          <w:tcPr>
            <w:tcW w:w="930" w:type="dxa"/>
          </w:tcPr>
          <w:p w14:paraId="6D12BDDD" w14:textId="2AA6717D" w:rsidR="0038188D" w:rsidRPr="00110376" w:rsidRDefault="00865640" w:rsidP="0038188D">
            <w:pPr>
              <w:pStyle w:val="Tabulka-8"/>
            </w:pPr>
            <w:r>
              <w:t>7</w:t>
            </w:r>
          </w:p>
        </w:tc>
        <w:tc>
          <w:tcPr>
            <w:tcW w:w="3402" w:type="dxa"/>
          </w:tcPr>
          <w:p w14:paraId="030ACA90" w14:textId="77777777" w:rsidR="0038188D" w:rsidRPr="00110376" w:rsidRDefault="0038188D" w:rsidP="0038188D">
            <w:pPr>
              <w:pStyle w:val="Tabulka-8"/>
            </w:pPr>
            <w:r w:rsidRPr="00110376">
              <w:t>Geotechnický a stavebně technický průzkum staveb</w:t>
            </w:r>
          </w:p>
        </w:tc>
        <w:tc>
          <w:tcPr>
            <w:tcW w:w="992" w:type="dxa"/>
          </w:tcPr>
          <w:p w14:paraId="5009B2C7" w14:textId="77777777" w:rsidR="0038188D" w:rsidRPr="00110376" w:rsidRDefault="00865640" w:rsidP="0038188D">
            <w:pPr>
              <w:pStyle w:val="Tabulka-8"/>
            </w:pPr>
            <w:r>
              <w:t>komplet</w:t>
            </w:r>
          </w:p>
        </w:tc>
        <w:tc>
          <w:tcPr>
            <w:tcW w:w="992" w:type="dxa"/>
          </w:tcPr>
          <w:p w14:paraId="1F1C6C8A" w14:textId="77777777" w:rsidR="0038188D" w:rsidRPr="00110376" w:rsidRDefault="00865640" w:rsidP="0038188D">
            <w:pPr>
              <w:pStyle w:val="Tabulka-8"/>
            </w:pPr>
            <w:r>
              <w:t>1</w:t>
            </w:r>
          </w:p>
        </w:tc>
        <w:tc>
          <w:tcPr>
            <w:tcW w:w="1276" w:type="dxa"/>
          </w:tcPr>
          <w:p w14:paraId="207CB85C" w14:textId="77777777" w:rsidR="0038188D" w:rsidRPr="00110376" w:rsidRDefault="0038188D" w:rsidP="0038188D">
            <w:pPr>
              <w:pStyle w:val="Tabulka-8"/>
            </w:pPr>
          </w:p>
        </w:tc>
        <w:tc>
          <w:tcPr>
            <w:tcW w:w="1268" w:type="dxa"/>
          </w:tcPr>
          <w:p w14:paraId="6BB96D2C" w14:textId="77777777" w:rsidR="0038188D" w:rsidRPr="00110376" w:rsidRDefault="0038188D" w:rsidP="0038188D">
            <w:pPr>
              <w:pStyle w:val="Tabulka-8"/>
            </w:pPr>
          </w:p>
        </w:tc>
      </w:tr>
      <w:tr w:rsidR="0038188D" w:rsidRPr="00110376" w14:paraId="36F06FD3" w14:textId="77777777" w:rsidTr="00865640">
        <w:tc>
          <w:tcPr>
            <w:tcW w:w="930" w:type="dxa"/>
          </w:tcPr>
          <w:p w14:paraId="24BE0830" w14:textId="655E3CAA" w:rsidR="0038188D" w:rsidRPr="00110376" w:rsidRDefault="00865640" w:rsidP="0038188D">
            <w:pPr>
              <w:pStyle w:val="Tabulka-8"/>
            </w:pPr>
            <w:r>
              <w:t>8</w:t>
            </w:r>
          </w:p>
        </w:tc>
        <w:tc>
          <w:tcPr>
            <w:tcW w:w="3402" w:type="dxa"/>
          </w:tcPr>
          <w:p w14:paraId="294CD588" w14:textId="77777777" w:rsidR="0038188D" w:rsidRPr="00110376" w:rsidRDefault="0038188D" w:rsidP="0038188D">
            <w:pPr>
              <w:pStyle w:val="Tabulka-8"/>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14:paraId="03A88FD0" w14:textId="77777777" w:rsidR="0038188D" w:rsidRPr="00110376" w:rsidRDefault="0038188D" w:rsidP="0038188D">
            <w:pPr>
              <w:pStyle w:val="Tabulka-8"/>
            </w:pPr>
            <w:r w:rsidRPr="00110376">
              <w:t>hod</w:t>
            </w:r>
          </w:p>
        </w:tc>
        <w:tc>
          <w:tcPr>
            <w:tcW w:w="992" w:type="dxa"/>
          </w:tcPr>
          <w:p w14:paraId="74A1C406" w14:textId="77777777" w:rsidR="0038188D" w:rsidRPr="00110376" w:rsidRDefault="0038188D" w:rsidP="0038188D">
            <w:pPr>
              <w:pStyle w:val="Tabulka-8"/>
            </w:pPr>
          </w:p>
        </w:tc>
        <w:tc>
          <w:tcPr>
            <w:tcW w:w="1276" w:type="dxa"/>
          </w:tcPr>
          <w:p w14:paraId="7CEA137C" w14:textId="77777777" w:rsidR="0038188D" w:rsidRPr="00110376" w:rsidRDefault="0038188D" w:rsidP="0038188D">
            <w:pPr>
              <w:pStyle w:val="Tabulka-8"/>
            </w:pPr>
          </w:p>
        </w:tc>
        <w:tc>
          <w:tcPr>
            <w:tcW w:w="1268" w:type="dxa"/>
          </w:tcPr>
          <w:p w14:paraId="3AFA7F3F" w14:textId="77777777" w:rsidR="0038188D" w:rsidRPr="00110376" w:rsidRDefault="0038188D" w:rsidP="0038188D">
            <w:pPr>
              <w:pStyle w:val="Tabulka-8"/>
            </w:pPr>
          </w:p>
        </w:tc>
      </w:tr>
      <w:tr w:rsidR="0038188D" w:rsidRPr="00110376" w14:paraId="6A423D40" w14:textId="77777777" w:rsidTr="00865640">
        <w:tc>
          <w:tcPr>
            <w:tcW w:w="930" w:type="dxa"/>
          </w:tcPr>
          <w:p w14:paraId="40FEC69F" w14:textId="287652E9" w:rsidR="0038188D" w:rsidRPr="00110376" w:rsidRDefault="00865640" w:rsidP="0038188D">
            <w:pPr>
              <w:pStyle w:val="Tabulka-8"/>
            </w:pPr>
            <w:r>
              <w:t>9</w:t>
            </w:r>
          </w:p>
        </w:tc>
        <w:tc>
          <w:tcPr>
            <w:tcW w:w="3402" w:type="dxa"/>
          </w:tcPr>
          <w:p w14:paraId="09169ADB" w14:textId="77777777" w:rsidR="0038188D" w:rsidRPr="00110376" w:rsidRDefault="0038188D" w:rsidP="0038188D">
            <w:pPr>
              <w:pStyle w:val="Tabulka-8"/>
            </w:pPr>
            <w:r w:rsidRPr="00110376">
              <w:t xml:space="preserve">Posouzení vlivu stavby na životní prostředí </w:t>
            </w:r>
          </w:p>
        </w:tc>
        <w:tc>
          <w:tcPr>
            <w:tcW w:w="992" w:type="dxa"/>
          </w:tcPr>
          <w:p w14:paraId="433F75E9" w14:textId="77777777" w:rsidR="0038188D" w:rsidRPr="00110376" w:rsidRDefault="0038188D" w:rsidP="0038188D">
            <w:pPr>
              <w:pStyle w:val="Tabulka-8"/>
            </w:pPr>
            <w:r w:rsidRPr="00110376">
              <w:t>hod</w:t>
            </w:r>
          </w:p>
        </w:tc>
        <w:tc>
          <w:tcPr>
            <w:tcW w:w="992" w:type="dxa"/>
          </w:tcPr>
          <w:p w14:paraId="749B47E1" w14:textId="77777777" w:rsidR="0038188D" w:rsidRPr="00110376" w:rsidRDefault="0038188D" w:rsidP="0038188D">
            <w:pPr>
              <w:pStyle w:val="Tabulka-8"/>
            </w:pPr>
          </w:p>
        </w:tc>
        <w:tc>
          <w:tcPr>
            <w:tcW w:w="1276" w:type="dxa"/>
          </w:tcPr>
          <w:p w14:paraId="04217396" w14:textId="77777777" w:rsidR="0038188D" w:rsidRPr="00110376" w:rsidRDefault="0038188D" w:rsidP="0038188D">
            <w:pPr>
              <w:pStyle w:val="Tabulka-8"/>
            </w:pPr>
          </w:p>
        </w:tc>
        <w:tc>
          <w:tcPr>
            <w:tcW w:w="1268" w:type="dxa"/>
          </w:tcPr>
          <w:p w14:paraId="125BE3E3" w14:textId="77777777" w:rsidR="0038188D" w:rsidRPr="00110376" w:rsidRDefault="0038188D" w:rsidP="0038188D">
            <w:pPr>
              <w:pStyle w:val="Tabulka-8"/>
            </w:pPr>
          </w:p>
        </w:tc>
      </w:tr>
      <w:tr w:rsidR="0038188D" w:rsidRPr="00110376" w14:paraId="161DCB49" w14:textId="77777777" w:rsidTr="00865640">
        <w:tc>
          <w:tcPr>
            <w:tcW w:w="4332" w:type="dxa"/>
            <w:gridSpan w:val="2"/>
          </w:tcPr>
          <w:p w14:paraId="0A34AC86" w14:textId="77777777" w:rsidR="0038188D" w:rsidRPr="00110376" w:rsidRDefault="0038188D" w:rsidP="0038188D">
            <w:pPr>
              <w:pStyle w:val="Tabulka-8"/>
            </w:pPr>
            <w:r w:rsidRPr="00110376">
              <w:t>Celkem za dodatečné služby:</w:t>
            </w:r>
          </w:p>
        </w:tc>
        <w:tc>
          <w:tcPr>
            <w:tcW w:w="992" w:type="dxa"/>
          </w:tcPr>
          <w:p w14:paraId="21CB5637" w14:textId="77777777" w:rsidR="0038188D" w:rsidRPr="00110376" w:rsidRDefault="0038188D" w:rsidP="0038188D">
            <w:pPr>
              <w:pStyle w:val="Tabulka-8"/>
            </w:pPr>
          </w:p>
        </w:tc>
        <w:tc>
          <w:tcPr>
            <w:tcW w:w="992" w:type="dxa"/>
          </w:tcPr>
          <w:p w14:paraId="10B7450A" w14:textId="77777777" w:rsidR="0038188D" w:rsidRPr="00110376" w:rsidRDefault="0038188D" w:rsidP="0038188D">
            <w:pPr>
              <w:pStyle w:val="Tabulka-8"/>
            </w:pPr>
          </w:p>
        </w:tc>
        <w:tc>
          <w:tcPr>
            <w:tcW w:w="1276" w:type="dxa"/>
          </w:tcPr>
          <w:p w14:paraId="61E047EE" w14:textId="77777777" w:rsidR="0038188D" w:rsidRPr="00110376" w:rsidRDefault="0038188D" w:rsidP="0038188D">
            <w:pPr>
              <w:pStyle w:val="Tabulka-8"/>
            </w:pPr>
          </w:p>
        </w:tc>
        <w:tc>
          <w:tcPr>
            <w:tcW w:w="1268" w:type="dxa"/>
          </w:tcPr>
          <w:p w14:paraId="7434513F" w14:textId="77777777" w:rsidR="0038188D" w:rsidRPr="00110376" w:rsidRDefault="0038188D" w:rsidP="0038188D">
            <w:pPr>
              <w:pStyle w:val="Tabulka-8"/>
            </w:pPr>
          </w:p>
        </w:tc>
      </w:tr>
    </w:tbl>
    <w:p w14:paraId="100C6A7E" w14:textId="77777777" w:rsidR="004F0093" w:rsidRDefault="004F0093" w:rsidP="004F0093">
      <w:pPr>
        <w:pStyle w:val="Textbezodsazen"/>
      </w:pPr>
    </w:p>
    <w:p w14:paraId="475E1560" w14:textId="77777777" w:rsidR="004F0093" w:rsidRDefault="004F0093" w:rsidP="004F0093">
      <w:pPr>
        <w:pStyle w:val="Textbezodsazen"/>
      </w:pPr>
      <w:r>
        <w:t xml:space="preserve">*) nevyplněné údaje </w:t>
      </w:r>
      <w:r w:rsidRPr="00236DCC">
        <w:rPr>
          <w:highlight w:val="yellow"/>
        </w:rPr>
        <w:t>VLOŽÍ ZHOTOVITEL</w:t>
      </w:r>
    </w:p>
    <w:p w14:paraId="7F66E727" w14:textId="77777777" w:rsidR="004F0093" w:rsidRDefault="004F0093" w:rsidP="004F0093">
      <w:pPr>
        <w:pStyle w:val="Textbezodsazen"/>
      </w:pPr>
      <w:r>
        <w:t>Všechny ceny jsou uvedené v Kč bez DPH.</w:t>
      </w:r>
    </w:p>
    <w:p w14:paraId="29BEB6DC" w14:textId="77777777" w:rsidR="00110376" w:rsidRDefault="00110376" w:rsidP="004F0093">
      <w:pPr>
        <w:pStyle w:val="Textbezodsazen"/>
      </w:pPr>
    </w:p>
    <w:p w14:paraId="1479DAC9" w14:textId="77777777" w:rsidR="00110376" w:rsidRDefault="00110376" w:rsidP="00110376">
      <w:pPr>
        <w:pStyle w:val="Textbezodsazen"/>
      </w:pPr>
    </w:p>
    <w:p w14:paraId="21CB01BA" w14:textId="77777777" w:rsidR="00110376" w:rsidRPr="00110376" w:rsidRDefault="00110376" w:rsidP="00B43A26">
      <w:pPr>
        <w:pStyle w:val="Textbezodsazen"/>
        <w:rPr>
          <w:i/>
        </w:rPr>
      </w:pPr>
    </w:p>
    <w:p w14:paraId="040DF299" w14:textId="77777777" w:rsidR="00110376" w:rsidRDefault="00110376" w:rsidP="00110376">
      <w:pPr>
        <w:pStyle w:val="Nadpisbezsl1-2"/>
      </w:pPr>
      <w:r>
        <w:t>3.</w:t>
      </w:r>
      <w:r>
        <w:tab/>
        <w:t>Cena Díla</w:t>
      </w:r>
    </w:p>
    <w:tbl>
      <w:tblPr>
        <w:tblStyle w:val="TabulkaS-zhlav"/>
        <w:tblW w:w="0" w:type="auto"/>
        <w:tblLook w:val="04A0" w:firstRow="1" w:lastRow="0" w:firstColumn="1" w:lastColumn="0" w:noHBand="0" w:noVBand="1"/>
      </w:tblPr>
      <w:tblGrid>
        <w:gridCol w:w="2909"/>
        <w:gridCol w:w="2910"/>
        <w:gridCol w:w="2911"/>
      </w:tblGrid>
      <w:tr w:rsidR="004F0093" w:rsidRPr="004B1956" w14:paraId="1426B70B" w14:textId="77777777" w:rsidTr="004C3F8B">
        <w:trPr>
          <w:cnfStyle w:val="100000000000" w:firstRow="1" w:lastRow="0" w:firstColumn="0" w:lastColumn="0" w:oddVBand="0" w:evenVBand="0" w:oddHBand="0" w:evenHBand="0" w:firstRowFirstColumn="0" w:firstRowLastColumn="0" w:lastRowFirstColumn="0" w:lastRowLastColumn="0"/>
        </w:trPr>
        <w:tc>
          <w:tcPr>
            <w:tcW w:w="2909" w:type="dxa"/>
          </w:tcPr>
          <w:p w14:paraId="262089A3" w14:textId="77777777" w:rsidR="004F0093" w:rsidRPr="004B1956" w:rsidRDefault="004F0093" w:rsidP="002344F6">
            <w:pPr>
              <w:pStyle w:val="Tabulka-9"/>
              <w:rPr>
                <w:rStyle w:val="Tun"/>
                <w:b/>
              </w:rPr>
            </w:pPr>
            <w:r w:rsidRPr="004B1956">
              <w:rPr>
                <w:rStyle w:val="Tun"/>
                <w:b/>
              </w:rPr>
              <w:t>Cena Díla (bez DPH)</w:t>
            </w:r>
          </w:p>
        </w:tc>
        <w:tc>
          <w:tcPr>
            <w:tcW w:w="2910" w:type="dxa"/>
          </w:tcPr>
          <w:p w14:paraId="494CF294" w14:textId="77777777" w:rsidR="004F0093" w:rsidRPr="004B1956" w:rsidRDefault="004F0093" w:rsidP="002344F6">
            <w:pPr>
              <w:pStyle w:val="Tabulka-9"/>
              <w:rPr>
                <w:rStyle w:val="Tun"/>
                <w:b/>
              </w:rPr>
            </w:pPr>
            <w:r w:rsidRPr="004B1956">
              <w:rPr>
                <w:rStyle w:val="Tun"/>
                <w:b/>
              </w:rPr>
              <w:t>Výše DPH</w:t>
            </w:r>
          </w:p>
        </w:tc>
        <w:tc>
          <w:tcPr>
            <w:tcW w:w="2911" w:type="dxa"/>
          </w:tcPr>
          <w:p w14:paraId="2802F2BB" w14:textId="77777777" w:rsidR="004F0093" w:rsidRPr="004B1956" w:rsidRDefault="004F0093" w:rsidP="002344F6">
            <w:pPr>
              <w:pStyle w:val="Tabulka-9"/>
              <w:rPr>
                <w:rStyle w:val="Tun"/>
                <w:b/>
              </w:rPr>
            </w:pPr>
            <w:r w:rsidRPr="004B1956">
              <w:rPr>
                <w:rStyle w:val="Tun"/>
                <w:b/>
              </w:rPr>
              <w:t>Cena Díla (s DPH)</w:t>
            </w:r>
          </w:p>
        </w:tc>
      </w:tr>
      <w:tr w:rsidR="004F0093" w:rsidRPr="00236DCC" w14:paraId="61DB6119" w14:textId="77777777" w:rsidTr="004C3F8B">
        <w:tc>
          <w:tcPr>
            <w:tcW w:w="2909" w:type="dxa"/>
          </w:tcPr>
          <w:p w14:paraId="2C48E2EF"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10" w:type="dxa"/>
          </w:tcPr>
          <w:p w14:paraId="0336BEAC"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11" w:type="dxa"/>
          </w:tcPr>
          <w:p w14:paraId="663D89C6" w14:textId="77777777" w:rsidR="004F0093" w:rsidRPr="00236DCC" w:rsidRDefault="004F0093" w:rsidP="002344F6">
            <w:pPr>
              <w:pStyle w:val="Tabulka-9"/>
            </w:pPr>
            <w:r w:rsidRPr="00236DCC">
              <w:t>"[</w:t>
            </w:r>
            <w:r w:rsidRPr="00236DCC">
              <w:rPr>
                <w:highlight w:val="yellow"/>
              </w:rPr>
              <w:t>VLOŽÍ ZHOTOVITEL</w:t>
            </w:r>
            <w:r w:rsidRPr="00236DCC">
              <w:t>]" Kč</w:t>
            </w:r>
          </w:p>
        </w:tc>
      </w:tr>
      <w:tr w:rsidR="004F0093" w:rsidRPr="00236DCC" w14:paraId="149A6E44" w14:textId="77777777" w:rsidTr="004C3F8B">
        <w:tc>
          <w:tcPr>
            <w:tcW w:w="8730" w:type="dxa"/>
            <w:gridSpan w:val="3"/>
          </w:tcPr>
          <w:p w14:paraId="3828E9B4" w14:textId="77777777" w:rsidR="004F0093" w:rsidRPr="00236DCC" w:rsidRDefault="004F0093" w:rsidP="002344F6">
            <w:pPr>
              <w:pStyle w:val="Tabulka-9"/>
            </w:pPr>
            <w:r w:rsidRPr="00236DCC">
              <w:t xml:space="preserve">z toho: </w:t>
            </w:r>
          </w:p>
        </w:tc>
      </w:tr>
      <w:tr w:rsidR="004F0093" w:rsidRPr="00236DCC" w14:paraId="1E507EBE" w14:textId="77777777" w:rsidTr="004C3F8B">
        <w:tc>
          <w:tcPr>
            <w:tcW w:w="8730" w:type="dxa"/>
            <w:gridSpan w:val="3"/>
          </w:tcPr>
          <w:p w14:paraId="0384F24F" w14:textId="77777777" w:rsidR="004F0093" w:rsidRPr="00236DCC" w:rsidRDefault="004F0093" w:rsidP="002344F6">
            <w:pPr>
              <w:pStyle w:val="Tabulka-9"/>
            </w:pPr>
            <w:r w:rsidRPr="00236DCC">
              <w:t xml:space="preserve">Cena za zpracování </w:t>
            </w:r>
            <w:r w:rsidR="00740EE9">
              <w:t>Záměru projektu</w:t>
            </w:r>
            <w:r w:rsidRPr="00236DCC">
              <w:t xml:space="preserve"> </w:t>
            </w:r>
          </w:p>
        </w:tc>
      </w:tr>
      <w:tr w:rsidR="004F0093" w:rsidRPr="00236DCC" w14:paraId="3977E177" w14:textId="77777777" w:rsidTr="004C3F8B">
        <w:tc>
          <w:tcPr>
            <w:tcW w:w="2909" w:type="dxa"/>
          </w:tcPr>
          <w:p w14:paraId="111B01CA"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10" w:type="dxa"/>
          </w:tcPr>
          <w:p w14:paraId="54204FCA"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11" w:type="dxa"/>
          </w:tcPr>
          <w:p w14:paraId="76A1D511" w14:textId="77777777" w:rsidR="004F0093" w:rsidRPr="00236DCC" w:rsidRDefault="004F0093" w:rsidP="002344F6">
            <w:pPr>
              <w:pStyle w:val="Tabulka-9"/>
            </w:pPr>
            <w:r w:rsidRPr="00236DCC">
              <w:t>"[</w:t>
            </w:r>
            <w:r w:rsidRPr="00236DCC">
              <w:rPr>
                <w:highlight w:val="yellow"/>
              </w:rPr>
              <w:t>VLOŽÍ ZHOTOVITEL</w:t>
            </w:r>
            <w:r w:rsidRPr="00236DCC">
              <w:t>]" Kč</w:t>
            </w:r>
          </w:p>
        </w:tc>
      </w:tr>
      <w:tr w:rsidR="004F0093" w:rsidRPr="00236DCC" w14:paraId="01E1C66C" w14:textId="77777777" w:rsidTr="004C3F8B">
        <w:tc>
          <w:tcPr>
            <w:tcW w:w="8730" w:type="dxa"/>
            <w:gridSpan w:val="3"/>
          </w:tcPr>
          <w:p w14:paraId="47116879" w14:textId="77777777" w:rsidR="004F0093" w:rsidRPr="00236DCC" w:rsidRDefault="004F0093" w:rsidP="002344F6">
            <w:pPr>
              <w:pStyle w:val="Tabulka-9"/>
            </w:pPr>
            <w:r w:rsidRPr="00236DCC">
              <w:t xml:space="preserve">Cena za </w:t>
            </w:r>
            <w:r w:rsidR="00740EE9">
              <w:t>zpracování Dokumentace pro územní řízení</w:t>
            </w:r>
          </w:p>
        </w:tc>
      </w:tr>
      <w:tr w:rsidR="004F0093" w:rsidRPr="00236DCC" w14:paraId="6A5C2674" w14:textId="77777777" w:rsidTr="004C3F8B">
        <w:tc>
          <w:tcPr>
            <w:tcW w:w="2909" w:type="dxa"/>
          </w:tcPr>
          <w:p w14:paraId="4D85D641"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10" w:type="dxa"/>
          </w:tcPr>
          <w:p w14:paraId="22795E39"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11" w:type="dxa"/>
          </w:tcPr>
          <w:p w14:paraId="25207CB0" w14:textId="77777777" w:rsidR="004F0093" w:rsidRPr="00236DCC" w:rsidRDefault="004F0093" w:rsidP="002344F6">
            <w:pPr>
              <w:pStyle w:val="Tabulka-9"/>
            </w:pPr>
            <w:r w:rsidRPr="00236DCC">
              <w:t>"[</w:t>
            </w:r>
            <w:r w:rsidRPr="00236DCC">
              <w:rPr>
                <w:highlight w:val="yellow"/>
              </w:rPr>
              <w:t>VLOŽÍ ZHOTOVITEL</w:t>
            </w:r>
            <w:r w:rsidRPr="00236DCC">
              <w:t>]" Kč</w:t>
            </w:r>
          </w:p>
        </w:tc>
      </w:tr>
    </w:tbl>
    <w:p w14:paraId="6C3C2B05" w14:textId="77777777" w:rsidR="004F0093" w:rsidRDefault="004F0093" w:rsidP="004F0093">
      <w:pPr>
        <w:pStyle w:val="Textbezodsazen"/>
      </w:pPr>
    </w:p>
    <w:p w14:paraId="5B4B5AD2" w14:textId="77777777"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S-zhlav"/>
        <w:tblW w:w="8868" w:type="dxa"/>
        <w:tblLook w:val="04A0" w:firstRow="1" w:lastRow="0" w:firstColumn="1" w:lastColumn="0" w:noHBand="0" w:noVBand="1"/>
      </w:tblPr>
      <w:tblGrid>
        <w:gridCol w:w="2914"/>
        <w:gridCol w:w="2977"/>
        <w:gridCol w:w="2977"/>
      </w:tblGrid>
      <w:tr w:rsidR="004F0093" w:rsidRPr="004B1956" w14:paraId="675AD80F" w14:textId="77777777" w:rsidTr="004C3F8B">
        <w:trPr>
          <w:cnfStyle w:val="100000000000" w:firstRow="1" w:lastRow="0" w:firstColumn="0" w:lastColumn="0" w:oddVBand="0" w:evenVBand="0" w:oddHBand="0" w:evenHBand="0" w:firstRowFirstColumn="0" w:firstRowLastColumn="0" w:lastRowFirstColumn="0" w:lastRowLastColumn="0"/>
        </w:trPr>
        <w:tc>
          <w:tcPr>
            <w:tcW w:w="2914" w:type="dxa"/>
          </w:tcPr>
          <w:p w14:paraId="74E81BCD" w14:textId="77777777" w:rsidR="004F0093" w:rsidRPr="004B1956" w:rsidRDefault="004F0093" w:rsidP="002344F6">
            <w:pPr>
              <w:pStyle w:val="Tabulka-9"/>
              <w:rPr>
                <w:rStyle w:val="Tun"/>
                <w:b/>
              </w:rPr>
            </w:pPr>
            <w:r w:rsidRPr="004B1956">
              <w:rPr>
                <w:rStyle w:val="Tun"/>
                <w:b/>
              </w:rPr>
              <w:t>Specifikace položky</w:t>
            </w:r>
          </w:p>
        </w:tc>
        <w:tc>
          <w:tcPr>
            <w:tcW w:w="2977" w:type="dxa"/>
          </w:tcPr>
          <w:p w14:paraId="077F8ECC" w14:textId="77777777" w:rsidR="004F0093" w:rsidRPr="004B1956" w:rsidRDefault="004F0093" w:rsidP="002344F6">
            <w:pPr>
              <w:pStyle w:val="Tabulka-9"/>
              <w:rPr>
                <w:rStyle w:val="Tun"/>
                <w:b/>
              </w:rPr>
            </w:pPr>
            <w:r w:rsidRPr="004B1956">
              <w:rPr>
                <w:rStyle w:val="Tun"/>
                <w:b/>
              </w:rPr>
              <w:t>Cena položky (bez DPH)</w:t>
            </w:r>
          </w:p>
        </w:tc>
        <w:tc>
          <w:tcPr>
            <w:tcW w:w="2977" w:type="dxa"/>
          </w:tcPr>
          <w:p w14:paraId="4395DD62" w14:textId="77777777" w:rsidR="004F0093" w:rsidRPr="004B1956" w:rsidRDefault="004F0093" w:rsidP="002344F6">
            <w:pPr>
              <w:pStyle w:val="Tabulka-9"/>
              <w:rPr>
                <w:rStyle w:val="Tun"/>
                <w:b/>
              </w:rPr>
            </w:pPr>
            <w:r w:rsidRPr="004B1956">
              <w:rPr>
                <w:rStyle w:val="Tun"/>
                <w:b/>
              </w:rPr>
              <w:t>Cena položky (s DPH)</w:t>
            </w:r>
          </w:p>
        </w:tc>
      </w:tr>
      <w:tr w:rsidR="004F0093" w:rsidRPr="00B72613" w14:paraId="1BE4ACA1" w14:textId="77777777" w:rsidTr="004C3F8B">
        <w:tc>
          <w:tcPr>
            <w:tcW w:w="2914" w:type="dxa"/>
          </w:tcPr>
          <w:p w14:paraId="231FA106" w14:textId="77777777" w:rsidR="004F0093" w:rsidRPr="00740EE9" w:rsidRDefault="004F0093" w:rsidP="002344F6">
            <w:pPr>
              <w:pStyle w:val="Tabulka-9"/>
              <w:rPr>
                <w:rStyle w:val="Tun"/>
                <w:highlight w:val="yellow"/>
              </w:rPr>
            </w:pPr>
            <w:r w:rsidRPr="00740EE9">
              <w:rPr>
                <w:rStyle w:val="Tun"/>
                <w:highlight w:val="yellow"/>
              </w:rPr>
              <w:t>1. Dílčí etapa</w:t>
            </w:r>
          </w:p>
        </w:tc>
        <w:tc>
          <w:tcPr>
            <w:tcW w:w="2977" w:type="dxa"/>
          </w:tcPr>
          <w:p w14:paraId="0F713A66" w14:textId="77777777" w:rsidR="004F0093" w:rsidRPr="00740EE9" w:rsidRDefault="004F0093" w:rsidP="00BE17D9">
            <w:pPr>
              <w:pStyle w:val="Tabulka-9"/>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BE17D9">
              <w:rPr>
                <w:rStyle w:val="Tun"/>
                <w:b w:val="0"/>
                <w:highlight w:val="yellow"/>
              </w:rPr>
              <w:t>bez fakturace)</w:t>
            </w:r>
          </w:p>
        </w:tc>
        <w:tc>
          <w:tcPr>
            <w:tcW w:w="2977" w:type="dxa"/>
          </w:tcPr>
          <w:p w14:paraId="05DA1F05" w14:textId="77777777" w:rsidR="004F0093" w:rsidRPr="00740EE9" w:rsidRDefault="004F0093" w:rsidP="002344F6">
            <w:pPr>
              <w:pStyle w:val="Tabulka-9"/>
              <w:rPr>
                <w:rStyle w:val="Tun"/>
                <w:highlight w:val="yellow"/>
              </w:rPr>
            </w:pPr>
            <w:r w:rsidRPr="00740EE9">
              <w:rPr>
                <w:rStyle w:val="Tun"/>
                <w:highlight w:val="yellow"/>
              </w:rPr>
              <w:t>[....] Kč</w:t>
            </w:r>
          </w:p>
        </w:tc>
      </w:tr>
      <w:tr w:rsidR="004F0093" w:rsidRPr="00B72613" w14:paraId="0B38C868" w14:textId="77777777" w:rsidTr="004C3F8B">
        <w:tc>
          <w:tcPr>
            <w:tcW w:w="2914" w:type="dxa"/>
          </w:tcPr>
          <w:p w14:paraId="2EBF5D9A" w14:textId="77777777" w:rsidR="004F0093" w:rsidRPr="00740EE9" w:rsidRDefault="004F0093" w:rsidP="002344F6">
            <w:pPr>
              <w:pStyle w:val="Tabulka-9"/>
              <w:rPr>
                <w:rStyle w:val="Tun"/>
                <w:highlight w:val="yellow"/>
              </w:rPr>
            </w:pPr>
            <w:r w:rsidRPr="00740EE9">
              <w:rPr>
                <w:rStyle w:val="Tun"/>
                <w:highlight w:val="yellow"/>
              </w:rPr>
              <w:t>2. Dílčí etapa</w:t>
            </w:r>
          </w:p>
        </w:tc>
        <w:tc>
          <w:tcPr>
            <w:tcW w:w="2977" w:type="dxa"/>
          </w:tcPr>
          <w:p w14:paraId="7E76B0DD" w14:textId="77777777" w:rsidR="004F0093" w:rsidRPr="00740EE9" w:rsidRDefault="004F0093" w:rsidP="00BE17D9">
            <w:pPr>
              <w:pStyle w:val="Tabulka-9"/>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BE17D9">
              <w:rPr>
                <w:rStyle w:val="Tun"/>
                <w:b w:val="0"/>
                <w:highlight w:val="yellow"/>
              </w:rPr>
              <w:t>1% fakturace)</w:t>
            </w:r>
          </w:p>
        </w:tc>
        <w:tc>
          <w:tcPr>
            <w:tcW w:w="2977" w:type="dxa"/>
          </w:tcPr>
          <w:p w14:paraId="2A6BF8E9" w14:textId="77777777" w:rsidR="004F0093" w:rsidRPr="00740EE9" w:rsidRDefault="004F0093" w:rsidP="00BE17D9">
            <w:pPr>
              <w:pStyle w:val="Tabulka-9"/>
              <w:rPr>
                <w:rStyle w:val="Tun"/>
                <w:highlight w:val="yellow"/>
              </w:rPr>
            </w:pPr>
            <w:r w:rsidRPr="00740EE9">
              <w:rPr>
                <w:rStyle w:val="Tun"/>
                <w:highlight w:val="yellow"/>
              </w:rPr>
              <w:t>[....] Kč</w:t>
            </w:r>
            <w:r w:rsidR="00740EE9">
              <w:rPr>
                <w:rStyle w:val="Tun"/>
                <w:highlight w:val="yellow"/>
              </w:rPr>
              <w:t xml:space="preserve"> </w:t>
            </w:r>
          </w:p>
        </w:tc>
      </w:tr>
      <w:tr w:rsidR="004F0093" w:rsidRPr="00B72613" w14:paraId="2794BD0B" w14:textId="77777777" w:rsidTr="004C3F8B">
        <w:tc>
          <w:tcPr>
            <w:tcW w:w="2914" w:type="dxa"/>
          </w:tcPr>
          <w:p w14:paraId="1C6CF561" w14:textId="77777777" w:rsidR="004F0093" w:rsidRPr="00740EE9" w:rsidRDefault="004F0093" w:rsidP="002344F6">
            <w:pPr>
              <w:pStyle w:val="Tabulka-9"/>
              <w:rPr>
                <w:rStyle w:val="Tun"/>
                <w:highlight w:val="yellow"/>
              </w:rPr>
            </w:pPr>
            <w:r w:rsidRPr="00740EE9">
              <w:rPr>
                <w:rStyle w:val="Tun"/>
                <w:highlight w:val="yellow"/>
              </w:rPr>
              <w:t>3. Dílčí etapa</w:t>
            </w:r>
          </w:p>
        </w:tc>
        <w:tc>
          <w:tcPr>
            <w:tcW w:w="2977" w:type="dxa"/>
          </w:tcPr>
          <w:p w14:paraId="1B0E5B8A" w14:textId="77777777" w:rsidR="004F0093" w:rsidRPr="00740EE9" w:rsidRDefault="004F0093" w:rsidP="00BE17D9">
            <w:pPr>
              <w:pStyle w:val="Tabulka-9"/>
              <w:rPr>
                <w:rStyle w:val="Tun"/>
                <w:b w:val="0"/>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BE17D9">
              <w:rPr>
                <w:rStyle w:val="Tun"/>
                <w:b w:val="0"/>
                <w:highlight w:val="yellow"/>
              </w:rPr>
              <w:t>60%</w:t>
            </w:r>
            <w:r w:rsidR="00740EE9" w:rsidRPr="00740EE9">
              <w:rPr>
                <w:rStyle w:val="Tun"/>
                <w:b w:val="0"/>
                <w:highlight w:val="yellow"/>
              </w:rPr>
              <w:t xml:space="preserve"> fakturace)</w:t>
            </w:r>
          </w:p>
        </w:tc>
        <w:tc>
          <w:tcPr>
            <w:tcW w:w="2977" w:type="dxa"/>
          </w:tcPr>
          <w:p w14:paraId="10DA73AF" w14:textId="77777777" w:rsidR="004F0093" w:rsidRPr="00740EE9" w:rsidRDefault="004F0093" w:rsidP="002344F6">
            <w:pPr>
              <w:pStyle w:val="Tabulka-9"/>
              <w:rPr>
                <w:rStyle w:val="Tun"/>
                <w:highlight w:val="yellow"/>
              </w:rPr>
            </w:pPr>
            <w:r w:rsidRPr="00740EE9">
              <w:rPr>
                <w:rStyle w:val="Tun"/>
                <w:highlight w:val="yellow"/>
              </w:rPr>
              <w:t>[....] Kč</w:t>
            </w:r>
          </w:p>
        </w:tc>
      </w:tr>
      <w:tr w:rsidR="004F0093" w:rsidRPr="00B72613" w14:paraId="20B17C98" w14:textId="77777777" w:rsidTr="004C3F8B">
        <w:tc>
          <w:tcPr>
            <w:tcW w:w="2914" w:type="dxa"/>
          </w:tcPr>
          <w:p w14:paraId="102518E1" w14:textId="77777777" w:rsidR="004F0093" w:rsidRPr="00740EE9" w:rsidRDefault="004F0093" w:rsidP="002344F6">
            <w:pPr>
              <w:pStyle w:val="Tabulka-9"/>
              <w:rPr>
                <w:rStyle w:val="Tun"/>
                <w:highlight w:val="yellow"/>
              </w:rPr>
            </w:pPr>
            <w:r w:rsidRPr="00740EE9">
              <w:rPr>
                <w:rStyle w:val="Tun"/>
                <w:highlight w:val="yellow"/>
              </w:rPr>
              <w:t>4. Dílčí etapa</w:t>
            </w:r>
          </w:p>
        </w:tc>
        <w:tc>
          <w:tcPr>
            <w:tcW w:w="2977" w:type="dxa"/>
          </w:tcPr>
          <w:p w14:paraId="7A3826F5" w14:textId="77777777" w:rsidR="004F0093" w:rsidRPr="00740EE9" w:rsidRDefault="004F0093" w:rsidP="00BE17D9">
            <w:pPr>
              <w:pStyle w:val="Tabulka-9"/>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BE17D9">
              <w:rPr>
                <w:rStyle w:val="Tun"/>
                <w:b w:val="0"/>
                <w:highlight w:val="yellow"/>
              </w:rPr>
              <w:t>39%</w:t>
            </w:r>
            <w:r w:rsidR="00740EE9" w:rsidRPr="00740EE9">
              <w:rPr>
                <w:rStyle w:val="Tun"/>
                <w:b w:val="0"/>
                <w:highlight w:val="yellow"/>
              </w:rPr>
              <w:t xml:space="preserve"> fakturace)</w:t>
            </w:r>
          </w:p>
        </w:tc>
        <w:tc>
          <w:tcPr>
            <w:tcW w:w="2977" w:type="dxa"/>
          </w:tcPr>
          <w:p w14:paraId="573B802F" w14:textId="77777777" w:rsidR="004F0093" w:rsidRPr="00740EE9" w:rsidRDefault="004F0093" w:rsidP="002344F6">
            <w:pPr>
              <w:pStyle w:val="Tabulka-9"/>
              <w:rPr>
                <w:rStyle w:val="Tun"/>
                <w:highlight w:val="yellow"/>
              </w:rPr>
            </w:pPr>
            <w:r w:rsidRPr="00740EE9">
              <w:rPr>
                <w:rStyle w:val="Tun"/>
                <w:highlight w:val="yellow"/>
              </w:rPr>
              <w:t>[....] Kč</w:t>
            </w:r>
          </w:p>
        </w:tc>
      </w:tr>
      <w:tr w:rsidR="004F0093" w:rsidRPr="00B72613" w14:paraId="618BB056" w14:textId="77777777" w:rsidTr="004C3F8B">
        <w:tc>
          <w:tcPr>
            <w:tcW w:w="2914" w:type="dxa"/>
          </w:tcPr>
          <w:p w14:paraId="54058DD0" w14:textId="77777777" w:rsidR="004F0093" w:rsidRPr="00B72613" w:rsidRDefault="004F0093" w:rsidP="002344F6">
            <w:pPr>
              <w:pStyle w:val="Tabulka-9"/>
              <w:rPr>
                <w:rStyle w:val="Tun"/>
              </w:rPr>
            </w:pPr>
            <w:r w:rsidRPr="00B72613">
              <w:rPr>
                <w:rStyle w:val="Tun"/>
              </w:rPr>
              <w:t>Celkem:</w:t>
            </w:r>
          </w:p>
        </w:tc>
        <w:tc>
          <w:tcPr>
            <w:tcW w:w="2977" w:type="dxa"/>
          </w:tcPr>
          <w:p w14:paraId="741E400C" w14:textId="77777777" w:rsidR="004F0093" w:rsidRPr="00B72613" w:rsidRDefault="004F0093" w:rsidP="002344F6">
            <w:pPr>
              <w:pStyle w:val="Tabulka-9"/>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478C043F" w14:textId="77777777" w:rsidR="004F0093" w:rsidRPr="00B72613" w:rsidRDefault="004F0093" w:rsidP="002344F6">
            <w:pPr>
              <w:pStyle w:val="Tabulka-9"/>
              <w:rPr>
                <w:rStyle w:val="Tun"/>
              </w:rPr>
            </w:pPr>
            <w:r w:rsidRPr="00B72613">
              <w:rPr>
                <w:rStyle w:val="Tun"/>
              </w:rPr>
              <w:t>"[</w:t>
            </w:r>
            <w:r w:rsidRPr="00B72613">
              <w:rPr>
                <w:rStyle w:val="Tun"/>
                <w:highlight w:val="yellow"/>
              </w:rPr>
              <w:t>VLOŽÍ ZHOTOVITEL</w:t>
            </w:r>
            <w:r w:rsidRPr="00B72613">
              <w:rPr>
                <w:rStyle w:val="Tun"/>
              </w:rPr>
              <w:t>]"</w:t>
            </w:r>
          </w:p>
        </w:tc>
      </w:tr>
    </w:tbl>
    <w:p w14:paraId="46F8D013" w14:textId="77777777" w:rsidR="004F0093" w:rsidRDefault="004F0093" w:rsidP="004F0093">
      <w:pPr>
        <w:pStyle w:val="Textbezodsazen"/>
      </w:pPr>
    </w:p>
    <w:p w14:paraId="525333E8" w14:textId="77777777" w:rsidR="0011564A" w:rsidRDefault="0011564A" w:rsidP="006D1114">
      <w:pPr>
        <w:pStyle w:val="Odrka1-2-"/>
        <w:numPr>
          <w:ilvl w:val="0"/>
          <w:numId w:val="0"/>
        </w:numPr>
      </w:pPr>
    </w:p>
    <w:p w14:paraId="5CFB1E4D" w14:textId="77777777" w:rsidR="00F1015D" w:rsidRPr="00F1015D" w:rsidRDefault="00F1015D" w:rsidP="0011564A">
      <w:pPr>
        <w:pStyle w:val="Odrka1-2-"/>
        <w:numPr>
          <w:ilvl w:val="0"/>
          <w:numId w:val="0"/>
        </w:numPr>
        <w:ind w:left="1531"/>
      </w:pPr>
    </w:p>
    <w:p w14:paraId="28C653B4" w14:textId="77777777" w:rsidR="00F1015D" w:rsidRPr="00F1015D" w:rsidRDefault="00F1015D" w:rsidP="00F1015D">
      <w:pPr>
        <w:pStyle w:val="Odrka1-2-"/>
        <w:numPr>
          <w:ilvl w:val="0"/>
          <w:numId w:val="0"/>
        </w:numPr>
        <w:ind w:left="1531"/>
      </w:pPr>
    </w:p>
    <w:p w14:paraId="5B85F129" w14:textId="77777777" w:rsidR="00F1015D" w:rsidRDefault="00F1015D" w:rsidP="00F1015D">
      <w:pPr>
        <w:pStyle w:val="Odrka1-2-"/>
        <w:numPr>
          <w:ilvl w:val="0"/>
          <w:numId w:val="0"/>
        </w:numPr>
        <w:ind w:left="1531"/>
      </w:pPr>
    </w:p>
    <w:p w14:paraId="3C81AAC1" w14:textId="77777777" w:rsidR="00F1015D" w:rsidRPr="00740EE9" w:rsidRDefault="00F1015D" w:rsidP="00F1015D">
      <w:pPr>
        <w:pStyle w:val="Odrka1-2-"/>
        <w:numPr>
          <w:ilvl w:val="0"/>
          <w:numId w:val="0"/>
        </w:numPr>
        <w:ind w:left="1531"/>
      </w:pPr>
    </w:p>
    <w:p w14:paraId="5580876D" w14:textId="77777777" w:rsidR="004F0093" w:rsidRPr="00740EE9" w:rsidRDefault="004F0093" w:rsidP="00740EE9">
      <w:pPr>
        <w:pStyle w:val="Textbezodsazen"/>
      </w:pPr>
    </w:p>
    <w:p w14:paraId="3ED84E38" w14:textId="77777777" w:rsidR="004F0093" w:rsidRDefault="004F0093" w:rsidP="00740EE9">
      <w:pPr>
        <w:pStyle w:val="Textbezodsazen"/>
      </w:pPr>
    </w:p>
    <w:p w14:paraId="0B3D8A39" w14:textId="77777777" w:rsidR="004F0093" w:rsidRDefault="004F0093" w:rsidP="00740EE9">
      <w:pPr>
        <w:pStyle w:val="Textbezodsazen"/>
        <w:sectPr w:rsidR="004F0093" w:rsidSect="00AB4F25">
          <w:headerReference w:type="default" r:id="rId23"/>
          <w:footerReference w:type="even" r:id="rId24"/>
          <w:footerReference w:type="default" r:id="rId25"/>
          <w:pgSz w:w="11906" w:h="16838" w:code="9"/>
          <w:pgMar w:top="1077" w:right="1588" w:bottom="1474" w:left="1588" w:header="567" w:footer="567" w:gutter="0"/>
          <w:pgNumType w:start="1"/>
          <w:cols w:space="708"/>
          <w:docGrid w:linePitch="360"/>
        </w:sectPr>
      </w:pPr>
    </w:p>
    <w:p w14:paraId="52EC51F2" w14:textId="77777777" w:rsidR="00740EE9" w:rsidRDefault="00740EE9" w:rsidP="00740EE9">
      <w:pPr>
        <w:pStyle w:val="Nadpisbezsl1-1"/>
      </w:pPr>
      <w:r>
        <w:lastRenderedPageBreak/>
        <w:t>Příloha č. 5</w:t>
      </w:r>
    </w:p>
    <w:p w14:paraId="4F109551" w14:textId="77777777" w:rsidR="00740EE9" w:rsidRDefault="00740EE9" w:rsidP="00740EE9">
      <w:pPr>
        <w:pStyle w:val="Nadpisbezsl1-2"/>
      </w:pPr>
      <w:r>
        <w:t>Harmonogram plnění</w:t>
      </w:r>
    </w:p>
    <w:tbl>
      <w:tblPr>
        <w:tblStyle w:val="TabulkaS-zhlav"/>
        <w:tblW w:w="0" w:type="auto"/>
        <w:tblLook w:val="04A0" w:firstRow="1" w:lastRow="0" w:firstColumn="1" w:lastColumn="0" w:noHBand="0" w:noVBand="1"/>
      </w:tblPr>
      <w:tblGrid>
        <w:gridCol w:w="1814"/>
        <w:gridCol w:w="2417"/>
        <w:gridCol w:w="2258"/>
        <w:gridCol w:w="2241"/>
      </w:tblGrid>
      <w:tr w:rsidR="006D1114" w:rsidRPr="004B1956" w14:paraId="6612FF7D" w14:textId="77777777" w:rsidTr="00215A17">
        <w:trPr>
          <w:cnfStyle w:val="100000000000" w:firstRow="1" w:lastRow="0" w:firstColumn="0" w:lastColumn="0" w:oddVBand="0" w:evenVBand="0" w:oddHBand="0" w:evenHBand="0" w:firstRowFirstColumn="0" w:firstRowLastColumn="0" w:lastRowFirstColumn="0" w:lastRowLastColumn="0"/>
        </w:trPr>
        <w:tc>
          <w:tcPr>
            <w:tcW w:w="1814" w:type="dxa"/>
          </w:tcPr>
          <w:p w14:paraId="4A3D2D8D" w14:textId="77777777" w:rsidR="00740EE9" w:rsidRPr="004B1956" w:rsidRDefault="00740EE9" w:rsidP="002344F6">
            <w:pPr>
              <w:pStyle w:val="Tabulka-9"/>
              <w:rPr>
                <w:rStyle w:val="Tun"/>
                <w:b/>
              </w:rPr>
            </w:pPr>
            <w:r w:rsidRPr="004B1956">
              <w:rPr>
                <w:rStyle w:val="Tun"/>
                <w:b/>
              </w:rPr>
              <w:t>Část Díla</w:t>
            </w:r>
          </w:p>
        </w:tc>
        <w:tc>
          <w:tcPr>
            <w:tcW w:w="2417" w:type="dxa"/>
          </w:tcPr>
          <w:p w14:paraId="28094DFF" w14:textId="77777777" w:rsidR="00740EE9" w:rsidRPr="004B1956" w:rsidRDefault="00740EE9" w:rsidP="002344F6">
            <w:pPr>
              <w:pStyle w:val="Tabulka-9"/>
              <w:rPr>
                <w:rStyle w:val="Tun"/>
                <w:b/>
              </w:rPr>
            </w:pPr>
            <w:r w:rsidRPr="004B1956">
              <w:rPr>
                <w:rStyle w:val="Tun"/>
                <w:b/>
              </w:rPr>
              <w:t>Doba plnění</w:t>
            </w:r>
          </w:p>
        </w:tc>
        <w:tc>
          <w:tcPr>
            <w:tcW w:w="2258" w:type="dxa"/>
          </w:tcPr>
          <w:p w14:paraId="0801E5F7" w14:textId="77777777" w:rsidR="00740EE9" w:rsidRPr="004B1956" w:rsidRDefault="00740EE9" w:rsidP="002344F6">
            <w:pPr>
              <w:pStyle w:val="Tabulka-9"/>
              <w:rPr>
                <w:rStyle w:val="Tun"/>
                <w:b/>
              </w:rPr>
            </w:pPr>
            <w:r w:rsidRPr="004B1956">
              <w:t>Popis činností prováděných v Dílčí etapě</w:t>
            </w:r>
          </w:p>
        </w:tc>
        <w:tc>
          <w:tcPr>
            <w:tcW w:w="2241" w:type="dxa"/>
          </w:tcPr>
          <w:p w14:paraId="4BDFDC4B" w14:textId="77777777" w:rsidR="00740EE9" w:rsidRPr="004B1956" w:rsidRDefault="00740EE9" w:rsidP="002344F6">
            <w:pPr>
              <w:pStyle w:val="Tabulka-9"/>
              <w:rPr>
                <w:rStyle w:val="Tun"/>
                <w:b/>
              </w:rPr>
            </w:pPr>
            <w:r w:rsidRPr="004B1956">
              <w:t>Podmínky dokončení Dílčí etapy</w:t>
            </w:r>
          </w:p>
        </w:tc>
      </w:tr>
      <w:tr w:rsidR="006D1114" w:rsidRPr="00B72613" w14:paraId="7273E528" w14:textId="77777777" w:rsidTr="00215A17">
        <w:tc>
          <w:tcPr>
            <w:tcW w:w="1814" w:type="dxa"/>
          </w:tcPr>
          <w:p w14:paraId="01E03AE0" w14:textId="77777777" w:rsidR="00740EE9" w:rsidRPr="006D1114" w:rsidRDefault="00740EE9" w:rsidP="002344F6">
            <w:pPr>
              <w:pStyle w:val="Tabulka-9"/>
              <w:rPr>
                <w:rStyle w:val="Tun"/>
              </w:rPr>
            </w:pPr>
            <w:r w:rsidRPr="006D1114">
              <w:rPr>
                <w:rStyle w:val="Tun"/>
              </w:rPr>
              <w:t>Termín zahájení prací</w:t>
            </w:r>
          </w:p>
        </w:tc>
        <w:tc>
          <w:tcPr>
            <w:tcW w:w="2417" w:type="dxa"/>
          </w:tcPr>
          <w:p w14:paraId="123F5C66" w14:textId="77777777" w:rsidR="00740EE9" w:rsidRPr="00390962" w:rsidRDefault="00740EE9" w:rsidP="002344F6">
            <w:pPr>
              <w:pStyle w:val="Tabulka-9"/>
            </w:pPr>
            <w:r w:rsidRPr="00390962">
              <w:t>ihned po nabytí účinnosti Smlouvy</w:t>
            </w:r>
          </w:p>
        </w:tc>
        <w:tc>
          <w:tcPr>
            <w:tcW w:w="2258" w:type="dxa"/>
          </w:tcPr>
          <w:p w14:paraId="23C8714D" w14:textId="77777777" w:rsidR="00740EE9" w:rsidRPr="006D1114" w:rsidRDefault="00740EE9" w:rsidP="002344F6">
            <w:pPr>
              <w:pStyle w:val="Tabulka-9"/>
            </w:pPr>
            <w:r w:rsidRPr="006D1114">
              <w:t>-</w:t>
            </w:r>
          </w:p>
        </w:tc>
        <w:tc>
          <w:tcPr>
            <w:tcW w:w="2241" w:type="dxa"/>
          </w:tcPr>
          <w:p w14:paraId="5BAF62F3" w14:textId="77777777" w:rsidR="00740EE9" w:rsidRPr="006D1114" w:rsidRDefault="00740EE9" w:rsidP="002344F6">
            <w:pPr>
              <w:pStyle w:val="Tabulka-9"/>
            </w:pPr>
            <w:r w:rsidRPr="006D1114">
              <w:t>-</w:t>
            </w:r>
          </w:p>
        </w:tc>
      </w:tr>
      <w:tr w:rsidR="006D1114" w:rsidRPr="00B72613" w14:paraId="7CD0A7B1" w14:textId="77777777" w:rsidTr="00215A17">
        <w:tc>
          <w:tcPr>
            <w:tcW w:w="1814" w:type="dxa"/>
          </w:tcPr>
          <w:p w14:paraId="632B2A69" w14:textId="77777777" w:rsidR="00740EE9" w:rsidRPr="00215A17" w:rsidRDefault="00740EE9" w:rsidP="002344F6">
            <w:pPr>
              <w:pStyle w:val="Tabulka-9"/>
              <w:rPr>
                <w:rStyle w:val="Tun"/>
              </w:rPr>
            </w:pPr>
            <w:r w:rsidRPr="00215A17">
              <w:rPr>
                <w:rStyle w:val="Tun"/>
              </w:rPr>
              <w:t>1. Dílčí etapa</w:t>
            </w:r>
          </w:p>
        </w:tc>
        <w:tc>
          <w:tcPr>
            <w:tcW w:w="2417" w:type="dxa"/>
          </w:tcPr>
          <w:p w14:paraId="0A06FA28" w14:textId="77777777" w:rsidR="00740EE9" w:rsidRPr="00390962" w:rsidRDefault="00740EE9" w:rsidP="006D1114">
            <w:pPr>
              <w:pStyle w:val="Tabulka-9"/>
            </w:pPr>
            <w:r w:rsidRPr="00390962">
              <w:t xml:space="preserve">do </w:t>
            </w:r>
            <w:r w:rsidR="006D1114" w:rsidRPr="00390962">
              <w:t>3</w:t>
            </w:r>
            <w:r w:rsidRPr="00390962">
              <w:t xml:space="preserve"> měsíců od nabytí účinnosti Smlouvy</w:t>
            </w:r>
            <w:r w:rsidR="006D1114" w:rsidRPr="00390962">
              <w:t xml:space="preserve"> (bez fakturace)</w:t>
            </w:r>
          </w:p>
        </w:tc>
        <w:tc>
          <w:tcPr>
            <w:tcW w:w="2258" w:type="dxa"/>
          </w:tcPr>
          <w:p w14:paraId="48B7753F" w14:textId="77777777" w:rsidR="00740EE9" w:rsidRPr="00215A17" w:rsidRDefault="006D1114" w:rsidP="002344F6">
            <w:pPr>
              <w:pStyle w:val="Tabulka-9"/>
            </w:pPr>
            <w:r w:rsidRPr="00215A17">
              <w:t>ZP k připomínkám</w:t>
            </w:r>
          </w:p>
        </w:tc>
        <w:tc>
          <w:tcPr>
            <w:tcW w:w="2241" w:type="dxa"/>
          </w:tcPr>
          <w:p w14:paraId="4119CBE0" w14:textId="77777777" w:rsidR="00740EE9" w:rsidRPr="00215A17" w:rsidRDefault="006D1114" w:rsidP="002344F6">
            <w:pPr>
              <w:pStyle w:val="Tabulka-9"/>
            </w:pPr>
            <w:r w:rsidRPr="00215A17">
              <w:t>Předání dokumentace v elektronické podobě.</w:t>
            </w:r>
          </w:p>
          <w:p w14:paraId="15AF2FFD" w14:textId="77777777" w:rsidR="006D1114" w:rsidRPr="00215A17" w:rsidRDefault="006D1114" w:rsidP="002344F6">
            <w:pPr>
              <w:pStyle w:val="Tabulka-9"/>
            </w:pPr>
            <w:r w:rsidRPr="00215A17">
              <w:t>Předávací protokol.</w:t>
            </w:r>
          </w:p>
        </w:tc>
      </w:tr>
      <w:tr w:rsidR="006D1114" w:rsidRPr="00B72613" w14:paraId="2C6108D4" w14:textId="77777777" w:rsidTr="00215A17">
        <w:tc>
          <w:tcPr>
            <w:tcW w:w="1814" w:type="dxa"/>
          </w:tcPr>
          <w:p w14:paraId="6BBE26A3" w14:textId="77777777" w:rsidR="00740EE9" w:rsidRPr="00215A17" w:rsidRDefault="00740EE9" w:rsidP="002344F6">
            <w:pPr>
              <w:pStyle w:val="Tabulka-9"/>
              <w:rPr>
                <w:rStyle w:val="Tun"/>
              </w:rPr>
            </w:pPr>
            <w:r w:rsidRPr="00215A17">
              <w:rPr>
                <w:rStyle w:val="Tun"/>
              </w:rPr>
              <w:t>2. Dílčí etapa</w:t>
            </w:r>
          </w:p>
        </w:tc>
        <w:tc>
          <w:tcPr>
            <w:tcW w:w="2417" w:type="dxa"/>
          </w:tcPr>
          <w:p w14:paraId="78DD266F" w14:textId="4E654116" w:rsidR="00740EE9" w:rsidRPr="00390962" w:rsidRDefault="00740EE9" w:rsidP="00FB5D92">
            <w:pPr>
              <w:pStyle w:val="Tabulka-9"/>
            </w:pPr>
            <w:r w:rsidRPr="00390962">
              <w:t xml:space="preserve">do </w:t>
            </w:r>
            <w:r w:rsidR="006D1114" w:rsidRPr="00390962">
              <w:t>6</w:t>
            </w:r>
            <w:r w:rsidRPr="00390962">
              <w:t xml:space="preserve"> měsíců od </w:t>
            </w:r>
            <w:r w:rsidR="006D1114" w:rsidRPr="00390962">
              <w:t xml:space="preserve">nabytí účinnosti SOD (fakturace 1% z ceny díla) </w:t>
            </w:r>
          </w:p>
        </w:tc>
        <w:tc>
          <w:tcPr>
            <w:tcW w:w="2258" w:type="dxa"/>
          </w:tcPr>
          <w:p w14:paraId="57186DD4" w14:textId="77777777" w:rsidR="00740EE9" w:rsidRPr="00215A17" w:rsidRDefault="006D1114" w:rsidP="002344F6">
            <w:pPr>
              <w:pStyle w:val="Tabulka-9"/>
            </w:pPr>
            <w:r w:rsidRPr="00215A17">
              <w:t>ZP po připomínkách</w:t>
            </w:r>
          </w:p>
        </w:tc>
        <w:tc>
          <w:tcPr>
            <w:tcW w:w="2241" w:type="dxa"/>
          </w:tcPr>
          <w:p w14:paraId="5F3A4172" w14:textId="77777777" w:rsidR="006D1114" w:rsidRPr="00215A17" w:rsidRDefault="006D1114" w:rsidP="006D1114">
            <w:pPr>
              <w:pStyle w:val="Tabulka-9"/>
            </w:pPr>
            <w:r w:rsidRPr="00215A17">
              <w:t>Předání dokumentace v elektronické podobě.</w:t>
            </w:r>
          </w:p>
          <w:p w14:paraId="58ED8DAD" w14:textId="77777777" w:rsidR="00740EE9" w:rsidRPr="00215A17" w:rsidRDefault="006D1114" w:rsidP="006D1114">
            <w:pPr>
              <w:pStyle w:val="Tabulka-9"/>
            </w:pPr>
            <w:r w:rsidRPr="00215A17">
              <w:t>Předávací protokol.</w:t>
            </w:r>
          </w:p>
        </w:tc>
      </w:tr>
      <w:tr w:rsidR="006D1114" w:rsidRPr="00B72613" w14:paraId="0F5E9348" w14:textId="77777777" w:rsidTr="00215A17">
        <w:tc>
          <w:tcPr>
            <w:tcW w:w="1814" w:type="dxa"/>
          </w:tcPr>
          <w:p w14:paraId="219C84D5" w14:textId="77777777" w:rsidR="00740EE9" w:rsidRPr="00215A17" w:rsidRDefault="00740EE9" w:rsidP="002344F6">
            <w:pPr>
              <w:pStyle w:val="Tabulka-9"/>
              <w:rPr>
                <w:rStyle w:val="Tun"/>
              </w:rPr>
            </w:pPr>
            <w:r w:rsidRPr="00215A17">
              <w:rPr>
                <w:rStyle w:val="Tun"/>
              </w:rPr>
              <w:t>3. Dílčí etapa</w:t>
            </w:r>
          </w:p>
        </w:tc>
        <w:tc>
          <w:tcPr>
            <w:tcW w:w="2417" w:type="dxa"/>
          </w:tcPr>
          <w:p w14:paraId="6F39C13B" w14:textId="450A8D08" w:rsidR="00740EE9" w:rsidRPr="00390962" w:rsidRDefault="00215A17" w:rsidP="00215A17">
            <w:pPr>
              <w:pStyle w:val="Tabulka-9"/>
            </w:pPr>
            <w:r w:rsidRPr="00390962">
              <w:t>D</w:t>
            </w:r>
            <w:r w:rsidR="00740EE9" w:rsidRPr="00390962">
              <w:t>o</w:t>
            </w:r>
            <w:r w:rsidRPr="00390962">
              <w:t xml:space="preserve"> 7</w:t>
            </w:r>
            <w:r w:rsidR="00740EE9" w:rsidRPr="00390962">
              <w:t xml:space="preserve"> měsíců od </w:t>
            </w:r>
            <w:r w:rsidRPr="00390962">
              <w:t>vydání pokynu objednatele</w:t>
            </w:r>
            <w:r w:rsidR="00AC1199" w:rsidRPr="00390962">
              <w:t xml:space="preserve"> dle čl. 3.6.3 Smlouvy</w:t>
            </w:r>
            <w:r w:rsidRPr="00390962">
              <w:t xml:space="preserve"> (fakturace 60</w:t>
            </w:r>
            <w:r w:rsidR="000D069A" w:rsidRPr="00390962">
              <w:t xml:space="preserve"> </w:t>
            </w:r>
            <w:r w:rsidRPr="00390962">
              <w:t>%</w:t>
            </w:r>
            <w:r w:rsidR="00266226" w:rsidRPr="00390962">
              <w:t xml:space="preserve"> z ceny díla</w:t>
            </w:r>
            <w:r w:rsidRPr="00390962">
              <w:t>)</w:t>
            </w:r>
          </w:p>
          <w:p w14:paraId="0CA0B4BA" w14:textId="0499CBFE" w:rsidR="000435C5" w:rsidRPr="00390962" w:rsidRDefault="000435C5" w:rsidP="00215A17">
            <w:pPr>
              <w:pStyle w:val="Tabulka-9"/>
            </w:pPr>
            <w:r w:rsidRPr="00390962">
              <w:t>Pokyn bude vydán po schválení ZP v CK MD</w:t>
            </w:r>
          </w:p>
        </w:tc>
        <w:tc>
          <w:tcPr>
            <w:tcW w:w="2258" w:type="dxa"/>
          </w:tcPr>
          <w:p w14:paraId="0C41F2C7" w14:textId="77777777" w:rsidR="00740EE9" w:rsidRPr="00215A17" w:rsidRDefault="006D1114" w:rsidP="002344F6">
            <w:pPr>
              <w:pStyle w:val="Tabulka-9"/>
            </w:pPr>
            <w:r w:rsidRPr="00215A17">
              <w:t>DUR k připomínkám</w:t>
            </w:r>
          </w:p>
        </w:tc>
        <w:tc>
          <w:tcPr>
            <w:tcW w:w="2241" w:type="dxa"/>
          </w:tcPr>
          <w:p w14:paraId="590B8067" w14:textId="77777777" w:rsidR="00215A17" w:rsidRPr="00215A17" w:rsidRDefault="00215A17" w:rsidP="00215A17">
            <w:pPr>
              <w:pStyle w:val="Tabulka-9"/>
            </w:pPr>
            <w:r w:rsidRPr="00215A17">
              <w:t>Předání dokumentace.</w:t>
            </w:r>
          </w:p>
          <w:p w14:paraId="2949CD88" w14:textId="77777777" w:rsidR="00740EE9" w:rsidRPr="00215A17" w:rsidRDefault="00215A17" w:rsidP="00215A17">
            <w:pPr>
              <w:pStyle w:val="Tabulka-9"/>
            </w:pPr>
            <w:r w:rsidRPr="00215A17">
              <w:t>Předávací protokol.</w:t>
            </w:r>
          </w:p>
        </w:tc>
      </w:tr>
      <w:tr w:rsidR="006D1114" w:rsidRPr="00B72613" w14:paraId="6B996E61" w14:textId="77777777" w:rsidTr="00215A17">
        <w:tc>
          <w:tcPr>
            <w:tcW w:w="1814" w:type="dxa"/>
          </w:tcPr>
          <w:p w14:paraId="3A44DF76" w14:textId="77777777" w:rsidR="00740EE9" w:rsidRPr="00215A17" w:rsidRDefault="00740EE9" w:rsidP="002344F6">
            <w:pPr>
              <w:pStyle w:val="Tabulka-9"/>
              <w:rPr>
                <w:rStyle w:val="Tun"/>
              </w:rPr>
            </w:pPr>
            <w:r w:rsidRPr="00215A17">
              <w:rPr>
                <w:rStyle w:val="Tun"/>
              </w:rPr>
              <w:t>4. Dílčí etapa</w:t>
            </w:r>
          </w:p>
        </w:tc>
        <w:tc>
          <w:tcPr>
            <w:tcW w:w="2417" w:type="dxa"/>
          </w:tcPr>
          <w:p w14:paraId="7F3D9571" w14:textId="77777777" w:rsidR="00740EE9" w:rsidRPr="00390962" w:rsidRDefault="00740EE9" w:rsidP="00215A17">
            <w:pPr>
              <w:pStyle w:val="Tabulka-9"/>
            </w:pPr>
            <w:r w:rsidRPr="00390962">
              <w:t xml:space="preserve">do </w:t>
            </w:r>
            <w:r w:rsidR="00215A17" w:rsidRPr="00390962">
              <w:t xml:space="preserve">4 </w:t>
            </w:r>
            <w:r w:rsidRPr="00390962">
              <w:t xml:space="preserve">měsíců od </w:t>
            </w:r>
            <w:r w:rsidR="00215A17" w:rsidRPr="00390962">
              <w:t xml:space="preserve">ukončení 3. dílčí etapy (fakturace 39 % </w:t>
            </w:r>
            <w:r w:rsidR="00266226" w:rsidRPr="00390962">
              <w:t xml:space="preserve">z </w:t>
            </w:r>
            <w:r w:rsidR="00215A17" w:rsidRPr="00390962">
              <w:t xml:space="preserve">ceny díla) </w:t>
            </w:r>
          </w:p>
        </w:tc>
        <w:tc>
          <w:tcPr>
            <w:tcW w:w="2258" w:type="dxa"/>
          </w:tcPr>
          <w:p w14:paraId="789B1F9C" w14:textId="77777777" w:rsidR="00740EE9" w:rsidRPr="00215A17" w:rsidRDefault="00215A17" w:rsidP="002344F6">
            <w:pPr>
              <w:pStyle w:val="Tabulka-9"/>
            </w:pPr>
            <w:r w:rsidRPr="00215A17">
              <w:t>Odevzdání DUR po připomínkách, včetně kompletní dokladové části a podání žádosti o vydání ÚR</w:t>
            </w:r>
          </w:p>
        </w:tc>
        <w:tc>
          <w:tcPr>
            <w:tcW w:w="2241" w:type="dxa"/>
          </w:tcPr>
          <w:p w14:paraId="7218A4C5" w14:textId="77777777" w:rsidR="00215A17" w:rsidRPr="00215A17" w:rsidRDefault="00215A17" w:rsidP="00215A17">
            <w:pPr>
              <w:keepNext/>
              <w:suppressAutoHyphens/>
              <w:spacing w:after="0" w:line="280" w:lineRule="exact"/>
              <w:outlineLvl w:val="0"/>
            </w:pPr>
            <w:r w:rsidRPr="00215A17">
              <w:t>Předání dokumentace</w:t>
            </w:r>
          </w:p>
          <w:p w14:paraId="3644CDA5" w14:textId="255391B9" w:rsidR="00F027D0" w:rsidRDefault="00215A17" w:rsidP="00215A17">
            <w:pPr>
              <w:pStyle w:val="Tabulka-9"/>
            </w:pPr>
            <w:r w:rsidRPr="00215A17">
              <w:t>Kopie žádosti o vydání ÚR</w:t>
            </w:r>
          </w:p>
          <w:p w14:paraId="36761892" w14:textId="3F9071A2" w:rsidR="00740EE9" w:rsidRPr="00215A17" w:rsidRDefault="00F027D0" w:rsidP="00215A17">
            <w:pPr>
              <w:pStyle w:val="Tabulka-9"/>
            </w:pPr>
            <w:r w:rsidRPr="00BE17D9">
              <w:t>Protokol o provedení Díla</w:t>
            </w:r>
          </w:p>
        </w:tc>
      </w:tr>
      <w:tr w:rsidR="006D1114" w:rsidRPr="00B72613" w14:paraId="5D9DE737" w14:textId="77777777" w:rsidTr="00215A17">
        <w:tc>
          <w:tcPr>
            <w:tcW w:w="1814" w:type="dxa"/>
          </w:tcPr>
          <w:p w14:paraId="782C7B2B" w14:textId="77777777" w:rsidR="00740EE9" w:rsidRPr="00215A17" w:rsidRDefault="00740EE9" w:rsidP="002344F6">
            <w:pPr>
              <w:pStyle w:val="Tabulka-9"/>
              <w:rPr>
                <w:rStyle w:val="Tun"/>
              </w:rPr>
            </w:pPr>
            <w:r w:rsidRPr="00215A17">
              <w:rPr>
                <w:rStyle w:val="Tun"/>
              </w:rPr>
              <w:t>Termín dokončení Díla</w:t>
            </w:r>
          </w:p>
        </w:tc>
        <w:tc>
          <w:tcPr>
            <w:tcW w:w="2417" w:type="dxa"/>
          </w:tcPr>
          <w:p w14:paraId="5D7E0B3E" w14:textId="77777777" w:rsidR="00740EE9" w:rsidRPr="00215A17" w:rsidRDefault="00740EE9" w:rsidP="00215A17">
            <w:pPr>
              <w:pStyle w:val="Tabulka-9"/>
            </w:pPr>
            <w:r w:rsidRPr="00266226">
              <w:t xml:space="preserve">předpoklad do </w:t>
            </w:r>
            <w:r w:rsidR="00215A17" w:rsidRPr="00266226">
              <w:t>06/2024</w:t>
            </w:r>
            <w:r w:rsidR="00215A17" w:rsidRPr="00215A17">
              <w:t xml:space="preserve"> </w:t>
            </w:r>
            <w:r w:rsidRPr="00215A17">
              <w:t xml:space="preserve">(v závislosti na zahájení </w:t>
            </w:r>
            <w:r w:rsidR="00215A17" w:rsidRPr="00215A17">
              <w:t>4</w:t>
            </w:r>
            <w:r w:rsidRPr="00215A17">
              <w:t>. Dílčí etapy)</w:t>
            </w:r>
          </w:p>
        </w:tc>
        <w:tc>
          <w:tcPr>
            <w:tcW w:w="2258" w:type="dxa"/>
          </w:tcPr>
          <w:p w14:paraId="478235A5" w14:textId="77777777" w:rsidR="00740EE9" w:rsidRPr="00215A17" w:rsidRDefault="00740EE9" w:rsidP="002344F6">
            <w:pPr>
              <w:pStyle w:val="Tabulka-9"/>
            </w:pPr>
          </w:p>
        </w:tc>
        <w:tc>
          <w:tcPr>
            <w:tcW w:w="2241" w:type="dxa"/>
          </w:tcPr>
          <w:p w14:paraId="6950D8E6" w14:textId="051441BD" w:rsidR="00740EE9" w:rsidRPr="00215A17" w:rsidRDefault="00740EE9" w:rsidP="002344F6">
            <w:pPr>
              <w:pStyle w:val="Tabulka-9"/>
              <w:rPr>
                <w:color w:val="FF0000"/>
              </w:rPr>
            </w:pPr>
          </w:p>
        </w:tc>
      </w:tr>
    </w:tbl>
    <w:p w14:paraId="0DBC05E5" w14:textId="77777777" w:rsidR="00740EE9" w:rsidRDefault="00740EE9" w:rsidP="00740EE9">
      <w:pPr>
        <w:pStyle w:val="Textbezodsazen"/>
      </w:pPr>
    </w:p>
    <w:p w14:paraId="013ADEAA" w14:textId="77777777" w:rsidR="00740EE9" w:rsidRDefault="00740EE9" w:rsidP="00740EE9">
      <w:pPr>
        <w:pStyle w:val="Textbezodsazen"/>
      </w:pPr>
    </w:p>
    <w:p w14:paraId="4A7CC346" w14:textId="77777777" w:rsidR="00740EE9" w:rsidRDefault="00740EE9" w:rsidP="002344F6">
      <w:pPr>
        <w:pStyle w:val="Textbezodsazen"/>
      </w:pPr>
    </w:p>
    <w:p w14:paraId="2F5C3205" w14:textId="77777777" w:rsidR="002344F6" w:rsidRDefault="002344F6" w:rsidP="002344F6">
      <w:pPr>
        <w:pStyle w:val="Textbezodsazen"/>
      </w:pPr>
    </w:p>
    <w:p w14:paraId="7EF7A3BC" w14:textId="77777777" w:rsidR="002344F6" w:rsidRDefault="002344F6" w:rsidP="002344F6">
      <w:pPr>
        <w:pStyle w:val="Textbezodsazen"/>
      </w:pPr>
    </w:p>
    <w:p w14:paraId="7D514CCB" w14:textId="77777777" w:rsidR="002344F6" w:rsidRDefault="002344F6" w:rsidP="002344F6">
      <w:pPr>
        <w:pStyle w:val="Textbezodsazen"/>
      </w:pPr>
    </w:p>
    <w:p w14:paraId="32FBFE5C" w14:textId="77777777" w:rsidR="002344F6" w:rsidRDefault="002344F6" w:rsidP="002344F6">
      <w:pPr>
        <w:pStyle w:val="Textbezodsazen"/>
      </w:pPr>
    </w:p>
    <w:p w14:paraId="0859D795" w14:textId="77777777" w:rsidR="002344F6" w:rsidRDefault="002344F6" w:rsidP="002344F6">
      <w:pPr>
        <w:pStyle w:val="Textbezodsazen"/>
        <w:sectPr w:rsidR="002344F6" w:rsidSect="00AB4F25">
          <w:headerReference w:type="default" r:id="rId26"/>
          <w:footerReference w:type="even" r:id="rId27"/>
          <w:footerReference w:type="default" r:id="rId28"/>
          <w:pgSz w:w="11906" w:h="16838" w:code="9"/>
          <w:pgMar w:top="1077" w:right="1588" w:bottom="1474" w:left="1588" w:header="567" w:footer="567" w:gutter="0"/>
          <w:pgNumType w:start="1"/>
          <w:cols w:space="708"/>
          <w:docGrid w:linePitch="360"/>
        </w:sectPr>
      </w:pPr>
    </w:p>
    <w:p w14:paraId="79B01F88" w14:textId="77777777" w:rsidR="00740EE9" w:rsidRPr="00B26902" w:rsidRDefault="00740EE9" w:rsidP="00740EE9">
      <w:pPr>
        <w:pStyle w:val="Nadpisbezsl1-1"/>
      </w:pPr>
      <w:r>
        <w:lastRenderedPageBreak/>
        <w:t>Příloha č. 6</w:t>
      </w:r>
    </w:p>
    <w:p w14:paraId="74B68B48" w14:textId="77777777" w:rsidR="00740EE9" w:rsidRPr="00B26902" w:rsidRDefault="00740EE9" w:rsidP="00740EE9">
      <w:pPr>
        <w:pStyle w:val="Nadpisbezsl1-2"/>
      </w:pPr>
      <w:r>
        <w:t>Oprávněné osoby</w:t>
      </w:r>
    </w:p>
    <w:p w14:paraId="1A0A3222" w14:textId="77777777" w:rsidR="002344F6" w:rsidRDefault="002344F6" w:rsidP="002344F6">
      <w:pPr>
        <w:pStyle w:val="Nadpisbezsl1-2"/>
      </w:pPr>
      <w:r>
        <w:t>Za Objednatele</w:t>
      </w:r>
    </w:p>
    <w:p w14:paraId="14320843"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868" w:type="dxa"/>
        <w:tblLook w:val="04A0" w:firstRow="1" w:lastRow="0" w:firstColumn="1" w:lastColumn="0" w:noHBand="0" w:noVBand="1"/>
      </w:tblPr>
      <w:tblGrid>
        <w:gridCol w:w="3056"/>
        <w:gridCol w:w="5812"/>
      </w:tblGrid>
      <w:tr w:rsidR="002344F6" w:rsidRPr="004B1956" w14:paraId="7C45BA9E" w14:textId="77777777" w:rsidTr="004C3F8B">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5E73B7DF" w14:textId="77777777" w:rsidR="002344F6" w:rsidRPr="004B1956" w:rsidRDefault="002344F6" w:rsidP="002344F6">
            <w:pPr>
              <w:pStyle w:val="Tabulka"/>
              <w:rPr>
                <w:rStyle w:val="Nadpisvtabulce"/>
                <w:b/>
              </w:rPr>
            </w:pPr>
            <w:r w:rsidRPr="004B1956">
              <w:rPr>
                <w:rStyle w:val="Nadpisvtabulce"/>
                <w:b/>
              </w:rPr>
              <w:t>Jméno a příjmení</w:t>
            </w:r>
          </w:p>
        </w:tc>
        <w:tc>
          <w:tcPr>
            <w:tcW w:w="5812" w:type="dxa"/>
          </w:tcPr>
          <w:p w14:paraId="1861D56F" w14:textId="77777777" w:rsidR="002344F6" w:rsidRPr="004B1956" w:rsidRDefault="002344F6" w:rsidP="002344F6">
            <w:pPr>
              <w:pStyle w:val="Tabulka"/>
              <w:rPr>
                <w:highlight w:val="green"/>
              </w:rPr>
            </w:pPr>
            <w:r w:rsidRPr="004B1956">
              <w:rPr>
                <w:highlight w:val="green"/>
              </w:rPr>
              <w:t>[VLOŽÍ OBJEDNATEL]</w:t>
            </w:r>
          </w:p>
        </w:tc>
      </w:tr>
      <w:tr w:rsidR="002344F6" w:rsidRPr="00F95FBD" w14:paraId="2987CFD1" w14:textId="77777777" w:rsidTr="004C3F8B">
        <w:trPr>
          <w:trHeight w:val="170"/>
        </w:trPr>
        <w:tc>
          <w:tcPr>
            <w:tcW w:w="3056" w:type="dxa"/>
          </w:tcPr>
          <w:p w14:paraId="1A15418D" w14:textId="77777777" w:rsidR="002344F6" w:rsidRPr="00F95FBD" w:rsidRDefault="002344F6" w:rsidP="002344F6">
            <w:pPr>
              <w:pStyle w:val="Tabulka"/>
            </w:pPr>
            <w:r w:rsidRPr="00F95FBD">
              <w:t>Adresa</w:t>
            </w:r>
          </w:p>
        </w:tc>
        <w:tc>
          <w:tcPr>
            <w:tcW w:w="5812" w:type="dxa"/>
          </w:tcPr>
          <w:p w14:paraId="3C808555" w14:textId="77777777" w:rsidR="002344F6" w:rsidRPr="00FB4272" w:rsidRDefault="002344F6" w:rsidP="002344F6">
            <w:pPr>
              <w:pStyle w:val="Tabulka"/>
              <w:rPr>
                <w:highlight w:val="green"/>
              </w:rPr>
            </w:pPr>
            <w:r w:rsidRPr="00FB4272">
              <w:rPr>
                <w:highlight w:val="green"/>
              </w:rPr>
              <w:t>[VLOŽÍ OBJEDNATEL]</w:t>
            </w:r>
          </w:p>
        </w:tc>
      </w:tr>
      <w:tr w:rsidR="002344F6" w:rsidRPr="00F95FBD" w14:paraId="536C9183" w14:textId="77777777" w:rsidTr="004C3F8B">
        <w:trPr>
          <w:trHeight w:val="170"/>
        </w:trPr>
        <w:tc>
          <w:tcPr>
            <w:tcW w:w="3056" w:type="dxa"/>
          </w:tcPr>
          <w:p w14:paraId="5A3C58C5" w14:textId="77777777" w:rsidR="002344F6" w:rsidRPr="00F95FBD" w:rsidRDefault="002344F6" w:rsidP="002344F6">
            <w:pPr>
              <w:pStyle w:val="Tabulka"/>
            </w:pPr>
            <w:r w:rsidRPr="00F95FBD">
              <w:t>E-mail</w:t>
            </w:r>
          </w:p>
        </w:tc>
        <w:tc>
          <w:tcPr>
            <w:tcW w:w="5812" w:type="dxa"/>
          </w:tcPr>
          <w:p w14:paraId="58266138" w14:textId="77777777" w:rsidR="002344F6" w:rsidRPr="00FB4272" w:rsidRDefault="002344F6" w:rsidP="002344F6">
            <w:pPr>
              <w:pStyle w:val="Tabulka"/>
              <w:rPr>
                <w:highlight w:val="green"/>
              </w:rPr>
            </w:pPr>
            <w:r w:rsidRPr="00FB4272">
              <w:rPr>
                <w:highlight w:val="green"/>
              </w:rPr>
              <w:t>[VLOŽÍ OBJEDNATEL]</w:t>
            </w:r>
          </w:p>
        </w:tc>
      </w:tr>
      <w:tr w:rsidR="002344F6" w:rsidRPr="00F95FBD" w14:paraId="4A1AB7F1" w14:textId="77777777" w:rsidTr="004C3F8B">
        <w:trPr>
          <w:trHeight w:val="170"/>
        </w:trPr>
        <w:tc>
          <w:tcPr>
            <w:tcW w:w="3056" w:type="dxa"/>
          </w:tcPr>
          <w:p w14:paraId="07172536" w14:textId="77777777" w:rsidR="002344F6" w:rsidRPr="00F95FBD" w:rsidRDefault="002344F6" w:rsidP="002344F6">
            <w:pPr>
              <w:pStyle w:val="Tabulka"/>
            </w:pPr>
            <w:r w:rsidRPr="00F95FBD">
              <w:t>Telefon</w:t>
            </w:r>
          </w:p>
        </w:tc>
        <w:tc>
          <w:tcPr>
            <w:tcW w:w="5812" w:type="dxa"/>
          </w:tcPr>
          <w:p w14:paraId="1DFB3B32" w14:textId="77777777" w:rsidR="002344F6" w:rsidRPr="00FB4272" w:rsidRDefault="002344F6" w:rsidP="002344F6">
            <w:pPr>
              <w:pStyle w:val="Tabulka"/>
              <w:rPr>
                <w:highlight w:val="green"/>
              </w:rPr>
            </w:pPr>
            <w:r w:rsidRPr="00FB4272">
              <w:rPr>
                <w:highlight w:val="green"/>
              </w:rPr>
              <w:t>[VLOŽÍ OBJEDNATEL]</w:t>
            </w:r>
          </w:p>
        </w:tc>
      </w:tr>
    </w:tbl>
    <w:p w14:paraId="7E0F7D07" w14:textId="77777777" w:rsidR="002344F6" w:rsidRDefault="002344F6" w:rsidP="002344F6">
      <w:pPr>
        <w:pStyle w:val="Textbezodsazen"/>
      </w:pPr>
    </w:p>
    <w:p w14:paraId="333C65A3" w14:textId="77777777" w:rsidR="00B43A26" w:rsidRPr="00F95FBD" w:rsidRDefault="00B43A26" w:rsidP="00B43A2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868" w:type="dxa"/>
        <w:tblLook w:val="04A0" w:firstRow="1" w:lastRow="0" w:firstColumn="1" w:lastColumn="0" w:noHBand="0" w:noVBand="1"/>
      </w:tblPr>
      <w:tblGrid>
        <w:gridCol w:w="3056"/>
        <w:gridCol w:w="5812"/>
      </w:tblGrid>
      <w:tr w:rsidR="00B43A26" w:rsidRPr="004B1956" w14:paraId="4DAE64BC" w14:textId="77777777" w:rsidTr="005A183C">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2F13EDDD" w14:textId="77777777" w:rsidR="00B43A26" w:rsidRPr="004B1956" w:rsidRDefault="00B43A26" w:rsidP="005A183C">
            <w:pPr>
              <w:pStyle w:val="Tabulka"/>
              <w:rPr>
                <w:rStyle w:val="Nadpisvtabulce"/>
                <w:b/>
              </w:rPr>
            </w:pPr>
            <w:r w:rsidRPr="004B1956">
              <w:rPr>
                <w:rStyle w:val="Nadpisvtabulce"/>
                <w:b/>
              </w:rPr>
              <w:t>Jméno a příjmení</w:t>
            </w:r>
          </w:p>
        </w:tc>
        <w:tc>
          <w:tcPr>
            <w:tcW w:w="5812" w:type="dxa"/>
          </w:tcPr>
          <w:p w14:paraId="2A991459" w14:textId="77777777" w:rsidR="00B43A26" w:rsidRPr="004B1956" w:rsidRDefault="00B43A26" w:rsidP="005A183C">
            <w:pPr>
              <w:pStyle w:val="Tabulka"/>
              <w:rPr>
                <w:highlight w:val="green"/>
              </w:rPr>
            </w:pPr>
            <w:r>
              <w:rPr>
                <w:highlight w:val="green"/>
              </w:rPr>
              <w:t>Mgr. Jan Foldyna</w:t>
            </w:r>
          </w:p>
        </w:tc>
      </w:tr>
      <w:tr w:rsidR="00B43A26" w:rsidRPr="00F95FBD" w14:paraId="4E3356B0" w14:textId="77777777" w:rsidTr="005A183C">
        <w:trPr>
          <w:trHeight w:val="170"/>
        </w:trPr>
        <w:tc>
          <w:tcPr>
            <w:tcW w:w="3056" w:type="dxa"/>
          </w:tcPr>
          <w:p w14:paraId="365B684C" w14:textId="77777777" w:rsidR="00B43A26" w:rsidRPr="00F95FBD" w:rsidRDefault="00B43A26" w:rsidP="005A183C">
            <w:pPr>
              <w:pStyle w:val="Tabulka"/>
            </w:pPr>
            <w:r w:rsidRPr="00F95FBD">
              <w:t>Adresa</w:t>
            </w:r>
          </w:p>
        </w:tc>
        <w:tc>
          <w:tcPr>
            <w:tcW w:w="5812" w:type="dxa"/>
          </w:tcPr>
          <w:p w14:paraId="6BBD09F1" w14:textId="77777777" w:rsidR="00B43A26" w:rsidRPr="00FB4272" w:rsidRDefault="00B43A26" w:rsidP="00B43A26">
            <w:pPr>
              <w:pStyle w:val="Tabulka"/>
              <w:rPr>
                <w:highlight w:val="green"/>
              </w:rPr>
            </w:pPr>
            <w:r>
              <w:rPr>
                <w:highlight w:val="green"/>
              </w:rPr>
              <w:t>Stavební správa východ, Nerudova 773/1, 779 00 Olomouc</w:t>
            </w:r>
          </w:p>
        </w:tc>
      </w:tr>
      <w:tr w:rsidR="00B43A26" w:rsidRPr="00F95FBD" w14:paraId="3CF65482" w14:textId="77777777" w:rsidTr="005A183C">
        <w:trPr>
          <w:trHeight w:val="170"/>
        </w:trPr>
        <w:tc>
          <w:tcPr>
            <w:tcW w:w="3056" w:type="dxa"/>
          </w:tcPr>
          <w:p w14:paraId="22918CC2" w14:textId="77777777" w:rsidR="00B43A26" w:rsidRPr="00F95FBD" w:rsidRDefault="00B43A26" w:rsidP="005A183C">
            <w:pPr>
              <w:pStyle w:val="Tabulka"/>
            </w:pPr>
            <w:r w:rsidRPr="00F95FBD">
              <w:t>E-mail</w:t>
            </w:r>
          </w:p>
        </w:tc>
        <w:tc>
          <w:tcPr>
            <w:tcW w:w="5812" w:type="dxa"/>
          </w:tcPr>
          <w:p w14:paraId="44D1BAC1" w14:textId="77777777" w:rsidR="00B43A26" w:rsidRPr="00FB4272" w:rsidRDefault="00FB5D92" w:rsidP="005A183C">
            <w:pPr>
              <w:pStyle w:val="Tabulka"/>
              <w:rPr>
                <w:highlight w:val="green"/>
              </w:rPr>
            </w:pPr>
            <w:hyperlink r:id="rId29" w:history="1">
              <w:r w:rsidR="00B43A26" w:rsidRPr="00BA6586">
                <w:rPr>
                  <w:rStyle w:val="Hypertextovodkaz"/>
                  <w:noProof w:val="0"/>
                  <w:highlight w:val="green"/>
                </w:rPr>
                <w:t>FoldynaJ@spravazeleznic.cz</w:t>
              </w:r>
            </w:hyperlink>
            <w:r w:rsidR="00B43A26">
              <w:rPr>
                <w:highlight w:val="green"/>
              </w:rPr>
              <w:t xml:space="preserve"> </w:t>
            </w:r>
          </w:p>
        </w:tc>
      </w:tr>
      <w:tr w:rsidR="00B43A26" w:rsidRPr="00F95FBD" w14:paraId="52192A0A" w14:textId="77777777" w:rsidTr="00B43A26">
        <w:trPr>
          <w:trHeight w:val="121"/>
        </w:trPr>
        <w:tc>
          <w:tcPr>
            <w:tcW w:w="3056" w:type="dxa"/>
          </w:tcPr>
          <w:p w14:paraId="5114C343" w14:textId="77777777" w:rsidR="00B43A26" w:rsidRPr="00F95FBD" w:rsidRDefault="00B43A26" w:rsidP="005A183C">
            <w:pPr>
              <w:pStyle w:val="Tabulka"/>
            </w:pPr>
            <w:r w:rsidRPr="00F95FBD">
              <w:t>Telefon</w:t>
            </w:r>
          </w:p>
        </w:tc>
        <w:tc>
          <w:tcPr>
            <w:tcW w:w="5812" w:type="dxa"/>
          </w:tcPr>
          <w:p w14:paraId="2493B87C" w14:textId="77777777" w:rsidR="00B43A26" w:rsidRPr="00FB4272" w:rsidRDefault="00B43A26" w:rsidP="005A183C">
            <w:pPr>
              <w:pStyle w:val="Tabulka"/>
              <w:rPr>
                <w:highlight w:val="green"/>
              </w:rPr>
            </w:pPr>
            <w:r>
              <w:rPr>
                <w:highlight w:val="green"/>
              </w:rPr>
              <w:t>+420 601 160 009</w:t>
            </w:r>
          </w:p>
        </w:tc>
      </w:tr>
    </w:tbl>
    <w:p w14:paraId="2A6E95EE" w14:textId="77777777" w:rsidR="00B43A26" w:rsidRPr="00F95FBD" w:rsidRDefault="00B43A26" w:rsidP="002344F6">
      <w:pPr>
        <w:pStyle w:val="Textbezodsazen"/>
      </w:pPr>
    </w:p>
    <w:p w14:paraId="6F7A8C32"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868" w:type="dxa"/>
        <w:tblLook w:val="04A0" w:firstRow="1" w:lastRow="0" w:firstColumn="1" w:lastColumn="0" w:noHBand="0" w:noVBand="1"/>
      </w:tblPr>
      <w:tblGrid>
        <w:gridCol w:w="3056"/>
        <w:gridCol w:w="5812"/>
      </w:tblGrid>
      <w:tr w:rsidR="002344F6" w:rsidRPr="004B1956" w14:paraId="5E538A0C" w14:textId="77777777" w:rsidTr="004C3F8B">
        <w:trPr>
          <w:cnfStyle w:val="100000000000" w:firstRow="1" w:lastRow="0" w:firstColumn="0" w:lastColumn="0" w:oddVBand="0" w:evenVBand="0" w:oddHBand="0" w:evenHBand="0" w:firstRowFirstColumn="0" w:firstRowLastColumn="0" w:lastRowFirstColumn="0" w:lastRowLastColumn="0"/>
        </w:trPr>
        <w:tc>
          <w:tcPr>
            <w:tcW w:w="3056" w:type="dxa"/>
          </w:tcPr>
          <w:p w14:paraId="4B6157F8" w14:textId="77777777" w:rsidR="002344F6" w:rsidRPr="004B1956" w:rsidRDefault="002344F6" w:rsidP="002344F6">
            <w:pPr>
              <w:pStyle w:val="Tabulka"/>
              <w:rPr>
                <w:rStyle w:val="Nadpisvtabulce"/>
                <w:b/>
              </w:rPr>
            </w:pPr>
            <w:r w:rsidRPr="004B1956">
              <w:rPr>
                <w:rStyle w:val="Nadpisvtabulce"/>
                <w:b/>
              </w:rPr>
              <w:t>Jméno a příjmení</w:t>
            </w:r>
          </w:p>
        </w:tc>
        <w:tc>
          <w:tcPr>
            <w:tcW w:w="5812" w:type="dxa"/>
          </w:tcPr>
          <w:p w14:paraId="70789E08" w14:textId="77777777" w:rsidR="002344F6" w:rsidRPr="004B1956" w:rsidRDefault="00E61CE5" w:rsidP="002344F6">
            <w:pPr>
              <w:pStyle w:val="Tabulka"/>
              <w:rPr>
                <w:highlight w:val="green"/>
              </w:rPr>
            </w:pPr>
            <w:r>
              <w:rPr>
                <w:highlight w:val="green"/>
              </w:rPr>
              <w:t>Ing. Marek Cerman</w:t>
            </w:r>
          </w:p>
        </w:tc>
      </w:tr>
      <w:tr w:rsidR="002344F6" w:rsidRPr="00F95FBD" w14:paraId="4522F42C" w14:textId="77777777" w:rsidTr="004C3F8B">
        <w:tc>
          <w:tcPr>
            <w:tcW w:w="3056" w:type="dxa"/>
          </w:tcPr>
          <w:p w14:paraId="45E3D2FD" w14:textId="77777777" w:rsidR="002344F6" w:rsidRPr="00F95FBD" w:rsidRDefault="002344F6" w:rsidP="002344F6">
            <w:pPr>
              <w:pStyle w:val="Tabulka"/>
            </w:pPr>
            <w:r w:rsidRPr="00F95FBD">
              <w:t>Adresa</w:t>
            </w:r>
          </w:p>
        </w:tc>
        <w:tc>
          <w:tcPr>
            <w:tcW w:w="5812" w:type="dxa"/>
          </w:tcPr>
          <w:p w14:paraId="50220B93" w14:textId="77777777" w:rsidR="002344F6" w:rsidRPr="00FB4272" w:rsidRDefault="00E61CE5" w:rsidP="002344F6">
            <w:pPr>
              <w:pStyle w:val="Tabulka"/>
              <w:rPr>
                <w:highlight w:val="green"/>
              </w:rPr>
            </w:pPr>
            <w:r>
              <w:rPr>
                <w:highlight w:val="green"/>
              </w:rPr>
              <w:t>Stavební správa východ, Nerudova 773/1, 779 00 Olomouc</w:t>
            </w:r>
          </w:p>
        </w:tc>
      </w:tr>
      <w:tr w:rsidR="002344F6" w:rsidRPr="00F95FBD" w14:paraId="177162C0" w14:textId="77777777" w:rsidTr="004C3F8B">
        <w:tc>
          <w:tcPr>
            <w:tcW w:w="3056" w:type="dxa"/>
          </w:tcPr>
          <w:p w14:paraId="68FE19CB" w14:textId="77777777" w:rsidR="002344F6" w:rsidRPr="00F95FBD" w:rsidRDefault="002344F6" w:rsidP="002344F6">
            <w:pPr>
              <w:pStyle w:val="Tabulka"/>
            </w:pPr>
            <w:r w:rsidRPr="00F95FBD">
              <w:t>E-mail</w:t>
            </w:r>
          </w:p>
        </w:tc>
        <w:tc>
          <w:tcPr>
            <w:tcW w:w="5812" w:type="dxa"/>
          </w:tcPr>
          <w:p w14:paraId="77306A78" w14:textId="77777777" w:rsidR="002344F6" w:rsidRPr="00FB4272" w:rsidRDefault="00E61CE5" w:rsidP="002344F6">
            <w:pPr>
              <w:pStyle w:val="Tabulka"/>
              <w:rPr>
                <w:highlight w:val="green"/>
              </w:rPr>
            </w:pPr>
            <w:r>
              <w:rPr>
                <w:highlight w:val="green"/>
              </w:rPr>
              <w:t>cerman@spravazeleznic.cz</w:t>
            </w:r>
          </w:p>
        </w:tc>
      </w:tr>
      <w:tr w:rsidR="002344F6" w:rsidRPr="00F95FBD" w14:paraId="6ABFCB51" w14:textId="77777777" w:rsidTr="004C3F8B">
        <w:tc>
          <w:tcPr>
            <w:tcW w:w="3056" w:type="dxa"/>
          </w:tcPr>
          <w:p w14:paraId="73E61B9D" w14:textId="77777777" w:rsidR="002344F6" w:rsidRPr="00F95FBD" w:rsidRDefault="002344F6" w:rsidP="002344F6">
            <w:pPr>
              <w:pStyle w:val="Tabulka"/>
            </w:pPr>
            <w:r w:rsidRPr="00F95FBD">
              <w:t>Telefon</w:t>
            </w:r>
          </w:p>
        </w:tc>
        <w:tc>
          <w:tcPr>
            <w:tcW w:w="5812" w:type="dxa"/>
          </w:tcPr>
          <w:p w14:paraId="5DBE5B42" w14:textId="77777777" w:rsidR="002344F6" w:rsidRPr="00FB4272" w:rsidRDefault="00E61CE5" w:rsidP="002344F6">
            <w:pPr>
              <w:pStyle w:val="Tabulka"/>
              <w:rPr>
                <w:highlight w:val="green"/>
              </w:rPr>
            </w:pPr>
            <w:r>
              <w:rPr>
                <w:highlight w:val="green"/>
              </w:rPr>
              <w:t>+420 724 925 550</w:t>
            </w:r>
          </w:p>
        </w:tc>
      </w:tr>
    </w:tbl>
    <w:p w14:paraId="5AE7C22F" w14:textId="77777777" w:rsidR="002344F6" w:rsidRPr="00F95FBD" w:rsidRDefault="002344F6" w:rsidP="002344F6">
      <w:pPr>
        <w:pStyle w:val="Textbezodsazen"/>
      </w:pPr>
    </w:p>
    <w:p w14:paraId="08116429"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868" w:type="dxa"/>
        <w:tblLook w:val="04A0" w:firstRow="1" w:lastRow="0" w:firstColumn="1" w:lastColumn="0" w:noHBand="0" w:noVBand="1"/>
      </w:tblPr>
      <w:tblGrid>
        <w:gridCol w:w="3056"/>
        <w:gridCol w:w="5812"/>
      </w:tblGrid>
      <w:tr w:rsidR="002344F6" w:rsidRPr="004B1956" w14:paraId="2A66D45E" w14:textId="77777777" w:rsidTr="004C3F8B">
        <w:trPr>
          <w:cnfStyle w:val="100000000000" w:firstRow="1" w:lastRow="0" w:firstColumn="0" w:lastColumn="0" w:oddVBand="0" w:evenVBand="0" w:oddHBand="0" w:evenHBand="0" w:firstRowFirstColumn="0" w:firstRowLastColumn="0" w:lastRowFirstColumn="0" w:lastRowLastColumn="0"/>
        </w:trPr>
        <w:tc>
          <w:tcPr>
            <w:tcW w:w="3056" w:type="dxa"/>
          </w:tcPr>
          <w:p w14:paraId="1E3C3FA1" w14:textId="77777777" w:rsidR="002344F6" w:rsidRPr="004B1956" w:rsidRDefault="002344F6" w:rsidP="004C3F8B">
            <w:pPr>
              <w:pStyle w:val="Tabulka"/>
              <w:rPr>
                <w:rStyle w:val="Nadpisvtabulce"/>
                <w:b/>
              </w:rPr>
            </w:pPr>
            <w:r w:rsidRPr="004B1956">
              <w:rPr>
                <w:rStyle w:val="Nadpisvtabulce"/>
                <w:b/>
              </w:rPr>
              <w:t>Jméno a příjmení</w:t>
            </w:r>
          </w:p>
        </w:tc>
        <w:tc>
          <w:tcPr>
            <w:tcW w:w="5812" w:type="dxa"/>
          </w:tcPr>
          <w:p w14:paraId="0861C8F3" w14:textId="77777777" w:rsidR="002344F6" w:rsidRPr="004B1956" w:rsidRDefault="002344F6" w:rsidP="004C3F8B">
            <w:pPr>
              <w:pStyle w:val="Tabulka"/>
              <w:rPr>
                <w:highlight w:val="green"/>
              </w:rPr>
            </w:pPr>
            <w:r w:rsidRPr="004B1956">
              <w:rPr>
                <w:highlight w:val="green"/>
              </w:rPr>
              <w:t>[VLOŽÍ OBJEDNATEL]</w:t>
            </w:r>
          </w:p>
        </w:tc>
      </w:tr>
      <w:tr w:rsidR="002344F6" w:rsidRPr="00F95FBD" w14:paraId="01E1F7EA" w14:textId="77777777" w:rsidTr="004C3F8B">
        <w:tc>
          <w:tcPr>
            <w:tcW w:w="3056" w:type="dxa"/>
          </w:tcPr>
          <w:p w14:paraId="45EDD591" w14:textId="77777777" w:rsidR="002344F6" w:rsidRPr="00F95FBD" w:rsidRDefault="002344F6" w:rsidP="004C3F8B">
            <w:pPr>
              <w:pStyle w:val="Tabulka"/>
            </w:pPr>
            <w:r w:rsidRPr="00F95FBD">
              <w:t>Adresa</w:t>
            </w:r>
          </w:p>
        </w:tc>
        <w:tc>
          <w:tcPr>
            <w:tcW w:w="5812" w:type="dxa"/>
          </w:tcPr>
          <w:p w14:paraId="5026F716" w14:textId="77777777" w:rsidR="002344F6" w:rsidRPr="00FB4272" w:rsidRDefault="002344F6" w:rsidP="004C3F8B">
            <w:pPr>
              <w:pStyle w:val="Tabulka"/>
              <w:rPr>
                <w:highlight w:val="green"/>
              </w:rPr>
            </w:pPr>
            <w:r w:rsidRPr="00FB4272">
              <w:rPr>
                <w:highlight w:val="green"/>
              </w:rPr>
              <w:t>[VLOŽÍ OBJEDNATEL]</w:t>
            </w:r>
          </w:p>
        </w:tc>
      </w:tr>
      <w:tr w:rsidR="002344F6" w:rsidRPr="00F95FBD" w14:paraId="1A9C9D38" w14:textId="77777777" w:rsidTr="004C3F8B">
        <w:tc>
          <w:tcPr>
            <w:tcW w:w="3056" w:type="dxa"/>
          </w:tcPr>
          <w:p w14:paraId="54F07538" w14:textId="77777777" w:rsidR="002344F6" w:rsidRPr="00F95FBD" w:rsidRDefault="002344F6" w:rsidP="004C3F8B">
            <w:pPr>
              <w:pStyle w:val="Tabulka"/>
            </w:pPr>
            <w:r w:rsidRPr="00F95FBD">
              <w:t>E-mail</w:t>
            </w:r>
          </w:p>
        </w:tc>
        <w:tc>
          <w:tcPr>
            <w:tcW w:w="5812" w:type="dxa"/>
          </w:tcPr>
          <w:p w14:paraId="27CDBB71" w14:textId="77777777" w:rsidR="002344F6" w:rsidRPr="00FB4272" w:rsidRDefault="002344F6" w:rsidP="004C3F8B">
            <w:pPr>
              <w:pStyle w:val="Tabulka"/>
              <w:rPr>
                <w:highlight w:val="green"/>
              </w:rPr>
            </w:pPr>
            <w:r w:rsidRPr="00FB4272">
              <w:rPr>
                <w:highlight w:val="green"/>
              </w:rPr>
              <w:t>[VLOŽÍ OBJEDNATEL]</w:t>
            </w:r>
          </w:p>
        </w:tc>
      </w:tr>
      <w:tr w:rsidR="002344F6" w:rsidRPr="00F95FBD" w14:paraId="75B36ADE" w14:textId="77777777" w:rsidTr="004C3F8B">
        <w:tc>
          <w:tcPr>
            <w:tcW w:w="3056" w:type="dxa"/>
          </w:tcPr>
          <w:p w14:paraId="0548258B" w14:textId="77777777" w:rsidR="002344F6" w:rsidRPr="00F95FBD" w:rsidRDefault="002344F6" w:rsidP="004C3F8B">
            <w:pPr>
              <w:pStyle w:val="Tabulka"/>
            </w:pPr>
            <w:r w:rsidRPr="00F95FBD">
              <w:t>Telefon</w:t>
            </w:r>
          </w:p>
        </w:tc>
        <w:tc>
          <w:tcPr>
            <w:tcW w:w="5812" w:type="dxa"/>
          </w:tcPr>
          <w:p w14:paraId="3BD501D0" w14:textId="77777777" w:rsidR="002344F6" w:rsidRPr="00FB4272" w:rsidRDefault="002344F6" w:rsidP="004C3F8B">
            <w:pPr>
              <w:pStyle w:val="Tabulka"/>
              <w:rPr>
                <w:highlight w:val="green"/>
              </w:rPr>
            </w:pPr>
            <w:r w:rsidRPr="00FB4272">
              <w:rPr>
                <w:highlight w:val="green"/>
              </w:rPr>
              <w:t>[VLOŽÍ OBJEDNATEL]</w:t>
            </w:r>
          </w:p>
        </w:tc>
      </w:tr>
    </w:tbl>
    <w:p w14:paraId="7F17AC79" w14:textId="77777777" w:rsidR="008C4540" w:rsidRDefault="008C4540" w:rsidP="008C4540">
      <w:pPr>
        <w:pStyle w:val="Textbezodsazen"/>
      </w:pPr>
    </w:p>
    <w:p w14:paraId="4A409877" w14:textId="77777777"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868" w:type="dxa"/>
        <w:tblLook w:val="04A0" w:firstRow="1" w:lastRow="0" w:firstColumn="1" w:lastColumn="0" w:noHBand="0" w:noVBand="1"/>
      </w:tblPr>
      <w:tblGrid>
        <w:gridCol w:w="3056"/>
        <w:gridCol w:w="5812"/>
      </w:tblGrid>
      <w:tr w:rsidR="002344F6" w:rsidRPr="004B1956" w14:paraId="0069F4E3" w14:textId="77777777" w:rsidTr="004C3F8B">
        <w:trPr>
          <w:cnfStyle w:val="100000000000" w:firstRow="1" w:lastRow="0" w:firstColumn="0" w:lastColumn="0" w:oddVBand="0" w:evenVBand="0" w:oddHBand="0" w:evenHBand="0" w:firstRowFirstColumn="0" w:firstRowLastColumn="0" w:lastRowFirstColumn="0" w:lastRowLastColumn="0"/>
        </w:trPr>
        <w:tc>
          <w:tcPr>
            <w:tcW w:w="3056" w:type="dxa"/>
          </w:tcPr>
          <w:p w14:paraId="2B25E679" w14:textId="77777777" w:rsidR="002344F6" w:rsidRPr="004B1956" w:rsidRDefault="002344F6" w:rsidP="002344F6">
            <w:pPr>
              <w:pStyle w:val="Tabulka"/>
              <w:rPr>
                <w:rStyle w:val="Nadpisvtabulce"/>
                <w:b/>
              </w:rPr>
            </w:pPr>
            <w:r w:rsidRPr="004B1956">
              <w:rPr>
                <w:rStyle w:val="Nadpisvtabulce"/>
                <w:b/>
              </w:rPr>
              <w:t>Jméno a příjmení</w:t>
            </w:r>
          </w:p>
        </w:tc>
        <w:tc>
          <w:tcPr>
            <w:tcW w:w="5812" w:type="dxa"/>
          </w:tcPr>
          <w:p w14:paraId="6807703E" w14:textId="77777777" w:rsidR="002344F6" w:rsidRPr="004B1956" w:rsidRDefault="002344F6" w:rsidP="002344F6">
            <w:pPr>
              <w:pStyle w:val="Tabulka"/>
              <w:rPr>
                <w:highlight w:val="green"/>
              </w:rPr>
            </w:pPr>
            <w:r w:rsidRPr="004B1956">
              <w:rPr>
                <w:highlight w:val="green"/>
              </w:rPr>
              <w:t>[VLOŽÍ OBJEDNATEL]</w:t>
            </w:r>
          </w:p>
        </w:tc>
      </w:tr>
      <w:tr w:rsidR="002344F6" w:rsidRPr="000C2B01" w14:paraId="3C23FECF" w14:textId="77777777" w:rsidTr="00A669CC">
        <w:trPr>
          <w:trHeight w:val="276"/>
        </w:trPr>
        <w:tc>
          <w:tcPr>
            <w:tcW w:w="3056" w:type="dxa"/>
          </w:tcPr>
          <w:p w14:paraId="7BE44D54" w14:textId="77777777" w:rsidR="002344F6" w:rsidRPr="00A669CC" w:rsidRDefault="002344F6" w:rsidP="002344F6">
            <w:pPr>
              <w:pStyle w:val="Tabulka"/>
            </w:pPr>
            <w:r w:rsidRPr="00A669CC">
              <w:t>Adresa</w:t>
            </w:r>
          </w:p>
        </w:tc>
        <w:tc>
          <w:tcPr>
            <w:tcW w:w="5812" w:type="dxa"/>
          </w:tcPr>
          <w:p w14:paraId="022E0FE2" w14:textId="5705BD80" w:rsidR="002344F6" w:rsidRPr="00A669CC" w:rsidRDefault="002344F6" w:rsidP="002344F6">
            <w:pPr>
              <w:pStyle w:val="Tabulka"/>
            </w:pPr>
            <w:r w:rsidRPr="00A669CC">
              <w:rPr>
                <w:highlight w:val="green"/>
              </w:rPr>
              <w:t>[VLOŽÍ OBJEDNATEL]</w:t>
            </w:r>
          </w:p>
        </w:tc>
      </w:tr>
      <w:tr w:rsidR="002344F6" w:rsidRPr="000C2B01" w14:paraId="7A4448BB" w14:textId="77777777" w:rsidTr="004C3F8B">
        <w:tc>
          <w:tcPr>
            <w:tcW w:w="3056" w:type="dxa"/>
          </w:tcPr>
          <w:p w14:paraId="4BF328E5" w14:textId="77777777" w:rsidR="002344F6" w:rsidRPr="000C2B01" w:rsidRDefault="002344F6" w:rsidP="002344F6">
            <w:pPr>
              <w:pStyle w:val="Tabulka"/>
            </w:pPr>
            <w:r w:rsidRPr="000C2B01">
              <w:t>E-mail</w:t>
            </w:r>
          </w:p>
        </w:tc>
        <w:tc>
          <w:tcPr>
            <w:tcW w:w="5812" w:type="dxa"/>
          </w:tcPr>
          <w:p w14:paraId="4A74B4AE" w14:textId="77777777" w:rsidR="002344F6" w:rsidRPr="000C2B01" w:rsidRDefault="002344F6" w:rsidP="002344F6">
            <w:pPr>
              <w:pStyle w:val="Tabulka"/>
              <w:rPr>
                <w:highlight w:val="green"/>
              </w:rPr>
            </w:pPr>
            <w:r w:rsidRPr="000C2B01">
              <w:rPr>
                <w:highlight w:val="green"/>
              </w:rPr>
              <w:t>[VLOŽÍ OBJEDNATEL]</w:t>
            </w:r>
          </w:p>
        </w:tc>
      </w:tr>
      <w:tr w:rsidR="002344F6" w:rsidRPr="000C2B01" w14:paraId="14781238" w14:textId="77777777" w:rsidTr="004C3F8B">
        <w:tc>
          <w:tcPr>
            <w:tcW w:w="3056" w:type="dxa"/>
          </w:tcPr>
          <w:p w14:paraId="28A71FC0" w14:textId="77777777" w:rsidR="002344F6" w:rsidRPr="000C2B01" w:rsidRDefault="002344F6" w:rsidP="002344F6">
            <w:pPr>
              <w:pStyle w:val="Tabulka"/>
            </w:pPr>
            <w:r w:rsidRPr="000C2B01">
              <w:t>Telefon</w:t>
            </w:r>
          </w:p>
        </w:tc>
        <w:tc>
          <w:tcPr>
            <w:tcW w:w="5812" w:type="dxa"/>
          </w:tcPr>
          <w:p w14:paraId="2E79DF4B" w14:textId="77777777" w:rsidR="002344F6" w:rsidRPr="000C2B01" w:rsidRDefault="002344F6" w:rsidP="002344F6">
            <w:pPr>
              <w:pStyle w:val="Tabulka"/>
              <w:rPr>
                <w:highlight w:val="green"/>
              </w:rPr>
            </w:pPr>
            <w:r w:rsidRPr="000C2B01">
              <w:rPr>
                <w:highlight w:val="green"/>
              </w:rPr>
              <w:t>[VLOŽÍ OBJEDNATEL]</w:t>
            </w:r>
          </w:p>
        </w:tc>
      </w:tr>
    </w:tbl>
    <w:p w14:paraId="5D5FBD3E" w14:textId="77777777" w:rsidR="002344F6" w:rsidRDefault="002344F6" w:rsidP="002344F6">
      <w:pPr>
        <w:pStyle w:val="Textbezodsazen"/>
      </w:pPr>
    </w:p>
    <w:p w14:paraId="3CEBD7A1" w14:textId="77777777" w:rsidR="00380C0F" w:rsidRDefault="00380C0F" w:rsidP="002344F6">
      <w:pPr>
        <w:pStyle w:val="Textbezodsazen"/>
      </w:pPr>
    </w:p>
    <w:p w14:paraId="3EBC08BD" w14:textId="77777777" w:rsidR="00380C0F" w:rsidRDefault="00380C0F" w:rsidP="00380C0F">
      <w:pPr>
        <w:pStyle w:val="Textbezodsazen"/>
      </w:pPr>
    </w:p>
    <w:p w14:paraId="4EA81EEA" w14:textId="77777777" w:rsidR="00380C0F" w:rsidRDefault="00380C0F" w:rsidP="00380C0F">
      <w:pPr>
        <w:pStyle w:val="Textbezodsazen"/>
      </w:pPr>
    </w:p>
    <w:p w14:paraId="22B6D233" w14:textId="77777777" w:rsidR="00380C0F" w:rsidRDefault="00380C0F" w:rsidP="00380C0F">
      <w:pPr>
        <w:pStyle w:val="Textbezodsazen"/>
      </w:pPr>
    </w:p>
    <w:p w14:paraId="5AAAA42D" w14:textId="77777777" w:rsidR="00380C0F" w:rsidRDefault="00380C0F" w:rsidP="00380C0F">
      <w:pPr>
        <w:pStyle w:val="Textbezodsazen"/>
      </w:pPr>
    </w:p>
    <w:p w14:paraId="5F692E48" w14:textId="77777777" w:rsidR="00380C0F" w:rsidRDefault="00380C0F" w:rsidP="00380C0F">
      <w:pPr>
        <w:pStyle w:val="Textbezodsazen"/>
      </w:pPr>
    </w:p>
    <w:p w14:paraId="61217B7D" w14:textId="77777777" w:rsidR="002344F6" w:rsidRDefault="002344F6" w:rsidP="002344F6">
      <w:pPr>
        <w:pStyle w:val="Nadpisbezsl1-2"/>
        <w:tabs>
          <w:tab w:val="left" w:pos="2292"/>
        </w:tabs>
      </w:pPr>
      <w:r>
        <w:t>Za Zhotovitele</w:t>
      </w:r>
      <w:r>
        <w:tab/>
      </w:r>
    </w:p>
    <w:p w14:paraId="248CC41F" w14:textId="77777777" w:rsidR="008F2068" w:rsidRPr="000D069A" w:rsidRDefault="008F2068" w:rsidP="008F2068">
      <w:pPr>
        <w:pStyle w:val="Textbezodsazen"/>
      </w:pPr>
      <w:r w:rsidRPr="000D069A">
        <w:t>Odborný personál Zhotovitele (na příslušné pozici člena odborného personálu může být pouze jedna fyzická osoba; toto omezení se netýká pozice úředně oprávněný zeměměřický inženýr)</w:t>
      </w:r>
    </w:p>
    <w:p w14:paraId="067C543D" w14:textId="77777777" w:rsidR="008F2068" w:rsidRPr="008F2068" w:rsidRDefault="008F2068" w:rsidP="002344F6">
      <w:pPr>
        <w:pStyle w:val="Textbezodsazen"/>
        <w:rPr>
          <w:strike/>
          <w:color w:val="FF0000"/>
        </w:rPr>
      </w:pPr>
    </w:p>
    <w:p w14:paraId="65A95E37"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868" w:type="dxa"/>
        <w:tblLook w:val="04A0" w:firstRow="1" w:lastRow="0" w:firstColumn="1" w:lastColumn="0" w:noHBand="0" w:noVBand="1"/>
      </w:tblPr>
      <w:tblGrid>
        <w:gridCol w:w="3056"/>
        <w:gridCol w:w="5812"/>
      </w:tblGrid>
      <w:tr w:rsidR="002344F6" w:rsidRPr="004B1956" w14:paraId="1C345D43" w14:textId="77777777" w:rsidTr="004C3F8B">
        <w:trPr>
          <w:cnfStyle w:val="100000000000" w:firstRow="1" w:lastRow="0" w:firstColumn="0" w:lastColumn="0" w:oddVBand="0" w:evenVBand="0" w:oddHBand="0" w:evenHBand="0" w:firstRowFirstColumn="0" w:firstRowLastColumn="0" w:lastRowFirstColumn="0" w:lastRowLastColumn="0"/>
        </w:trPr>
        <w:tc>
          <w:tcPr>
            <w:tcW w:w="3056" w:type="dxa"/>
          </w:tcPr>
          <w:p w14:paraId="2D904038" w14:textId="77777777" w:rsidR="002344F6" w:rsidRPr="004B1956" w:rsidRDefault="002344F6" w:rsidP="002344F6">
            <w:pPr>
              <w:pStyle w:val="Tabulka"/>
              <w:rPr>
                <w:rStyle w:val="Nadpisvtabulce"/>
                <w:b/>
              </w:rPr>
            </w:pPr>
            <w:r w:rsidRPr="004B1956">
              <w:rPr>
                <w:rStyle w:val="Nadpisvtabulce"/>
                <w:b/>
              </w:rPr>
              <w:t>Jméno a příjmení</w:t>
            </w:r>
          </w:p>
        </w:tc>
        <w:tc>
          <w:tcPr>
            <w:tcW w:w="5812" w:type="dxa"/>
          </w:tcPr>
          <w:p w14:paraId="11FC6ED3" w14:textId="77777777" w:rsidR="002344F6" w:rsidRPr="004B1956" w:rsidRDefault="002344F6" w:rsidP="002344F6">
            <w:pPr>
              <w:pStyle w:val="Tabulka"/>
            </w:pPr>
            <w:r w:rsidRPr="004B1956">
              <w:rPr>
                <w:highlight w:val="yellow"/>
              </w:rPr>
              <w:t>[VLOŽÍ ZHOTOVITEL]</w:t>
            </w:r>
          </w:p>
        </w:tc>
      </w:tr>
      <w:tr w:rsidR="002344F6" w:rsidRPr="00F95FBD" w14:paraId="5CCFC56C" w14:textId="77777777" w:rsidTr="004C3F8B">
        <w:tc>
          <w:tcPr>
            <w:tcW w:w="3056" w:type="dxa"/>
          </w:tcPr>
          <w:p w14:paraId="1FEA8731" w14:textId="77777777" w:rsidR="002344F6" w:rsidRPr="00F95FBD" w:rsidRDefault="002344F6" w:rsidP="002344F6">
            <w:pPr>
              <w:pStyle w:val="Tabulka"/>
            </w:pPr>
            <w:r w:rsidRPr="00F95FBD">
              <w:t>Adresa</w:t>
            </w:r>
          </w:p>
        </w:tc>
        <w:tc>
          <w:tcPr>
            <w:tcW w:w="5812" w:type="dxa"/>
          </w:tcPr>
          <w:p w14:paraId="035130F4" w14:textId="77777777" w:rsidR="002344F6" w:rsidRPr="00F95FBD" w:rsidRDefault="002344F6" w:rsidP="002344F6">
            <w:pPr>
              <w:pStyle w:val="Tabulka"/>
            </w:pPr>
            <w:r w:rsidRPr="00F95FBD">
              <w:rPr>
                <w:highlight w:val="yellow"/>
              </w:rPr>
              <w:t>[VLOŽÍ ZHOTOVITEL]</w:t>
            </w:r>
          </w:p>
        </w:tc>
      </w:tr>
      <w:tr w:rsidR="002344F6" w:rsidRPr="00F95FBD" w14:paraId="44FC0752" w14:textId="77777777" w:rsidTr="004C3F8B">
        <w:tc>
          <w:tcPr>
            <w:tcW w:w="3056" w:type="dxa"/>
          </w:tcPr>
          <w:p w14:paraId="29D5B6B3" w14:textId="77777777" w:rsidR="002344F6" w:rsidRPr="00F95FBD" w:rsidRDefault="002344F6" w:rsidP="002344F6">
            <w:pPr>
              <w:pStyle w:val="Tabulka"/>
            </w:pPr>
            <w:r w:rsidRPr="00F95FBD">
              <w:t>E-mail</w:t>
            </w:r>
          </w:p>
        </w:tc>
        <w:tc>
          <w:tcPr>
            <w:tcW w:w="5812" w:type="dxa"/>
          </w:tcPr>
          <w:p w14:paraId="06CEC22E" w14:textId="77777777" w:rsidR="002344F6" w:rsidRPr="00F95FBD" w:rsidRDefault="002344F6" w:rsidP="002344F6">
            <w:pPr>
              <w:pStyle w:val="Tabulka"/>
            </w:pPr>
            <w:r w:rsidRPr="00F95FBD">
              <w:rPr>
                <w:highlight w:val="yellow"/>
              </w:rPr>
              <w:t>[VLOŽÍ ZHOTOVITEL]</w:t>
            </w:r>
          </w:p>
        </w:tc>
      </w:tr>
      <w:tr w:rsidR="002344F6" w:rsidRPr="00F95FBD" w14:paraId="7CA5A922" w14:textId="77777777" w:rsidTr="004C3F8B">
        <w:tc>
          <w:tcPr>
            <w:tcW w:w="3056" w:type="dxa"/>
          </w:tcPr>
          <w:p w14:paraId="13B1BFDD" w14:textId="77777777" w:rsidR="002344F6" w:rsidRPr="00F95FBD" w:rsidRDefault="002344F6" w:rsidP="002344F6">
            <w:pPr>
              <w:pStyle w:val="Tabulka"/>
            </w:pPr>
            <w:r w:rsidRPr="00F95FBD">
              <w:t>Telefon</w:t>
            </w:r>
          </w:p>
        </w:tc>
        <w:tc>
          <w:tcPr>
            <w:tcW w:w="5812" w:type="dxa"/>
          </w:tcPr>
          <w:p w14:paraId="251A4A6B" w14:textId="77777777" w:rsidR="002344F6" w:rsidRPr="00F95FBD" w:rsidRDefault="002344F6" w:rsidP="002344F6">
            <w:pPr>
              <w:pStyle w:val="Tabulka"/>
            </w:pPr>
            <w:r w:rsidRPr="00F95FBD">
              <w:rPr>
                <w:highlight w:val="yellow"/>
              </w:rPr>
              <w:t>[VLOŽÍ ZHOTOVITEL]</w:t>
            </w:r>
          </w:p>
        </w:tc>
      </w:tr>
    </w:tbl>
    <w:p w14:paraId="7A567B61" w14:textId="77777777" w:rsidR="002344F6" w:rsidRPr="00F95FBD" w:rsidRDefault="002344F6" w:rsidP="002344F6">
      <w:pPr>
        <w:pStyle w:val="Textbezodsazen"/>
      </w:pPr>
    </w:p>
    <w:p w14:paraId="62C82628"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868" w:type="dxa"/>
        <w:tblLook w:val="04A0" w:firstRow="1" w:lastRow="0" w:firstColumn="1" w:lastColumn="0" w:noHBand="0" w:noVBand="1"/>
      </w:tblPr>
      <w:tblGrid>
        <w:gridCol w:w="3056"/>
        <w:gridCol w:w="5812"/>
      </w:tblGrid>
      <w:tr w:rsidR="002344F6" w:rsidRPr="004B1956" w14:paraId="4ADB9639" w14:textId="77777777" w:rsidTr="004C3F8B">
        <w:trPr>
          <w:cnfStyle w:val="100000000000" w:firstRow="1" w:lastRow="0" w:firstColumn="0" w:lastColumn="0" w:oddVBand="0" w:evenVBand="0" w:oddHBand="0" w:evenHBand="0" w:firstRowFirstColumn="0" w:firstRowLastColumn="0" w:lastRowFirstColumn="0" w:lastRowLastColumn="0"/>
        </w:trPr>
        <w:tc>
          <w:tcPr>
            <w:tcW w:w="3056" w:type="dxa"/>
          </w:tcPr>
          <w:p w14:paraId="336CB85B" w14:textId="77777777" w:rsidR="002344F6" w:rsidRPr="004B1956" w:rsidRDefault="002344F6" w:rsidP="002344F6">
            <w:pPr>
              <w:pStyle w:val="Tabulka"/>
              <w:keepNext/>
              <w:rPr>
                <w:rStyle w:val="Nadpisvtabulce"/>
                <w:b/>
              </w:rPr>
            </w:pPr>
            <w:r w:rsidRPr="004B1956">
              <w:rPr>
                <w:rStyle w:val="Nadpisvtabulce"/>
                <w:b/>
              </w:rPr>
              <w:t>Jméno a příjmení</w:t>
            </w:r>
          </w:p>
        </w:tc>
        <w:tc>
          <w:tcPr>
            <w:tcW w:w="5812" w:type="dxa"/>
          </w:tcPr>
          <w:p w14:paraId="6CE93D25" w14:textId="77777777" w:rsidR="002344F6" w:rsidRPr="004B1956" w:rsidRDefault="002344F6" w:rsidP="002344F6">
            <w:pPr>
              <w:pStyle w:val="Tabulka"/>
              <w:keepNext/>
            </w:pPr>
            <w:r w:rsidRPr="004B1956">
              <w:rPr>
                <w:highlight w:val="yellow"/>
              </w:rPr>
              <w:t>[VLOŽÍ ZHOTOVITEL]</w:t>
            </w:r>
          </w:p>
        </w:tc>
      </w:tr>
      <w:tr w:rsidR="002344F6" w:rsidRPr="00F95FBD" w14:paraId="44D6E264" w14:textId="77777777" w:rsidTr="004C3F8B">
        <w:tc>
          <w:tcPr>
            <w:tcW w:w="3056" w:type="dxa"/>
          </w:tcPr>
          <w:p w14:paraId="651EE431" w14:textId="77777777" w:rsidR="002344F6" w:rsidRPr="00F95FBD" w:rsidRDefault="002344F6" w:rsidP="002344F6">
            <w:pPr>
              <w:pStyle w:val="Tabulka"/>
              <w:keepNext/>
            </w:pPr>
            <w:r w:rsidRPr="00F95FBD">
              <w:t>Adresa</w:t>
            </w:r>
          </w:p>
        </w:tc>
        <w:tc>
          <w:tcPr>
            <w:tcW w:w="5812" w:type="dxa"/>
          </w:tcPr>
          <w:p w14:paraId="6D2523AF" w14:textId="77777777" w:rsidR="002344F6" w:rsidRPr="00F95FBD" w:rsidRDefault="002344F6" w:rsidP="002344F6">
            <w:pPr>
              <w:pStyle w:val="Tabulka"/>
              <w:keepNext/>
            </w:pPr>
            <w:r w:rsidRPr="00F95FBD">
              <w:rPr>
                <w:highlight w:val="yellow"/>
              </w:rPr>
              <w:t>[VLOŽÍ ZHOTOVITEL]</w:t>
            </w:r>
          </w:p>
        </w:tc>
      </w:tr>
      <w:tr w:rsidR="002344F6" w:rsidRPr="00F95FBD" w14:paraId="578AAA73" w14:textId="77777777" w:rsidTr="004C3F8B">
        <w:tc>
          <w:tcPr>
            <w:tcW w:w="3056" w:type="dxa"/>
          </w:tcPr>
          <w:p w14:paraId="02B7ECE0" w14:textId="77777777" w:rsidR="002344F6" w:rsidRPr="00F95FBD" w:rsidRDefault="002344F6" w:rsidP="002344F6">
            <w:pPr>
              <w:pStyle w:val="Tabulka"/>
              <w:keepNext/>
            </w:pPr>
            <w:r w:rsidRPr="00F95FBD">
              <w:t>E-mail</w:t>
            </w:r>
          </w:p>
        </w:tc>
        <w:tc>
          <w:tcPr>
            <w:tcW w:w="5812" w:type="dxa"/>
          </w:tcPr>
          <w:p w14:paraId="6506F8FB" w14:textId="77777777" w:rsidR="002344F6" w:rsidRPr="00F95FBD" w:rsidRDefault="002344F6" w:rsidP="002344F6">
            <w:pPr>
              <w:pStyle w:val="Tabulka"/>
              <w:keepNext/>
            </w:pPr>
            <w:r w:rsidRPr="00F95FBD">
              <w:rPr>
                <w:highlight w:val="yellow"/>
              </w:rPr>
              <w:t>[VLOŽÍ ZHOTOVITEL]</w:t>
            </w:r>
          </w:p>
        </w:tc>
      </w:tr>
      <w:tr w:rsidR="002344F6" w:rsidRPr="00F95FBD" w14:paraId="6B1C5D83" w14:textId="77777777" w:rsidTr="004C3F8B">
        <w:tc>
          <w:tcPr>
            <w:tcW w:w="3056" w:type="dxa"/>
          </w:tcPr>
          <w:p w14:paraId="7DB9D285" w14:textId="77777777" w:rsidR="002344F6" w:rsidRPr="00F95FBD" w:rsidRDefault="002344F6" w:rsidP="002344F6">
            <w:pPr>
              <w:pStyle w:val="Tabulka"/>
            </w:pPr>
            <w:r w:rsidRPr="00F95FBD">
              <w:t>Telefon</w:t>
            </w:r>
          </w:p>
        </w:tc>
        <w:tc>
          <w:tcPr>
            <w:tcW w:w="5812" w:type="dxa"/>
          </w:tcPr>
          <w:p w14:paraId="5CCE22DD" w14:textId="77777777" w:rsidR="002344F6" w:rsidRPr="00F95FBD" w:rsidRDefault="002344F6" w:rsidP="002344F6">
            <w:pPr>
              <w:pStyle w:val="Tabulka"/>
            </w:pPr>
            <w:r w:rsidRPr="00F95FBD">
              <w:rPr>
                <w:highlight w:val="yellow"/>
              </w:rPr>
              <w:t>[VLOŽÍ ZHOTOVITEL]</w:t>
            </w:r>
          </w:p>
        </w:tc>
      </w:tr>
    </w:tbl>
    <w:p w14:paraId="3A3C53A4" w14:textId="77777777" w:rsidR="002344F6" w:rsidRPr="00F95FBD" w:rsidRDefault="002344F6" w:rsidP="002344F6">
      <w:pPr>
        <w:pStyle w:val="Tabulka"/>
      </w:pPr>
    </w:p>
    <w:p w14:paraId="37618788" w14:textId="77777777" w:rsidR="002344F6" w:rsidRPr="00F95FBD" w:rsidRDefault="002344F6" w:rsidP="002344F6">
      <w:pPr>
        <w:pStyle w:val="Nadpistabulky"/>
        <w:rPr>
          <w:sz w:val="18"/>
          <w:szCs w:val="18"/>
        </w:rPr>
      </w:pPr>
      <w:r>
        <w:rPr>
          <w:sz w:val="18"/>
          <w:szCs w:val="18"/>
        </w:rPr>
        <w:t>Vedoucí týmu</w:t>
      </w:r>
      <w:r w:rsidR="00BE17D9">
        <w:rPr>
          <w:sz w:val="18"/>
          <w:szCs w:val="18"/>
        </w:rPr>
        <w:t xml:space="preserve"> (HIP)</w:t>
      </w:r>
    </w:p>
    <w:tbl>
      <w:tblPr>
        <w:tblStyle w:val="TabulkaS-zhlav"/>
        <w:tblW w:w="8868" w:type="dxa"/>
        <w:tblLook w:val="04A0" w:firstRow="1" w:lastRow="0" w:firstColumn="1" w:lastColumn="0" w:noHBand="0" w:noVBand="1"/>
      </w:tblPr>
      <w:tblGrid>
        <w:gridCol w:w="3056"/>
        <w:gridCol w:w="5812"/>
      </w:tblGrid>
      <w:tr w:rsidR="002344F6" w:rsidRPr="004B1956" w14:paraId="47F3D6D0" w14:textId="77777777" w:rsidTr="004C3F8B">
        <w:trPr>
          <w:cnfStyle w:val="100000000000" w:firstRow="1" w:lastRow="0" w:firstColumn="0" w:lastColumn="0" w:oddVBand="0" w:evenVBand="0" w:oddHBand="0" w:evenHBand="0" w:firstRowFirstColumn="0" w:firstRowLastColumn="0" w:lastRowFirstColumn="0" w:lastRowLastColumn="0"/>
        </w:trPr>
        <w:tc>
          <w:tcPr>
            <w:tcW w:w="3056" w:type="dxa"/>
          </w:tcPr>
          <w:p w14:paraId="339934CA" w14:textId="77777777" w:rsidR="002344F6" w:rsidRPr="004B1956" w:rsidRDefault="002344F6" w:rsidP="002344F6">
            <w:pPr>
              <w:pStyle w:val="Tabulka"/>
              <w:rPr>
                <w:rStyle w:val="Nadpisvtabulce"/>
                <w:b/>
              </w:rPr>
            </w:pPr>
            <w:r w:rsidRPr="004B1956">
              <w:rPr>
                <w:rStyle w:val="Nadpisvtabulce"/>
                <w:b/>
              </w:rPr>
              <w:t>Jméno a příjmení</w:t>
            </w:r>
          </w:p>
        </w:tc>
        <w:tc>
          <w:tcPr>
            <w:tcW w:w="5812" w:type="dxa"/>
          </w:tcPr>
          <w:p w14:paraId="178AEEB2" w14:textId="77777777" w:rsidR="002344F6" w:rsidRPr="004B1956" w:rsidRDefault="002344F6" w:rsidP="002344F6">
            <w:pPr>
              <w:pStyle w:val="Tabulka"/>
            </w:pPr>
            <w:r w:rsidRPr="004B1956">
              <w:rPr>
                <w:highlight w:val="yellow"/>
              </w:rPr>
              <w:t>[VLOŽÍ ZHOTOVITEL]</w:t>
            </w:r>
          </w:p>
        </w:tc>
      </w:tr>
      <w:tr w:rsidR="002344F6" w:rsidRPr="00F95FBD" w14:paraId="0A975C48" w14:textId="77777777" w:rsidTr="004C3F8B">
        <w:tc>
          <w:tcPr>
            <w:tcW w:w="3056" w:type="dxa"/>
          </w:tcPr>
          <w:p w14:paraId="7084D395" w14:textId="77777777" w:rsidR="002344F6" w:rsidRPr="00F95FBD" w:rsidRDefault="002344F6" w:rsidP="002344F6">
            <w:pPr>
              <w:pStyle w:val="Tabulka"/>
            </w:pPr>
            <w:r w:rsidRPr="00F95FBD">
              <w:t>Adresa</w:t>
            </w:r>
          </w:p>
        </w:tc>
        <w:tc>
          <w:tcPr>
            <w:tcW w:w="5812" w:type="dxa"/>
          </w:tcPr>
          <w:p w14:paraId="32B5FC28" w14:textId="77777777" w:rsidR="002344F6" w:rsidRPr="00F95FBD" w:rsidRDefault="002344F6" w:rsidP="002344F6">
            <w:pPr>
              <w:pStyle w:val="Tabulka"/>
            </w:pPr>
            <w:r w:rsidRPr="00F95FBD">
              <w:rPr>
                <w:highlight w:val="yellow"/>
              </w:rPr>
              <w:t>[VLOŽÍ ZHOTOVITEL]</w:t>
            </w:r>
          </w:p>
        </w:tc>
      </w:tr>
      <w:tr w:rsidR="002344F6" w:rsidRPr="00F95FBD" w14:paraId="1BA793A2" w14:textId="77777777" w:rsidTr="004C3F8B">
        <w:tc>
          <w:tcPr>
            <w:tcW w:w="3056" w:type="dxa"/>
          </w:tcPr>
          <w:p w14:paraId="6BBBF026" w14:textId="77777777" w:rsidR="002344F6" w:rsidRPr="00F95FBD" w:rsidRDefault="002344F6" w:rsidP="002344F6">
            <w:pPr>
              <w:pStyle w:val="Tabulka"/>
            </w:pPr>
            <w:r w:rsidRPr="00F95FBD">
              <w:t>E-mail</w:t>
            </w:r>
          </w:p>
        </w:tc>
        <w:tc>
          <w:tcPr>
            <w:tcW w:w="5812" w:type="dxa"/>
          </w:tcPr>
          <w:p w14:paraId="23F8D246" w14:textId="77777777" w:rsidR="002344F6" w:rsidRPr="00F95FBD" w:rsidRDefault="002344F6" w:rsidP="002344F6">
            <w:pPr>
              <w:pStyle w:val="Tabulka"/>
            </w:pPr>
            <w:r w:rsidRPr="00F95FBD">
              <w:rPr>
                <w:highlight w:val="yellow"/>
              </w:rPr>
              <w:t>[VLOŽÍ ZHOTOVITEL]</w:t>
            </w:r>
          </w:p>
        </w:tc>
      </w:tr>
      <w:tr w:rsidR="002344F6" w:rsidRPr="00F95FBD" w14:paraId="260F450C" w14:textId="77777777" w:rsidTr="004C3F8B">
        <w:tc>
          <w:tcPr>
            <w:tcW w:w="3056" w:type="dxa"/>
          </w:tcPr>
          <w:p w14:paraId="06D77D48" w14:textId="77777777" w:rsidR="002344F6" w:rsidRPr="00F95FBD" w:rsidRDefault="002344F6" w:rsidP="002344F6">
            <w:pPr>
              <w:pStyle w:val="Tabulka"/>
            </w:pPr>
            <w:r w:rsidRPr="00F95FBD">
              <w:t>Telefon</w:t>
            </w:r>
          </w:p>
        </w:tc>
        <w:tc>
          <w:tcPr>
            <w:tcW w:w="5812" w:type="dxa"/>
          </w:tcPr>
          <w:p w14:paraId="13EDD4F4" w14:textId="77777777" w:rsidR="002344F6" w:rsidRPr="00F95FBD" w:rsidRDefault="002344F6" w:rsidP="002344F6">
            <w:pPr>
              <w:pStyle w:val="Tabulka"/>
            </w:pPr>
            <w:r w:rsidRPr="00F95FBD">
              <w:rPr>
                <w:highlight w:val="yellow"/>
              </w:rPr>
              <w:t>[VLOŽÍ ZHOTOVITEL]</w:t>
            </w:r>
          </w:p>
        </w:tc>
      </w:tr>
    </w:tbl>
    <w:p w14:paraId="32D89DE0" w14:textId="77777777" w:rsidR="002344F6" w:rsidRPr="00F95FBD" w:rsidRDefault="002344F6" w:rsidP="002344F6">
      <w:pPr>
        <w:pStyle w:val="Tabulka"/>
      </w:pPr>
    </w:p>
    <w:p w14:paraId="3B2D5CE9" w14:textId="2442F149" w:rsidR="002344F6" w:rsidRPr="00FB2576" w:rsidRDefault="002344F6" w:rsidP="002344F6">
      <w:pPr>
        <w:pStyle w:val="Nadpistabulky"/>
        <w:rPr>
          <w:sz w:val="18"/>
          <w:szCs w:val="18"/>
        </w:rPr>
      </w:pPr>
      <w:r w:rsidRPr="00FB2576">
        <w:rPr>
          <w:sz w:val="18"/>
          <w:szCs w:val="18"/>
        </w:rPr>
        <w:t xml:space="preserve">Úředně oprávněný zeměměřický inženýr </w:t>
      </w:r>
    </w:p>
    <w:tbl>
      <w:tblPr>
        <w:tblStyle w:val="TabulkaS-zhlav"/>
        <w:tblW w:w="8868" w:type="dxa"/>
        <w:tblLook w:val="04A0" w:firstRow="1" w:lastRow="0" w:firstColumn="1" w:lastColumn="0" w:noHBand="0" w:noVBand="1"/>
      </w:tblPr>
      <w:tblGrid>
        <w:gridCol w:w="3056"/>
        <w:gridCol w:w="5812"/>
      </w:tblGrid>
      <w:tr w:rsidR="002344F6" w:rsidRPr="00FB2576" w14:paraId="5C7B099D" w14:textId="77777777" w:rsidTr="004C3F8B">
        <w:trPr>
          <w:cnfStyle w:val="100000000000" w:firstRow="1" w:lastRow="0" w:firstColumn="0" w:lastColumn="0" w:oddVBand="0" w:evenVBand="0" w:oddHBand="0" w:evenHBand="0" w:firstRowFirstColumn="0" w:firstRowLastColumn="0" w:lastRowFirstColumn="0" w:lastRowLastColumn="0"/>
        </w:trPr>
        <w:tc>
          <w:tcPr>
            <w:tcW w:w="3056" w:type="dxa"/>
          </w:tcPr>
          <w:p w14:paraId="56523BDF" w14:textId="77777777" w:rsidR="002344F6" w:rsidRPr="00FB2576" w:rsidRDefault="002344F6" w:rsidP="002344F6">
            <w:pPr>
              <w:pStyle w:val="Tabulka"/>
              <w:rPr>
                <w:rStyle w:val="Nadpisvtabulce"/>
                <w:b/>
              </w:rPr>
            </w:pPr>
            <w:r w:rsidRPr="00FB2576">
              <w:rPr>
                <w:rStyle w:val="Nadpisvtabulce"/>
                <w:b/>
              </w:rPr>
              <w:t>Jméno a příjmení</w:t>
            </w:r>
          </w:p>
        </w:tc>
        <w:tc>
          <w:tcPr>
            <w:tcW w:w="5812" w:type="dxa"/>
          </w:tcPr>
          <w:p w14:paraId="2BCFC310" w14:textId="77777777" w:rsidR="002344F6" w:rsidRPr="00FB2576" w:rsidRDefault="002344F6" w:rsidP="002344F6">
            <w:pPr>
              <w:pStyle w:val="Tabulka"/>
            </w:pPr>
            <w:r w:rsidRPr="00FB2576">
              <w:rPr>
                <w:highlight w:val="yellow"/>
              </w:rPr>
              <w:t>[VLOŽÍ ZHOTOVITEL]</w:t>
            </w:r>
          </w:p>
        </w:tc>
      </w:tr>
      <w:tr w:rsidR="002344F6" w:rsidRPr="00FB2576" w14:paraId="100DA1A9" w14:textId="77777777" w:rsidTr="004C3F8B">
        <w:tc>
          <w:tcPr>
            <w:tcW w:w="3056" w:type="dxa"/>
          </w:tcPr>
          <w:p w14:paraId="772CACD7" w14:textId="77777777" w:rsidR="002344F6" w:rsidRPr="00FB2576" w:rsidRDefault="002344F6" w:rsidP="002344F6">
            <w:pPr>
              <w:pStyle w:val="Tabulka"/>
            </w:pPr>
            <w:r w:rsidRPr="00FB2576">
              <w:t>Adresa</w:t>
            </w:r>
          </w:p>
        </w:tc>
        <w:tc>
          <w:tcPr>
            <w:tcW w:w="5812" w:type="dxa"/>
          </w:tcPr>
          <w:p w14:paraId="07EFA806" w14:textId="77777777" w:rsidR="002344F6" w:rsidRPr="00FB2576" w:rsidRDefault="002344F6" w:rsidP="002344F6">
            <w:pPr>
              <w:pStyle w:val="Tabulka"/>
            </w:pPr>
            <w:r w:rsidRPr="00FB2576">
              <w:rPr>
                <w:highlight w:val="yellow"/>
              </w:rPr>
              <w:t>[VLOŽÍ ZHOTOVITEL]</w:t>
            </w:r>
          </w:p>
        </w:tc>
      </w:tr>
      <w:tr w:rsidR="002344F6" w:rsidRPr="00FB2576" w14:paraId="6A34A3F4" w14:textId="77777777" w:rsidTr="004C3F8B">
        <w:tc>
          <w:tcPr>
            <w:tcW w:w="3056" w:type="dxa"/>
          </w:tcPr>
          <w:p w14:paraId="75FF7BB3" w14:textId="77777777" w:rsidR="002344F6" w:rsidRPr="00FB2576" w:rsidRDefault="002344F6" w:rsidP="002344F6">
            <w:pPr>
              <w:pStyle w:val="Tabulka"/>
            </w:pPr>
            <w:r w:rsidRPr="00FB2576">
              <w:t>E-mail</w:t>
            </w:r>
          </w:p>
        </w:tc>
        <w:tc>
          <w:tcPr>
            <w:tcW w:w="5812" w:type="dxa"/>
          </w:tcPr>
          <w:p w14:paraId="653981C7" w14:textId="77777777" w:rsidR="002344F6" w:rsidRPr="00FB2576" w:rsidRDefault="002344F6" w:rsidP="002344F6">
            <w:pPr>
              <w:pStyle w:val="Tabulka"/>
            </w:pPr>
            <w:r w:rsidRPr="00FB2576">
              <w:rPr>
                <w:highlight w:val="yellow"/>
              </w:rPr>
              <w:t>[VLOŽÍ ZHOTOVITEL]</w:t>
            </w:r>
          </w:p>
        </w:tc>
      </w:tr>
      <w:tr w:rsidR="002344F6" w:rsidRPr="00FB2576" w14:paraId="3014A1DB" w14:textId="77777777" w:rsidTr="004C3F8B">
        <w:tc>
          <w:tcPr>
            <w:tcW w:w="3056" w:type="dxa"/>
          </w:tcPr>
          <w:p w14:paraId="0082C0BB" w14:textId="77777777" w:rsidR="002344F6" w:rsidRPr="00FB2576" w:rsidRDefault="002344F6" w:rsidP="002344F6">
            <w:pPr>
              <w:pStyle w:val="Tabulka"/>
            </w:pPr>
            <w:r w:rsidRPr="00FB2576">
              <w:t>Telefon</w:t>
            </w:r>
          </w:p>
        </w:tc>
        <w:tc>
          <w:tcPr>
            <w:tcW w:w="5812" w:type="dxa"/>
          </w:tcPr>
          <w:p w14:paraId="3328676D" w14:textId="77777777" w:rsidR="002344F6" w:rsidRPr="00FB2576" w:rsidRDefault="002344F6" w:rsidP="002344F6">
            <w:pPr>
              <w:pStyle w:val="Tabulka"/>
            </w:pPr>
            <w:r w:rsidRPr="00FB2576">
              <w:rPr>
                <w:highlight w:val="yellow"/>
              </w:rPr>
              <w:t>[VLOŽÍ ZHOTOVITEL]</w:t>
            </w:r>
          </w:p>
        </w:tc>
      </w:tr>
    </w:tbl>
    <w:p w14:paraId="22922B0F" w14:textId="77777777" w:rsidR="002344F6" w:rsidRPr="00F95FBD" w:rsidRDefault="002344F6" w:rsidP="002344F6">
      <w:pPr>
        <w:pStyle w:val="Tabulka"/>
      </w:pPr>
    </w:p>
    <w:p w14:paraId="5C8AAE22" w14:textId="734BF25A"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344F6" w:rsidRPr="004B1956" w14:paraId="62F7A181" w14:textId="77777777" w:rsidTr="004C3F8B">
        <w:trPr>
          <w:cnfStyle w:val="100000000000" w:firstRow="1" w:lastRow="0" w:firstColumn="0" w:lastColumn="0" w:oddVBand="0" w:evenVBand="0" w:oddHBand="0" w:evenHBand="0" w:firstRowFirstColumn="0" w:firstRowLastColumn="0" w:lastRowFirstColumn="0" w:lastRowLastColumn="0"/>
        </w:trPr>
        <w:tc>
          <w:tcPr>
            <w:tcW w:w="3056" w:type="dxa"/>
          </w:tcPr>
          <w:p w14:paraId="4F474214" w14:textId="77777777" w:rsidR="002344F6" w:rsidRPr="004B1956" w:rsidRDefault="002344F6" w:rsidP="002344F6">
            <w:pPr>
              <w:pStyle w:val="Tabulka"/>
              <w:keepNext/>
              <w:rPr>
                <w:rStyle w:val="Nadpisvtabulce"/>
                <w:b/>
              </w:rPr>
            </w:pPr>
            <w:r w:rsidRPr="004B1956">
              <w:rPr>
                <w:rStyle w:val="Nadpisvtabulce"/>
                <w:b/>
              </w:rPr>
              <w:t>Jméno a příjmení</w:t>
            </w:r>
          </w:p>
        </w:tc>
        <w:tc>
          <w:tcPr>
            <w:tcW w:w="5812" w:type="dxa"/>
          </w:tcPr>
          <w:p w14:paraId="7BBED4D3" w14:textId="77777777" w:rsidR="002344F6" w:rsidRPr="004B1956" w:rsidRDefault="002344F6" w:rsidP="002344F6">
            <w:pPr>
              <w:pStyle w:val="Tabulka"/>
              <w:keepNext/>
            </w:pPr>
            <w:r w:rsidRPr="004B1956">
              <w:rPr>
                <w:highlight w:val="yellow"/>
              </w:rPr>
              <w:t>[VLOŽÍ ZHOTOVITEL]</w:t>
            </w:r>
          </w:p>
        </w:tc>
      </w:tr>
      <w:tr w:rsidR="002344F6" w:rsidRPr="00F95FBD" w14:paraId="6DA8481E" w14:textId="77777777" w:rsidTr="004C3F8B">
        <w:tc>
          <w:tcPr>
            <w:tcW w:w="3056" w:type="dxa"/>
          </w:tcPr>
          <w:p w14:paraId="50FBBFA2" w14:textId="77777777" w:rsidR="002344F6" w:rsidRPr="00F95FBD" w:rsidRDefault="002344F6" w:rsidP="002344F6">
            <w:pPr>
              <w:pStyle w:val="Tabulka"/>
              <w:keepNext/>
            </w:pPr>
            <w:r w:rsidRPr="00F95FBD">
              <w:t>Adresa</w:t>
            </w:r>
          </w:p>
        </w:tc>
        <w:tc>
          <w:tcPr>
            <w:tcW w:w="5812" w:type="dxa"/>
          </w:tcPr>
          <w:p w14:paraId="64F387A9" w14:textId="77777777" w:rsidR="002344F6" w:rsidRPr="00F95FBD" w:rsidRDefault="002344F6" w:rsidP="002344F6">
            <w:pPr>
              <w:pStyle w:val="Tabulka"/>
              <w:keepNext/>
            </w:pPr>
            <w:r w:rsidRPr="00F95FBD">
              <w:rPr>
                <w:highlight w:val="yellow"/>
              </w:rPr>
              <w:t>[VLOŽÍ ZHOTOVITEL]</w:t>
            </w:r>
          </w:p>
        </w:tc>
      </w:tr>
      <w:tr w:rsidR="002344F6" w:rsidRPr="00F95FBD" w14:paraId="4B115F93" w14:textId="77777777" w:rsidTr="004C3F8B">
        <w:tc>
          <w:tcPr>
            <w:tcW w:w="3056" w:type="dxa"/>
          </w:tcPr>
          <w:p w14:paraId="6BE38C0D" w14:textId="77777777" w:rsidR="002344F6" w:rsidRPr="00F95FBD" w:rsidRDefault="002344F6" w:rsidP="002344F6">
            <w:pPr>
              <w:pStyle w:val="Tabulka"/>
              <w:keepNext/>
            </w:pPr>
            <w:r w:rsidRPr="00F95FBD">
              <w:t>E-mail</w:t>
            </w:r>
          </w:p>
        </w:tc>
        <w:tc>
          <w:tcPr>
            <w:tcW w:w="5812" w:type="dxa"/>
          </w:tcPr>
          <w:p w14:paraId="1380B0F5" w14:textId="77777777" w:rsidR="002344F6" w:rsidRPr="00F95FBD" w:rsidRDefault="002344F6" w:rsidP="002344F6">
            <w:pPr>
              <w:pStyle w:val="Tabulka"/>
              <w:keepNext/>
            </w:pPr>
            <w:r w:rsidRPr="00F95FBD">
              <w:rPr>
                <w:highlight w:val="yellow"/>
              </w:rPr>
              <w:t>[VLOŽÍ ZHOTOVITEL]</w:t>
            </w:r>
          </w:p>
        </w:tc>
      </w:tr>
      <w:tr w:rsidR="002344F6" w:rsidRPr="00F95FBD" w14:paraId="13DA65DE" w14:textId="77777777" w:rsidTr="004C3F8B">
        <w:tc>
          <w:tcPr>
            <w:tcW w:w="3056" w:type="dxa"/>
          </w:tcPr>
          <w:p w14:paraId="748C698F" w14:textId="77777777" w:rsidR="002344F6" w:rsidRPr="00F95FBD" w:rsidRDefault="002344F6" w:rsidP="002344F6">
            <w:pPr>
              <w:pStyle w:val="Tabulka"/>
            </w:pPr>
            <w:r w:rsidRPr="00F95FBD">
              <w:t>Telefon</w:t>
            </w:r>
          </w:p>
        </w:tc>
        <w:tc>
          <w:tcPr>
            <w:tcW w:w="5812" w:type="dxa"/>
          </w:tcPr>
          <w:p w14:paraId="49BA8703" w14:textId="77777777" w:rsidR="002344F6" w:rsidRPr="00F95FBD" w:rsidRDefault="002344F6" w:rsidP="002344F6">
            <w:pPr>
              <w:pStyle w:val="Tabulka"/>
            </w:pPr>
            <w:r w:rsidRPr="00F95FBD">
              <w:rPr>
                <w:highlight w:val="yellow"/>
              </w:rPr>
              <w:t>[VLOŽÍ ZHOTOVITEL]</w:t>
            </w:r>
          </w:p>
        </w:tc>
      </w:tr>
    </w:tbl>
    <w:p w14:paraId="3C82BF14" w14:textId="7CDD7D31" w:rsidR="002344F6" w:rsidRDefault="002344F6" w:rsidP="002344F6">
      <w:pPr>
        <w:pStyle w:val="Tabulka"/>
      </w:pPr>
    </w:p>
    <w:p w14:paraId="5C62F592" w14:textId="59D56435" w:rsidR="003F0537" w:rsidRPr="00F95FBD" w:rsidRDefault="003F0537" w:rsidP="003F0537">
      <w:pPr>
        <w:pStyle w:val="Nadpistabulky"/>
        <w:rPr>
          <w:sz w:val="18"/>
          <w:szCs w:val="18"/>
        </w:rPr>
      </w:pPr>
      <w:r w:rsidRPr="00F95FBD">
        <w:rPr>
          <w:sz w:val="18"/>
          <w:szCs w:val="18"/>
        </w:rPr>
        <w:lastRenderedPageBreak/>
        <w:t xml:space="preserve">Specialista </w:t>
      </w:r>
      <w:r w:rsidRPr="00EC707C">
        <w:rPr>
          <w:sz w:val="18"/>
          <w:szCs w:val="18"/>
        </w:rPr>
        <w:t xml:space="preserve">na </w:t>
      </w:r>
      <w:r>
        <w:rPr>
          <w:sz w:val="18"/>
          <w:szCs w:val="18"/>
        </w:rPr>
        <w:t xml:space="preserve">železniční svršek a spodek </w:t>
      </w:r>
    </w:p>
    <w:tbl>
      <w:tblPr>
        <w:tblStyle w:val="TabulkaS-zhlav"/>
        <w:tblW w:w="8789" w:type="dxa"/>
        <w:tblLook w:val="04A0" w:firstRow="1" w:lastRow="0" w:firstColumn="1" w:lastColumn="0" w:noHBand="0" w:noVBand="1"/>
      </w:tblPr>
      <w:tblGrid>
        <w:gridCol w:w="3030"/>
        <w:gridCol w:w="5759"/>
      </w:tblGrid>
      <w:tr w:rsidR="003F0537" w:rsidRPr="004B1956" w14:paraId="681B8275" w14:textId="77777777" w:rsidTr="009110E1">
        <w:trPr>
          <w:cnfStyle w:val="100000000000" w:firstRow="1" w:lastRow="0" w:firstColumn="0" w:lastColumn="0" w:oddVBand="0" w:evenVBand="0" w:oddHBand="0" w:evenHBand="0" w:firstRowFirstColumn="0" w:firstRowLastColumn="0" w:lastRowFirstColumn="0" w:lastRowLastColumn="0"/>
        </w:trPr>
        <w:tc>
          <w:tcPr>
            <w:tcW w:w="3056" w:type="dxa"/>
          </w:tcPr>
          <w:p w14:paraId="5B73C219" w14:textId="77777777" w:rsidR="003F0537" w:rsidRPr="004B1956" w:rsidRDefault="003F0537" w:rsidP="009110E1">
            <w:pPr>
              <w:pStyle w:val="Tabulka"/>
              <w:keepNext/>
              <w:rPr>
                <w:rStyle w:val="Nadpisvtabulce"/>
                <w:b/>
              </w:rPr>
            </w:pPr>
            <w:r w:rsidRPr="004B1956">
              <w:rPr>
                <w:rStyle w:val="Nadpisvtabulce"/>
                <w:b/>
              </w:rPr>
              <w:t>Jméno a příjmení</w:t>
            </w:r>
          </w:p>
        </w:tc>
        <w:tc>
          <w:tcPr>
            <w:tcW w:w="5812" w:type="dxa"/>
          </w:tcPr>
          <w:p w14:paraId="02EA0DAE" w14:textId="77777777" w:rsidR="003F0537" w:rsidRPr="004B1956" w:rsidRDefault="003F0537" w:rsidP="009110E1">
            <w:pPr>
              <w:pStyle w:val="Tabulka"/>
              <w:keepNext/>
            </w:pPr>
            <w:r w:rsidRPr="004B1956">
              <w:rPr>
                <w:highlight w:val="yellow"/>
              </w:rPr>
              <w:t>[VLOŽÍ ZHOTOVITEL]</w:t>
            </w:r>
          </w:p>
        </w:tc>
      </w:tr>
      <w:tr w:rsidR="003F0537" w:rsidRPr="00F95FBD" w14:paraId="560249D7" w14:textId="77777777" w:rsidTr="009110E1">
        <w:tc>
          <w:tcPr>
            <w:tcW w:w="3056" w:type="dxa"/>
          </w:tcPr>
          <w:p w14:paraId="0268AFD5" w14:textId="77777777" w:rsidR="003F0537" w:rsidRPr="00F95FBD" w:rsidRDefault="003F0537" w:rsidP="009110E1">
            <w:pPr>
              <w:pStyle w:val="Tabulka"/>
              <w:keepNext/>
            </w:pPr>
            <w:r w:rsidRPr="00F95FBD">
              <w:t>Adresa</w:t>
            </w:r>
          </w:p>
        </w:tc>
        <w:tc>
          <w:tcPr>
            <w:tcW w:w="5812" w:type="dxa"/>
          </w:tcPr>
          <w:p w14:paraId="052E2306" w14:textId="77777777" w:rsidR="003F0537" w:rsidRPr="00F95FBD" w:rsidRDefault="003F0537" w:rsidP="009110E1">
            <w:pPr>
              <w:pStyle w:val="Tabulka"/>
              <w:keepNext/>
            </w:pPr>
            <w:r w:rsidRPr="00F95FBD">
              <w:rPr>
                <w:highlight w:val="yellow"/>
              </w:rPr>
              <w:t>[VLOŽÍ ZHOTOVITEL]</w:t>
            </w:r>
          </w:p>
        </w:tc>
      </w:tr>
      <w:tr w:rsidR="003F0537" w:rsidRPr="00F95FBD" w14:paraId="323AA7AD" w14:textId="77777777" w:rsidTr="009110E1">
        <w:tc>
          <w:tcPr>
            <w:tcW w:w="3056" w:type="dxa"/>
          </w:tcPr>
          <w:p w14:paraId="30D79177" w14:textId="77777777" w:rsidR="003F0537" w:rsidRPr="00F95FBD" w:rsidRDefault="003F0537" w:rsidP="009110E1">
            <w:pPr>
              <w:pStyle w:val="Tabulka"/>
              <w:keepNext/>
            </w:pPr>
            <w:r w:rsidRPr="00F95FBD">
              <w:t>E-mail</w:t>
            </w:r>
          </w:p>
        </w:tc>
        <w:tc>
          <w:tcPr>
            <w:tcW w:w="5812" w:type="dxa"/>
          </w:tcPr>
          <w:p w14:paraId="58F46103" w14:textId="77777777" w:rsidR="003F0537" w:rsidRPr="00F95FBD" w:rsidRDefault="003F0537" w:rsidP="009110E1">
            <w:pPr>
              <w:pStyle w:val="Tabulka"/>
              <w:keepNext/>
            </w:pPr>
            <w:r w:rsidRPr="00F95FBD">
              <w:rPr>
                <w:highlight w:val="yellow"/>
              </w:rPr>
              <w:t>[VLOŽÍ ZHOTOVITEL]</w:t>
            </w:r>
          </w:p>
        </w:tc>
      </w:tr>
      <w:tr w:rsidR="003F0537" w:rsidRPr="00F95FBD" w14:paraId="01963DC0" w14:textId="77777777" w:rsidTr="009110E1">
        <w:tc>
          <w:tcPr>
            <w:tcW w:w="3056" w:type="dxa"/>
          </w:tcPr>
          <w:p w14:paraId="0F3F6DCB" w14:textId="77777777" w:rsidR="003F0537" w:rsidRPr="00F95FBD" w:rsidRDefault="003F0537" w:rsidP="009110E1">
            <w:pPr>
              <w:pStyle w:val="Tabulka"/>
            </w:pPr>
            <w:r w:rsidRPr="00F95FBD">
              <w:t>Telefon</w:t>
            </w:r>
          </w:p>
        </w:tc>
        <w:tc>
          <w:tcPr>
            <w:tcW w:w="5812" w:type="dxa"/>
          </w:tcPr>
          <w:p w14:paraId="0F63C556" w14:textId="77777777" w:rsidR="003F0537" w:rsidRPr="00F95FBD" w:rsidRDefault="003F0537" w:rsidP="009110E1">
            <w:pPr>
              <w:pStyle w:val="Tabulka"/>
            </w:pPr>
            <w:r w:rsidRPr="00F95FBD">
              <w:rPr>
                <w:highlight w:val="yellow"/>
              </w:rPr>
              <w:t>[VLOŽÍ ZHOTOVITEL]</w:t>
            </w:r>
          </w:p>
        </w:tc>
      </w:tr>
    </w:tbl>
    <w:p w14:paraId="5818C6EC" w14:textId="77777777" w:rsidR="003F0537" w:rsidRPr="00F95FBD" w:rsidRDefault="003F0537" w:rsidP="002344F6">
      <w:pPr>
        <w:pStyle w:val="Tabulka"/>
      </w:pPr>
    </w:p>
    <w:p w14:paraId="7EE93C67" w14:textId="35206532"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S-zhlav"/>
        <w:tblW w:w="8868" w:type="dxa"/>
        <w:tblLook w:val="04A0" w:firstRow="1" w:lastRow="0" w:firstColumn="1" w:lastColumn="0" w:noHBand="0" w:noVBand="1"/>
      </w:tblPr>
      <w:tblGrid>
        <w:gridCol w:w="3056"/>
        <w:gridCol w:w="5812"/>
      </w:tblGrid>
      <w:tr w:rsidR="002344F6" w:rsidRPr="004B1956" w14:paraId="632880AE" w14:textId="77777777" w:rsidTr="004C3F8B">
        <w:trPr>
          <w:cnfStyle w:val="100000000000" w:firstRow="1" w:lastRow="0" w:firstColumn="0" w:lastColumn="0" w:oddVBand="0" w:evenVBand="0" w:oddHBand="0" w:evenHBand="0" w:firstRowFirstColumn="0" w:firstRowLastColumn="0" w:lastRowFirstColumn="0" w:lastRowLastColumn="0"/>
        </w:trPr>
        <w:tc>
          <w:tcPr>
            <w:tcW w:w="3056" w:type="dxa"/>
          </w:tcPr>
          <w:p w14:paraId="54BF28F6" w14:textId="77777777" w:rsidR="002344F6" w:rsidRPr="004B1956" w:rsidRDefault="002344F6" w:rsidP="002344F6">
            <w:pPr>
              <w:pStyle w:val="Tabulka"/>
              <w:rPr>
                <w:rStyle w:val="Nadpisvtabulce"/>
                <w:b/>
              </w:rPr>
            </w:pPr>
            <w:r w:rsidRPr="004B1956">
              <w:rPr>
                <w:rStyle w:val="Nadpisvtabulce"/>
                <w:b/>
              </w:rPr>
              <w:t>Jméno a příjmení</w:t>
            </w:r>
          </w:p>
        </w:tc>
        <w:tc>
          <w:tcPr>
            <w:tcW w:w="5812" w:type="dxa"/>
          </w:tcPr>
          <w:p w14:paraId="449354C9" w14:textId="77777777" w:rsidR="002344F6" w:rsidRPr="004B1956" w:rsidRDefault="002344F6" w:rsidP="002344F6">
            <w:pPr>
              <w:pStyle w:val="Tabulka"/>
            </w:pPr>
            <w:r w:rsidRPr="004B1956">
              <w:rPr>
                <w:highlight w:val="yellow"/>
              </w:rPr>
              <w:t>[VLOŽÍ ZHOTOVITEL]</w:t>
            </w:r>
          </w:p>
        </w:tc>
      </w:tr>
      <w:tr w:rsidR="002344F6" w:rsidRPr="00F95FBD" w14:paraId="490B863D" w14:textId="77777777" w:rsidTr="004C3F8B">
        <w:tc>
          <w:tcPr>
            <w:tcW w:w="3056" w:type="dxa"/>
          </w:tcPr>
          <w:p w14:paraId="23DD6F00" w14:textId="77777777" w:rsidR="002344F6" w:rsidRPr="00F95FBD" w:rsidRDefault="002344F6" w:rsidP="002344F6">
            <w:pPr>
              <w:pStyle w:val="Tabulka"/>
            </w:pPr>
            <w:r w:rsidRPr="00F95FBD">
              <w:t>Adresa</w:t>
            </w:r>
          </w:p>
        </w:tc>
        <w:tc>
          <w:tcPr>
            <w:tcW w:w="5812" w:type="dxa"/>
          </w:tcPr>
          <w:p w14:paraId="00F81A09" w14:textId="77777777" w:rsidR="002344F6" w:rsidRPr="00F95FBD" w:rsidRDefault="002344F6" w:rsidP="002344F6">
            <w:pPr>
              <w:pStyle w:val="Tabulka"/>
            </w:pPr>
            <w:r w:rsidRPr="00F95FBD">
              <w:rPr>
                <w:highlight w:val="yellow"/>
              </w:rPr>
              <w:t>[VLOŽÍ ZHOTOVITEL]</w:t>
            </w:r>
          </w:p>
        </w:tc>
      </w:tr>
      <w:tr w:rsidR="002344F6" w:rsidRPr="00F95FBD" w14:paraId="75600DD1" w14:textId="77777777" w:rsidTr="004C3F8B">
        <w:tc>
          <w:tcPr>
            <w:tcW w:w="3056" w:type="dxa"/>
          </w:tcPr>
          <w:p w14:paraId="5A29AA20" w14:textId="77777777" w:rsidR="002344F6" w:rsidRPr="00F95FBD" w:rsidRDefault="002344F6" w:rsidP="002344F6">
            <w:pPr>
              <w:pStyle w:val="Tabulka"/>
            </w:pPr>
            <w:r w:rsidRPr="00F95FBD">
              <w:t>E-mail</w:t>
            </w:r>
          </w:p>
        </w:tc>
        <w:tc>
          <w:tcPr>
            <w:tcW w:w="5812" w:type="dxa"/>
          </w:tcPr>
          <w:p w14:paraId="0B707C5F" w14:textId="77777777" w:rsidR="002344F6" w:rsidRPr="00F95FBD" w:rsidRDefault="002344F6" w:rsidP="002344F6">
            <w:pPr>
              <w:pStyle w:val="Tabulka"/>
            </w:pPr>
            <w:r w:rsidRPr="00F95FBD">
              <w:rPr>
                <w:highlight w:val="yellow"/>
              </w:rPr>
              <w:t>[VLOŽÍ ZHOTOVITEL]</w:t>
            </w:r>
          </w:p>
        </w:tc>
      </w:tr>
      <w:tr w:rsidR="002344F6" w:rsidRPr="00F95FBD" w14:paraId="3C645FCD" w14:textId="77777777" w:rsidTr="004C3F8B">
        <w:tc>
          <w:tcPr>
            <w:tcW w:w="3056" w:type="dxa"/>
          </w:tcPr>
          <w:p w14:paraId="00FF0BCE" w14:textId="77777777" w:rsidR="002344F6" w:rsidRPr="00F95FBD" w:rsidRDefault="002344F6" w:rsidP="002344F6">
            <w:pPr>
              <w:pStyle w:val="Tabulka"/>
            </w:pPr>
            <w:r w:rsidRPr="00F95FBD">
              <w:t>Telefon</w:t>
            </w:r>
          </w:p>
        </w:tc>
        <w:tc>
          <w:tcPr>
            <w:tcW w:w="5812" w:type="dxa"/>
          </w:tcPr>
          <w:p w14:paraId="5374A17F" w14:textId="77777777" w:rsidR="002344F6" w:rsidRPr="00F95FBD" w:rsidRDefault="002344F6" w:rsidP="002344F6">
            <w:pPr>
              <w:pStyle w:val="Tabulka"/>
            </w:pPr>
            <w:r w:rsidRPr="00F95FBD">
              <w:rPr>
                <w:highlight w:val="yellow"/>
              </w:rPr>
              <w:t>[VLOŽÍ ZHOTOVITEL]</w:t>
            </w:r>
          </w:p>
        </w:tc>
      </w:tr>
    </w:tbl>
    <w:p w14:paraId="71BC1888" w14:textId="77777777" w:rsidR="002344F6" w:rsidRPr="00F95FBD" w:rsidRDefault="002344F6" w:rsidP="002344F6">
      <w:pPr>
        <w:pStyle w:val="Tabulka"/>
      </w:pPr>
    </w:p>
    <w:p w14:paraId="58060A2C" w14:textId="0486D772"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w:t>
      </w:r>
    </w:p>
    <w:tbl>
      <w:tblPr>
        <w:tblStyle w:val="TabulkaS-zhlav"/>
        <w:tblW w:w="8868" w:type="dxa"/>
        <w:tblLook w:val="04A0" w:firstRow="1" w:lastRow="0" w:firstColumn="1" w:lastColumn="0" w:noHBand="0" w:noVBand="1"/>
      </w:tblPr>
      <w:tblGrid>
        <w:gridCol w:w="3056"/>
        <w:gridCol w:w="5812"/>
      </w:tblGrid>
      <w:tr w:rsidR="002344F6" w:rsidRPr="004B1956" w14:paraId="04BF7BC6" w14:textId="77777777" w:rsidTr="004C3F8B">
        <w:trPr>
          <w:cnfStyle w:val="100000000000" w:firstRow="1" w:lastRow="0" w:firstColumn="0" w:lastColumn="0" w:oddVBand="0" w:evenVBand="0" w:oddHBand="0" w:evenHBand="0" w:firstRowFirstColumn="0" w:firstRowLastColumn="0" w:lastRowFirstColumn="0" w:lastRowLastColumn="0"/>
        </w:trPr>
        <w:tc>
          <w:tcPr>
            <w:tcW w:w="3056" w:type="dxa"/>
          </w:tcPr>
          <w:p w14:paraId="7AC1220E" w14:textId="77777777" w:rsidR="002344F6" w:rsidRPr="004B1956" w:rsidRDefault="002344F6" w:rsidP="002344F6">
            <w:pPr>
              <w:pStyle w:val="Tabulka"/>
              <w:rPr>
                <w:rStyle w:val="Nadpisvtabulce"/>
                <w:b/>
              </w:rPr>
            </w:pPr>
            <w:r w:rsidRPr="004B1956">
              <w:rPr>
                <w:rStyle w:val="Nadpisvtabulce"/>
                <w:b/>
              </w:rPr>
              <w:t>Jméno a příjmení</w:t>
            </w:r>
          </w:p>
        </w:tc>
        <w:tc>
          <w:tcPr>
            <w:tcW w:w="5812" w:type="dxa"/>
          </w:tcPr>
          <w:p w14:paraId="5E447EC0" w14:textId="77777777" w:rsidR="002344F6" w:rsidRPr="004B1956" w:rsidRDefault="002344F6" w:rsidP="002344F6">
            <w:pPr>
              <w:pStyle w:val="Tabulka"/>
            </w:pPr>
            <w:r w:rsidRPr="004B1956">
              <w:rPr>
                <w:highlight w:val="yellow"/>
              </w:rPr>
              <w:t>[VLOŽÍ ZHOTOVITEL]</w:t>
            </w:r>
          </w:p>
        </w:tc>
      </w:tr>
      <w:tr w:rsidR="002344F6" w:rsidRPr="00F95FBD" w14:paraId="14F9EB92" w14:textId="77777777" w:rsidTr="004C3F8B">
        <w:tc>
          <w:tcPr>
            <w:tcW w:w="3056" w:type="dxa"/>
          </w:tcPr>
          <w:p w14:paraId="40FBFD3F" w14:textId="77777777" w:rsidR="002344F6" w:rsidRPr="00F95FBD" w:rsidRDefault="002344F6" w:rsidP="002344F6">
            <w:pPr>
              <w:pStyle w:val="Tabulka"/>
            </w:pPr>
            <w:r w:rsidRPr="00F95FBD">
              <w:t>Adresa</w:t>
            </w:r>
          </w:p>
        </w:tc>
        <w:tc>
          <w:tcPr>
            <w:tcW w:w="5812" w:type="dxa"/>
          </w:tcPr>
          <w:p w14:paraId="1E2F3B12" w14:textId="77777777" w:rsidR="002344F6" w:rsidRPr="00F95FBD" w:rsidRDefault="002344F6" w:rsidP="002344F6">
            <w:pPr>
              <w:pStyle w:val="Tabulka"/>
            </w:pPr>
            <w:r w:rsidRPr="00F95FBD">
              <w:rPr>
                <w:highlight w:val="yellow"/>
              </w:rPr>
              <w:t>[VLOŽÍ ZHOTOVITEL]</w:t>
            </w:r>
          </w:p>
        </w:tc>
      </w:tr>
      <w:tr w:rsidR="002344F6" w:rsidRPr="00F95FBD" w14:paraId="107FD1B7" w14:textId="77777777" w:rsidTr="004C3F8B">
        <w:tc>
          <w:tcPr>
            <w:tcW w:w="3056" w:type="dxa"/>
          </w:tcPr>
          <w:p w14:paraId="52CF0532" w14:textId="77777777" w:rsidR="002344F6" w:rsidRPr="00F95FBD" w:rsidRDefault="002344F6" w:rsidP="002344F6">
            <w:pPr>
              <w:pStyle w:val="Tabulka"/>
            </w:pPr>
            <w:r w:rsidRPr="00F95FBD">
              <w:t>E-mail</w:t>
            </w:r>
          </w:p>
        </w:tc>
        <w:tc>
          <w:tcPr>
            <w:tcW w:w="5812" w:type="dxa"/>
          </w:tcPr>
          <w:p w14:paraId="6B07421A" w14:textId="77777777" w:rsidR="002344F6" w:rsidRPr="00F95FBD" w:rsidRDefault="002344F6" w:rsidP="002344F6">
            <w:pPr>
              <w:pStyle w:val="Tabulka"/>
            </w:pPr>
            <w:r w:rsidRPr="00F95FBD">
              <w:rPr>
                <w:highlight w:val="yellow"/>
              </w:rPr>
              <w:t>[VLOŽÍ ZHOTOVITEL]</w:t>
            </w:r>
          </w:p>
        </w:tc>
      </w:tr>
      <w:tr w:rsidR="002344F6" w:rsidRPr="00F95FBD" w14:paraId="360C6E05" w14:textId="77777777" w:rsidTr="004C3F8B">
        <w:tc>
          <w:tcPr>
            <w:tcW w:w="3056" w:type="dxa"/>
          </w:tcPr>
          <w:p w14:paraId="129D0D1C" w14:textId="77777777" w:rsidR="002344F6" w:rsidRPr="00F95FBD" w:rsidRDefault="002344F6" w:rsidP="002344F6">
            <w:pPr>
              <w:pStyle w:val="Tabulka"/>
            </w:pPr>
            <w:r w:rsidRPr="00F95FBD">
              <w:t>Telefon</w:t>
            </w:r>
          </w:p>
        </w:tc>
        <w:tc>
          <w:tcPr>
            <w:tcW w:w="5812" w:type="dxa"/>
          </w:tcPr>
          <w:p w14:paraId="2E0CA46B" w14:textId="77777777" w:rsidR="002344F6" w:rsidRPr="00F95FBD" w:rsidRDefault="002344F6" w:rsidP="002344F6">
            <w:pPr>
              <w:pStyle w:val="Tabulka"/>
            </w:pPr>
            <w:r w:rsidRPr="00F95FBD">
              <w:rPr>
                <w:highlight w:val="yellow"/>
              </w:rPr>
              <w:t>[VLOŽÍ ZHOTOVITEL]</w:t>
            </w:r>
          </w:p>
        </w:tc>
      </w:tr>
    </w:tbl>
    <w:p w14:paraId="15E584CB" w14:textId="77777777" w:rsidR="002344F6" w:rsidRPr="00F95FBD" w:rsidRDefault="002344F6" w:rsidP="002344F6">
      <w:pPr>
        <w:pStyle w:val="Tabulka"/>
      </w:pPr>
    </w:p>
    <w:p w14:paraId="21242475" w14:textId="40DD5088"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868" w:type="dxa"/>
        <w:tblLook w:val="04A0" w:firstRow="1" w:lastRow="0" w:firstColumn="1" w:lastColumn="0" w:noHBand="0" w:noVBand="1"/>
      </w:tblPr>
      <w:tblGrid>
        <w:gridCol w:w="3056"/>
        <w:gridCol w:w="5812"/>
      </w:tblGrid>
      <w:tr w:rsidR="002344F6" w:rsidRPr="004B1956" w14:paraId="2571325B" w14:textId="77777777" w:rsidTr="004C3F8B">
        <w:trPr>
          <w:cnfStyle w:val="100000000000" w:firstRow="1" w:lastRow="0" w:firstColumn="0" w:lastColumn="0" w:oddVBand="0" w:evenVBand="0" w:oddHBand="0" w:evenHBand="0" w:firstRowFirstColumn="0" w:firstRowLastColumn="0" w:lastRowFirstColumn="0" w:lastRowLastColumn="0"/>
        </w:trPr>
        <w:tc>
          <w:tcPr>
            <w:tcW w:w="3056" w:type="dxa"/>
          </w:tcPr>
          <w:p w14:paraId="029765A3" w14:textId="77777777" w:rsidR="002344F6" w:rsidRPr="004B1956" w:rsidRDefault="002344F6" w:rsidP="002344F6">
            <w:pPr>
              <w:pStyle w:val="Tabulka"/>
              <w:rPr>
                <w:rStyle w:val="Nadpisvtabulce"/>
                <w:b/>
              </w:rPr>
            </w:pPr>
            <w:r w:rsidRPr="004B1956">
              <w:rPr>
                <w:rStyle w:val="Nadpisvtabulce"/>
                <w:b/>
              </w:rPr>
              <w:t>Jméno a příjmení</w:t>
            </w:r>
          </w:p>
        </w:tc>
        <w:tc>
          <w:tcPr>
            <w:tcW w:w="5812" w:type="dxa"/>
          </w:tcPr>
          <w:p w14:paraId="0522DC7C" w14:textId="77777777" w:rsidR="002344F6" w:rsidRPr="004B1956" w:rsidRDefault="002344F6" w:rsidP="002344F6">
            <w:pPr>
              <w:pStyle w:val="Tabulka"/>
            </w:pPr>
            <w:r w:rsidRPr="004B1956">
              <w:rPr>
                <w:highlight w:val="yellow"/>
              </w:rPr>
              <w:t>[VLOŽÍ ZHOTOVITEL]</w:t>
            </w:r>
          </w:p>
        </w:tc>
      </w:tr>
      <w:tr w:rsidR="002344F6" w:rsidRPr="00F95FBD" w14:paraId="65E16785" w14:textId="77777777" w:rsidTr="004C3F8B">
        <w:tc>
          <w:tcPr>
            <w:tcW w:w="3056" w:type="dxa"/>
          </w:tcPr>
          <w:p w14:paraId="02A5851A" w14:textId="77777777" w:rsidR="002344F6" w:rsidRPr="00F95FBD" w:rsidRDefault="002344F6" w:rsidP="002344F6">
            <w:pPr>
              <w:pStyle w:val="Tabulka"/>
            </w:pPr>
            <w:r w:rsidRPr="00F95FBD">
              <w:t>Adresa</w:t>
            </w:r>
          </w:p>
        </w:tc>
        <w:tc>
          <w:tcPr>
            <w:tcW w:w="5812" w:type="dxa"/>
          </w:tcPr>
          <w:p w14:paraId="22EFD595" w14:textId="77777777" w:rsidR="002344F6" w:rsidRPr="00F95FBD" w:rsidRDefault="002344F6" w:rsidP="002344F6">
            <w:pPr>
              <w:pStyle w:val="Tabulka"/>
            </w:pPr>
            <w:r w:rsidRPr="00F95FBD">
              <w:rPr>
                <w:highlight w:val="yellow"/>
              </w:rPr>
              <w:t>[VLOŽÍ ZHOTOVITEL]</w:t>
            </w:r>
          </w:p>
        </w:tc>
      </w:tr>
      <w:tr w:rsidR="002344F6" w:rsidRPr="00F95FBD" w14:paraId="37AE400F" w14:textId="77777777" w:rsidTr="004C3F8B">
        <w:tc>
          <w:tcPr>
            <w:tcW w:w="3056" w:type="dxa"/>
          </w:tcPr>
          <w:p w14:paraId="134D3CDD" w14:textId="77777777" w:rsidR="002344F6" w:rsidRPr="00F95FBD" w:rsidRDefault="002344F6" w:rsidP="002344F6">
            <w:pPr>
              <w:pStyle w:val="Tabulka"/>
            </w:pPr>
            <w:r w:rsidRPr="00F95FBD">
              <w:t>E-mail</w:t>
            </w:r>
          </w:p>
        </w:tc>
        <w:tc>
          <w:tcPr>
            <w:tcW w:w="5812" w:type="dxa"/>
          </w:tcPr>
          <w:p w14:paraId="1524967F" w14:textId="77777777" w:rsidR="002344F6" w:rsidRPr="00F95FBD" w:rsidRDefault="002344F6" w:rsidP="002344F6">
            <w:pPr>
              <w:pStyle w:val="Tabulka"/>
            </w:pPr>
            <w:r w:rsidRPr="00F95FBD">
              <w:rPr>
                <w:highlight w:val="yellow"/>
              </w:rPr>
              <w:t>[VLOŽÍ ZHOTOVITEL]</w:t>
            </w:r>
          </w:p>
        </w:tc>
      </w:tr>
      <w:tr w:rsidR="002344F6" w:rsidRPr="00F95FBD" w14:paraId="7DA0F51A" w14:textId="77777777" w:rsidTr="004C3F8B">
        <w:tc>
          <w:tcPr>
            <w:tcW w:w="3056" w:type="dxa"/>
          </w:tcPr>
          <w:p w14:paraId="32DC4296" w14:textId="77777777" w:rsidR="002344F6" w:rsidRPr="00F95FBD" w:rsidRDefault="002344F6" w:rsidP="002344F6">
            <w:pPr>
              <w:pStyle w:val="Tabulka"/>
            </w:pPr>
            <w:r w:rsidRPr="00F95FBD">
              <w:t>Telefon</w:t>
            </w:r>
          </w:p>
        </w:tc>
        <w:tc>
          <w:tcPr>
            <w:tcW w:w="5812" w:type="dxa"/>
          </w:tcPr>
          <w:p w14:paraId="46F344BE" w14:textId="77777777" w:rsidR="002344F6" w:rsidRPr="00F95FBD" w:rsidRDefault="002344F6" w:rsidP="002344F6">
            <w:pPr>
              <w:pStyle w:val="Tabulka"/>
            </w:pPr>
            <w:r w:rsidRPr="00F95FBD">
              <w:rPr>
                <w:highlight w:val="yellow"/>
              </w:rPr>
              <w:t>[VLOŽÍ ZHOTOVITEL]</w:t>
            </w:r>
          </w:p>
        </w:tc>
      </w:tr>
    </w:tbl>
    <w:p w14:paraId="22E7DC9C" w14:textId="77777777" w:rsidR="002344F6" w:rsidRPr="00F95FBD" w:rsidRDefault="002344F6" w:rsidP="002344F6">
      <w:pPr>
        <w:pStyle w:val="Tabulka"/>
      </w:pPr>
    </w:p>
    <w:p w14:paraId="34071162" w14:textId="437DE3F8" w:rsidR="002344F6" w:rsidRPr="00F95FBD" w:rsidRDefault="002344F6" w:rsidP="002344F6">
      <w:pPr>
        <w:pStyle w:val="Nadpistabulky"/>
        <w:rPr>
          <w:sz w:val="18"/>
          <w:szCs w:val="18"/>
        </w:rPr>
      </w:pPr>
      <w:r>
        <w:rPr>
          <w:sz w:val="18"/>
          <w:szCs w:val="18"/>
        </w:rPr>
        <w:t>S</w:t>
      </w:r>
      <w:r w:rsidRPr="00EC707C">
        <w:rPr>
          <w:sz w:val="18"/>
          <w:szCs w:val="18"/>
        </w:rPr>
        <w:t>pecialista na trakční vedení</w:t>
      </w:r>
      <w:r>
        <w:rPr>
          <w:sz w:val="18"/>
          <w:szCs w:val="18"/>
        </w:rPr>
        <w:t xml:space="preserve"> </w:t>
      </w:r>
    </w:p>
    <w:tbl>
      <w:tblPr>
        <w:tblStyle w:val="TabulkaS-zhlav"/>
        <w:tblW w:w="8868" w:type="dxa"/>
        <w:tblLook w:val="04A0" w:firstRow="1" w:lastRow="0" w:firstColumn="1" w:lastColumn="0" w:noHBand="0" w:noVBand="1"/>
      </w:tblPr>
      <w:tblGrid>
        <w:gridCol w:w="3056"/>
        <w:gridCol w:w="5812"/>
      </w:tblGrid>
      <w:tr w:rsidR="00390962" w:rsidRPr="004B1956" w14:paraId="304FFAFB" w14:textId="77777777" w:rsidTr="00390962">
        <w:trPr>
          <w:cnfStyle w:val="100000000000" w:firstRow="1" w:lastRow="0" w:firstColumn="0" w:lastColumn="0" w:oddVBand="0" w:evenVBand="0" w:oddHBand="0" w:evenHBand="0" w:firstRowFirstColumn="0" w:firstRowLastColumn="0" w:lastRowFirstColumn="0" w:lastRowLastColumn="0"/>
        </w:trPr>
        <w:tc>
          <w:tcPr>
            <w:tcW w:w="3056" w:type="dxa"/>
          </w:tcPr>
          <w:p w14:paraId="0E32A5BC" w14:textId="77777777" w:rsidR="00390962" w:rsidRPr="004B1956" w:rsidRDefault="00390962" w:rsidP="002344F6">
            <w:pPr>
              <w:pStyle w:val="Tabulka"/>
              <w:rPr>
                <w:rStyle w:val="Nadpisvtabulce"/>
                <w:b/>
              </w:rPr>
            </w:pPr>
            <w:r w:rsidRPr="004B1956">
              <w:rPr>
                <w:rStyle w:val="Nadpisvtabulce"/>
                <w:b/>
              </w:rPr>
              <w:t>Jméno a příjmení</w:t>
            </w:r>
          </w:p>
        </w:tc>
        <w:tc>
          <w:tcPr>
            <w:tcW w:w="5812" w:type="dxa"/>
          </w:tcPr>
          <w:p w14:paraId="58693C2B" w14:textId="7004DBEC" w:rsidR="00390962" w:rsidRPr="004B1956" w:rsidRDefault="00390962" w:rsidP="002344F6">
            <w:pPr>
              <w:pStyle w:val="Tabulka"/>
              <w:rPr>
                <w:highlight w:val="yellow"/>
              </w:rPr>
            </w:pPr>
            <w:r w:rsidRPr="004B1956">
              <w:rPr>
                <w:highlight w:val="yellow"/>
              </w:rPr>
              <w:t>[VLOŽÍ ZHOTOVITEL]</w:t>
            </w:r>
          </w:p>
        </w:tc>
      </w:tr>
      <w:tr w:rsidR="00390962" w:rsidRPr="00F95FBD" w14:paraId="61038F7B" w14:textId="77777777" w:rsidTr="00390962">
        <w:tc>
          <w:tcPr>
            <w:tcW w:w="3056" w:type="dxa"/>
          </w:tcPr>
          <w:p w14:paraId="075C3698" w14:textId="77777777" w:rsidR="00390962" w:rsidRPr="00F95FBD" w:rsidRDefault="00390962" w:rsidP="002344F6">
            <w:pPr>
              <w:pStyle w:val="Tabulka"/>
            </w:pPr>
            <w:r w:rsidRPr="00F95FBD">
              <w:t>Adresa</w:t>
            </w:r>
          </w:p>
        </w:tc>
        <w:tc>
          <w:tcPr>
            <w:tcW w:w="5812" w:type="dxa"/>
          </w:tcPr>
          <w:p w14:paraId="2F23308C" w14:textId="2F33737A" w:rsidR="00390962" w:rsidRPr="00F95FBD" w:rsidRDefault="00390962" w:rsidP="002344F6">
            <w:pPr>
              <w:pStyle w:val="Tabulka"/>
              <w:rPr>
                <w:highlight w:val="yellow"/>
              </w:rPr>
            </w:pPr>
            <w:r w:rsidRPr="00F95FBD">
              <w:rPr>
                <w:highlight w:val="yellow"/>
              </w:rPr>
              <w:t>[VLOŽÍ ZHOTOVITEL]</w:t>
            </w:r>
          </w:p>
        </w:tc>
      </w:tr>
      <w:tr w:rsidR="00390962" w:rsidRPr="00F95FBD" w14:paraId="77821676" w14:textId="77777777" w:rsidTr="00390962">
        <w:tc>
          <w:tcPr>
            <w:tcW w:w="3056" w:type="dxa"/>
          </w:tcPr>
          <w:p w14:paraId="60A446E9" w14:textId="77777777" w:rsidR="00390962" w:rsidRPr="00F95FBD" w:rsidRDefault="00390962" w:rsidP="002344F6">
            <w:pPr>
              <w:pStyle w:val="Tabulka"/>
            </w:pPr>
            <w:r w:rsidRPr="00F95FBD">
              <w:t>E-mail</w:t>
            </w:r>
          </w:p>
        </w:tc>
        <w:tc>
          <w:tcPr>
            <w:tcW w:w="5812" w:type="dxa"/>
          </w:tcPr>
          <w:p w14:paraId="48288224" w14:textId="32F71358" w:rsidR="00390962" w:rsidRPr="00F95FBD" w:rsidRDefault="00390962" w:rsidP="002344F6">
            <w:pPr>
              <w:pStyle w:val="Tabulka"/>
              <w:rPr>
                <w:highlight w:val="yellow"/>
              </w:rPr>
            </w:pPr>
            <w:r w:rsidRPr="00F95FBD">
              <w:rPr>
                <w:highlight w:val="yellow"/>
              </w:rPr>
              <w:t>[VLOŽÍ ZHOTOVITEL]</w:t>
            </w:r>
          </w:p>
        </w:tc>
      </w:tr>
      <w:tr w:rsidR="00390962" w:rsidRPr="00F95FBD" w14:paraId="68E931D6" w14:textId="77777777" w:rsidTr="00390962">
        <w:tc>
          <w:tcPr>
            <w:tcW w:w="3056" w:type="dxa"/>
          </w:tcPr>
          <w:p w14:paraId="54A4B409" w14:textId="77777777" w:rsidR="00390962" w:rsidRPr="00F95FBD" w:rsidRDefault="00390962" w:rsidP="002344F6">
            <w:pPr>
              <w:pStyle w:val="Tabulka"/>
            </w:pPr>
            <w:r w:rsidRPr="00F95FBD">
              <w:t>Telefon</w:t>
            </w:r>
          </w:p>
        </w:tc>
        <w:tc>
          <w:tcPr>
            <w:tcW w:w="5812" w:type="dxa"/>
          </w:tcPr>
          <w:p w14:paraId="32D56C2B" w14:textId="2AC49E23" w:rsidR="00390962" w:rsidRPr="00F95FBD" w:rsidRDefault="00390962" w:rsidP="002344F6">
            <w:pPr>
              <w:pStyle w:val="Tabulka"/>
              <w:rPr>
                <w:highlight w:val="yellow"/>
              </w:rPr>
            </w:pPr>
            <w:r w:rsidRPr="00F95FBD">
              <w:rPr>
                <w:highlight w:val="yellow"/>
              </w:rPr>
              <w:t>[VLOŽÍ ZHOTOVITEL]</w:t>
            </w:r>
          </w:p>
        </w:tc>
      </w:tr>
    </w:tbl>
    <w:p w14:paraId="5529CFCF" w14:textId="77777777" w:rsidR="002344F6" w:rsidRPr="00F95FBD" w:rsidRDefault="002344F6" w:rsidP="002344F6">
      <w:pPr>
        <w:pStyle w:val="Tabulka"/>
      </w:pPr>
    </w:p>
    <w:p w14:paraId="401615B6" w14:textId="6A487671" w:rsidR="002344F6" w:rsidRPr="00F95FBD" w:rsidRDefault="002344F6" w:rsidP="002B61DC">
      <w:pPr>
        <w:pStyle w:val="Nadpistabulky"/>
        <w:pBdr>
          <w:top w:val="single" w:sz="12" w:space="1" w:color="00A1E0" w:themeColor="accent3"/>
        </w:pBdr>
        <w:rPr>
          <w:sz w:val="18"/>
          <w:szCs w:val="18"/>
        </w:rPr>
      </w:pPr>
      <w:r>
        <w:rPr>
          <w:sz w:val="18"/>
          <w:szCs w:val="18"/>
        </w:rPr>
        <w:t>S</w:t>
      </w:r>
      <w:r w:rsidRPr="00EC707C">
        <w:rPr>
          <w:sz w:val="18"/>
          <w:szCs w:val="18"/>
        </w:rPr>
        <w:t>pecialista na silnoproudou technologii</w:t>
      </w:r>
      <w:r>
        <w:rPr>
          <w:sz w:val="18"/>
          <w:szCs w:val="18"/>
        </w:rPr>
        <w:t xml:space="preserve"> </w:t>
      </w:r>
    </w:p>
    <w:tbl>
      <w:tblPr>
        <w:tblStyle w:val="TabulkaS-zhlav"/>
        <w:tblW w:w="8868" w:type="dxa"/>
        <w:tblLook w:val="04A0" w:firstRow="1" w:lastRow="0" w:firstColumn="1" w:lastColumn="0" w:noHBand="0" w:noVBand="1"/>
      </w:tblPr>
      <w:tblGrid>
        <w:gridCol w:w="3056"/>
        <w:gridCol w:w="5812"/>
      </w:tblGrid>
      <w:tr w:rsidR="002344F6" w:rsidRPr="004B1956" w14:paraId="4C8CBFBB" w14:textId="77777777" w:rsidTr="004C3F8B">
        <w:trPr>
          <w:cnfStyle w:val="100000000000" w:firstRow="1" w:lastRow="0" w:firstColumn="0" w:lastColumn="0" w:oddVBand="0" w:evenVBand="0" w:oddHBand="0" w:evenHBand="0" w:firstRowFirstColumn="0" w:firstRowLastColumn="0" w:lastRowFirstColumn="0" w:lastRowLastColumn="0"/>
        </w:trPr>
        <w:tc>
          <w:tcPr>
            <w:tcW w:w="3056" w:type="dxa"/>
          </w:tcPr>
          <w:p w14:paraId="2A4BB4F8" w14:textId="77777777" w:rsidR="002344F6" w:rsidRPr="004B1956" w:rsidRDefault="002344F6" w:rsidP="002344F6">
            <w:pPr>
              <w:pStyle w:val="Tabulka"/>
              <w:rPr>
                <w:rStyle w:val="Nadpisvtabulce"/>
                <w:b/>
              </w:rPr>
            </w:pPr>
            <w:r w:rsidRPr="004B1956">
              <w:rPr>
                <w:rStyle w:val="Nadpisvtabulce"/>
                <w:b/>
              </w:rPr>
              <w:t>Jméno a příjmení</w:t>
            </w:r>
          </w:p>
        </w:tc>
        <w:tc>
          <w:tcPr>
            <w:tcW w:w="5812" w:type="dxa"/>
          </w:tcPr>
          <w:p w14:paraId="356A5D5E" w14:textId="77777777" w:rsidR="002344F6" w:rsidRPr="004B1956" w:rsidRDefault="002344F6" w:rsidP="002344F6">
            <w:pPr>
              <w:pStyle w:val="Tabulka"/>
            </w:pPr>
            <w:r w:rsidRPr="004B1956">
              <w:rPr>
                <w:highlight w:val="yellow"/>
              </w:rPr>
              <w:t>[VLOŽÍ ZHOTOVITEL]</w:t>
            </w:r>
          </w:p>
        </w:tc>
      </w:tr>
      <w:tr w:rsidR="002344F6" w:rsidRPr="00F95FBD" w14:paraId="42CDB2CA" w14:textId="77777777" w:rsidTr="004C3F8B">
        <w:tc>
          <w:tcPr>
            <w:tcW w:w="3056" w:type="dxa"/>
          </w:tcPr>
          <w:p w14:paraId="4EA447F1" w14:textId="77777777" w:rsidR="002344F6" w:rsidRPr="00F95FBD" w:rsidRDefault="002344F6" w:rsidP="002344F6">
            <w:pPr>
              <w:pStyle w:val="Tabulka"/>
            </w:pPr>
            <w:r w:rsidRPr="00F95FBD">
              <w:t>Adresa</w:t>
            </w:r>
          </w:p>
        </w:tc>
        <w:tc>
          <w:tcPr>
            <w:tcW w:w="5812" w:type="dxa"/>
          </w:tcPr>
          <w:p w14:paraId="0F68CEAE" w14:textId="77777777" w:rsidR="002344F6" w:rsidRPr="00F95FBD" w:rsidRDefault="002344F6" w:rsidP="002344F6">
            <w:pPr>
              <w:pStyle w:val="Tabulka"/>
            </w:pPr>
            <w:r w:rsidRPr="00F95FBD">
              <w:rPr>
                <w:highlight w:val="yellow"/>
              </w:rPr>
              <w:t>[VLOŽÍ ZHOTOVITEL]</w:t>
            </w:r>
          </w:p>
        </w:tc>
      </w:tr>
      <w:tr w:rsidR="002344F6" w:rsidRPr="00F95FBD" w14:paraId="789B36DA" w14:textId="77777777" w:rsidTr="004C3F8B">
        <w:tc>
          <w:tcPr>
            <w:tcW w:w="3056" w:type="dxa"/>
          </w:tcPr>
          <w:p w14:paraId="6850D775" w14:textId="77777777" w:rsidR="002344F6" w:rsidRPr="00F95FBD" w:rsidRDefault="002344F6" w:rsidP="002344F6">
            <w:pPr>
              <w:pStyle w:val="Tabulka"/>
            </w:pPr>
            <w:r w:rsidRPr="00F95FBD">
              <w:t>E-mail</w:t>
            </w:r>
          </w:p>
        </w:tc>
        <w:tc>
          <w:tcPr>
            <w:tcW w:w="5812" w:type="dxa"/>
          </w:tcPr>
          <w:p w14:paraId="006688D0" w14:textId="77777777" w:rsidR="002344F6" w:rsidRPr="00F95FBD" w:rsidRDefault="002344F6" w:rsidP="002344F6">
            <w:pPr>
              <w:pStyle w:val="Tabulka"/>
            </w:pPr>
            <w:r w:rsidRPr="00F95FBD">
              <w:rPr>
                <w:highlight w:val="yellow"/>
              </w:rPr>
              <w:t>[VLOŽÍ ZHOTOVITEL]</w:t>
            </w:r>
          </w:p>
        </w:tc>
      </w:tr>
      <w:tr w:rsidR="002344F6" w:rsidRPr="00F95FBD" w14:paraId="3FB7AA3E" w14:textId="77777777" w:rsidTr="004C3F8B">
        <w:tc>
          <w:tcPr>
            <w:tcW w:w="3056" w:type="dxa"/>
          </w:tcPr>
          <w:p w14:paraId="7594383D" w14:textId="77777777" w:rsidR="002344F6" w:rsidRPr="00F95FBD" w:rsidRDefault="002344F6" w:rsidP="002344F6">
            <w:pPr>
              <w:pStyle w:val="Tabulka"/>
            </w:pPr>
            <w:r w:rsidRPr="00F95FBD">
              <w:t>Telefon</w:t>
            </w:r>
          </w:p>
        </w:tc>
        <w:tc>
          <w:tcPr>
            <w:tcW w:w="5812" w:type="dxa"/>
          </w:tcPr>
          <w:p w14:paraId="523E6BBA" w14:textId="77777777" w:rsidR="002344F6" w:rsidRPr="00F95FBD" w:rsidRDefault="002344F6" w:rsidP="002344F6">
            <w:pPr>
              <w:pStyle w:val="Tabulka"/>
            </w:pPr>
            <w:r w:rsidRPr="00F95FBD">
              <w:rPr>
                <w:highlight w:val="yellow"/>
              </w:rPr>
              <w:t>[VLOŽÍ ZHOTOVITEL]</w:t>
            </w:r>
          </w:p>
        </w:tc>
      </w:tr>
    </w:tbl>
    <w:p w14:paraId="040AE70A" w14:textId="77777777" w:rsidR="002344F6" w:rsidRPr="00F95FBD" w:rsidRDefault="002344F6" w:rsidP="002344F6">
      <w:pPr>
        <w:pStyle w:val="Tabulka"/>
      </w:pPr>
    </w:p>
    <w:p w14:paraId="314E2E4B" w14:textId="055EB887" w:rsidR="002344F6" w:rsidRPr="00F95FBD" w:rsidRDefault="002344F6" w:rsidP="002344F6">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p>
    <w:tbl>
      <w:tblPr>
        <w:tblStyle w:val="TabulkaS-zhlav"/>
        <w:tblW w:w="8868" w:type="dxa"/>
        <w:tblLook w:val="04A0" w:firstRow="1" w:lastRow="0" w:firstColumn="1" w:lastColumn="0" w:noHBand="0" w:noVBand="1"/>
      </w:tblPr>
      <w:tblGrid>
        <w:gridCol w:w="3056"/>
        <w:gridCol w:w="5812"/>
      </w:tblGrid>
      <w:tr w:rsidR="002344F6" w:rsidRPr="004B1956" w14:paraId="3DB15DF2" w14:textId="77777777" w:rsidTr="004C3F8B">
        <w:trPr>
          <w:cnfStyle w:val="100000000000" w:firstRow="1" w:lastRow="0" w:firstColumn="0" w:lastColumn="0" w:oddVBand="0" w:evenVBand="0" w:oddHBand="0" w:evenHBand="0" w:firstRowFirstColumn="0" w:firstRowLastColumn="0" w:lastRowFirstColumn="0" w:lastRowLastColumn="0"/>
        </w:trPr>
        <w:tc>
          <w:tcPr>
            <w:tcW w:w="3056" w:type="dxa"/>
          </w:tcPr>
          <w:p w14:paraId="1F52CDE9" w14:textId="77777777" w:rsidR="002344F6" w:rsidRPr="004B1956" w:rsidRDefault="002344F6" w:rsidP="002344F6">
            <w:pPr>
              <w:pStyle w:val="Tabulka"/>
              <w:rPr>
                <w:rStyle w:val="Nadpisvtabulce"/>
                <w:b/>
              </w:rPr>
            </w:pPr>
            <w:r w:rsidRPr="004B1956">
              <w:rPr>
                <w:rStyle w:val="Nadpisvtabulce"/>
                <w:b/>
              </w:rPr>
              <w:t>Jméno a příjmení</w:t>
            </w:r>
          </w:p>
        </w:tc>
        <w:tc>
          <w:tcPr>
            <w:tcW w:w="5812" w:type="dxa"/>
          </w:tcPr>
          <w:p w14:paraId="46B2353E" w14:textId="77777777" w:rsidR="002344F6" w:rsidRPr="004B1956" w:rsidRDefault="002344F6" w:rsidP="002344F6">
            <w:pPr>
              <w:pStyle w:val="Tabulka"/>
            </w:pPr>
            <w:r w:rsidRPr="004B1956">
              <w:rPr>
                <w:highlight w:val="yellow"/>
              </w:rPr>
              <w:t>[VLOŽÍ ZHOTOVITEL]</w:t>
            </w:r>
          </w:p>
        </w:tc>
      </w:tr>
      <w:tr w:rsidR="002344F6" w:rsidRPr="00F95FBD" w14:paraId="42F8DA58" w14:textId="77777777" w:rsidTr="004C3F8B">
        <w:tc>
          <w:tcPr>
            <w:tcW w:w="3056" w:type="dxa"/>
          </w:tcPr>
          <w:p w14:paraId="586DDF42" w14:textId="77777777" w:rsidR="002344F6" w:rsidRPr="00F95FBD" w:rsidRDefault="002344F6" w:rsidP="002344F6">
            <w:pPr>
              <w:pStyle w:val="Tabulka"/>
            </w:pPr>
            <w:r w:rsidRPr="00F95FBD">
              <w:t>Adresa</w:t>
            </w:r>
          </w:p>
        </w:tc>
        <w:tc>
          <w:tcPr>
            <w:tcW w:w="5812" w:type="dxa"/>
          </w:tcPr>
          <w:p w14:paraId="0A1AD8B9" w14:textId="77777777" w:rsidR="002344F6" w:rsidRPr="00F95FBD" w:rsidRDefault="002344F6" w:rsidP="002344F6">
            <w:pPr>
              <w:pStyle w:val="Tabulka"/>
            </w:pPr>
            <w:r w:rsidRPr="00F95FBD">
              <w:rPr>
                <w:highlight w:val="yellow"/>
              </w:rPr>
              <w:t>[VLOŽÍ ZHOTOVITEL]</w:t>
            </w:r>
          </w:p>
        </w:tc>
      </w:tr>
      <w:tr w:rsidR="002344F6" w:rsidRPr="00F95FBD" w14:paraId="00CC2F0A" w14:textId="77777777" w:rsidTr="004C3F8B">
        <w:tc>
          <w:tcPr>
            <w:tcW w:w="3056" w:type="dxa"/>
          </w:tcPr>
          <w:p w14:paraId="5FDD3117" w14:textId="77777777" w:rsidR="002344F6" w:rsidRPr="00F95FBD" w:rsidRDefault="002344F6" w:rsidP="002344F6">
            <w:pPr>
              <w:pStyle w:val="Tabulka"/>
            </w:pPr>
            <w:r w:rsidRPr="00F95FBD">
              <w:lastRenderedPageBreak/>
              <w:t>E-mail</w:t>
            </w:r>
          </w:p>
        </w:tc>
        <w:tc>
          <w:tcPr>
            <w:tcW w:w="5812" w:type="dxa"/>
          </w:tcPr>
          <w:p w14:paraId="43B1385D" w14:textId="77777777" w:rsidR="002344F6" w:rsidRPr="00F95FBD" w:rsidRDefault="002344F6" w:rsidP="002344F6">
            <w:pPr>
              <w:pStyle w:val="Tabulka"/>
            </w:pPr>
            <w:r w:rsidRPr="00F95FBD">
              <w:rPr>
                <w:highlight w:val="yellow"/>
              </w:rPr>
              <w:t>[VLOŽÍ ZHOTOVITEL]</w:t>
            </w:r>
          </w:p>
        </w:tc>
      </w:tr>
      <w:tr w:rsidR="002344F6" w:rsidRPr="00F95FBD" w14:paraId="59AB0385" w14:textId="77777777" w:rsidTr="004C3F8B">
        <w:tc>
          <w:tcPr>
            <w:tcW w:w="3056" w:type="dxa"/>
          </w:tcPr>
          <w:p w14:paraId="343551A6" w14:textId="77777777" w:rsidR="002344F6" w:rsidRPr="00F95FBD" w:rsidRDefault="002344F6" w:rsidP="002344F6">
            <w:pPr>
              <w:pStyle w:val="Tabulka"/>
            </w:pPr>
            <w:r w:rsidRPr="00F95FBD">
              <w:t>Telefon</w:t>
            </w:r>
          </w:p>
        </w:tc>
        <w:tc>
          <w:tcPr>
            <w:tcW w:w="5812" w:type="dxa"/>
          </w:tcPr>
          <w:p w14:paraId="7C8A1DED" w14:textId="77777777" w:rsidR="002344F6" w:rsidRPr="00F95FBD" w:rsidRDefault="002344F6" w:rsidP="002344F6">
            <w:pPr>
              <w:pStyle w:val="Tabulka"/>
            </w:pPr>
            <w:r w:rsidRPr="00F95FBD">
              <w:rPr>
                <w:highlight w:val="yellow"/>
              </w:rPr>
              <w:t>[VLOŽÍ ZHOTOVITEL]</w:t>
            </w:r>
          </w:p>
        </w:tc>
      </w:tr>
    </w:tbl>
    <w:p w14:paraId="10B2F5A3" w14:textId="77777777" w:rsidR="002344F6" w:rsidRPr="00F95FBD" w:rsidRDefault="002344F6" w:rsidP="002344F6">
      <w:pPr>
        <w:pStyle w:val="Tabulka"/>
      </w:pPr>
    </w:p>
    <w:p w14:paraId="3C862C68" w14:textId="6F84BE23" w:rsidR="002344F6" w:rsidRPr="00F95FBD" w:rsidRDefault="002344F6" w:rsidP="002344F6">
      <w:pPr>
        <w:pStyle w:val="Nadpistabulky"/>
        <w:rPr>
          <w:sz w:val="18"/>
          <w:szCs w:val="18"/>
        </w:rPr>
      </w:pPr>
      <w:r>
        <w:rPr>
          <w:sz w:val="18"/>
          <w:szCs w:val="18"/>
        </w:rPr>
        <w:t>S</w:t>
      </w:r>
      <w:r w:rsidRPr="00EC707C">
        <w:rPr>
          <w:sz w:val="18"/>
          <w:szCs w:val="18"/>
        </w:rPr>
        <w:t>pecialista na životní prostředí</w:t>
      </w:r>
      <w:r>
        <w:rPr>
          <w:sz w:val="18"/>
          <w:szCs w:val="18"/>
        </w:rPr>
        <w:t xml:space="preserve"> </w:t>
      </w:r>
    </w:p>
    <w:tbl>
      <w:tblPr>
        <w:tblStyle w:val="TabulkaS-zhlav"/>
        <w:tblW w:w="8868" w:type="dxa"/>
        <w:tblLook w:val="04A0" w:firstRow="1" w:lastRow="0" w:firstColumn="1" w:lastColumn="0" w:noHBand="0" w:noVBand="1"/>
      </w:tblPr>
      <w:tblGrid>
        <w:gridCol w:w="3056"/>
        <w:gridCol w:w="5812"/>
      </w:tblGrid>
      <w:tr w:rsidR="002344F6" w:rsidRPr="004B1956" w14:paraId="37A1F90E" w14:textId="77777777" w:rsidTr="004C3F8B">
        <w:trPr>
          <w:cnfStyle w:val="100000000000" w:firstRow="1" w:lastRow="0" w:firstColumn="0" w:lastColumn="0" w:oddVBand="0" w:evenVBand="0" w:oddHBand="0" w:evenHBand="0" w:firstRowFirstColumn="0" w:firstRowLastColumn="0" w:lastRowFirstColumn="0" w:lastRowLastColumn="0"/>
        </w:trPr>
        <w:tc>
          <w:tcPr>
            <w:tcW w:w="3056" w:type="dxa"/>
          </w:tcPr>
          <w:p w14:paraId="0262627C" w14:textId="77777777" w:rsidR="002344F6" w:rsidRPr="004B1956" w:rsidRDefault="002344F6" w:rsidP="002344F6">
            <w:pPr>
              <w:pStyle w:val="Tabulka"/>
              <w:rPr>
                <w:rStyle w:val="Nadpisvtabulce"/>
                <w:b/>
              </w:rPr>
            </w:pPr>
            <w:r w:rsidRPr="004B1956">
              <w:rPr>
                <w:rStyle w:val="Nadpisvtabulce"/>
                <w:b/>
              </w:rPr>
              <w:t>Jméno a příjmení</w:t>
            </w:r>
          </w:p>
        </w:tc>
        <w:tc>
          <w:tcPr>
            <w:tcW w:w="5812" w:type="dxa"/>
          </w:tcPr>
          <w:p w14:paraId="1368D437" w14:textId="77777777" w:rsidR="002344F6" w:rsidRPr="004B1956" w:rsidRDefault="002344F6" w:rsidP="002344F6">
            <w:pPr>
              <w:pStyle w:val="Tabulka"/>
            </w:pPr>
            <w:r w:rsidRPr="004B1956">
              <w:rPr>
                <w:highlight w:val="yellow"/>
              </w:rPr>
              <w:t>[VLOŽÍ ZHOTOVITEL]</w:t>
            </w:r>
          </w:p>
        </w:tc>
      </w:tr>
      <w:tr w:rsidR="002344F6" w:rsidRPr="00F95FBD" w14:paraId="1C49750E" w14:textId="77777777" w:rsidTr="004C3F8B">
        <w:tc>
          <w:tcPr>
            <w:tcW w:w="3056" w:type="dxa"/>
          </w:tcPr>
          <w:p w14:paraId="5BDC6BF8" w14:textId="77777777" w:rsidR="002344F6" w:rsidRPr="00F95FBD" w:rsidRDefault="002344F6" w:rsidP="002344F6">
            <w:pPr>
              <w:pStyle w:val="Tabulka"/>
            </w:pPr>
            <w:r w:rsidRPr="00F95FBD">
              <w:t>Adresa</w:t>
            </w:r>
          </w:p>
        </w:tc>
        <w:tc>
          <w:tcPr>
            <w:tcW w:w="5812" w:type="dxa"/>
          </w:tcPr>
          <w:p w14:paraId="3226F9C9" w14:textId="77777777" w:rsidR="002344F6" w:rsidRPr="00F95FBD" w:rsidRDefault="002344F6" w:rsidP="002344F6">
            <w:pPr>
              <w:pStyle w:val="Tabulka"/>
            </w:pPr>
            <w:r w:rsidRPr="00F95FBD">
              <w:rPr>
                <w:highlight w:val="yellow"/>
              </w:rPr>
              <w:t>[VLOŽÍ ZHOTOVITEL]</w:t>
            </w:r>
          </w:p>
        </w:tc>
      </w:tr>
      <w:tr w:rsidR="002344F6" w:rsidRPr="00F95FBD" w14:paraId="5A62545C" w14:textId="77777777" w:rsidTr="004C3F8B">
        <w:tc>
          <w:tcPr>
            <w:tcW w:w="3056" w:type="dxa"/>
          </w:tcPr>
          <w:p w14:paraId="491C562E" w14:textId="77777777" w:rsidR="002344F6" w:rsidRPr="00F95FBD" w:rsidRDefault="002344F6" w:rsidP="002344F6">
            <w:pPr>
              <w:pStyle w:val="Tabulka"/>
            </w:pPr>
            <w:r w:rsidRPr="00F95FBD">
              <w:t>E-mail</w:t>
            </w:r>
          </w:p>
        </w:tc>
        <w:tc>
          <w:tcPr>
            <w:tcW w:w="5812" w:type="dxa"/>
          </w:tcPr>
          <w:p w14:paraId="5F22F01C" w14:textId="77777777" w:rsidR="002344F6" w:rsidRPr="00F95FBD" w:rsidRDefault="002344F6" w:rsidP="002344F6">
            <w:pPr>
              <w:pStyle w:val="Tabulka"/>
            </w:pPr>
            <w:r w:rsidRPr="00F95FBD">
              <w:rPr>
                <w:highlight w:val="yellow"/>
              </w:rPr>
              <w:t>[VLOŽÍ ZHOTOVITEL]</w:t>
            </w:r>
          </w:p>
        </w:tc>
      </w:tr>
      <w:tr w:rsidR="002344F6" w:rsidRPr="00F95FBD" w14:paraId="2355918F" w14:textId="77777777" w:rsidTr="004C3F8B">
        <w:tc>
          <w:tcPr>
            <w:tcW w:w="3056" w:type="dxa"/>
          </w:tcPr>
          <w:p w14:paraId="094B46BC" w14:textId="77777777" w:rsidR="002344F6" w:rsidRPr="00F95FBD" w:rsidRDefault="002344F6" w:rsidP="002344F6">
            <w:pPr>
              <w:pStyle w:val="Tabulka"/>
            </w:pPr>
            <w:r w:rsidRPr="00F95FBD">
              <w:t>Telefon</w:t>
            </w:r>
          </w:p>
        </w:tc>
        <w:tc>
          <w:tcPr>
            <w:tcW w:w="5812" w:type="dxa"/>
          </w:tcPr>
          <w:p w14:paraId="27E550B2" w14:textId="77777777" w:rsidR="002344F6" w:rsidRPr="00F95FBD" w:rsidRDefault="002344F6" w:rsidP="002344F6">
            <w:pPr>
              <w:pStyle w:val="Tabulka"/>
            </w:pPr>
            <w:r w:rsidRPr="00F95FBD">
              <w:rPr>
                <w:highlight w:val="yellow"/>
              </w:rPr>
              <w:t>[VLOŽÍ ZHOTOVITEL]</w:t>
            </w:r>
          </w:p>
        </w:tc>
      </w:tr>
    </w:tbl>
    <w:p w14:paraId="24BDED13" w14:textId="77777777" w:rsidR="002344F6" w:rsidRPr="00F95FBD" w:rsidRDefault="002344F6" w:rsidP="002344F6">
      <w:pPr>
        <w:pStyle w:val="Tabulka"/>
      </w:pPr>
    </w:p>
    <w:p w14:paraId="253CA861" w14:textId="4621343A" w:rsidR="002B61DC" w:rsidRPr="00F95FBD" w:rsidRDefault="002B61DC" w:rsidP="002B61DC">
      <w:pPr>
        <w:pStyle w:val="Nadpistabulky"/>
        <w:rPr>
          <w:sz w:val="18"/>
          <w:szCs w:val="18"/>
        </w:rPr>
      </w:pPr>
      <w:r>
        <w:rPr>
          <w:sz w:val="18"/>
          <w:szCs w:val="18"/>
        </w:rPr>
        <w:t>S</w:t>
      </w:r>
      <w:r w:rsidRPr="00EC707C">
        <w:rPr>
          <w:sz w:val="18"/>
          <w:szCs w:val="18"/>
        </w:rPr>
        <w:t xml:space="preserve">pecialista na </w:t>
      </w:r>
      <w:r>
        <w:rPr>
          <w:sz w:val="18"/>
          <w:szCs w:val="18"/>
        </w:rPr>
        <w:t xml:space="preserve">inženýrskou činnost </w:t>
      </w:r>
    </w:p>
    <w:tbl>
      <w:tblPr>
        <w:tblStyle w:val="TabulkaS-zhlav"/>
        <w:tblW w:w="8868" w:type="dxa"/>
        <w:tblLook w:val="04A0" w:firstRow="1" w:lastRow="0" w:firstColumn="1" w:lastColumn="0" w:noHBand="0" w:noVBand="1"/>
      </w:tblPr>
      <w:tblGrid>
        <w:gridCol w:w="3056"/>
        <w:gridCol w:w="5812"/>
      </w:tblGrid>
      <w:tr w:rsidR="002B61DC" w:rsidRPr="004B1956" w14:paraId="506FC69B" w14:textId="77777777" w:rsidTr="005A183C">
        <w:trPr>
          <w:cnfStyle w:val="100000000000" w:firstRow="1" w:lastRow="0" w:firstColumn="0" w:lastColumn="0" w:oddVBand="0" w:evenVBand="0" w:oddHBand="0" w:evenHBand="0" w:firstRowFirstColumn="0" w:firstRowLastColumn="0" w:lastRowFirstColumn="0" w:lastRowLastColumn="0"/>
        </w:trPr>
        <w:tc>
          <w:tcPr>
            <w:tcW w:w="3056" w:type="dxa"/>
          </w:tcPr>
          <w:p w14:paraId="231446BD" w14:textId="77777777" w:rsidR="002B61DC" w:rsidRPr="004B1956" w:rsidRDefault="002B61DC" w:rsidP="005A183C">
            <w:pPr>
              <w:pStyle w:val="Tabulka"/>
              <w:rPr>
                <w:rStyle w:val="Nadpisvtabulce"/>
                <w:b/>
              </w:rPr>
            </w:pPr>
            <w:r w:rsidRPr="004B1956">
              <w:rPr>
                <w:rStyle w:val="Nadpisvtabulce"/>
                <w:b/>
              </w:rPr>
              <w:t>Jméno a příjmení</w:t>
            </w:r>
          </w:p>
        </w:tc>
        <w:tc>
          <w:tcPr>
            <w:tcW w:w="5812" w:type="dxa"/>
          </w:tcPr>
          <w:p w14:paraId="5BEA8EA9" w14:textId="77777777" w:rsidR="002B61DC" w:rsidRPr="004B1956" w:rsidRDefault="002B61DC" w:rsidP="005A183C">
            <w:pPr>
              <w:pStyle w:val="Tabulka"/>
            </w:pPr>
            <w:r w:rsidRPr="004B1956">
              <w:rPr>
                <w:highlight w:val="yellow"/>
              </w:rPr>
              <w:t>[VLOŽÍ ZHOTOVITEL]</w:t>
            </w:r>
          </w:p>
        </w:tc>
      </w:tr>
      <w:tr w:rsidR="002B61DC" w:rsidRPr="00F95FBD" w14:paraId="07C1050D" w14:textId="77777777" w:rsidTr="005A183C">
        <w:tc>
          <w:tcPr>
            <w:tcW w:w="3056" w:type="dxa"/>
          </w:tcPr>
          <w:p w14:paraId="6B2300A6" w14:textId="77777777" w:rsidR="002B61DC" w:rsidRPr="00F95FBD" w:rsidRDefault="002B61DC" w:rsidP="005A183C">
            <w:pPr>
              <w:pStyle w:val="Tabulka"/>
            </w:pPr>
            <w:r w:rsidRPr="00F95FBD">
              <w:t>Adresa</w:t>
            </w:r>
          </w:p>
        </w:tc>
        <w:tc>
          <w:tcPr>
            <w:tcW w:w="5812" w:type="dxa"/>
          </w:tcPr>
          <w:p w14:paraId="38DCC010" w14:textId="77777777" w:rsidR="002B61DC" w:rsidRPr="00F95FBD" w:rsidRDefault="002B61DC" w:rsidP="005A183C">
            <w:pPr>
              <w:pStyle w:val="Tabulka"/>
            </w:pPr>
            <w:r w:rsidRPr="00F95FBD">
              <w:rPr>
                <w:highlight w:val="yellow"/>
              </w:rPr>
              <w:t>[VLOŽÍ ZHOTOVITEL]</w:t>
            </w:r>
          </w:p>
        </w:tc>
      </w:tr>
      <w:tr w:rsidR="002B61DC" w:rsidRPr="00F95FBD" w14:paraId="3CC84076" w14:textId="77777777" w:rsidTr="005A183C">
        <w:tc>
          <w:tcPr>
            <w:tcW w:w="3056" w:type="dxa"/>
          </w:tcPr>
          <w:p w14:paraId="12EB7208" w14:textId="77777777" w:rsidR="002B61DC" w:rsidRPr="00F95FBD" w:rsidRDefault="002B61DC" w:rsidP="005A183C">
            <w:pPr>
              <w:pStyle w:val="Tabulka"/>
            </w:pPr>
            <w:r w:rsidRPr="00F95FBD">
              <w:t>E-mail</w:t>
            </w:r>
          </w:p>
        </w:tc>
        <w:tc>
          <w:tcPr>
            <w:tcW w:w="5812" w:type="dxa"/>
          </w:tcPr>
          <w:p w14:paraId="6D825A1F" w14:textId="77777777" w:rsidR="002B61DC" w:rsidRPr="00F95FBD" w:rsidRDefault="002B61DC" w:rsidP="005A183C">
            <w:pPr>
              <w:pStyle w:val="Tabulka"/>
            </w:pPr>
            <w:r w:rsidRPr="00F95FBD">
              <w:rPr>
                <w:highlight w:val="yellow"/>
              </w:rPr>
              <w:t>[VLOŽÍ ZHOTOVITEL]</w:t>
            </w:r>
          </w:p>
        </w:tc>
      </w:tr>
      <w:tr w:rsidR="002B61DC" w:rsidRPr="00F95FBD" w14:paraId="40FCBAAD" w14:textId="77777777" w:rsidTr="005A183C">
        <w:tc>
          <w:tcPr>
            <w:tcW w:w="3056" w:type="dxa"/>
          </w:tcPr>
          <w:p w14:paraId="695DC99A" w14:textId="77777777" w:rsidR="002B61DC" w:rsidRPr="00F95FBD" w:rsidRDefault="002B61DC" w:rsidP="005A183C">
            <w:pPr>
              <w:pStyle w:val="Tabulka"/>
            </w:pPr>
            <w:r w:rsidRPr="00F95FBD">
              <w:t>Telefon</w:t>
            </w:r>
          </w:p>
        </w:tc>
        <w:tc>
          <w:tcPr>
            <w:tcW w:w="5812" w:type="dxa"/>
          </w:tcPr>
          <w:p w14:paraId="4E0C17E0" w14:textId="77777777" w:rsidR="002B61DC" w:rsidRPr="00F95FBD" w:rsidRDefault="002B61DC" w:rsidP="005A183C">
            <w:pPr>
              <w:pStyle w:val="Tabulka"/>
            </w:pPr>
            <w:r w:rsidRPr="00F95FBD">
              <w:rPr>
                <w:highlight w:val="yellow"/>
              </w:rPr>
              <w:t>[VLOŽÍ ZHOTOVITEL]</w:t>
            </w:r>
          </w:p>
        </w:tc>
      </w:tr>
    </w:tbl>
    <w:p w14:paraId="3A925192" w14:textId="77777777" w:rsidR="002344F6" w:rsidRPr="00F95FBD" w:rsidRDefault="002344F6" w:rsidP="002344F6">
      <w:pPr>
        <w:pStyle w:val="Tabulka"/>
      </w:pPr>
    </w:p>
    <w:p w14:paraId="1A5015E6" w14:textId="03F94F71" w:rsidR="002344F6" w:rsidRPr="00F95FBD" w:rsidRDefault="002B64E2" w:rsidP="002344F6">
      <w:pPr>
        <w:pStyle w:val="Nadpistabulky"/>
        <w:rPr>
          <w:sz w:val="18"/>
          <w:szCs w:val="18"/>
        </w:rPr>
      </w:pPr>
      <w:r>
        <w:rPr>
          <w:sz w:val="18"/>
          <w:szCs w:val="18"/>
        </w:rPr>
        <w:t>Specialista na požární bezpečnost</w:t>
      </w:r>
      <w:r w:rsidR="002344F6">
        <w:rPr>
          <w:sz w:val="18"/>
          <w:szCs w:val="18"/>
        </w:rPr>
        <w:t xml:space="preserve"> </w:t>
      </w:r>
    </w:p>
    <w:tbl>
      <w:tblPr>
        <w:tblStyle w:val="TabulkaS-zhlav"/>
        <w:tblW w:w="8868" w:type="dxa"/>
        <w:tblLook w:val="04A0" w:firstRow="1" w:lastRow="0" w:firstColumn="1" w:lastColumn="0" w:noHBand="0" w:noVBand="1"/>
      </w:tblPr>
      <w:tblGrid>
        <w:gridCol w:w="3056"/>
        <w:gridCol w:w="5812"/>
      </w:tblGrid>
      <w:tr w:rsidR="002344F6" w:rsidRPr="004B1956" w14:paraId="4BCD9A55" w14:textId="77777777" w:rsidTr="004C3F8B">
        <w:trPr>
          <w:cnfStyle w:val="100000000000" w:firstRow="1" w:lastRow="0" w:firstColumn="0" w:lastColumn="0" w:oddVBand="0" w:evenVBand="0" w:oddHBand="0" w:evenHBand="0" w:firstRowFirstColumn="0" w:firstRowLastColumn="0" w:lastRowFirstColumn="0" w:lastRowLastColumn="0"/>
        </w:trPr>
        <w:tc>
          <w:tcPr>
            <w:tcW w:w="3056" w:type="dxa"/>
          </w:tcPr>
          <w:p w14:paraId="0D64D374" w14:textId="77777777" w:rsidR="002344F6" w:rsidRPr="004B1956" w:rsidRDefault="002344F6" w:rsidP="002344F6">
            <w:pPr>
              <w:pStyle w:val="Tabulka"/>
              <w:rPr>
                <w:rStyle w:val="Nadpisvtabulce"/>
                <w:b/>
              </w:rPr>
            </w:pPr>
            <w:r w:rsidRPr="004B1956">
              <w:rPr>
                <w:rStyle w:val="Nadpisvtabulce"/>
                <w:b/>
              </w:rPr>
              <w:t>Jméno a příjmení</w:t>
            </w:r>
          </w:p>
        </w:tc>
        <w:tc>
          <w:tcPr>
            <w:tcW w:w="5812" w:type="dxa"/>
          </w:tcPr>
          <w:p w14:paraId="7010B3C6" w14:textId="77777777" w:rsidR="002344F6" w:rsidRPr="004B1956" w:rsidRDefault="002344F6" w:rsidP="002344F6">
            <w:pPr>
              <w:pStyle w:val="Tabulka"/>
            </w:pPr>
            <w:r w:rsidRPr="004B1956">
              <w:rPr>
                <w:highlight w:val="yellow"/>
              </w:rPr>
              <w:t>[VLOŽÍ ZHOTOVITEL]</w:t>
            </w:r>
          </w:p>
        </w:tc>
      </w:tr>
      <w:tr w:rsidR="002344F6" w:rsidRPr="00F95FBD" w14:paraId="7E7E9825" w14:textId="77777777" w:rsidTr="004C3F8B">
        <w:tc>
          <w:tcPr>
            <w:tcW w:w="3056" w:type="dxa"/>
          </w:tcPr>
          <w:p w14:paraId="29A67BD5" w14:textId="77777777" w:rsidR="002344F6" w:rsidRPr="00F95FBD" w:rsidRDefault="002344F6" w:rsidP="002344F6">
            <w:pPr>
              <w:pStyle w:val="Tabulka"/>
            </w:pPr>
            <w:r w:rsidRPr="00F95FBD">
              <w:t>Adresa</w:t>
            </w:r>
          </w:p>
        </w:tc>
        <w:tc>
          <w:tcPr>
            <w:tcW w:w="5812" w:type="dxa"/>
          </w:tcPr>
          <w:p w14:paraId="72E962C2" w14:textId="77777777" w:rsidR="002344F6" w:rsidRPr="00F95FBD" w:rsidRDefault="002344F6" w:rsidP="002344F6">
            <w:pPr>
              <w:pStyle w:val="Tabulka"/>
            </w:pPr>
            <w:r w:rsidRPr="00F95FBD">
              <w:rPr>
                <w:highlight w:val="yellow"/>
              </w:rPr>
              <w:t>[VLOŽÍ ZHOTOVITEL]</w:t>
            </w:r>
          </w:p>
        </w:tc>
      </w:tr>
      <w:tr w:rsidR="002344F6" w:rsidRPr="00F95FBD" w14:paraId="2793FD34" w14:textId="77777777" w:rsidTr="004C3F8B">
        <w:tc>
          <w:tcPr>
            <w:tcW w:w="3056" w:type="dxa"/>
          </w:tcPr>
          <w:p w14:paraId="599FC464" w14:textId="77777777" w:rsidR="002344F6" w:rsidRPr="00F95FBD" w:rsidRDefault="002344F6" w:rsidP="002344F6">
            <w:pPr>
              <w:pStyle w:val="Tabulka"/>
            </w:pPr>
            <w:r w:rsidRPr="00F95FBD">
              <w:t>E-mail</w:t>
            </w:r>
          </w:p>
        </w:tc>
        <w:tc>
          <w:tcPr>
            <w:tcW w:w="5812" w:type="dxa"/>
          </w:tcPr>
          <w:p w14:paraId="613E2165" w14:textId="77777777" w:rsidR="002344F6" w:rsidRPr="00F95FBD" w:rsidRDefault="002344F6" w:rsidP="002344F6">
            <w:pPr>
              <w:pStyle w:val="Tabulka"/>
            </w:pPr>
            <w:r w:rsidRPr="00F95FBD">
              <w:rPr>
                <w:highlight w:val="yellow"/>
              </w:rPr>
              <w:t>[VLOŽÍ ZHOTOVITEL]</w:t>
            </w:r>
          </w:p>
        </w:tc>
      </w:tr>
      <w:tr w:rsidR="002344F6" w:rsidRPr="00F95FBD" w14:paraId="63B6B557" w14:textId="77777777" w:rsidTr="004C3F8B">
        <w:tc>
          <w:tcPr>
            <w:tcW w:w="3056" w:type="dxa"/>
          </w:tcPr>
          <w:p w14:paraId="736581BD" w14:textId="77777777" w:rsidR="002344F6" w:rsidRPr="00F95FBD" w:rsidRDefault="002344F6" w:rsidP="002344F6">
            <w:pPr>
              <w:pStyle w:val="Tabulka"/>
            </w:pPr>
            <w:r w:rsidRPr="00F95FBD">
              <w:t>Telefon</w:t>
            </w:r>
          </w:p>
        </w:tc>
        <w:tc>
          <w:tcPr>
            <w:tcW w:w="5812" w:type="dxa"/>
          </w:tcPr>
          <w:p w14:paraId="182F254D" w14:textId="77777777" w:rsidR="002344F6" w:rsidRPr="00F95FBD" w:rsidRDefault="002344F6" w:rsidP="002344F6">
            <w:pPr>
              <w:pStyle w:val="Tabulka"/>
            </w:pPr>
            <w:r w:rsidRPr="00F95FBD">
              <w:rPr>
                <w:highlight w:val="yellow"/>
              </w:rPr>
              <w:t>[VLOŽÍ ZHOTOVITEL]</w:t>
            </w:r>
          </w:p>
        </w:tc>
      </w:tr>
    </w:tbl>
    <w:p w14:paraId="7357B78C" w14:textId="77777777" w:rsidR="002344F6" w:rsidRDefault="002344F6" w:rsidP="002344F6">
      <w:pPr>
        <w:pStyle w:val="Textbezodsazen"/>
      </w:pPr>
    </w:p>
    <w:p w14:paraId="07297A1D" w14:textId="2994E821" w:rsidR="002B64E2" w:rsidRPr="00F95FBD" w:rsidRDefault="002B64E2" w:rsidP="002B64E2">
      <w:pPr>
        <w:pStyle w:val="Nadpistabulky"/>
        <w:rPr>
          <w:sz w:val="18"/>
          <w:szCs w:val="18"/>
        </w:rPr>
      </w:pPr>
      <w:r>
        <w:rPr>
          <w:sz w:val="18"/>
          <w:szCs w:val="18"/>
        </w:rPr>
        <w:t xml:space="preserve">Specialista na energetické výpočty </w:t>
      </w:r>
    </w:p>
    <w:tbl>
      <w:tblPr>
        <w:tblStyle w:val="TabulkaS-zhlav"/>
        <w:tblW w:w="8868" w:type="dxa"/>
        <w:tblLook w:val="04A0" w:firstRow="1" w:lastRow="0" w:firstColumn="1" w:lastColumn="0" w:noHBand="0" w:noVBand="1"/>
      </w:tblPr>
      <w:tblGrid>
        <w:gridCol w:w="3056"/>
        <w:gridCol w:w="5812"/>
      </w:tblGrid>
      <w:tr w:rsidR="002B64E2" w:rsidRPr="004B1956" w14:paraId="0DC85EC2" w14:textId="77777777" w:rsidTr="005A183C">
        <w:trPr>
          <w:cnfStyle w:val="100000000000" w:firstRow="1" w:lastRow="0" w:firstColumn="0" w:lastColumn="0" w:oddVBand="0" w:evenVBand="0" w:oddHBand="0" w:evenHBand="0" w:firstRowFirstColumn="0" w:firstRowLastColumn="0" w:lastRowFirstColumn="0" w:lastRowLastColumn="0"/>
        </w:trPr>
        <w:tc>
          <w:tcPr>
            <w:tcW w:w="3056" w:type="dxa"/>
          </w:tcPr>
          <w:p w14:paraId="5D3E4E93" w14:textId="77777777" w:rsidR="002B64E2" w:rsidRPr="004B1956" w:rsidRDefault="002B64E2" w:rsidP="005A183C">
            <w:pPr>
              <w:pStyle w:val="Tabulka"/>
              <w:rPr>
                <w:rStyle w:val="Nadpisvtabulce"/>
                <w:b/>
              </w:rPr>
            </w:pPr>
            <w:r w:rsidRPr="004B1956">
              <w:rPr>
                <w:rStyle w:val="Nadpisvtabulce"/>
                <w:b/>
              </w:rPr>
              <w:t>Jméno a příjmení</w:t>
            </w:r>
          </w:p>
        </w:tc>
        <w:tc>
          <w:tcPr>
            <w:tcW w:w="5812" w:type="dxa"/>
          </w:tcPr>
          <w:p w14:paraId="3A594567" w14:textId="77777777" w:rsidR="002B64E2" w:rsidRPr="004B1956" w:rsidRDefault="002B64E2" w:rsidP="005A183C">
            <w:pPr>
              <w:pStyle w:val="Tabulka"/>
            </w:pPr>
            <w:r w:rsidRPr="004B1956">
              <w:rPr>
                <w:highlight w:val="yellow"/>
              </w:rPr>
              <w:t>[VLOŽÍ ZHOTOVITEL]</w:t>
            </w:r>
          </w:p>
        </w:tc>
      </w:tr>
      <w:tr w:rsidR="002B64E2" w:rsidRPr="00F95FBD" w14:paraId="63E35B0E" w14:textId="77777777" w:rsidTr="005A183C">
        <w:tc>
          <w:tcPr>
            <w:tcW w:w="3056" w:type="dxa"/>
          </w:tcPr>
          <w:p w14:paraId="5AE7DFE3" w14:textId="77777777" w:rsidR="002B64E2" w:rsidRPr="00F95FBD" w:rsidRDefault="002B64E2" w:rsidP="005A183C">
            <w:pPr>
              <w:pStyle w:val="Tabulka"/>
            </w:pPr>
            <w:r w:rsidRPr="00F95FBD">
              <w:t>Adresa</w:t>
            </w:r>
          </w:p>
        </w:tc>
        <w:tc>
          <w:tcPr>
            <w:tcW w:w="5812" w:type="dxa"/>
          </w:tcPr>
          <w:p w14:paraId="0C84F623" w14:textId="77777777" w:rsidR="002B64E2" w:rsidRPr="00F95FBD" w:rsidRDefault="002B64E2" w:rsidP="005A183C">
            <w:pPr>
              <w:pStyle w:val="Tabulka"/>
            </w:pPr>
            <w:r w:rsidRPr="00F95FBD">
              <w:rPr>
                <w:highlight w:val="yellow"/>
              </w:rPr>
              <w:t>[VLOŽÍ ZHOTOVITEL]</w:t>
            </w:r>
          </w:p>
        </w:tc>
      </w:tr>
      <w:tr w:rsidR="002B64E2" w:rsidRPr="00F95FBD" w14:paraId="22E081F6" w14:textId="77777777" w:rsidTr="005A183C">
        <w:tc>
          <w:tcPr>
            <w:tcW w:w="3056" w:type="dxa"/>
          </w:tcPr>
          <w:p w14:paraId="242906B9" w14:textId="77777777" w:rsidR="002B64E2" w:rsidRPr="00F95FBD" w:rsidRDefault="002B64E2" w:rsidP="005A183C">
            <w:pPr>
              <w:pStyle w:val="Tabulka"/>
            </w:pPr>
            <w:r w:rsidRPr="00F95FBD">
              <w:t>E-mail</w:t>
            </w:r>
          </w:p>
        </w:tc>
        <w:tc>
          <w:tcPr>
            <w:tcW w:w="5812" w:type="dxa"/>
          </w:tcPr>
          <w:p w14:paraId="54F3AA7E" w14:textId="77777777" w:rsidR="002B64E2" w:rsidRPr="00F95FBD" w:rsidRDefault="002B64E2" w:rsidP="005A183C">
            <w:pPr>
              <w:pStyle w:val="Tabulka"/>
            </w:pPr>
            <w:r w:rsidRPr="00F95FBD">
              <w:rPr>
                <w:highlight w:val="yellow"/>
              </w:rPr>
              <w:t>[VLOŽÍ ZHOTOVITEL]</w:t>
            </w:r>
          </w:p>
        </w:tc>
      </w:tr>
      <w:tr w:rsidR="002B64E2" w:rsidRPr="00F95FBD" w14:paraId="0A63836E" w14:textId="77777777" w:rsidTr="005A183C">
        <w:tc>
          <w:tcPr>
            <w:tcW w:w="3056" w:type="dxa"/>
          </w:tcPr>
          <w:p w14:paraId="19E67A35" w14:textId="77777777" w:rsidR="002B64E2" w:rsidRPr="00F95FBD" w:rsidRDefault="002B64E2" w:rsidP="005A183C">
            <w:pPr>
              <w:pStyle w:val="Tabulka"/>
            </w:pPr>
            <w:r w:rsidRPr="00F95FBD">
              <w:t>Telefon</w:t>
            </w:r>
          </w:p>
        </w:tc>
        <w:tc>
          <w:tcPr>
            <w:tcW w:w="5812" w:type="dxa"/>
          </w:tcPr>
          <w:p w14:paraId="39EB13CD" w14:textId="77777777" w:rsidR="002B64E2" w:rsidRPr="00F95FBD" w:rsidRDefault="002B64E2" w:rsidP="005A183C">
            <w:pPr>
              <w:pStyle w:val="Tabulka"/>
            </w:pPr>
            <w:r w:rsidRPr="00F95FBD">
              <w:rPr>
                <w:highlight w:val="yellow"/>
              </w:rPr>
              <w:t>[VLOŽÍ ZHOTOVITEL]</w:t>
            </w:r>
          </w:p>
        </w:tc>
      </w:tr>
    </w:tbl>
    <w:p w14:paraId="26B5D247" w14:textId="77777777" w:rsidR="002B64E2" w:rsidRDefault="002B64E2" w:rsidP="002344F6">
      <w:pPr>
        <w:pStyle w:val="Textbezodsazen"/>
      </w:pPr>
    </w:p>
    <w:p w14:paraId="2850B3ED" w14:textId="3D629007" w:rsidR="002B61DC" w:rsidRPr="00F95FBD" w:rsidRDefault="002B61DC" w:rsidP="002B61DC">
      <w:pPr>
        <w:pStyle w:val="Nadpistabulky"/>
        <w:rPr>
          <w:sz w:val="18"/>
          <w:szCs w:val="18"/>
        </w:rPr>
      </w:pPr>
      <w:r>
        <w:rPr>
          <w:sz w:val="18"/>
          <w:szCs w:val="18"/>
        </w:rPr>
        <w:t xml:space="preserve">Specialista na hodnocení ekonomické efektivnosti </w:t>
      </w:r>
    </w:p>
    <w:tbl>
      <w:tblPr>
        <w:tblStyle w:val="TabulkaS-zhlav"/>
        <w:tblW w:w="8868" w:type="dxa"/>
        <w:tblLook w:val="04A0" w:firstRow="1" w:lastRow="0" w:firstColumn="1" w:lastColumn="0" w:noHBand="0" w:noVBand="1"/>
      </w:tblPr>
      <w:tblGrid>
        <w:gridCol w:w="3056"/>
        <w:gridCol w:w="5812"/>
      </w:tblGrid>
      <w:tr w:rsidR="002B61DC" w:rsidRPr="004B1956" w14:paraId="7AD74C6F" w14:textId="77777777" w:rsidTr="005A183C">
        <w:trPr>
          <w:cnfStyle w:val="100000000000" w:firstRow="1" w:lastRow="0" w:firstColumn="0" w:lastColumn="0" w:oddVBand="0" w:evenVBand="0" w:oddHBand="0" w:evenHBand="0" w:firstRowFirstColumn="0" w:firstRowLastColumn="0" w:lastRowFirstColumn="0" w:lastRowLastColumn="0"/>
        </w:trPr>
        <w:tc>
          <w:tcPr>
            <w:tcW w:w="3056" w:type="dxa"/>
          </w:tcPr>
          <w:p w14:paraId="3B136589" w14:textId="77777777" w:rsidR="002B61DC" w:rsidRPr="004B1956" w:rsidRDefault="002B61DC" w:rsidP="005A183C">
            <w:pPr>
              <w:pStyle w:val="Tabulka"/>
              <w:rPr>
                <w:rStyle w:val="Nadpisvtabulce"/>
                <w:b/>
              </w:rPr>
            </w:pPr>
            <w:r w:rsidRPr="004B1956">
              <w:rPr>
                <w:rStyle w:val="Nadpisvtabulce"/>
                <w:b/>
              </w:rPr>
              <w:t>Jméno a příjmení</w:t>
            </w:r>
          </w:p>
        </w:tc>
        <w:tc>
          <w:tcPr>
            <w:tcW w:w="5812" w:type="dxa"/>
          </w:tcPr>
          <w:p w14:paraId="722B1BD2" w14:textId="77777777" w:rsidR="002B61DC" w:rsidRPr="004B1956" w:rsidRDefault="002B61DC" w:rsidP="005A183C">
            <w:pPr>
              <w:pStyle w:val="Tabulka"/>
            </w:pPr>
            <w:r w:rsidRPr="004B1956">
              <w:rPr>
                <w:highlight w:val="yellow"/>
              </w:rPr>
              <w:t>[VLOŽÍ ZHOTOVITEL]</w:t>
            </w:r>
          </w:p>
        </w:tc>
      </w:tr>
      <w:tr w:rsidR="002B61DC" w:rsidRPr="00F95FBD" w14:paraId="090C0835" w14:textId="77777777" w:rsidTr="005A183C">
        <w:tc>
          <w:tcPr>
            <w:tcW w:w="3056" w:type="dxa"/>
          </w:tcPr>
          <w:p w14:paraId="309C35FC" w14:textId="77777777" w:rsidR="002B61DC" w:rsidRPr="00F95FBD" w:rsidRDefault="002B61DC" w:rsidP="005A183C">
            <w:pPr>
              <w:pStyle w:val="Tabulka"/>
            </w:pPr>
            <w:r w:rsidRPr="00F95FBD">
              <w:t>Adresa</w:t>
            </w:r>
          </w:p>
        </w:tc>
        <w:tc>
          <w:tcPr>
            <w:tcW w:w="5812" w:type="dxa"/>
          </w:tcPr>
          <w:p w14:paraId="73CFE188" w14:textId="77777777" w:rsidR="002B61DC" w:rsidRPr="00F95FBD" w:rsidRDefault="002B61DC" w:rsidP="005A183C">
            <w:pPr>
              <w:pStyle w:val="Tabulka"/>
            </w:pPr>
            <w:r w:rsidRPr="00F95FBD">
              <w:rPr>
                <w:highlight w:val="yellow"/>
              </w:rPr>
              <w:t>[VLOŽÍ ZHOTOVITEL]</w:t>
            </w:r>
          </w:p>
        </w:tc>
      </w:tr>
      <w:tr w:rsidR="002B61DC" w:rsidRPr="00F95FBD" w14:paraId="2BC60805" w14:textId="77777777" w:rsidTr="005A183C">
        <w:tc>
          <w:tcPr>
            <w:tcW w:w="3056" w:type="dxa"/>
          </w:tcPr>
          <w:p w14:paraId="2DA39F03" w14:textId="77777777" w:rsidR="002B61DC" w:rsidRPr="00F95FBD" w:rsidRDefault="002B61DC" w:rsidP="005A183C">
            <w:pPr>
              <w:pStyle w:val="Tabulka"/>
            </w:pPr>
            <w:r w:rsidRPr="00F95FBD">
              <w:t>E-mail</w:t>
            </w:r>
          </w:p>
        </w:tc>
        <w:tc>
          <w:tcPr>
            <w:tcW w:w="5812" w:type="dxa"/>
          </w:tcPr>
          <w:p w14:paraId="7918140C" w14:textId="77777777" w:rsidR="002B61DC" w:rsidRPr="00F95FBD" w:rsidRDefault="002B61DC" w:rsidP="005A183C">
            <w:pPr>
              <w:pStyle w:val="Tabulka"/>
            </w:pPr>
            <w:r w:rsidRPr="00F95FBD">
              <w:rPr>
                <w:highlight w:val="yellow"/>
              </w:rPr>
              <w:t>[VLOŽÍ ZHOTOVITEL]</w:t>
            </w:r>
          </w:p>
        </w:tc>
      </w:tr>
      <w:tr w:rsidR="002B61DC" w:rsidRPr="00F95FBD" w14:paraId="4AF6C130" w14:textId="77777777" w:rsidTr="005A183C">
        <w:tc>
          <w:tcPr>
            <w:tcW w:w="3056" w:type="dxa"/>
          </w:tcPr>
          <w:p w14:paraId="672E84CD" w14:textId="77777777" w:rsidR="002B61DC" w:rsidRPr="00F95FBD" w:rsidRDefault="002B61DC" w:rsidP="005A183C">
            <w:pPr>
              <w:pStyle w:val="Tabulka"/>
            </w:pPr>
            <w:r w:rsidRPr="00F95FBD">
              <w:t>Telefon</w:t>
            </w:r>
          </w:p>
        </w:tc>
        <w:tc>
          <w:tcPr>
            <w:tcW w:w="5812" w:type="dxa"/>
          </w:tcPr>
          <w:p w14:paraId="7EA99645" w14:textId="77777777" w:rsidR="002B61DC" w:rsidRPr="00F95FBD" w:rsidRDefault="002B61DC" w:rsidP="005A183C">
            <w:pPr>
              <w:pStyle w:val="Tabulka"/>
            </w:pPr>
            <w:r w:rsidRPr="00F95FBD">
              <w:rPr>
                <w:highlight w:val="yellow"/>
              </w:rPr>
              <w:t>[VLOŽÍ ZHOTOVITEL]</w:t>
            </w:r>
          </w:p>
        </w:tc>
      </w:tr>
    </w:tbl>
    <w:p w14:paraId="775E2C78" w14:textId="77777777" w:rsidR="002B61DC" w:rsidRDefault="002B61DC" w:rsidP="002344F6">
      <w:pPr>
        <w:pStyle w:val="Textbezodsazen"/>
      </w:pPr>
    </w:p>
    <w:p w14:paraId="72DCF638"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21DEC1A6" w14:textId="77777777" w:rsidR="002344F6" w:rsidRDefault="002344F6" w:rsidP="002344F6">
      <w:pPr>
        <w:pStyle w:val="Textbezodsazen"/>
      </w:pPr>
    </w:p>
    <w:p w14:paraId="79B7C828"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A8691FB" w14:textId="77777777" w:rsidR="002344F6" w:rsidRDefault="002344F6" w:rsidP="002344F6">
      <w:pPr>
        <w:pStyle w:val="Textbezodsazen"/>
      </w:pPr>
    </w:p>
    <w:p w14:paraId="379B0FF1" w14:textId="77777777" w:rsidR="002344F6" w:rsidRDefault="002344F6" w:rsidP="002344F6">
      <w:pPr>
        <w:pStyle w:val="Textbezodsazen"/>
      </w:pPr>
    </w:p>
    <w:p w14:paraId="52BF6E83" w14:textId="77777777" w:rsidR="002344F6" w:rsidRDefault="002344F6" w:rsidP="002344F6">
      <w:pPr>
        <w:pStyle w:val="Tabulka"/>
      </w:pPr>
    </w:p>
    <w:p w14:paraId="14FF68E4" w14:textId="77777777" w:rsidR="00740EE9" w:rsidRDefault="00740EE9" w:rsidP="00740EE9">
      <w:pPr>
        <w:pStyle w:val="Textbezodsazen"/>
      </w:pPr>
    </w:p>
    <w:p w14:paraId="2567A961" w14:textId="77777777" w:rsidR="00740EE9" w:rsidRDefault="00740EE9" w:rsidP="00740EE9">
      <w:pPr>
        <w:pStyle w:val="Textbezodsazen"/>
      </w:pPr>
    </w:p>
    <w:p w14:paraId="14D9AAB5" w14:textId="77777777" w:rsidR="00740EE9" w:rsidRDefault="00740EE9" w:rsidP="00F762A8">
      <w:pPr>
        <w:pStyle w:val="Nadpisbezsl1-1"/>
        <w:sectPr w:rsidR="00740EE9" w:rsidSect="00AB4F25">
          <w:headerReference w:type="default" r:id="rId30"/>
          <w:footerReference w:type="even" r:id="rId31"/>
          <w:footerReference w:type="default" r:id="rId32"/>
          <w:pgSz w:w="11906" w:h="16838" w:code="9"/>
          <w:pgMar w:top="1077" w:right="1588" w:bottom="1474" w:left="1588" w:header="567" w:footer="567" w:gutter="0"/>
          <w:pgNumType w:start="1"/>
          <w:cols w:space="708"/>
          <w:docGrid w:linePitch="360"/>
        </w:sectPr>
      </w:pPr>
    </w:p>
    <w:p w14:paraId="7D76ABA1" w14:textId="77777777" w:rsidR="00872362" w:rsidRDefault="00872362" w:rsidP="00872362">
      <w:pPr>
        <w:pStyle w:val="Nadpisbezsl1-1"/>
      </w:pPr>
      <w:r w:rsidRPr="004436EE">
        <w:lastRenderedPageBreak/>
        <w:t>Příloha</w:t>
      </w:r>
      <w:r>
        <w:t xml:space="preserve"> č. 7</w:t>
      </w:r>
    </w:p>
    <w:p w14:paraId="4CA34370" w14:textId="77777777" w:rsidR="00872362" w:rsidRDefault="00872362" w:rsidP="00872362">
      <w:pPr>
        <w:pStyle w:val="Nadpisbezsl1-2"/>
      </w:pPr>
      <w:r>
        <w:t>Seznam požadovaných pojištění</w:t>
      </w:r>
    </w:p>
    <w:p w14:paraId="2E5EF495"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0BD9CA41" w14:textId="77777777" w:rsidR="00872362" w:rsidRDefault="00872362" w:rsidP="00872362">
      <w:pPr>
        <w:pStyle w:val="Textbezodsazen"/>
      </w:pPr>
    </w:p>
    <w:tbl>
      <w:tblPr>
        <w:tblStyle w:val="TabulkaS-zhlav"/>
        <w:tblW w:w="0" w:type="auto"/>
        <w:tblLook w:val="04A0" w:firstRow="1" w:lastRow="0" w:firstColumn="1" w:lastColumn="0" w:noHBand="0" w:noVBand="1"/>
      </w:tblPr>
      <w:tblGrid>
        <w:gridCol w:w="4555"/>
        <w:gridCol w:w="4175"/>
      </w:tblGrid>
      <w:tr w:rsidR="00872362" w:rsidRPr="004B1956" w14:paraId="192BD090" w14:textId="77777777" w:rsidTr="004C3F8B">
        <w:trPr>
          <w:cnfStyle w:val="100000000000" w:firstRow="1" w:lastRow="0" w:firstColumn="0" w:lastColumn="0" w:oddVBand="0" w:evenVBand="0" w:oddHBand="0" w:evenHBand="0" w:firstRowFirstColumn="0" w:firstRowLastColumn="0" w:lastRowFirstColumn="0" w:lastRowLastColumn="0"/>
        </w:trPr>
        <w:tc>
          <w:tcPr>
            <w:tcW w:w="4615" w:type="dxa"/>
          </w:tcPr>
          <w:p w14:paraId="3D30D616" w14:textId="77777777" w:rsidR="00872362" w:rsidRPr="004B1956" w:rsidRDefault="00872362" w:rsidP="000509D4">
            <w:pPr>
              <w:pStyle w:val="Textbezodsazen"/>
              <w:rPr>
                <w:rStyle w:val="Tun"/>
                <w:b/>
              </w:rPr>
            </w:pPr>
            <w:r w:rsidRPr="004B1956">
              <w:rPr>
                <w:rStyle w:val="Tun"/>
                <w:b/>
              </w:rPr>
              <w:t>DRUH POJIŠTĚNÍ</w:t>
            </w:r>
          </w:p>
        </w:tc>
        <w:tc>
          <w:tcPr>
            <w:tcW w:w="4227" w:type="dxa"/>
          </w:tcPr>
          <w:p w14:paraId="1591E5DB" w14:textId="77777777" w:rsidR="00872362" w:rsidRPr="004B1956" w:rsidRDefault="00872362" w:rsidP="000509D4">
            <w:pPr>
              <w:pStyle w:val="Textbezodsazen"/>
              <w:rPr>
                <w:rStyle w:val="Tun"/>
                <w:b/>
              </w:rPr>
            </w:pPr>
            <w:r w:rsidRPr="004B1956">
              <w:rPr>
                <w:rStyle w:val="Tun"/>
                <w:b/>
              </w:rPr>
              <w:t>MINIMÁLNÍ VÝŠE POJISTNÉHO PLNĚNÍ</w:t>
            </w:r>
          </w:p>
        </w:tc>
      </w:tr>
      <w:tr w:rsidR="00872362" w:rsidRPr="004436EE" w14:paraId="0B4B5BAC" w14:textId="77777777" w:rsidTr="004C3F8B">
        <w:tc>
          <w:tcPr>
            <w:tcW w:w="4615" w:type="dxa"/>
          </w:tcPr>
          <w:p w14:paraId="40ECDB29"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59A08C3C" w14:textId="77777777" w:rsidR="00872362" w:rsidRDefault="00483E6C" w:rsidP="000509D4">
            <w:pPr>
              <w:pStyle w:val="Textbezodsazen"/>
            </w:pPr>
            <w:r>
              <w:t>43.050.000,- Kč bez DPH</w:t>
            </w:r>
          </w:p>
          <w:p w14:paraId="7F30B98D" w14:textId="6F84CE14" w:rsidR="00872362" w:rsidRPr="00483E6C" w:rsidRDefault="00872362" w:rsidP="00872362">
            <w:pPr>
              <w:pStyle w:val="Textbezodsazen"/>
              <w:jc w:val="left"/>
              <w:rPr>
                <w:i/>
                <w:strike/>
              </w:rPr>
            </w:pPr>
          </w:p>
        </w:tc>
      </w:tr>
    </w:tbl>
    <w:p w14:paraId="65089C4A" w14:textId="77777777" w:rsidR="00872362" w:rsidRDefault="00872362" w:rsidP="00872362">
      <w:pPr>
        <w:pStyle w:val="Textbezodsazen"/>
      </w:pPr>
    </w:p>
    <w:p w14:paraId="1660B5AD" w14:textId="77777777" w:rsidR="00670D9A" w:rsidRDefault="00670D9A" w:rsidP="00872362">
      <w:pPr>
        <w:pStyle w:val="Textbezodsazen"/>
      </w:pPr>
    </w:p>
    <w:p w14:paraId="17266BD1" w14:textId="77777777" w:rsidR="00670D9A" w:rsidRDefault="00670D9A" w:rsidP="00872362">
      <w:pPr>
        <w:pStyle w:val="Textbezodsazen"/>
      </w:pPr>
    </w:p>
    <w:p w14:paraId="3802ECB8" w14:textId="77777777" w:rsidR="00670D9A" w:rsidRDefault="00670D9A" w:rsidP="00872362">
      <w:pPr>
        <w:pStyle w:val="Textbezodsazen"/>
      </w:pPr>
    </w:p>
    <w:p w14:paraId="634026BC" w14:textId="77777777" w:rsidR="00872362" w:rsidRDefault="00872362" w:rsidP="00872362">
      <w:pPr>
        <w:pStyle w:val="Textbezodsazen"/>
      </w:pPr>
    </w:p>
    <w:p w14:paraId="2F1AD69C" w14:textId="77777777" w:rsidR="00872362" w:rsidRPr="00872362" w:rsidRDefault="00872362" w:rsidP="00872362">
      <w:pPr>
        <w:pStyle w:val="Textbezodsazen"/>
        <w:rPr>
          <w:rStyle w:val="Tun"/>
          <w:b w:val="0"/>
        </w:rPr>
      </w:pPr>
    </w:p>
    <w:p w14:paraId="33A7F01F" w14:textId="77777777" w:rsidR="00872362" w:rsidRDefault="00872362" w:rsidP="00F762A8">
      <w:pPr>
        <w:pStyle w:val="Nadpisbezsl1-1"/>
        <w:sectPr w:rsidR="00872362" w:rsidSect="00AB4F25">
          <w:headerReference w:type="even" r:id="rId33"/>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4CB399BF" w14:textId="77777777" w:rsidR="00872362" w:rsidRDefault="00872362" w:rsidP="00872362">
      <w:pPr>
        <w:pStyle w:val="Nadpisbezsl1-1"/>
      </w:pPr>
      <w:r>
        <w:lastRenderedPageBreak/>
        <w:t>Příloha č. 8</w:t>
      </w:r>
    </w:p>
    <w:p w14:paraId="211E0EFA" w14:textId="77777777" w:rsidR="00872362" w:rsidRDefault="00872362" w:rsidP="00872362">
      <w:pPr>
        <w:pStyle w:val="Nadpisbezsl1-2"/>
      </w:pPr>
      <w:r>
        <w:t>Seznam poddodavatelů</w:t>
      </w:r>
    </w:p>
    <w:p w14:paraId="19315774" w14:textId="77777777" w:rsidR="00872362" w:rsidRDefault="00872362" w:rsidP="00872362">
      <w:pPr>
        <w:pStyle w:val="Tabulka"/>
      </w:pPr>
    </w:p>
    <w:tbl>
      <w:tblPr>
        <w:tblStyle w:val="TabulkaS-zhlav"/>
        <w:tblW w:w="8860" w:type="dxa"/>
        <w:tblLook w:val="04A0" w:firstRow="1" w:lastRow="0" w:firstColumn="1" w:lastColumn="0" w:noHBand="0" w:noVBand="1"/>
      </w:tblPr>
      <w:tblGrid>
        <w:gridCol w:w="2774"/>
        <w:gridCol w:w="3129"/>
        <w:gridCol w:w="2957"/>
      </w:tblGrid>
      <w:tr w:rsidR="00872362" w:rsidRPr="004B1956" w14:paraId="2D67FF65" w14:textId="77777777" w:rsidTr="004C3F8B">
        <w:trPr>
          <w:cnfStyle w:val="100000000000" w:firstRow="1" w:lastRow="0" w:firstColumn="0" w:lastColumn="0" w:oddVBand="0" w:evenVBand="0" w:oddHBand="0" w:evenHBand="0" w:firstRowFirstColumn="0" w:firstRowLastColumn="0" w:lastRowFirstColumn="0" w:lastRowLastColumn="0"/>
        </w:trPr>
        <w:tc>
          <w:tcPr>
            <w:tcW w:w="2774" w:type="dxa"/>
          </w:tcPr>
          <w:p w14:paraId="14F4AD53" w14:textId="77777777" w:rsidR="00872362" w:rsidRPr="004B1956" w:rsidRDefault="00872362" w:rsidP="000509D4">
            <w:pPr>
              <w:pStyle w:val="Tabulka"/>
              <w:jc w:val="left"/>
              <w:rPr>
                <w:rStyle w:val="Nadpisvtabulce"/>
                <w:b/>
              </w:rPr>
            </w:pPr>
            <w:r w:rsidRPr="004B1956">
              <w:rPr>
                <w:rStyle w:val="Nadpisvtabulce"/>
                <w:b/>
              </w:rPr>
              <w:t>Identifikace poddodavatele</w:t>
            </w:r>
          </w:p>
          <w:p w14:paraId="09A9F4C4" w14:textId="77777777" w:rsidR="00872362" w:rsidRPr="004B1956" w:rsidRDefault="00872362" w:rsidP="000509D4">
            <w:pPr>
              <w:pStyle w:val="Tabulka"/>
              <w:jc w:val="left"/>
              <w:rPr>
                <w:rStyle w:val="Nadpisvtabulce"/>
                <w:b/>
              </w:rPr>
            </w:pPr>
            <w:r w:rsidRPr="004B1956">
              <w:rPr>
                <w:rStyle w:val="Nadpisvtabulce"/>
                <w:b/>
              </w:rPr>
              <w:t>(obchodní firma, sídlo a IČO)</w:t>
            </w:r>
          </w:p>
        </w:tc>
        <w:tc>
          <w:tcPr>
            <w:tcW w:w="3129" w:type="dxa"/>
          </w:tcPr>
          <w:p w14:paraId="581FABBD" w14:textId="77777777" w:rsidR="00872362" w:rsidRPr="004B1956" w:rsidRDefault="00872362" w:rsidP="000509D4">
            <w:pPr>
              <w:pStyle w:val="Tabulka"/>
              <w:jc w:val="center"/>
            </w:pPr>
            <w:r w:rsidRPr="004B1956">
              <w:t>Věcný rozsah poddodávky</w:t>
            </w:r>
          </w:p>
          <w:p w14:paraId="520C55C3" w14:textId="77777777" w:rsidR="00872362" w:rsidRPr="004B1956" w:rsidRDefault="00872362" w:rsidP="00872362">
            <w:pPr>
              <w:pStyle w:val="Tabulka"/>
              <w:jc w:val="center"/>
            </w:pPr>
          </w:p>
        </w:tc>
        <w:tc>
          <w:tcPr>
            <w:tcW w:w="2957" w:type="dxa"/>
          </w:tcPr>
          <w:p w14:paraId="3E430D74" w14:textId="77777777" w:rsidR="00872362" w:rsidRPr="004B1956" w:rsidRDefault="00872362" w:rsidP="00872362">
            <w:pPr>
              <w:pStyle w:val="Tabulka"/>
              <w:jc w:val="center"/>
              <w:rPr>
                <w:highlight w:val="yellow"/>
              </w:rPr>
            </w:pPr>
            <w:r w:rsidRPr="004B1956">
              <w:t>Hodnota poddodávky v % z ceny za zpracování díla</w:t>
            </w:r>
          </w:p>
        </w:tc>
      </w:tr>
      <w:tr w:rsidR="00872362" w:rsidRPr="00F95FBD" w14:paraId="43F93CE8" w14:textId="77777777" w:rsidTr="004C3F8B">
        <w:tc>
          <w:tcPr>
            <w:tcW w:w="2774" w:type="dxa"/>
          </w:tcPr>
          <w:p w14:paraId="09BDA0E2" w14:textId="77777777" w:rsidR="00872362" w:rsidRPr="00F95FBD" w:rsidRDefault="00872362" w:rsidP="000509D4">
            <w:pPr>
              <w:pStyle w:val="Tabulka"/>
            </w:pPr>
            <w:r w:rsidRPr="00F95FBD">
              <w:rPr>
                <w:highlight w:val="yellow"/>
              </w:rPr>
              <w:t>[VLOŽÍ ZHOTOVITEL]</w:t>
            </w:r>
          </w:p>
        </w:tc>
        <w:tc>
          <w:tcPr>
            <w:tcW w:w="3129" w:type="dxa"/>
          </w:tcPr>
          <w:p w14:paraId="4AD1B3C0" w14:textId="77777777" w:rsidR="00872362" w:rsidRPr="00F95FBD" w:rsidRDefault="00872362" w:rsidP="000509D4">
            <w:pPr>
              <w:pStyle w:val="Tabulka"/>
              <w:jc w:val="center"/>
            </w:pPr>
            <w:r w:rsidRPr="00F95FBD">
              <w:rPr>
                <w:highlight w:val="yellow"/>
              </w:rPr>
              <w:t>[VLOŽÍ ZHOTOVITEL]</w:t>
            </w:r>
          </w:p>
        </w:tc>
        <w:tc>
          <w:tcPr>
            <w:tcW w:w="2957" w:type="dxa"/>
          </w:tcPr>
          <w:p w14:paraId="69E9A8AF" w14:textId="77777777" w:rsidR="00872362" w:rsidRPr="00F95FBD" w:rsidRDefault="00872362" w:rsidP="000509D4">
            <w:pPr>
              <w:pStyle w:val="Tabulka"/>
              <w:jc w:val="center"/>
            </w:pPr>
            <w:r w:rsidRPr="00F95FBD">
              <w:rPr>
                <w:highlight w:val="yellow"/>
              </w:rPr>
              <w:t>[VLOŽÍ ZHOTOVITEL]</w:t>
            </w:r>
          </w:p>
        </w:tc>
      </w:tr>
      <w:tr w:rsidR="00872362" w:rsidRPr="00F95FBD" w14:paraId="7DD3642D" w14:textId="77777777" w:rsidTr="004C3F8B">
        <w:tc>
          <w:tcPr>
            <w:tcW w:w="2774" w:type="dxa"/>
          </w:tcPr>
          <w:p w14:paraId="4BA2695F" w14:textId="77777777" w:rsidR="00872362" w:rsidRPr="00F95FBD" w:rsidRDefault="00872362" w:rsidP="000509D4">
            <w:pPr>
              <w:pStyle w:val="Tabulka"/>
            </w:pPr>
            <w:r w:rsidRPr="00F95FBD">
              <w:rPr>
                <w:highlight w:val="yellow"/>
              </w:rPr>
              <w:t>[VLOŽÍ ZHOTOVITEL]</w:t>
            </w:r>
          </w:p>
        </w:tc>
        <w:tc>
          <w:tcPr>
            <w:tcW w:w="3129" w:type="dxa"/>
          </w:tcPr>
          <w:p w14:paraId="30B13A3A" w14:textId="77777777" w:rsidR="00872362" w:rsidRPr="00F95FBD" w:rsidRDefault="00872362" w:rsidP="000509D4">
            <w:pPr>
              <w:pStyle w:val="Tabulka"/>
              <w:jc w:val="center"/>
            </w:pPr>
            <w:r w:rsidRPr="00F95FBD">
              <w:rPr>
                <w:highlight w:val="yellow"/>
              </w:rPr>
              <w:t>[VLOŽÍ ZHOTOVITEL]</w:t>
            </w:r>
          </w:p>
        </w:tc>
        <w:tc>
          <w:tcPr>
            <w:tcW w:w="2957" w:type="dxa"/>
          </w:tcPr>
          <w:p w14:paraId="1A139F4F" w14:textId="77777777" w:rsidR="00872362" w:rsidRPr="00F95FBD" w:rsidRDefault="00872362" w:rsidP="000509D4">
            <w:pPr>
              <w:pStyle w:val="Tabulka"/>
              <w:jc w:val="center"/>
            </w:pPr>
            <w:r w:rsidRPr="00F95FBD">
              <w:rPr>
                <w:highlight w:val="yellow"/>
              </w:rPr>
              <w:t>[VLOŽÍ ZHOTOVITEL]</w:t>
            </w:r>
          </w:p>
        </w:tc>
      </w:tr>
      <w:tr w:rsidR="00872362" w:rsidRPr="00F95FBD" w14:paraId="332C1B9C" w14:textId="77777777" w:rsidTr="004C3F8B">
        <w:tc>
          <w:tcPr>
            <w:tcW w:w="2774" w:type="dxa"/>
          </w:tcPr>
          <w:p w14:paraId="31B70151" w14:textId="77777777" w:rsidR="00872362" w:rsidRPr="00F95FBD" w:rsidRDefault="00872362" w:rsidP="000509D4">
            <w:pPr>
              <w:pStyle w:val="Tabulka"/>
            </w:pPr>
            <w:r w:rsidRPr="00F95FBD">
              <w:rPr>
                <w:highlight w:val="yellow"/>
              </w:rPr>
              <w:t>[VLOŽÍ ZHOTOVITEL]</w:t>
            </w:r>
          </w:p>
        </w:tc>
        <w:tc>
          <w:tcPr>
            <w:tcW w:w="3129" w:type="dxa"/>
          </w:tcPr>
          <w:p w14:paraId="54BA5AB7" w14:textId="77777777" w:rsidR="00872362" w:rsidRPr="00F95FBD" w:rsidRDefault="00872362" w:rsidP="000509D4">
            <w:pPr>
              <w:pStyle w:val="Tabulka"/>
              <w:jc w:val="center"/>
            </w:pPr>
            <w:r w:rsidRPr="00F95FBD">
              <w:rPr>
                <w:highlight w:val="yellow"/>
              </w:rPr>
              <w:t>[VLOŽÍ ZHOTOVITEL]</w:t>
            </w:r>
          </w:p>
        </w:tc>
        <w:tc>
          <w:tcPr>
            <w:tcW w:w="2957" w:type="dxa"/>
          </w:tcPr>
          <w:p w14:paraId="0C36F39A" w14:textId="77777777" w:rsidR="00872362" w:rsidRPr="00F95FBD" w:rsidRDefault="00872362" w:rsidP="000509D4">
            <w:pPr>
              <w:pStyle w:val="Tabulka"/>
              <w:jc w:val="center"/>
            </w:pPr>
            <w:r w:rsidRPr="00F95FBD">
              <w:rPr>
                <w:highlight w:val="yellow"/>
              </w:rPr>
              <w:t>[VLOŽÍ ZHOTOVITEL]</w:t>
            </w:r>
          </w:p>
        </w:tc>
      </w:tr>
      <w:tr w:rsidR="00872362" w:rsidRPr="00F95FBD" w14:paraId="532D99D0" w14:textId="77777777" w:rsidTr="004C3F8B">
        <w:tc>
          <w:tcPr>
            <w:tcW w:w="2774" w:type="dxa"/>
          </w:tcPr>
          <w:p w14:paraId="3E2C0025" w14:textId="77777777" w:rsidR="00872362" w:rsidRPr="00F95FBD" w:rsidRDefault="00872362" w:rsidP="000509D4">
            <w:pPr>
              <w:pStyle w:val="Tabulka"/>
            </w:pPr>
            <w:r w:rsidRPr="00F95FBD">
              <w:rPr>
                <w:highlight w:val="yellow"/>
              </w:rPr>
              <w:t>[VLOŽÍ ZHOTOVITEL]</w:t>
            </w:r>
          </w:p>
        </w:tc>
        <w:tc>
          <w:tcPr>
            <w:tcW w:w="3129" w:type="dxa"/>
          </w:tcPr>
          <w:p w14:paraId="390E686E" w14:textId="77777777" w:rsidR="00872362" w:rsidRPr="00F95FBD" w:rsidRDefault="00872362" w:rsidP="000509D4">
            <w:pPr>
              <w:pStyle w:val="Tabulka"/>
              <w:jc w:val="center"/>
            </w:pPr>
            <w:r w:rsidRPr="00F95FBD">
              <w:rPr>
                <w:highlight w:val="yellow"/>
              </w:rPr>
              <w:t>[VLOŽÍ ZHOTOVITEL]</w:t>
            </w:r>
          </w:p>
        </w:tc>
        <w:tc>
          <w:tcPr>
            <w:tcW w:w="2957" w:type="dxa"/>
          </w:tcPr>
          <w:p w14:paraId="78C90765" w14:textId="77777777" w:rsidR="00872362" w:rsidRPr="00F95FBD" w:rsidRDefault="00872362" w:rsidP="000509D4">
            <w:pPr>
              <w:pStyle w:val="Tabulka"/>
              <w:jc w:val="center"/>
            </w:pPr>
            <w:r w:rsidRPr="00F95FBD">
              <w:rPr>
                <w:highlight w:val="yellow"/>
              </w:rPr>
              <w:t>[VLOŽÍ ZHOTOVITEL]</w:t>
            </w:r>
          </w:p>
        </w:tc>
      </w:tr>
      <w:tr w:rsidR="00872362" w:rsidRPr="00F95FBD" w14:paraId="23A142F8" w14:textId="77777777" w:rsidTr="004C3F8B">
        <w:tc>
          <w:tcPr>
            <w:tcW w:w="2774" w:type="dxa"/>
          </w:tcPr>
          <w:p w14:paraId="17729E9A" w14:textId="77777777" w:rsidR="00872362" w:rsidRPr="00F95FBD" w:rsidRDefault="00872362" w:rsidP="000509D4">
            <w:pPr>
              <w:pStyle w:val="Tabulka"/>
            </w:pPr>
            <w:r w:rsidRPr="00F95FBD">
              <w:rPr>
                <w:highlight w:val="yellow"/>
              </w:rPr>
              <w:t>[VLOŽÍ ZHOTOVITEL]</w:t>
            </w:r>
          </w:p>
        </w:tc>
        <w:tc>
          <w:tcPr>
            <w:tcW w:w="3129" w:type="dxa"/>
          </w:tcPr>
          <w:p w14:paraId="233B2BDA" w14:textId="77777777" w:rsidR="00872362" w:rsidRPr="00F95FBD" w:rsidRDefault="00872362" w:rsidP="000509D4">
            <w:pPr>
              <w:pStyle w:val="Tabulka"/>
              <w:jc w:val="center"/>
            </w:pPr>
            <w:r w:rsidRPr="00F95FBD">
              <w:rPr>
                <w:highlight w:val="yellow"/>
              </w:rPr>
              <w:t>[VLOŽÍ ZHOTOVITEL]</w:t>
            </w:r>
          </w:p>
        </w:tc>
        <w:tc>
          <w:tcPr>
            <w:tcW w:w="2957" w:type="dxa"/>
          </w:tcPr>
          <w:p w14:paraId="300DFCA0" w14:textId="77777777" w:rsidR="00872362" w:rsidRPr="00F95FBD" w:rsidRDefault="00872362" w:rsidP="000509D4">
            <w:pPr>
              <w:pStyle w:val="Tabulka"/>
              <w:jc w:val="center"/>
            </w:pPr>
            <w:r w:rsidRPr="00F95FBD">
              <w:rPr>
                <w:highlight w:val="yellow"/>
              </w:rPr>
              <w:t>[VLOŽÍ ZHOTOVITEL]</w:t>
            </w:r>
          </w:p>
        </w:tc>
      </w:tr>
      <w:tr w:rsidR="00872362" w:rsidRPr="00F95FBD" w14:paraId="41F0344A" w14:textId="77777777" w:rsidTr="004C3F8B">
        <w:tc>
          <w:tcPr>
            <w:tcW w:w="2774" w:type="dxa"/>
          </w:tcPr>
          <w:p w14:paraId="7C92EA73" w14:textId="77777777" w:rsidR="00872362" w:rsidRPr="00F95FBD" w:rsidRDefault="00872362" w:rsidP="000509D4">
            <w:pPr>
              <w:pStyle w:val="Tabulka"/>
            </w:pPr>
            <w:r w:rsidRPr="00F95FBD">
              <w:rPr>
                <w:highlight w:val="yellow"/>
              </w:rPr>
              <w:t>[VLOŽÍ ZHOTOVITEL]</w:t>
            </w:r>
          </w:p>
        </w:tc>
        <w:tc>
          <w:tcPr>
            <w:tcW w:w="3129" w:type="dxa"/>
          </w:tcPr>
          <w:p w14:paraId="2B392D1F" w14:textId="77777777" w:rsidR="00872362" w:rsidRPr="00F95FBD" w:rsidRDefault="00872362" w:rsidP="000509D4">
            <w:pPr>
              <w:pStyle w:val="Tabulka"/>
              <w:jc w:val="center"/>
            </w:pPr>
            <w:r w:rsidRPr="00F95FBD">
              <w:rPr>
                <w:highlight w:val="yellow"/>
              </w:rPr>
              <w:t>[VLOŽÍ ZHOTOVITEL]</w:t>
            </w:r>
          </w:p>
        </w:tc>
        <w:tc>
          <w:tcPr>
            <w:tcW w:w="2957" w:type="dxa"/>
          </w:tcPr>
          <w:p w14:paraId="4B84D51A" w14:textId="77777777" w:rsidR="00872362" w:rsidRPr="00F95FBD" w:rsidRDefault="00872362" w:rsidP="000509D4">
            <w:pPr>
              <w:pStyle w:val="Tabulka"/>
              <w:jc w:val="center"/>
            </w:pPr>
            <w:r w:rsidRPr="00F95FBD">
              <w:rPr>
                <w:highlight w:val="yellow"/>
              </w:rPr>
              <w:t>[VLOŽÍ ZHOTOVITEL]</w:t>
            </w:r>
          </w:p>
        </w:tc>
      </w:tr>
      <w:tr w:rsidR="00872362" w:rsidRPr="00F95FBD" w14:paraId="01BCA8D2" w14:textId="77777777" w:rsidTr="004C3F8B">
        <w:tc>
          <w:tcPr>
            <w:tcW w:w="2774" w:type="dxa"/>
          </w:tcPr>
          <w:p w14:paraId="3712DFAA" w14:textId="77777777" w:rsidR="00872362" w:rsidRPr="00F95FBD" w:rsidRDefault="00872362" w:rsidP="000509D4">
            <w:pPr>
              <w:pStyle w:val="Tabulka"/>
            </w:pPr>
            <w:r w:rsidRPr="00F95FBD">
              <w:rPr>
                <w:highlight w:val="yellow"/>
              </w:rPr>
              <w:t>[VLOŽÍ ZHOTOVITEL]</w:t>
            </w:r>
          </w:p>
        </w:tc>
        <w:tc>
          <w:tcPr>
            <w:tcW w:w="3129" w:type="dxa"/>
          </w:tcPr>
          <w:p w14:paraId="6A1B3BFF" w14:textId="77777777" w:rsidR="00872362" w:rsidRPr="00F95FBD" w:rsidRDefault="00872362" w:rsidP="000509D4">
            <w:pPr>
              <w:pStyle w:val="Tabulka"/>
              <w:jc w:val="center"/>
            </w:pPr>
            <w:r w:rsidRPr="00F95FBD">
              <w:rPr>
                <w:highlight w:val="yellow"/>
              </w:rPr>
              <w:t>[VLOŽÍ ZHOTOVITEL]</w:t>
            </w:r>
          </w:p>
        </w:tc>
        <w:tc>
          <w:tcPr>
            <w:tcW w:w="2957" w:type="dxa"/>
          </w:tcPr>
          <w:p w14:paraId="31D98B2A" w14:textId="77777777" w:rsidR="00872362" w:rsidRPr="00F95FBD" w:rsidRDefault="00872362" w:rsidP="000509D4">
            <w:pPr>
              <w:pStyle w:val="Tabulka"/>
              <w:jc w:val="center"/>
            </w:pPr>
            <w:r w:rsidRPr="00F95FBD">
              <w:rPr>
                <w:highlight w:val="yellow"/>
              </w:rPr>
              <w:t>[VLOŽÍ ZHOTOVITEL]</w:t>
            </w:r>
          </w:p>
        </w:tc>
      </w:tr>
      <w:tr w:rsidR="00872362" w:rsidRPr="00F95FBD" w14:paraId="7E03CEA6" w14:textId="77777777" w:rsidTr="004C3F8B">
        <w:tc>
          <w:tcPr>
            <w:tcW w:w="2774" w:type="dxa"/>
          </w:tcPr>
          <w:p w14:paraId="3DA53C9B" w14:textId="77777777" w:rsidR="00872362" w:rsidRPr="00F95FBD" w:rsidRDefault="00872362" w:rsidP="000509D4">
            <w:pPr>
              <w:pStyle w:val="Tabulka"/>
            </w:pPr>
            <w:r w:rsidRPr="00F95FBD">
              <w:rPr>
                <w:highlight w:val="yellow"/>
              </w:rPr>
              <w:t>[VLOŽÍ ZHOTOVITEL]</w:t>
            </w:r>
          </w:p>
        </w:tc>
        <w:tc>
          <w:tcPr>
            <w:tcW w:w="3129" w:type="dxa"/>
          </w:tcPr>
          <w:p w14:paraId="0712E89F" w14:textId="77777777" w:rsidR="00872362" w:rsidRPr="00F95FBD" w:rsidRDefault="00872362" w:rsidP="000509D4">
            <w:pPr>
              <w:pStyle w:val="Tabulka"/>
              <w:jc w:val="center"/>
            </w:pPr>
            <w:r w:rsidRPr="00F95FBD">
              <w:rPr>
                <w:highlight w:val="yellow"/>
              </w:rPr>
              <w:t>[VLOŽÍ ZHOTOVITEL]</w:t>
            </w:r>
          </w:p>
        </w:tc>
        <w:tc>
          <w:tcPr>
            <w:tcW w:w="2957" w:type="dxa"/>
          </w:tcPr>
          <w:p w14:paraId="7B72CBDD" w14:textId="77777777" w:rsidR="00872362" w:rsidRPr="00F95FBD" w:rsidRDefault="00872362" w:rsidP="000509D4">
            <w:pPr>
              <w:pStyle w:val="Tabulka"/>
              <w:jc w:val="center"/>
            </w:pPr>
            <w:r w:rsidRPr="00F95FBD">
              <w:rPr>
                <w:highlight w:val="yellow"/>
              </w:rPr>
              <w:t>[VLOŽÍ ZHOTOVITEL]</w:t>
            </w:r>
          </w:p>
        </w:tc>
      </w:tr>
      <w:tr w:rsidR="00872362" w:rsidRPr="004436EE" w14:paraId="1C9478BC" w14:textId="77777777" w:rsidTr="004C3F8B">
        <w:tc>
          <w:tcPr>
            <w:tcW w:w="5903" w:type="dxa"/>
            <w:gridSpan w:val="2"/>
          </w:tcPr>
          <w:p w14:paraId="731BAFC3" w14:textId="77777777" w:rsidR="00872362" w:rsidRPr="004436EE" w:rsidRDefault="00872362" w:rsidP="000509D4">
            <w:pPr>
              <w:pStyle w:val="Tabulka"/>
              <w:jc w:val="right"/>
              <w:rPr>
                <w:rStyle w:val="Tun"/>
              </w:rPr>
            </w:pPr>
            <w:r w:rsidRPr="004436EE">
              <w:rPr>
                <w:rStyle w:val="Tun"/>
              </w:rPr>
              <w:t>CELKEM %</w:t>
            </w:r>
          </w:p>
        </w:tc>
        <w:tc>
          <w:tcPr>
            <w:tcW w:w="2957" w:type="dxa"/>
          </w:tcPr>
          <w:p w14:paraId="0832B69E" w14:textId="77777777" w:rsidR="00872362" w:rsidRPr="004436EE" w:rsidRDefault="00872362" w:rsidP="000509D4">
            <w:pPr>
              <w:pStyle w:val="Tabulka"/>
              <w:jc w:val="center"/>
            </w:pPr>
            <w:r w:rsidRPr="004436EE">
              <w:rPr>
                <w:highlight w:val="yellow"/>
              </w:rPr>
              <w:t>[VLOŽÍ ZHOTOVITEL]</w:t>
            </w:r>
          </w:p>
        </w:tc>
      </w:tr>
    </w:tbl>
    <w:p w14:paraId="06E873A8" w14:textId="77777777" w:rsidR="00872362" w:rsidRPr="00F95FBD" w:rsidRDefault="00872362" w:rsidP="00670D9A">
      <w:pPr>
        <w:pStyle w:val="Textbezodsazen"/>
      </w:pPr>
    </w:p>
    <w:p w14:paraId="1EA99FB8" w14:textId="77777777" w:rsidR="00670D9A" w:rsidRDefault="00670D9A" w:rsidP="00670D9A">
      <w:pPr>
        <w:pStyle w:val="Textbezodsazen"/>
      </w:pPr>
    </w:p>
    <w:p w14:paraId="6C610559" w14:textId="77777777" w:rsidR="00670D9A" w:rsidRDefault="00670D9A" w:rsidP="00670D9A">
      <w:pPr>
        <w:pStyle w:val="Textbezodsazen"/>
      </w:pPr>
    </w:p>
    <w:p w14:paraId="61170750" w14:textId="77777777" w:rsidR="00670D9A" w:rsidRDefault="00670D9A" w:rsidP="00670D9A">
      <w:pPr>
        <w:pStyle w:val="Textbezodsazen"/>
      </w:pPr>
    </w:p>
    <w:p w14:paraId="4B807C20" w14:textId="77777777" w:rsidR="00670D9A" w:rsidRDefault="00670D9A" w:rsidP="00670D9A">
      <w:pPr>
        <w:pStyle w:val="Textbezodsazen"/>
        <w:sectPr w:rsidR="00670D9A"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14:paraId="1B26BF54" w14:textId="77777777" w:rsidR="00872362" w:rsidRDefault="00872362" w:rsidP="00872362">
      <w:pPr>
        <w:pStyle w:val="Nadpisbezsl1-1"/>
      </w:pPr>
      <w:r>
        <w:lastRenderedPageBreak/>
        <w:t>Příloha č. 9</w:t>
      </w:r>
    </w:p>
    <w:p w14:paraId="3886BBFA" w14:textId="77777777" w:rsidR="00872362" w:rsidRDefault="00872362" w:rsidP="00872362">
      <w:pPr>
        <w:pStyle w:val="Nadpisbezsl1-2"/>
      </w:pPr>
      <w:r>
        <w:t>Související dokumenty</w:t>
      </w:r>
    </w:p>
    <w:p w14:paraId="23E64415" w14:textId="77777777" w:rsidR="00872362" w:rsidRDefault="00872362" w:rsidP="00872362">
      <w:pPr>
        <w:pStyle w:val="Textbezodsazen"/>
      </w:pPr>
    </w:p>
    <w:tbl>
      <w:tblPr>
        <w:tblStyle w:val="TabulkaS-zhlav"/>
        <w:tblW w:w="8860" w:type="dxa"/>
        <w:tblLook w:val="04A0" w:firstRow="1" w:lastRow="0" w:firstColumn="1" w:lastColumn="0" w:noHBand="0" w:noVBand="1"/>
      </w:tblPr>
      <w:tblGrid>
        <w:gridCol w:w="2774"/>
        <w:gridCol w:w="3129"/>
        <w:gridCol w:w="2957"/>
      </w:tblGrid>
      <w:tr w:rsidR="00872362" w:rsidRPr="004B1956" w14:paraId="3B9CE971" w14:textId="77777777" w:rsidTr="004C3F8B">
        <w:trPr>
          <w:cnfStyle w:val="100000000000" w:firstRow="1" w:lastRow="0" w:firstColumn="0" w:lastColumn="0" w:oddVBand="0" w:evenVBand="0" w:oddHBand="0" w:evenHBand="0" w:firstRowFirstColumn="0" w:firstRowLastColumn="0" w:lastRowFirstColumn="0" w:lastRowLastColumn="0"/>
        </w:trPr>
        <w:tc>
          <w:tcPr>
            <w:tcW w:w="2774" w:type="dxa"/>
          </w:tcPr>
          <w:p w14:paraId="53CEA06F" w14:textId="77777777" w:rsidR="00872362" w:rsidRPr="004B1956" w:rsidRDefault="00872362" w:rsidP="00380C0F">
            <w:pPr>
              <w:pStyle w:val="Tabulka"/>
              <w:rPr>
                <w:rStyle w:val="Nadpisvtabulce"/>
                <w:b/>
              </w:rPr>
            </w:pPr>
            <w:r w:rsidRPr="004B1956">
              <w:rPr>
                <w:rStyle w:val="Nadpisvtabulce"/>
                <w:b/>
              </w:rPr>
              <w:t>Název dokumentu</w:t>
            </w:r>
          </w:p>
        </w:tc>
        <w:tc>
          <w:tcPr>
            <w:tcW w:w="3129" w:type="dxa"/>
          </w:tcPr>
          <w:p w14:paraId="38EDB51D" w14:textId="77777777" w:rsidR="00872362" w:rsidRPr="004B1956" w:rsidRDefault="00872362" w:rsidP="00380C0F">
            <w:pPr>
              <w:pStyle w:val="Tabulka"/>
              <w:jc w:val="center"/>
            </w:pPr>
            <w:r w:rsidRPr="004B1956">
              <w:t>Č. j.:</w:t>
            </w:r>
          </w:p>
        </w:tc>
        <w:tc>
          <w:tcPr>
            <w:tcW w:w="2957" w:type="dxa"/>
          </w:tcPr>
          <w:p w14:paraId="1249FDDE" w14:textId="77777777" w:rsidR="00872362" w:rsidRPr="004B1956" w:rsidRDefault="00872362" w:rsidP="00380C0F">
            <w:pPr>
              <w:pStyle w:val="Tabulka"/>
              <w:jc w:val="center"/>
              <w:rPr>
                <w:highlight w:val="yellow"/>
              </w:rPr>
            </w:pPr>
            <w:r w:rsidRPr="004B1956">
              <w:t>Datum vydání</w:t>
            </w:r>
          </w:p>
        </w:tc>
      </w:tr>
      <w:tr w:rsidR="00872362" w:rsidRPr="00F95FBD" w14:paraId="7DB95BC7" w14:textId="77777777" w:rsidTr="004C3F8B">
        <w:tc>
          <w:tcPr>
            <w:tcW w:w="2774" w:type="dxa"/>
          </w:tcPr>
          <w:p w14:paraId="0DB46BF2" w14:textId="77777777" w:rsidR="00872362" w:rsidRPr="000E2E85" w:rsidRDefault="0070354F" w:rsidP="00380C0F">
            <w:pPr>
              <w:pStyle w:val="Tabulka"/>
            </w:pPr>
            <w:r w:rsidRPr="000E2E85">
              <w:t>Studie proveditelnosti zpracovaná společností</w:t>
            </w:r>
            <w:r w:rsidR="000E2E85" w:rsidRPr="000E2E85">
              <w:t xml:space="preserve"> SUDOP BRNO, spol. s r. o.</w:t>
            </w:r>
          </w:p>
        </w:tc>
        <w:tc>
          <w:tcPr>
            <w:tcW w:w="3129" w:type="dxa"/>
          </w:tcPr>
          <w:p w14:paraId="5D9DD8DC" w14:textId="77777777" w:rsidR="00872362" w:rsidRPr="000E2E85" w:rsidRDefault="000E2E85" w:rsidP="00380C0F">
            <w:pPr>
              <w:pStyle w:val="Tabulka"/>
              <w:jc w:val="center"/>
            </w:pPr>
            <w:r w:rsidRPr="000E2E85">
              <w:t>-</w:t>
            </w:r>
          </w:p>
        </w:tc>
        <w:tc>
          <w:tcPr>
            <w:tcW w:w="2957" w:type="dxa"/>
          </w:tcPr>
          <w:p w14:paraId="0B9567BC" w14:textId="77777777" w:rsidR="00872362" w:rsidRPr="00F95FBD" w:rsidRDefault="000E2E85" w:rsidP="00380C0F">
            <w:pPr>
              <w:pStyle w:val="Tabulka"/>
              <w:jc w:val="center"/>
            </w:pPr>
            <w:r w:rsidRPr="000E2E85">
              <w:t>08/2020</w:t>
            </w:r>
          </w:p>
        </w:tc>
      </w:tr>
      <w:tr w:rsidR="00872362" w:rsidRPr="00F95FBD" w14:paraId="6C5566FF" w14:textId="77777777" w:rsidTr="004C3F8B">
        <w:tc>
          <w:tcPr>
            <w:tcW w:w="2774" w:type="dxa"/>
          </w:tcPr>
          <w:p w14:paraId="4B02E23F" w14:textId="77777777" w:rsidR="00872362" w:rsidRPr="00D0544F" w:rsidRDefault="00FA09FA" w:rsidP="00380C0F">
            <w:pPr>
              <w:pStyle w:val="Tabulka"/>
              <w:rPr>
                <w:highlight w:val="green"/>
              </w:rPr>
            </w:pPr>
            <w:r>
              <w:rPr>
                <w:highlight w:val="green"/>
              </w:rPr>
              <w:t>[VLOŽÍ OBJEDNATEL]</w:t>
            </w:r>
          </w:p>
        </w:tc>
        <w:tc>
          <w:tcPr>
            <w:tcW w:w="3129" w:type="dxa"/>
          </w:tcPr>
          <w:p w14:paraId="48AE5597" w14:textId="77777777" w:rsidR="00872362" w:rsidRPr="00F95FBD" w:rsidRDefault="00872362" w:rsidP="00380C0F">
            <w:pPr>
              <w:pStyle w:val="Tabulka"/>
              <w:jc w:val="center"/>
            </w:pPr>
          </w:p>
        </w:tc>
        <w:tc>
          <w:tcPr>
            <w:tcW w:w="2957" w:type="dxa"/>
          </w:tcPr>
          <w:p w14:paraId="63165F5D" w14:textId="77777777" w:rsidR="00872362" w:rsidRPr="00F95FBD" w:rsidRDefault="00872362" w:rsidP="00380C0F">
            <w:pPr>
              <w:pStyle w:val="Tabulka"/>
              <w:jc w:val="center"/>
            </w:pPr>
          </w:p>
        </w:tc>
      </w:tr>
      <w:tr w:rsidR="00872362" w:rsidRPr="00F95FBD" w14:paraId="418132FE" w14:textId="77777777" w:rsidTr="004C3F8B">
        <w:tc>
          <w:tcPr>
            <w:tcW w:w="2774" w:type="dxa"/>
          </w:tcPr>
          <w:p w14:paraId="235D3A47" w14:textId="77777777" w:rsidR="00872362" w:rsidRPr="00D0544F" w:rsidRDefault="00FA09FA" w:rsidP="00380C0F">
            <w:pPr>
              <w:pStyle w:val="Tabulka"/>
              <w:rPr>
                <w:highlight w:val="green"/>
              </w:rPr>
            </w:pPr>
            <w:r>
              <w:rPr>
                <w:highlight w:val="green"/>
              </w:rPr>
              <w:t>[VLOŽÍ OBJEDNATEL]</w:t>
            </w:r>
          </w:p>
        </w:tc>
        <w:tc>
          <w:tcPr>
            <w:tcW w:w="3129" w:type="dxa"/>
          </w:tcPr>
          <w:p w14:paraId="4A917029" w14:textId="77777777" w:rsidR="00872362" w:rsidRPr="00F95FBD" w:rsidRDefault="00872362" w:rsidP="00380C0F">
            <w:pPr>
              <w:pStyle w:val="Tabulka"/>
              <w:jc w:val="center"/>
            </w:pPr>
          </w:p>
        </w:tc>
        <w:tc>
          <w:tcPr>
            <w:tcW w:w="2957" w:type="dxa"/>
          </w:tcPr>
          <w:p w14:paraId="4888C1D7" w14:textId="77777777" w:rsidR="00872362" w:rsidRPr="00F95FBD" w:rsidRDefault="00872362" w:rsidP="00380C0F">
            <w:pPr>
              <w:pStyle w:val="Tabulka"/>
              <w:jc w:val="center"/>
            </w:pPr>
          </w:p>
        </w:tc>
      </w:tr>
      <w:tr w:rsidR="00872362" w:rsidRPr="00F95FBD" w14:paraId="01DC6E33" w14:textId="77777777" w:rsidTr="004C3F8B">
        <w:tc>
          <w:tcPr>
            <w:tcW w:w="2774" w:type="dxa"/>
          </w:tcPr>
          <w:p w14:paraId="148E049B" w14:textId="77777777" w:rsidR="00872362" w:rsidRPr="00D0544F" w:rsidRDefault="00FA09FA" w:rsidP="00380C0F">
            <w:pPr>
              <w:pStyle w:val="Tabulka"/>
              <w:rPr>
                <w:highlight w:val="green"/>
              </w:rPr>
            </w:pPr>
            <w:r>
              <w:rPr>
                <w:highlight w:val="green"/>
              </w:rPr>
              <w:t>[VLOŽÍ OBJEDNATEL]</w:t>
            </w:r>
          </w:p>
        </w:tc>
        <w:tc>
          <w:tcPr>
            <w:tcW w:w="3129" w:type="dxa"/>
          </w:tcPr>
          <w:p w14:paraId="275368FB" w14:textId="77777777" w:rsidR="00872362" w:rsidRPr="00F95FBD" w:rsidRDefault="00872362" w:rsidP="00380C0F">
            <w:pPr>
              <w:pStyle w:val="Tabulka"/>
              <w:jc w:val="center"/>
            </w:pPr>
          </w:p>
        </w:tc>
        <w:tc>
          <w:tcPr>
            <w:tcW w:w="2957" w:type="dxa"/>
          </w:tcPr>
          <w:p w14:paraId="45EF2147" w14:textId="77777777" w:rsidR="00872362" w:rsidRPr="00F95FBD" w:rsidRDefault="00872362" w:rsidP="00380C0F">
            <w:pPr>
              <w:pStyle w:val="Tabulka"/>
              <w:jc w:val="center"/>
            </w:pPr>
          </w:p>
        </w:tc>
      </w:tr>
      <w:tr w:rsidR="00872362" w:rsidRPr="00F95FBD" w14:paraId="67123287" w14:textId="77777777" w:rsidTr="004C3F8B">
        <w:tc>
          <w:tcPr>
            <w:tcW w:w="2774" w:type="dxa"/>
          </w:tcPr>
          <w:p w14:paraId="007C3FFF" w14:textId="77777777" w:rsidR="00872362" w:rsidRPr="00D0544F" w:rsidRDefault="00FA09FA" w:rsidP="00380C0F">
            <w:pPr>
              <w:pStyle w:val="Tabulka"/>
              <w:rPr>
                <w:highlight w:val="green"/>
              </w:rPr>
            </w:pPr>
            <w:r>
              <w:rPr>
                <w:highlight w:val="green"/>
              </w:rPr>
              <w:t>[VLOŽÍ OBJEDNATEL]</w:t>
            </w:r>
          </w:p>
        </w:tc>
        <w:tc>
          <w:tcPr>
            <w:tcW w:w="3129" w:type="dxa"/>
          </w:tcPr>
          <w:p w14:paraId="39AFC639" w14:textId="77777777" w:rsidR="00872362" w:rsidRPr="00F95FBD" w:rsidRDefault="00872362" w:rsidP="00380C0F">
            <w:pPr>
              <w:pStyle w:val="Tabulka"/>
              <w:jc w:val="center"/>
            </w:pPr>
          </w:p>
        </w:tc>
        <w:tc>
          <w:tcPr>
            <w:tcW w:w="2957" w:type="dxa"/>
          </w:tcPr>
          <w:p w14:paraId="2754461B" w14:textId="77777777" w:rsidR="00872362" w:rsidRPr="00F95FBD" w:rsidRDefault="00872362" w:rsidP="00380C0F">
            <w:pPr>
              <w:pStyle w:val="Tabulka"/>
              <w:jc w:val="center"/>
            </w:pPr>
          </w:p>
        </w:tc>
      </w:tr>
      <w:tr w:rsidR="00872362" w:rsidRPr="00F95FBD" w14:paraId="0BFE8A21" w14:textId="77777777" w:rsidTr="004C3F8B">
        <w:tc>
          <w:tcPr>
            <w:tcW w:w="2774" w:type="dxa"/>
          </w:tcPr>
          <w:p w14:paraId="40295224" w14:textId="77777777" w:rsidR="00872362" w:rsidRPr="00D0544F" w:rsidRDefault="00FA09FA" w:rsidP="00380C0F">
            <w:pPr>
              <w:pStyle w:val="Tabulka"/>
              <w:rPr>
                <w:highlight w:val="green"/>
              </w:rPr>
            </w:pPr>
            <w:r>
              <w:rPr>
                <w:highlight w:val="green"/>
              </w:rPr>
              <w:t>[VLOŽÍ OBJEDNATEL]</w:t>
            </w:r>
          </w:p>
        </w:tc>
        <w:tc>
          <w:tcPr>
            <w:tcW w:w="3129" w:type="dxa"/>
          </w:tcPr>
          <w:p w14:paraId="0C40F48A" w14:textId="77777777" w:rsidR="00872362" w:rsidRPr="00F95FBD" w:rsidRDefault="00872362" w:rsidP="00380C0F">
            <w:pPr>
              <w:pStyle w:val="Tabulka"/>
              <w:jc w:val="center"/>
            </w:pPr>
          </w:p>
        </w:tc>
        <w:tc>
          <w:tcPr>
            <w:tcW w:w="2957" w:type="dxa"/>
          </w:tcPr>
          <w:p w14:paraId="32F21438" w14:textId="77777777" w:rsidR="00872362" w:rsidRPr="00F95FBD" w:rsidRDefault="00872362" w:rsidP="00380C0F">
            <w:pPr>
              <w:pStyle w:val="Tabulka"/>
              <w:jc w:val="center"/>
            </w:pPr>
          </w:p>
        </w:tc>
      </w:tr>
      <w:tr w:rsidR="00872362" w:rsidRPr="00F95FBD" w14:paraId="5576AD2E" w14:textId="77777777" w:rsidTr="004C3F8B">
        <w:tc>
          <w:tcPr>
            <w:tcW w:w="2774" w:type="dxa"/>
          </w:tcPr>
          <w:p w14:paraId="3F05C90A" w14:textId="77777777" w:rsidR="00872362" w:rsidRPr="00D0544F" w:rsidRDefault="00FA09FA" w:rsidP="00380C0F">
            <w:pPr>
              <w:pStyle w:val="Tabulka"/>
              <w:rPr>
                <w:highlight w:val="green"/>
              </w:rPr>
            </w:pPr>
            <w:r>
              <w:rPr>
                <w:highlight w:val="green"/>
              </w:rPr>
              <w:t>[VLOŽÍ OBJEDNATEL]</w:t>
            </w:r>
          </w:p>
        </w:tc>
        <w:tc>
          <w:tcPr>
            <w:tcW w:w="3129" w:type="dxa"/>
          </w:tcPr>
          <w:p w14:paraId="5BFE4F2F" w14:textId="77777777" w:rsidR="00872362" w:rsidRPr="00F95FBD" w:rsidRDefault="00872362" w:rsidP="00380C0F">
            <w:pPr>
              <w:pStyle w:val="Tabulka"/>
              <w:jc w:val="center"/>
            </w:pPr>
          </w:p>
        </w:tc>
        <w:tc>
          <w:tcPr>
            <w:tcW w:w="2957" w:type="dxa"/>
          </w:tcPr>
          <w:p w14:paraId="4630B403" w14:textId="77777777" w:rsidR="00872362" w:rsidRPr="00F95FBD" w:rsidRDefault="00872362" w:rsidP="00380C0F">
            <w:pPr>
              <w:pStyle w:val="Tabulka"/>
              <w:jc w:val="center"/>
            </w:pPr>
          </w:p>
        </w:tc>
      </w:tr>
      <w:tr w:rsidR="00872362" w:rsidRPr="00F95FBD" w14:paraId="40C0728E" w14:textId="77777777" w:rsidTr="004C3F8B">
        <w:tc>
          <w:tcPr>
            <w:tcW w:w="2774" w:type="dxa"/>
          </w:tcPr>
          <w:p w14:paraId="44DEB299" w14:textId="77777777" w:rsidR="00872362" w:rsidRPr="00D0544F" w:rsidRDefault="00872362" w:rsidP="00380C0F">
            <w:pPr>
              <w:pStyle w:val="Tabulka"/>
              <w:rPr>
                <w:highlight w:val="green"/>
              </w:rPr>
            </w:pPr>
          </w:p>
        </w:tc>
        <w:tc>
          <w:tcPr>
            <w:tcW w:w="3129" w:type="dxa"/>
          </w:tcPr>
          <w:p w14:paraId="2E767F36" w14:textId="77777777" w:rsidR="00872362" w:rsidRPr="00F95FBD" w:rsidRDefault="00872362" w:rsidP="00380C0F">
            <w:pPr>
              <w:pStyle w:val="Tabulka"/>
              <w:jc w:val="center"/>
            </w:pPr>
          </w:p>
        </w:tc>
        <w:tc>
          <w:tcPr>
            <w:tcW w:w="2957" w:type="dxa"/>
          </w:tcPr>
          <w:p w14:paraId="12FAF61D" w14:textId="77777777" w:rsidR="00872362" w:rsidRPr="00F95FBD" w:rsidRDefault="00872362" w:rsidP="00380C0F">
            <w:pPr>
              <w:pStyle w:val="Tabulka"/>
              <w:jc w:val="center"/>
            </w:pPr>
          </w:p>
        </w:tc>
      </w:tr>
    </w:tbl>
    <w:p w14:paraId="31F77805" w14:textId="77777777" w:rsidR="00872362" w:rsidRDefault="00872362" w:rsidP="00872362">
      <w:pPr>
        <w:pStyle w:val="Textbezodsazen"/>
      </w:pPr>
    </w:p>
    <w:p w14:paraId="7DC427C3" w14:textId="77777777" w:rsidR="00872362" w:rsidRDefault="00872362" w:rsidP="00872362">
      <w:pPr>
        <w:pStyle w:val="Textbezodsazen"/>
      </w:pPr>
    </w:p>
    <w:p w14:paraId="69365CC6" w14:textId="77777777" w:rsidR="00872362" w:rsidRDefault="00872362" w:rsidP="00872362">
      <w:pPr>
        <w:pStyle w:val="Textbezodsazen"/>
      </w:pPr>
    </w:p>
    <w:p w14:paraId="6591F85C" w14:textId="77777777" w:rsidR="00670D9A" w:rsidRDefault="00670D9A" w:rsidP="00872362">
      <w:pPr>
        <w:pStyle w:val="Textbezodsazen"/>
      </w:pPr>
    </w:p>
    <w:p w14:paraId="2BF1D8DC" w14:textId="77777777" w:rsidR="00670D9A" w:rsidRDefault="00670D9A" w:rsidP="00872362">
      <w:pPr>
        <w:pStyle w:val="Textbezodsazen"/>
      </w:pPr>
    </w:p>
    <w:p w14:paraId="781937ED" w14:textId="77777777" w:rsidR="00670D9A" w:rsidRDefault="00670D9A" w:rsidP="00872362">
      <w:pPr>
        <w:pStyle w:val="Textbezodsazen"/>
      </w:pPr>
    </w:p>
    <w:p w14:paraId="7A836E4A" w14:textId="77777777" w:rsidR="00872362" w:rsidRDefault="00872362" w:rsidP="00872362">
      <w:pPr>
        <w:pStyle w:val="Textbezodsazen"/>
      </w:pPr>
    </w:p>
    <w:p w14:paraId="1F2AFC01" w14:textId="77777777" w:rsidR="00872362" w:rsidRDefault="00872362" w:rsidP="00F762A8">
      <w:pPr>
        <w:pStyle w:val="Nadpisbezsl1-1"/>
        <w:sectPr w:rsidR="00872362"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14:paraId="4F12743A" w14:textId="77777777" w:rsidR="005445D5" w:rsidRDefault="005445D5" w:rsidP="005445D5">
      <w:pPr>
        <w:pStyle w:val="Nadpisbezsl1-1"/>
      </w:pPr>
      <w:r>
        <w:lastRenderedPageBreak/>
        <w:t>Příloha č. 10</w:t>
      </w:r>
    </w:p>
    <w:p w14:paraId="1201A1F3" w14:textId="77777777" w:rsidR="005445D5" w:rsidRDefault="005445D5" w:rsidP="005445D5">
      <w:pPr>
        <w:pStyle w:val="Nadpisbezsl1-2"/>
      </w:pPr>
      <w:r>
        <w:t>Zmocnění Vedoucího Zhotovitele</w:t>
      </w:r>
    </w:p>
    <w:p w14:paraId="63AEA8B0" w14:textId="77777777" w:rsidR="005445D5" w:rsidRDefault="005445D5" w:rsidP="005445D5">
      <w:pPr>
        <w:pStyle w:val="Textbezodsazen"/>
      </w:pPr>
    </w:p>
    <w:p w14:paraId="3E8A57BB" w14:textId="77777777" w:rsidR="005445D5" w:rsidRDefault="005445D5" w:rsidP="005445D5">
      <w:pPr>
        <w:pStyle w:val="Textbezodsazen"/>
      </w:pPr>
    </w:p>
    <w:p w14:paraId="5C547B12" w14:textId="77777777" w:rsidR="005445D5" w:rsidRDefault="005445D5" w:rsidP="005445D5">
      <w:pPr>
        <w:pStyle w:val="Textbezodsazen"/>
      </w:pPr>
    </w:p>
    <w:p w14:paraId="30024F16" w14:textId="77777777" w:rsidR="005445D5" w:rsidRDefault="005445D5" w:rsidP="005445D5">
      <w:pPr>
        <w:pStyle w:val="Textbezodsazen"/>
      </w:pPr>
    </w:p>
    <w:p w14:paraId="63A0C7E5" w14:textId="77777777" w:rsidR="00F762A8" w:rsidRPr="00165977" w:rsidRDefault="00F762A8" w:rsidP="005445D5">
      <w:pPr>
        <w:pStyle w:val="Textbezodsazen"/>
      </w:pPr>
    </w:p>
    <w:sectPr w:rsidR="00F762A8" w:rsidRPr="00165977"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AE8823" w16cid:durableId="231619BC"/>
  <w16cid:commentId w16cid:paraId="70E3404D" w16cid:durableId="231619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93B12C" w14:textId="77777777" w:rsidR="00FB5D92" w:rsidRDefault="00FB5D92" w:rsidP="00962258">
      <w:pPr>
        <w:spacing w:after="0" w:line="240" w:lineRule="auto"/>
      </w:pPr>
      <w:r>
        <w:separator/>
      </w:r>
    </w:p>
  </w:endnote>
  <w:endnote w:type="continuationSeparator" w:id="0">
    <w:p w14:paraId="0F00EFA9" w14:textId="77777777" w:rsidR="00FB5D92" w:rsidRDefault="00FB5D9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5D92" w:rsidRPr="003462EB" w14:paraId="76DF9F63" w14:textId="77777777" w:rsidTr="00BD0C4A">
      <w:trPr>
        <w:trHeight w:val="247"/>
      </w:trPr>
      <w:tc>
        <w:tcPr>
          <w:tcW w:w="907" w:type="dxa"/>
          <w:tcMar>
            <w:left w:w="0" w:type="dxa"/>
            <w:right w:w="0" w:type="dxa"/>
          </w:tcMar>
          <w:vAlign w:val="bottom"/>
        </w:tcPr>
        <w:p w14:paraId="0B331D12" w14:textId="37D1393C" w:rsidR="00FB5D92" w:rsidRPr="00B8518B" w:rsidRDefault="00FB5D9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1B87">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1B87">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42EEEC05" w14:textId="01FE637E" w:rsidR="00FB5D92" w:rsidRPr="00BD0C4A" w:rsidRDefault="00FB5D92" w:rsidP="00BD0C4A">
          <w:pPr>
            <w:pStyle w:val="Zpatvlevo"/>
          </w:pPr>
          <w:fldSimple w:instr=" STYLEREF  _Název_akce  \* MERGEFORMAT ">
            <w:r w:rsidR="00C91B87" w:rsidRPr="00C91B87">
              <w:rPr>
                <w:b/>
                <w:bCs/>
                <w:noProof/>
              </w:rPr>
              <w:t>„</w:t>
            </w:r>
            <w:r w:rsidR="00C91B87">
              <w:rPr>
                <w:noProof/>
              </w:rPr>
              <w:t>Konverze na 25kV, 50Hz v úseku Říkovice – Hranice na Moravě (mimo)“</w:t>
            </w:r>
          </w:fldSimple>
        </w:p>
        <w:p w14:paraId="62E1434C" w14:textId="77777777" w:rsidR="00FB5D92" w:rsidRPr="00BD0C4A" w:rsidRDefault="00FB5D92" w:rsidP="00BD0C4A">
          <w:pPr>
            <w:pStyle w:val="Zpatvlevo"/>
          </w:pPr>
          <w:r w:rsidRPr="00BD0C4A">
            <w:t>Smlouva o dílo na Záměru projektu a Dokumentace pro územní řízení (ZP+DUR)</w:t>
          </w:r>
        </w:p>
      </w:tc>
    </w:tr>
  </w:tbl>
  <w:p w14:paraId="7BF27E90" w14:textId="77777777" w:rsidR="00FB5D92" w:rsidRPr="00BD0C4A" w:rsidRDefault="00FB5D9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B5D92" w:rsidRPr="009E09BE" w14:paraId="33611A6D" w14:textId="77777777" w:rsidTr="00BD0C4A">
      <w:tc>
        <w:tcPr>
          <w:tcW w:w="7873" w:type="dxa"/>
          <w:vAlign w:val="bottom"/>
        </w:tcPr>
        <w:p w14:paraId="4F16D89A" w14:textId="77777777" w:rsidR="00FB5D92" w:rsidRDefault="00FB5D92" w:rsidP="00BD0C4A">
          <w:pPr>
            <w:pStyle w:val="Zpatvpravo"/>
          </w:pPr>
          <w:r>
            <w:t>Příloha č. 4</w:t>
          </w:r>
        </w:p>
        <w:p w14:paraId="3A805D9E" w14:textId="22CDD880" w:rsidR="00FB5D92" w:rsidRPr="00BD0C4A" w:rsidRDefault="00FB5D92" w:rsidP="00BD0C4A">
          <w:pPr>
            <w:pStyle w:val="Zpatvpravo"/>
          </w:pPr>
          <w:fldSimple w:instr=" STYLEREF  _Název_akce  \* MERGEFORMAT ">
            <w:r w:rsidR="00C91B87" w:rsidRPr="00C91B87">
              <w:rPr>
                <w:b/>
                <w:bCs/>
                <w:noProof/>
              </w:rPr>
              <w:t>„</w:t>
            </w:r>
            <w:r w:rsidR="00C91B87">
              <w:rPr>
                <w:noProof/>
              </w:rPr>
              <w:t>Konverze na 25kV, 50Hz v úseku Říkovice – Hranice na Moravě (mimo)“</w:t>
            </w:r>
          </w:fldSimple>
        </w:p>
        <w:p w14:paraId="69944FC9" w14:textId="77777777" w:rsidR="00FB5D92" w:rsidRPr="00BD0C4A" w:rsidRDefault="00FB5D92" w:rsidP="00BD0C4A">
          <w:pPr>
            <w:pStyle w:val="Zpatvpravo"/>
          </w:pPr>
          <w:r w:rsidRPr="00BD0C4A">
            <w:t>Smlouva o dílo na Záměru projektu a Dokumentace pro územní řízení (ZP+DUR)</w:t>
          </w:r>
        </w:p>
      </w:tc>
      <w:tc>
        <w:tcPr>
          <w:tcW w:w="859" w:type="dxa"/>
          <w:vAlign w:val="bottom"/>
        </w:tcPr>
        <w:p w14:paraId="79C5C69B" w14:textId="49F806EB" w:rsidR="00FB5D92" w:rsidRPr="009E09BE" w:rsidRDefault="00FB5D9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91B8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1B87">
            <w:rPr>
              <w:b/>
              <w:noProof/>
              <w:color w:val="FF5200" w:themeColor="accent2"/>
              <w:sz w:val="14"/>
              <w:szCs w:val="14"/>
            </w:rPr>
            <w:t>3</w:t>
          </w:r>
          <w:r w:rsidRPr="007145F3">
            <w:rPr>
              <w:b/>
              <w:noProof/>
              <w:color w:val="FF5200" w:themeColor="accent2"/>
              <w:sz w:val="14"/>
              <w:szCs w:val="14"/>
            </w:rPr>
            <w:fldChar w:fldCharType="end"/>
          </w:r>
        </w:p>
      </w:tc>
    </w:tr>
  </w:tbl>
  <w:p w14:paraId="2F3F93A7" w14:textId="77777777" w:rsidR="00FB5D92" w:rsidRPr="00B8518B" w:rsidRDefault="00FB5D9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5D92" w:rsidRPr="003462EB" w14:paraId="5F0054B6" w14:textId="77777777" w:rsidTr="00BD0C4A">
      <w:trPr>
        <w:trHeight w:val="247"/>
      </w:trPr>
      <w:tc>
        <w:tcPr>
          <w:tcW w:w="907" w:type="dxa"/>
          <w:tcMar>
            <w:left w:w="0" w:type="dxa"/>
            <w:right w:w="0" w:type="dxa"/>
          </w:tcMar>
          <w:vAlign w:val="bottom"/>
        </w:tcPr>
        <w:p w14:paraId="6FA05F3D" w14:textId="77777777" w:rsidR="00FB5D92" w:rsidRPr="00B8518B" w:rsidRDefault="00FB5D9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67292E7" w14:textId="77777777" w:rsidR="00FB5D92" w:rsidRDefault="00FB5D92" w:rsidP="00BD0C4A">
          <w:pPr>
            <w:pStyle w:val="Zpatvlevo"/>
          </w:pPr>
          <w:r>
            <w:t>Příloha č. 5</w:t>
          </w:r>
        </w:p>
        <w:p w14:paraId="247AAFEA" w14:textId="794E903D" w:rsidR="00FB5D92" w:rsidRPr="00BD0C4A" w:rsidRDefault="00FB5D92" w:rsidP="00BD0C4A">
          <w:pPr>
            <w:pStyle w:val="Zpatvlevo"/>
          </w:pPr>
          <w:fldSimple w:instr=" STYLEREF  _Název_akce  \* MERGEFORMAT ">
            <w:r>
              <w:rPr>
                <w:noProof/>
              </w:rPr>
              <w:t>„Konverze na 25kV, 50Hz v úseku Říkovice – Hranice na Moravě (mimo)“</w:t>
            </w:r>
          </w:fldSimple>
        </w:p>
        <w:p w14:paraId="11BB7190" w14:textId="77777777" w:rsidR="00FB5D92" w:rsidRPr="00BD0C4A" w:rsidRDefault="00FB5D92" w:rsidP="00BD0C4A">
          <w:pPr>
            <w:pStyle w:val="Zpatvlevo"/>
          </w:pPr>
          <w:r w:rsidRPr="00BD0C4A">
            <w:t>Smlouva o dílo na Záměru projektu a Dokumentace pro územní řízení (ZP+DUR)</w:t>
          </w:r>
        </w:p>
      </w:tc>
    </w:tr>
  </w:tbl>
  <w:p w14:paraId="2ABEBB30" w14:textId="77777777" w:rsidR="00FB5D92" w:rsidRPr="00BD0C4A" w:rsidRDefault="00FB5D92">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B5D92" w:rsidRPr="009E09BE" w14:paraId="365E1B42" w14:textId="77777777" w:rsidTr="00BD0C4A">
      <w:tc>
        <w:tcPr>
          <w:tcW w:w="7873" w:type="dxa"/>
          <w:vAlign w:val="bottom"/>
        </w:tcPr>
        <w:p w14:paraId="4A9E6358" w14:textId="77777777" w:rsidR="00FB5D92" w:rsidRDefault="00FB5D92" w:rsidP="00BD0C4A">
          <w:pPr>
            <w:pStyle w:val="Zpatvpravo"/>
          </w:pPr>
          <w:r>
            <w:t>Příloha č. 5</w:t>
          </w:r>
        </w:p>
        <w:p w14:paraId="3955F652" w14:textId="29320E35" w:rsidR="00FB5D92" w:rsidRPr="00BD0C4A" w:rsidRDefault="00FB5D92" w:rsidP="00BD0C4A">
          <w:pPr>
            <w:pStyle w:val="Zpatvpravo"/>
          </w:pPr>
          <w:fldSimple w:instr=" STYLEREF  _Název_akce  \* MERGEFORMAT ">
            <w:r w:rsidR="00C91B87" w:rsidRPr="00C91B87">
              <w:rPr>
                <w:b/>
                <w:bCs/>
                <w:noProof/>
              </w:rPr>
              <w:t>„</w:t>
            </w:r>
            <w:r w:rsidR="00C91B87">
              <w:rPr>
                <w:noProof/>
              </w:rPr>
              <w:t>Konverze na 25kV, 50Hz v úseku Říkovice – Hranice na Moravě (mimo)“</w:t>
            </w:r>
          </w:fldSimple>
        </w:p>
        <w:p w14:paraId="31D768FA" w14:textId="77777777" w:rsidR="00FB5D92" w:rsidRPr="00BD0C4A" w:rsidRDefault="00FB5D92" w:rsidP="00BD0C4A">
          <w:pPr>
            <w:pStyle w:val="Zpatvpravo"/>
          </w:pPr>
          <w:r w:rsidRPr="00BD0C4A">
            <w:t>Smlouva o dílo na Záměru projektu a Dokumentace pro územní řízení (ZP+DUR)</w:t>
          </w:r>
        </w:p>
      </w:tc>
      <w:tc>
        <w:tcPr>
          <w:tcW w:w="859" w:type="dxa"/>
          <w:vAlign w:val="bottom"/>
        </w:tcPr>
        <w:p w14:paraId="2FE319B6" w14:textId="1C9C98BC" w:rsidR="00FB5D92" w:rsidRPr="009E09BE" w:rsidRDefault="00FB5D9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91B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1B87">
            <w:rPr>
              <w:b/>
              <w:noProof/>
              <w:color w:val="FF5200" w:themeColor="accent2"/>
              <w:sz w:val="14"/>
              <w:szCs w:val="14"/>
            </w:rPr>
            <w:t>1</w:t>
          </w:r>
          <w:r w:rsidRPr="007145F3">
            <w:rPr>
              <w:b/>
              <w:noProof/>
              <w:color w:val="FF5200" w:themeColor="accent2"/>
              <w:sz w:val="14"/>
              <w:szCs w:val="14"/>
            </w:rPr>
            <w:fldChar w:fldCharType="end"/>
          </w:r>
        </w:p>
      </w:tc>
    </w:tr>
  </w:tbl>
  <w:p w14:paraId="53487909" w14:textId="77777777" w:rsidR="00FB5D92" w:rsidRPr="00B8518B" w:rsidRDefault="00FB5D92"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5D92" w:rsidRPr="003462EB" w14:paraId="2957B13E" w14:textId="77777777" w:rsidTr="00BD0C4A">
      <w:trPr>
        <w:trHeight w:val="247"/>
      </w:trPr>
      <w:tc>
        <w:tcPr>
          <w:tcW w:w="907" w:type="dxa"/>
          <w:tcMar>
            <w:left w:w="0" w:type="dxa"/>
            <w:right w:w="0" w:type="dxa"/>
          </w:tcMar>
          <w:vAlign w:val="bottom"/>
        </w:tcPr>
        <w:p w14:paraId="13F942EA" w14:textId="4A5B3BFB" w:rsidR="00FB5D92" w:rsidRPr="00B8518B" w:rsidRDefault="00FB5D9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1B8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1B87">
            <w:rPr>
              <w:b/>
              <w:noProof/>
              <w:color w:val="FF5200" w:themeColor="accent2"/>
              <w:sz w:val="14"/>
              <w:szCs w:val="14"/>
            </w:rPr>
            <w:t>5</w:t>
          </w:r>
          <w:r w:rsidRPr="007145F3">
            <w:rPr>
              <w:b/>
              <w:noProof/>
              <w:color w:val="FF5200" w:themeColor="accent2"/>
              <w:sz w:val="14"/>
              <w:szCs w:val="14"/>
            </w:rPr>
            <w:fldChar w:fldCharType="end"/>
          </w:r>
        </w:p>
      </w:tc>
      <w:tc>
        <w:tcPr>
          <w:tcW w:w="7825" w:type="dxa"/>
          <w:vAlign w:val="bottom"/>
        </w:tcPr>
        <w:p w14:paraId="5C88CF31" w14:textId="77777777" w:rsidR="00FB5D92" w:rsidRDefault="00FB5D92" w:rsidP="00BD0C4A">
          <w:pPr>
            <w:pStyle w:val="Zpatvlevo"/>
          </w:pPr>
          <w:r>
            <w:t>Příloha č. 6</w:t>
          </w:r>
        </w:p>
        <w:p w14:paraId="07816FE2" w14:textId="3A5FEFCF" w:rsidR="00FB5D92" w:rsidRPr="00BD0C4A" w:rsidRDefault="00FB5D92" w:rsidP="00BD0C4A">
          <w:pPr>
            <w:pStyle w:val="Zpatvlevo"/>
          </w:pPr>
          <w:fldSimple w:instr=" STYLEREF  _Název_akce  \* MERGEFORMAT ">
            <w:r w:rsidR="00C91B87" w:rsidRPr="00C91B87">
              <w:rPr>
                <w:b/>
                <w:bCs/>
                <w:noProof/>
              </w:rPr>
              <w:t>„</w:t>
            </w:r>
            <w:r w:rsidR="00C91B87">
              <w:rPr>
                <w:noProof/>
              </w:rPr>
              <w:t>Konverze na 25kV, 50Hz v úseku Říkovice – Hranice na Moravě (mimo)“</w:t>
            </w:r>
          </w:fldSimple>
        </w:p>
        <w:p w14:paraId="0BADE5DB" w14:textId="77777777" w:rsidR="00FB5D92" w:rsidRPr="00BD0C4A" w:rsidRDefault="00FB5D92" w:rsidP="00BD0C4A">
          <w:pPr>
            <w:pStyle w:val="Zpatvlevo"/>
          </w:pPr>
          <w:r w:rsidRPr="00BD0C4A">
            <w:t>Smlouva o dílo na Záměru projektu a Dokumentace pro územní řízení (ZP+DUR)</w:t>
          </w:r>
        </w:p>
      </w:tc>
    </w:tr>
  </w:tbl>
  <w:p w14:paraId="24375138" w14:textId="77777777" w:rsidR="00FB5D92" w:rsidRPr="00BD0C4A" w:rsidRDefault="00FB5D92">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B5D92" w:rsidRPr="009E09BE" w14:paraId="00E3A825" w14:textId="77777777" w:rsidTr="00BD0C4A">
      <w:tc>
        <w:tcPr>
          <w:tcW w:w="7873" w:type="dxa"/>
          <w:vAlign w:val="bottom"/>
        </w:tcPr>
        <w:p w14:paraId="4D71C4CC" w14:textId="77777777" w:rsidR="00FB5D92" w:rsidRDefault="00FB5D92" w:rsidP="00BD0C4A">
          <w:pPr>
            <w:pStyle w:val="Zpatvpravo"/>
          </w:pPr>
          <w:r>
            <w:t>Příloha č. 6</w:t>
          </w:r>
        </w:p>
        <w:p w14:paraId="2097B36F" w14:textId="02602599" w:rsidR="00FB5D92" w:rsidRPr="00BD0C4A" w:rsidRDefault="00FB5D92" w:rsidP="00BD0C4A">
          <w:pPr>
            <w:pStyle w:val="Zpatvpravo"/>
          </w:pPr>
          <w:fldSimple w:instr=" STYLEREF  _Název_akce  \* MERGEFORMAT ">
            <w:r w:rsidR="00C91B87" w:rsidRPr="00C91B87">
              <w:rPr>
                <w:b/>
                <w:bCs/>
                <w:noProof/>
              </w:rPr>
              <w:t>„</w:t>
            </w:r>
            <w:r w:rsidR="00C91B87">
              <w:rPr>
                <w:noProof/>
              </w:rPr>
              <w:t>Konverze na 25kV, 50Hz v úseku Říkovice – Hranice na Moravě (mimo)“</w:t>
            </w:r>
          </w:fldSimple>
        </w:p>
        <w:p w14:paraId="76CB5D52" w14:textId="77777777" w:rsidR="00FB5D92" w:rsidRPr="00BD0C4A" w:rsidRDefault="00FB5D92" w:rsidP="00BD0C4A">
          <w:pPr>
            <w:pStyle w:val="Zpatvpravo"/>
          </w:pPr>
          <w:r w:rsidRPr="00BD0C4A">
            <w:t>Smlouva o dílo na Záměru projektu a Dokumentace pro územní řízení (ZP+DUR)</w:t>
          </w:r>
        </w:p>
      </w:tc>
      <w:tc>
        <w:tcPr>
          <w:tcW w:w="859" w:type="dxa"/>
          <w:vAlign w:val="bottom"/>
        </w:tcPr>
        <w:p w14:paraId="72C8153D" w14:textId="6DECEB77" w:rsidR="00FB5D92" w:rsidRPr="009E09BE" w:rsidRDefault="00FB5D9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91B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1B87">
            <w:rPr>
              <w:b/>
              <w:noProof/>
              <w:color w:val="FF5200" w:themeColor="accent2"/>
              <w:sz w:val="14"/>
              <w:szCs w:val="14"/>
            </w:rPr>
            <w:t>5</w:t>
          </w:r>
          <w:r w:rsidRPr="007145F3">
            <w:rPr>
              <w:b/>
              <w:noProof/>
              <w:color w:val="FF5200" w:themeColor="accent2"/>
              <w:sz w:val="14"/>
              <w:szCs w:val="14"/>
            </w:rPr>
            <w:fldChar w:fldCharType="end"/>
          </w:r>
        </w:p>
      </w:tc>
    </w:tr>
  </w:tbl>
  <w:p w14:paraId="38B644F8" w14:textId="77777777" w:rsidR="00FB5D92" w:rsidRPr="00B8518B" w:rsidRDefault="00FB5D92"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5D92" w:rsidRPr="003462EB" w14:paraId="625A44F1" w14:textId="77777777" w:rsidTr="00BD0C4A">
      <w:trPr>
        <w:trHeight w:val="247"/>
      </w:trPr>
      <w:tc>
        <w:tcPr>
          <w:tcW w:w="907" w:type="dxa"/>
          <w:tcMar>
            <w:left w:w="0" w:type="dxa"/>
            <w:right w:w="0" w:type="dxa"/>
          </w:tcMar>
          <w:vAlign w:val="bottom"/>
        </w:tcPr>
        <w:p w14:paraId="6160D860" w14:textId="77777777" w:rsidR="00FB5D92" w:rsidRPr="00B8518B" w:rsidRDefault="00FB5D9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B59C426" w14:textId="77777777" w:rsidR="00FB5D92" w:rsidRDefault="00FB5D92" w:rsidP="00BD0C4A">
          <w:pPr>
            <w:pStyle w:val="Zpatvlevo"/>
          </w:pPr>
          <w:r>
            <w:t>Příloha č. 7</w:t>
          </w:r>
        </w:p>
        <w:p w14:paraId="1DC6C783" w14:textId="3EDF69E0" w:rsidR="00FB5D92" w:rsidRPr="00BD0C4A" w:rsidRDefault="00FB5D92" w:rsidP="00BD0C4A">
          <w:pPr>
            <w:pStyle w:val="Zpatvlevo"/>
          </w:pPr>
          <w:fldSimple w:instr=" STYLEREF  _Název_akce  \* MERGEFORMAT ">
            <w:r>
              <w:rPr>
                <w:noProof/>
              </w:rPr>
              <w:t>„Konverze na 25kV, 50Hz v úseku Říkovice – Hranice na Moravě (mimo)“</w:t>
            </w:r>
          </w:fldSimple>
        </w:p>
        <w:p w14:paraId="6DE0C108" w14:textId="77777777" w:rsidR="00FB5D92" w:rsidRPr="00BD0C4A" w:rsidRDefault="00FB5D92" w:rsidP="00BD0C4A">
          <w:pPr>
            <w:pStyle w:val="Zpatvlevo"/>
          </w:pPr>
          <w:r w:rsidRPr="00BD0C4A">
            <w:t>Smlouva o dílo na Záměru projektu a Dokumentace pro územní řízení (ZP+DUR)</w:t>
          </w:r>
        </w:p>
      </w:tc>
    </w:tr>
  </w:tbl>
  <w:p w14:paraId="3C13C744" w14:textId="77777777" w:rsidR="00FB5D92" w:rsidRPr="00BD0C4A" w:rsidRDefault="00FB5D92">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B5D92" w:rsidRPr="009E09BE" w14:paraId="1A1B3E79" w14:textId="77777777" w:rsidTr="00BD0C4A">
      <w:tc>
        <w:tcPr>
          <w:tcW w:w="7873" w:type="dxa"/>
          <w:vAlign w:val="bottom"/>
        </w:tcPr>
        <w:p w14:paraId="18BCD1B8" w14:textId="77777777" w:rsidR="00FB5D92" w:rsidRDefault="00FB5D92" w:rsidP="00BD0C4A">
          <w:pPr>
            <w:pStyle w:val="Zpatvpravo"/>
          </w:pPr>
          <w:r>
            <w:t>Příloha č. 7</w:t>
          </w:r>
        </w:p>
        <w:p w14:paraId="1EC63FFC" w14:textId="25F6193D" w:rsidR="00FB5D92" w:rsidRPr="00BD0C4A" w:rsidRDefault="00FB5D92" w:rsidP="00BD0C4A">
          <w:pPr>
            <w:pStyle w:val="Zpatvpravo"/>
          </w:pPr>
          <w:fldSimple w:instr=" STYLEREF  _Název_akce  \* MERGEFORMAT ">
            <w:r w:rsidR="00646AAE" w:rsidRPr="00646AAE">
              <w:rPr>
                <w:b/>
                <w:bCs/>
                <w:noProof/>
              </w:rPr>
              <w:t>„</w:t>
            </w:r>
            <w:r w:rsidR="00646AAE">
              <w:rPr>
                <w:noProof/>
              </w:rPr>
              <w:t>Konverze na 25kV, 50Hz v úseku Říkovice – Hranice na Moravě (mimo)“</w:t>
            </w:r>
          </w:fldSimple>
        </w:p>
        <w:p w14:paraId="36916C9B" w14:textId="77777777" w:rsidR="00FB5D92" w:rsidRPr="00BD0C4A" w:rsidRDefault="00FB5D92" w:rsidP="00BD0C4A">
          <w:pPr>
            <w:pStyle w:val="Zpatvpravo"/>
          </w:pPr>
          <w:r w:rsidRPr="00BD0C4A">
            <w:t>Smlouva o dílo na Záměru projektu a Dokumentace pro územní řízení (ZP+DUR)</w:t>
          </w:r>
        </w:p>
      </w:tc>
      <w:tc>
        <w:tcPr>
          <w:tcW w:w="859" w:type="dxa"/>
          <w:vAlign w:val="bottom"/>
        </w:tcPr>
        <w:p w14:paraId="040049C8" w14:textId="65154420" w:rsidR="00FB5D92" w:rsidRPr="009E09BE" w:rsidRDefault="00FB5D9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6AA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6AAE">
            <w:rPr>
              <w:b/>
              <w:noProof/>
              <w:color w:val="FF5200" w:themeColor="accent2"/>
              <w:sz w:val="14"/>
              <w:szCs w:val="14"/>
            </w:rPr>
            <w:t>1</w:t>
          </w:r>
          <w:r w:rsidRPr="007145F3">
            <w:rPr>
              <w:b/>
              <w:noProof/>
              <w:color w:val="FF5200" w:themeColor="accent2"/>
              <w:sz w:val="14"/>
              <w:szCs w:val="14"/>
            </w:rPr>
            <w:fldChar w:fldCharType="end"/>
          </w:r>
        </w:p>
      </w:tc>
    </w:tr>
  </w:tbl>
  <w:p w14:paraId="22386001" w14:textId="77777777" w:rsidR="00FB5D92" w:rsidRPr="00B8518B" w:rsidRDefault="00FB5D92"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5D92" w:rsidRPr="003462EB" w14:paraId="59C6FDC3" w14:textId="77777777" w:rsidTr="00BD0C4A">
      <w:trPr>
        <w:trHeight w:val="247"/>
      </w:trPr>
      <w:tc>
        <w:tcPr>
          <w:tcW w:w="907" w:type="dxa"/>
          <w:tcMar>
            <w:left w:w="0" w:type="dxa"/>
            <w:right w:w="0" w:type="dxa"/>
          </w:tcMar>
          <w:vAlign w:val="bottom"/>
        </w:tcPr>
        <w:p w14:paraId="04815967" w14:textId="77777777" w:rsidR="00FB5D92" w:rsidRPr="00B8518B" w:rsidRDefault="00FB5D9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14F7305" w14:textId="77777777" w:rsidR="00FB5D92" w:rsidRDefault="00FB5D92" w:rsidP="00BD0C4A">
          <w:pPr>
            <w:pStyle w:val="Zpatvlevo"/>
          </w:pPr>
          <w:r>
            <w:t>Příloha č. 8</w:t>
          </w:r>
        </w:p>
        <w:p w14:paraId="0FFC8646" w14:textId="1EB56033" w:rsidR="00FB5D92" w:rsidRPr="00BD0C4A" w:rsidRDefault="00FB5D92" w:rsidP="00BD0C4A">
          <w:pPr>
            <w:pStyle w:val="Zpatvlevo"/>
          </w:pPr>
          <w:fldSimple w:instr=" STYLEREF  _Název_akce  \* MERGEFORMAT ">
            <w:r>
              <w:rPr>
                <w:noProof/>
              </w:rPr>
              <w:t>„Konverze na 25kV, 50Hz v úseku Říkovice – Hranice na Moravě (mimo)“</w:t>
            </w:r>
          </w:fldSimple>
        </w:p>
        <w:p w14:paraId="65B7DDDB" w14:textId="77777777" w:rsidR="00FB5D92" w:rsidRPr="00BD0C4A" w:rsidRDefault="00FB5D92" w:rsidP="00BD0C4A">
          <w:pPr>
            <w:pStyle w:val="Zpatvlevo"/>
          </w:pPr>
          <w:r w:rsidRPr="00BD0C4A">
            <w:t>Smlouva o dílo na Záměru projektu a Dokumentace pro územní řízení (ZP+DUR)</w:t>
          </w:r>
        </w:p>
      </w:tc>
    </w:tr>
  </w:tbl>
  <w:p w14:paraId="42020E90" w14:textId="77777777" w:rsidR="00FB5D92" w:rsidRPr="00BD0C4A" w:rsidRDefault="00FB5D92">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B5D92" w:rsidRPr="009E09BE" w14:paraId="4C55234F" w14:textId="77777777" w:rsidTr="00BD0C4A">
      <w:tc>
        <w:tcPr>
          <w:tcW w:w="7873" w:type="dxa"/>
          <w:vAlign w:val="bottom"/>
        </w:tcPr>
        <w:p w14:paraId="5A54DAF0" w14:textId="77777777" w:rsidR="00FB5D92" w:rsidRDefault="00FB5D92" w:rsidP="00BD0C4A">
          <w:pPr>
            <w:pStyle w:val="Zpatvpravo"/>
          </w:pPr>
          <w:r>
            <w:t>Příloha č. 8</w:t>
          </w:r>
        </w:p>
        <w:p w14:paraId="0460091A" w14:textId="5CAAD5F7" w:rsidR="00FB5D92" w:rsidRPr="00BD0C4A" w:rsidRDefault="00FB5D92" w:rsidP="00BD0C4A">
          <w:pPr>
            <w:pStyle w:val="Zpatvpravo"/>
          </w:pPr>
          <w:fldSimple w:instr=" STYLEREF  _Název_akce  \* MERGEFORMAT ">
            <w:r w:rsidR="00646AAE" w:rsidRPr="00646AAE">
              <w:rPr>
                <w:b/>
                <w:bCs/>
                <w:noProof/>
              </w:rPr>
              <w:t>„</w:t>
            </w:r>
            <w:r w:rsidR="00646AAE">
              <w:rPr>
                <w:noProof/>
              </w:rPr>
              <w:t>Konverze na 25kV, 50Hz v úseku Říkovice – Hranice na Moravě (mimo)“</w:t>
            </w:r>
          </w:fldSimple>
        </w:p>
        <w:p w14:paraId="7349CABD" w14:textId="77777777" w:rsidR="00FB5D92" w:rsidRPr="00BD0C4A" w:rsidRDefault="00FB5D92" w:rsidP="00BD0C4A">
          <w:pPr>
            <w:pStyle w:val="Zpatvpravo"/>
          </w:pPr>
          <w:r w:rsidRPr="00BD0C4A">
            <w:t>Smlouva o dílo na Záměru projektu a Dokumentace pro územní řízení (ZP+DUR)</w:t>
          </w:r>
        </w:p>
      </w:tc>
      <w:tc>
        <w:tcPr>
          <w:tcW w:w="859" w:type="dxa"/>
          <w:vAlign w:val="bottom"/>
        </w:tcPr>
        <w:p w14:paraId="70F39983" w14:textId="43DF30B8" w:rsidR="00FB5D92" w:rsidRPr="009E09BE" w:rsidRDefault="00FB5D9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6AA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6AAE">
            <w:rPr>
              <w:b/>
              <w:noProof/>
              <w:color w:val="FF5200" w:themeColor="accent2"/>
              <w:sz w:val="14"/>
              <w:szCs w:val="14"/>
            </w:rPr>
            <w:t>1</w:t>
          </w:r>
          <w:r w:rsidRPr="007145F3">
            <w:rPr>
              <w:b/>
              <w:noProof/>
              <w:color w:val="FF5200" w:themeColor="accent2"/>
              <w:sz w:val="14"/>
              <w:szCs w:val="14"/>
            </w:rPr>
            <w:fldChar w:fldCharType="end"/>
          </w:r>
        </w:p>
      </w:tc>
    </w:tr>
  </w:tbl>
  <w:p w14:paraId="79387D1D" w14:textId="77777777" w:rsidR="00FB5D92" w:rsidRPr="00B8518B" w:rsidRDefault="00FB5D92"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5D92" w:rsidRPr="003462EB" w14:paraId="097BADCE" w14:textId="77777777" w:rsidTr="00BD0C4A">
      <w:trPr>
        <w:trHeight w:val="247"/>
      </w:trPr>
      <w:tc>
        <w:tcPr>
          <w:tcW w:w="907" w:type="dxa"/>
          <w:tcMar>
            <w:left w:w="0" w:type="dxa"/>
            <w:right w:w="0" w:type="dxa"/>
          </w:tcMar>
          <w:vAlign w:val="bottom"/>
        </w:tcPr>
        <w:p w14:paraId="1DC11FF2" w14:textId="77777777" w:rsidR="00FB5D92" w:rsidRPr="00B8518B" w:rsidRDefault="00FB5D9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4F35165" w14:textId="77777777" w:rsidR="00FB5D92" w:rsidRDefault="00FB5D92" w:rsidP="00BD0C4A">
          <w:pPr>
            <w:pStyle w:val="Zpatvlevo"/>
          </w:pPr>
          <w:r>
            <w:t>Příloha č. 9</w:t>
          </w:r>
        </w:p>
        <w:p w14:paraId="5586584C" w14:textId="35C2EFEF" w:rsidR="00FB5D92" w:rsidRPr="00BD0C4A" w:rsidRDefault="00FB5D92" w:rsidP="00BD0C4A">
          <w:pPr>
            <w:pStyle w:val="Zpatvlevo"/>
          </w:pPr>
          <w:fldSimple w:instr=" STYLEREF  _Název_akce  \* MERGEFORMAT ">
            <w:r>
              <w:rPr>
                <w:noProof/>
              </w:rPr>
              <w:t>„Konverze na 25kV, 50Hz v úseku Říkovice – Hranice na Moravě (mimo)“</w:t>
            </w:r>
          </w:fldSimple>
        </w:p>
        <w:p w14:paraId="1DF635D3" w14:textId="77777777" w:rsidR="00FB5D92" w:rsidRPr="00BD0C4A" w:rsidRDefault="00FB5D92" w:rsidP="00BD0C4A">
          <w:pPr>
            <w:pStyle w:val="Zpatvlevo"/>
          </w:pPr>
          <w:r w:rsidRPr="00BD0C4A">
            <w:t>Smlouva o dílo na Záměru projektu a Dokumentace pro územní řízení (ZP+DUR)</w:t>
          </w:r>
        </w:p>
      </w:tc>
    </w:tr>
  </w:tbl>
  <w:p w14:paraId="68C77C9E" w14:textId="77777777" w:rsidR="00FB5D92" w:rsidRPr="00BD0C4A" w:rsidRDefault="00FB5D92">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B5D92" w:rsidRPr="009E09BE" w14:paraId="692C9E0B" w14:textId="77777777" w:rsidTr="00BD0C4A">
      <w:tc>
        <w:tcPr>
          <w:tcW w:w="7873" w:type="dxa"/>
          <w:vAlign w:val="bottom"/>
        </w:tcPr>
        <w:p w14:paraId="74D3B786" w14:textId="249A3DA3" w:rsidR="00FB5D92" w:rsidRPr="00BD0C4A" w:rsidRDefault="00FB5D92" w:rsidP="00BD0C4A">
          <w:pPr>
            <w:pStyle w:val="Zpatvpravo"/>
          </w:pPr>
          <w:fldSimple w:instr=" STYLEREF  _Název_akce  \* MERGEFORMAT ">
            <w:r w:rsidR="00C91B87" w:rsidRPr="00C91B87">
              <w:rPr>
                <w:b/>
                <w:bCs/>
                <w:noProof/>
              </w:rPr>
              <w:t>„</w:t>
            </w:r>
            <w:r w:rsidR="00C91B87">
              <w:rPr>
                <w:noProof/>
              </w:rPr>
              <w:t>Konverze na 25kV, 50Hz v úseku Říkovice – Hranice na Moravě (mimo)“</w:t>
            </w:r>
          </w:fldSimple>
        </w:p>
        <w:p w14:paraId="79347953" w14:textId="77777777" w:rsidR="00FB5D92" w:rsidRPr="00BD0C4A" w:rsidRDefault="00FB5D92" w:rsidP="00BD0C4A">
          <w:pPr>
            <w:pStyle w:val="Zpatvpravo"/>
          </w:pPr>
          <w:r w:rsidRPr="00BD0C4A">
            <w:t>Smlouva o dílo na Záměru projektu a Dokumentace pro územní řízení (ZP+DUR)</w:t>
          </w:r>
        </w:p>
      </w:tc>
      <w:tc>
        <w:tcPr>
          <w:tcW w:w="859" w:type="dxa"/>
          <w:vAlign w:val="bottom"/>
        </w:tcPr>
        <w:p w14:paraId="6D1F69D9" w14:textId="3E4CB4AE" w:rsidR="00FB5D92" w:rsidRPr="009E09BE" w:rsidRDefault="00FB5D9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91B87">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1B87">
            <w:rPr>
              <w:b/>
              <w:noProof/>
              <w:color w:val="FF5200" w:themeColor="accent2"/>
              <w:sz w:val="14"/>
              <w:szCs w:val="14"/>
            </w:rPr>
            <w:t>8</w:t>
          </w:r>
          <w:r w:rsidRPr="007145F3">
            <w:rPr>
              <w:b/>
              <w:noProof/>
              <w:color w:val="FF5200" w:themeColor="accent2"/>
              <w:sz w:val="14"/>
              <w:szCs w:val="14"/>
            </w:rPr>
            <w:fldChar w:fldCharType="end"/>
          </w:r>
        </w:p>
      </w:tc>
    </w:tr>
  </w:tbl>
  <w:p w14:paraId="6FB801B5" w14:textId="77777777" w:rsidR="00FB5D92" w:rsidRPr="00B8518B" w:rsidRDefault="00FB5D9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B5D92" w:rsidRPr="009E09BE" w14:paraId="6D0D50C7" w14:textId="77777777" w:rsidTr="00BD0C4A">
      <w:tc>
        <w:tcPr>
          <w:tcW w:w="7873" w:type="dxa"/>
          <w:vAlign w:val="bottom"/>
        </w:tcPr>
        <w:p w14:paraId="76DB6B6D" w14:textId="77777777" w:rsidR="00FB5D92" w:rsidRDefault="00FB5D92" w:rsidP="00BD0C4A">
          <w:pPr>
            <w:pStyle w:val="Zpatvpravo"/>
          </w:pPr>
          <w:r>
            <w:t>Příloha č. 9</w:t>
          </w:r>
        </w:p>
        <w:p w14:paraId="5AB53300" w14:textId="1A835680" w:rsidR="00FB5D92" w:rsidRPr="00BD0C4A" w:rsidRDefault="00FB5D92" w:rsidP="00BD0C4A">
          <w:pPr>
            <w:pStyle w:val="Zpatvpravo"/>
          </w:pPr>
          <w:fldSimple w:instr=" STYLEREF  _Název_akce  \* MERGEFORMAT ">
            <w:r w:rsidR="00646AAE" w:rsidRPr="00646AAE">
              <w:rPr>
                <w:b/>
                <w:bCs/>
                <w:noProof/>
              </w:rPr>
              <w:t>„</w:t>
            </w:r>
            <w:r w:rsidR="00646AAE">
              <w:rPr>
                <w:noProof/>
              </w:rPr>
              <w:t>Konverze na 25kV, 50Hz v úseku Říkovice – Hranice na Moravě (mimo)“</w:t>
            </w:r>
          </w:fldSimple>
        </w:p>
        <w:p w14:paraId="74727152" w14:textId="77777777" w:rsidR="00FB5D92" w:rsidRPr="00BD0C4A" w:rsidRDefault="00FB5D92" w:rsidP="00BD0C4A">
          <w:pPr>
            <w:pStyle w:val="Zpatvpravo"/>
          </w:pPr>
          <w:r w:rsidRPr="00BD0C4A">
            <w:t>Smlouva o dílo na Záměru projektu a Dokumentace pro územní řízení (ZP+DUR)</w:t>
          </w:r>
        </w:p>
      </w:tc>
      <w:tc>
        <w:tcPr>
          <w:tcW w:w="859" w:type="dxa"/>
          <w:vAlign w:val="bottom"/>
        </w:tcPr>
        <w:p w14:paraId="65724D53" w14:textId="4AA99527" w:rsidR="00FB5D92" w:rsidRPr="009E09BE" w:rsidRDefault="00FB5D9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6AA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6AAE">
            <w:rPr>
              <w:b/>
              <w:noProof/>
              <w:color w:val="FF5200" w:themeColor="accent2"/>
              <w:sz w:val="14"/>
              <w:szCs w:val="14"/>
            </w:rPr>
            <w:t>1</w:t>
          </w:r>
          <w:r w:rsidRPr="007145F3">
            <w:rPr>
              <w:b/>
              <w:noProof/>
              <w:color w:val="FF5200" w:themeColor="accent2"/>
              <w:sz w:val="14"/>
              <w:szCs w:val="14"/>
            </w:rPr>
            <w:fldChar w:fldCharType="end"/>
          </w:r>
        </w:p>
      </w:tc>
    </w:tr>
  </w:tbl>
  <w:p w14:paraId="32E0C427" w14:textId="77777777" w:rsidR="00FB5D92" w:rsidRPr="00B8518B" w:rsidRDefault="00FB5D92"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5D92" w:rsidRPr="003462EB" w14:paraId="4FE1E13C" w14:textId="77777777" w:rsidTr="00BD0C4A">
      <w:trPr>
        <w:trHeight w:val="247"/>
      </w:trPr>
      <w:tc>
        <w:tcPr>
          <w:tcW w:w="907" w:type="dxa"/>
          <w:tcMar>
            <w:left w:w="0" w:type="dxa"/>
            <w:right w:w="0" w:type="dxa"/>
          </w:tcMar>
          <w:vAlign w:val="bottom"/>
        </w:tcPr>
        <w:p w14:paraId="1B5C7E50" w14:textId="77777777" w:rsidR="00FB5D92" w:rsidRPr="00B8518B" w:rsidRDefault="00FB5D9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6669004" w14:textId="77777777" w:rsidR="00FB5D92" w:rsidRDefault="00FB5D92" w:rsidP="00BD0C4A">
          <w:pPr>
            <w:pStyle w:val="Zpatvlevo"/>
          </w:pPr>
          <w:r>
            <w:t>Příloha č. 10</w:t>
          </w:r>
        </w:p>
        <w:p w14:paraId="67AFB1D5" w14:textId="62215AA6" w:rsidR="00FB5D92" w:rsidRPr="00BD0C4A" w:rsidRDefault="00FB5D92" w:rsidP="00BD0C4A">
          <w:pPr>
            <w:pStyle w:val="Zpatvlevo"/>
          </w:pPr>
          <w:fldSimple w:instr=" STYLEREF  _Název_akce  \* MERGEFORMAT ">
            <w:r>
              <w:rPr>
                <w:noProof/>
              </w:rPr>
              <w:t>„Konverze na 25kV, 50Hz v úseku Říkovice – Hranice na Moravě (mimo)“</w:t>
            </w:r>
          </w:fldSimple>
        </w:p>
        <w:p w14:paraId="5A46240D" w14:textId="77777777" w:rsidR="00FB5D92" w:rsidRPr="00BD0C4A" w:rsidRDefault="00FB5D92" w:rsidP="00BD0C4A">
          <w:pPr>
            <w:pStyle w:val="Zpatvlevo"/>
          </w:pPr>
          <w:r w:rsidRPr="00BD0C4A">
            <w:t>Smlouva o dílo na Záměru projektu a Dokumentace pro územní řízení (ZP+DUR)</w:t>
          </w:r>
        </w:p>
      </w:tc>
    </w:tr>
  </w:tbl>
  <w:p w14:paraId="278AA4D2" w14:textId="77777777" w:rsidR="00FB5D92" w:rsidRPr="00BD0C4A" w:rsidRDefault="00FB5D92">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B5D92" w:rsidRPr="009E09BE" w14:paraId="17511DAE" w14:textId="77777777" w:rsidTr="00BD0C4A">
      <w:tc>
        <w:tcPr>
          <w:tcW w:w="7873" w:type="dxa"/>
          <w:vAlign w:val="bottom"/>
        </w:tcPr>
        <w:p w14:paraId="5165F03D" w14:textId="77777777" w:rsidR="00FB5D92" w:rsidRDefault="00FB5D92" w:rsidP="00BD0C4A">
          <w:pPr>
            <w:pStyle w:val="Zpatvpravo"/>
          </w:pPr>
          <w:r>
            <w:t>Příloha č. 10</w:t>
          </w:r>
        </w:p>
        <w:p w14:paraId="4EBE2695" w14:textId="4AB7A7C1" w:rsidR="00FB5D92" w:rsidRPr="00BD0C4A" w:rsidRDefault="00FB5D92" w:rsidP="00BD0C4A">
          <w:pPr>
            <w:pStyle w:val="Zpatvpravo"/>
          </w:pPr>
          <w:fldSimple w:instr=" STYLEREF  _Název_akce  \* MERGEFORMAT ">
            <w:r w:rsidR="00646AAE" w:rsidRPr="00646AAE">
              <w:rPr>
                <w:b/>
                <w:bCs/>
                <w:noProof/>
              </w:rPr>
              <w:t>„</w:t>
            </w:r>
            <w:r w:rsidR="00646AAE">
              <w:rPr>
                <w:noProof/>
              </w:rPr>
              <w:t>Konverze na 25kV, 50Hz v úseku Říkovice – Hranice na Moravě (mimo)“</w:t>
            </w:r>
          </w:fldSimple>
          <w:bookmarkStart w:id="9" w:name="_Ref53007706"/>
          <w:bookmarkStart w:id="10" w:name="_Ref51783812"/>
        </w:p>
        <w:p w14:paraId="6FDAF479" w14:textId="77777777" w:rsidR="00FB5D92" w:rsidRPr="00BD0C4A" w:rsidRDefault="00FB5D92" w:rsidP="00BD0C4A">
          <w:pPr>
            <w:pStyle w:val="Zpatvpravo"/>
          </w:pPr>
          <w:r w:rsidRPr="00BD0C4A">
            <w:t>Smlouva o dílo na Záměru projektu a Dokumentace pro územní řízení (ZP+DUR)</w:t>
          </w:r>
        </w:p>
      </w:tc>
      <w:tc>
        <w:tcPr>
          <w:tcW w:w="859" w:type="dxa"/>
          <w:vAlign w:val="bottom"/>
        </w:tcPr>
        <w:p w14:paraId="3DE1B7B3" w14:textId="6989567A" w:rsidR="00FB5D92" w:rsidRPr="009E09BE" w:rsidRDefault="00FB5D9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6AA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6AAE">
            <w:rPr>
              <w:b/>
              <w:noProof/>
              <w:color w:val="FF5200" w:themeColor="accent2"/>
              <w:sz w:val="14"/>
              <w:szCs w:val="14"/>
            </w:rPr>
            <w:t>1</w:t>
          </w:r>
          <w:r w:rsidRPr="007145F3">
            <w:rPr>
              <w:b/>
              <w:noProof/>
              <w:color w:val="FF5200" w:themeColor="accent2"/>
              <w:sz w:val="14"/>
              <w:szCs w:val="14"/>
            </w:rPr>
            <w:fldChar w:fldCharType="end"/>
          </w:r>
        </w:p>
      </w:tc>
    </w:tr>
    <w:bookmarkEnd w:id="9"/>
    <w:bookmarkEnd w:id="10"/>
  </w:tbl>
  <w:p w14:paraId="1DEC52E9" w14:textId="77777777" w:rsidR="00FB5D92" w:rsidRPr="00B8518B" w:rsidRDefault="00FB5D9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5D92" w:rsidRPr="003462EB" w14:paraId="2CC9B994" w14:textId="77777777" w:rsidTr="00BD0C4A">
      <w:trPr>
        <w:trHeight w:val="247"/>
      </w:trPr>
      <w:tc>
        <w:tcPr>
          <w:tcW w:w="907" w:type="dxa"/>
          <w:tcMar>
            <w:left w:w="0" w:type="dxa"/>
            <w:right w:w="0" w:type="dxa"/>
          </w:tcMar>
          <w:vAlign w:val="bottom"/>
        </w:tcPr>
        <w:p w14:paraId="6114241E" w14:textId="4E78A176" w:rsidR="00FB5D92" w:rsidRPr="00B8518B" w:rsidRDefault="00FB5D9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CBA6F0F" w14:textId="77777777" w:rsidR="00FB5D92" w:rsidRDefault="00FB5D92" w:rsidP="00BD0C4A">
          <w:pPr>
            <w:pStyle w:val="Zpatvlevo"/>
          </w:pPr>
          <w:r>
            <w:t>Příloha č. 1</w:t>
          </w:r>
        </w:p>
        <w:p w14:paraId="77437C52" w14:textId="4A69E6C0" w:rsidR="00FB5D92" w:rsidRPr="00BD0C4A" w:rsidRDefault="00FB5D92" w:rsidP="00BD0C4A">
          <w:pPr>
            <w:pStyle w:val="Zpatvlevo"/>
          </w:pPr>
          <w:fldSimple w:instr=" STYLEREF  _Název_akce  \* MERGEFORMAT ">
            <w:r>
              <w:rPr>
                <w:noProof/>
              </w:rPr>
              <w:t>„Konverze na 25kV, 50Hz v úseku Říkovice – Hranice na Moravě (mimo)“</w:t>
            </w:r>
          </w:fldSimple>
        </w:p>
        <w:p w14:paraId="730548E0" w14:textId="77777777" w:rsidR="00FB5D92" w:rsidRPr="00BD0C4A" w:rsidRDefault="00FB5D92" w:rsidP="00BD0C4A">
          <w:pPr>
            <w:pStyle w:val="Zpatvlevo"/>
          </w:pPr>
          <w:r w:rsidRPr="00BD0C4A">
            <w:t>Smlouva o dílo na Záměru projektu a Dokumentace pro územní řízení (ZP+DUR)</w:t>
          </w:r>
        </w:p>
      </w:tc>
    </w:tr>
  </w:tbl>
  <w:p w14:paraId="51E13483" w14:textId="77777777" w:rsidR="00FB5D92" w:rsidRPr="00BD0C4A" w:rsidRDefault="00FB5D9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B5D92" w:rsidRPr="009E09BE" w14:paraId="3FD5D2B4" w14:textId="77777777" w:rsidTr="00BD0C4A">
      <w:tc>
        <w:tcPr>
          <w:tcW w:w="7873" w:type="dxa"/>
          <w:vAlign w:val="bottom"/>
        </w:tcPr>
        <w:p w14:paraId="225BE562" w14:textId="77777777" w:rsidR="00FB5D92" w:rsidRDefault="00FB5D92" w:rsidP="00BD0C4A">
          <w:pPr>
            <w:pStyle w:val="Zpatvpravo"/>
          </w:pPr>
          <w:r>
            <w:t>Příloha č. 1</w:t>
          </w:r>
        </w:p>
        <w:p w14:paraId="3A7BACBB" w14:textId="29D3A071" w:rsidR="00FB5D92" w:rsidRPr="00BD0C4A" w:rsidRDefault="00FB5D92" w:rsidP="00BD0C4A">
          <w:pPr>
            <w:pStyle w:val="Zpatvpravo"/>
          </w:pPr>
          <w:fldSimple w:instr=" STYLEREF  _Název_akce  \* MERGEFORMAT ">
            <w:r w:rsidR="00C91B87" w:rsidRPr="00C91B87">
              <w:rPr>
                <w:b/>
                <w:bCs/>
                <w:noProof/>
              </w:rPr>
              <w:t>„</w:t>
            </w:r>
            <w:r w:rsidR="00C91B87">
              <w:rPr>
                <w:noProof/>
              </w:rPr>
              <w:t>Konverze na 25kV, 50Hz v úseku Říkovice – Hranice na Moravě (mimo)“</w:t>
            </w:r>
          </w:fldSimple>
        </w:p>
        <w:p w14:paraId="359E4A64" w14:textId="77777777" w:rsidR="00FB5D92" w:rsidRPr="00BD0C4A" w:rsidRDefault="00FB5D92" w:rsidP="00BD0C4A">
          <w:pPr>
            <w:pStyle w:val="Zpatvpravo"/>
          </w:pPr>
          <w:r w:rsidRPr="00BD0C4A">
            <w:t>Smlouva o dílo na Záměru projektu a Dokumentace pro územní řízení (ZP+DUR)</w:t>
          </w:r>
        </w:p>
      </w:tc>
      <w:tc>
        <w:tcPr>
          <w:tcW w:w="859" w:type="dxa"/>
          <w:vAlign w:val="bottom"/>
        </w:tcPr>
        <w:p w14:paraId="1498AA9C" w14:textId="737989AC" w:rsidR="00FB5D92" w:rsidRPr="009E09BE" w:rsidRDefault="00FB5D9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91B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1B87">
            <w:rPr>
              <w:b/>
              <w:noProof/>
              <w:color w:val="FF5200" w:themeColor="accent2"/>
              <w:sz w:val="14"/>
              <w:szCs w:val="14"/>
            </w:rPr>
            <w:t>1</w:t>
          </w:r>
          <w:r w:rsidRPr="007145F3">
            <w:rPr>
              <w:b/>
              <w:noProof/>
              <w:color w:val="FF5200" w:themeColor="accent2"/>
              <w:sz w:val="14"/>
              <w:szCs w:val="14"/>
            </w:rPr>
            <w:fldChar w:fldCharType="end"/>
          </w:r>
        </w:p>
      </w:tc>
    </w:tr>
  </w:tbl>
  <w:p w14:paraId="0901076E" w14:textId="77777777" w:rsidR="00FB5D92" w:rsidRPr="00B8518B" w:rsidRDefault="00FB5D9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5D92" w:rsidRPr="003462EB" w14:paraId="2551B75D" w14:textId="77777777" w:rsidTr="00BD0C4A">
      <w:trPr>
        <w:trHeight w:val="247"/>
      </w:trPr>
      <w:tc>
        <w:tcPr>
          <w:tcW w:w="907" w:type="dxa"/>
          <w:tcMar>
            <w:left w:w="0" w:type="dxa"/>
            <w:right w:w="0" w:type="dxa"/>
          </w:tcMar>
          <w:vAlign w:val="bottom"/>
        </w:tcPr>
        <w:p w14:paraId="310B187D" w14:textId="77777777" w:rsidR="00FB5D92" w:rsidRPr="00B8518B" w:rsidRDefault="00FB5D9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1B74ADB" w14:textId="77777777" w:rsidR="00FB5D92" w:rsidRDefault="00FB5D92" w:rsidP="00BD0C4A">
          <w:pPr>
            <w:pStyle w:val="Zpatvlevo"/>
          </w:pPr>
          <w:r>
            <w:t>Příloha č. 2</w:t>
          </w:r>
        </w:p>
        <w:p w14:paraId="3FBF6610" w14:textId="52D6E753" w:rsidR="00FB5D92" w:rsidRPr="00BD0C4A" w:rsidRDefault="00FB5D92" w:rsidP="00BD0C4A">
          <w:pPr>
            <w:pStyle w:val="Zpatvlevo"/>
          </w:pPr>
          <w:fldSimple w:instr=" STYLEREF  _Název_akce  \* MERGEFORMAT ">
            <w:r>
              <w:rPr>
                <w:noProof/>
              </w:rPr>
              <w:t>„Konverze na 25kV, 50Hz v úseku Říkovice – Hranice na Moravě (mimo)“</w:t>
            </w:r>
          </w:fldSimple>
        </w:p>
        <w:p w14:paraId="2CBB37A0" w14:textId="77777777" w:rsidR="00FB5D92" w:rsidRPr="00BD0C4A" w:rsidRDefault="00FB5D92" w:rsidP="00BD0C4A">
          <w:pPr>
            <w:pStyle w:val="Zpatvlevo"/>
          </w:pPr>
          <w:r w:rsidRPr="00BD0C4A">
            <w:t>Smlouva o dílo na Záměru projektu a Dokumentace pro územní řízení (ZP+DUR)</w:t>
          </w:r>
        </w:p>
      </w:tc>
    </w:tr>
  </w:tbl>
  <w:p w14:paraId="4AF43424" w14:textId="77777777" w:rsidR="00FB5D92" w:rsidRPr="00BD0C4A" w:rsidRDefault="00FB5D92">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B5D92" w:rsidRPr="009E09BE" w14:paraId="56BA99E4" w14:textId="77777777" w:rsidTr="00BD0C4A">
      <w:tc>
        <w:tcPr>
          <w:tcW w:w="7873" w:type="dxa"/>
          <w:vAlign w:val="bottom"/>
        </w:tcPr>
        <w:p w14:paraId="15258E8E" w14:textId="77777777" w:rsidR="00FB5D92" w:rsidRDefault="00FB5D92" w:rsidP="00BD0C4A">
          <w:pPr>
            <w:pStyle w:val="Zpatvpravo"/>
          </w:pPr>
          <w:r>
            <w:t>Příloha č. 2</w:t>
          </w:r>
        </w:p>
        <w:p w14:paraId="5CDAA61D" w14:textId="5F007477" w:rsidR="00FB5D92" w:rsidRPr="00BD0C4A" w:rsidRDefault="00FB5D92" w:rsidP="00BD0C4A">
          <w:pPr>
            <w:pStyle w:val="Zpatvpravo"/>
          </w:pPr>
          <w:fldSimple w:instr=" STYLEREF  _Název_akce  \* MERGEFORMAT ">
            <w:r w:rsidR="00C91B87" w:rsidRPr="00C91B87">
              <w:rPr>
                <w:b/>
                <w:bCs/>
                <w:noProof/>
              </w:rPr>
              <w:t>„</w:t>
            </w:r>
            <w:r w:rsidR="00C91B87">
              <w:rPr>
                <w:noProof/>
              </w:rPr>
              <w:t>Konverze na 25kV, 50Hz v úseku Říkovice – Hranice na Moravě (mimo)“</w:t>
            </w:r>
          </w:fldSimple>
        </w:p>
        <w:p w14:paraId="4B23A025" w14:textId="77777777" w:rsidR="00FB5D92" w:rsidRPr="00BD0C4A" w:rsidRDefault="00FB5D92" w:rsidP="00BD0C4A">
          <w:pPr>
            <w:pStyle w:val="Zpatvpravo"/>
          </w:pPr>
          <w:r w:rsidRPr="00BD0C4A">
            <w:t>Smlouva o dílo na Záměru projektu a Dokumentace pro územní řízení (ZP+DUR)</w:t>
          </w:r>
        </w:p>
      </w:tc>
      <w:tc>
        <w:tcPr>
          <w:tcW w:w="859" w:type="dxa"/>
          <w:vAlign w:val="bottom"/>
        </w:tcPr>
        <w:p w14:paraId="30C37DB7" w14:textId="2A70E019" w:rsidR="00FB5D92" w:rsidRPr="009E09BE" w:rsidRDefault="00FB5D9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91B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1B87">
            <w:rPr>
              <w:b/>
              <w:noProof/>
              <w:color w:val="FF5200" w:themeColor="accent2"/>
              <w:sz w:val="14"/>
              <w:szCs w:val="14"/>
            </w:rPr>
            <w:t>1</w:t>
          </w:r>
          <w:r w:rsidRPr="007145F3">
            <w:rPr>
              <w:b/>
              <w:noProof/>
              <w:color w:val="FF5200" w:themeColor="accent2"/>
              <w:sz w:val="14"/>
              <w:szCs w:val="14"/>
            </w:rPr>
            <w:fldChar w:fldCharType="end"/>
          </w:r>
        </w:p>
      </w:tc>
    </w:tr>
  </w:tbl>
  <w:p w14:paraId="4FAE9373" w14:textId="77777777" w:rsidR="00FB5D92" w:rsidRPr="00B8518B" w:rsidRDefault="00FB5D9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5D92" w:rsidRPr="003462EB" w14:paraId="28A2B590" w14:textId="77777777" w:rsidTr="00BD0C4A">
      <w:trPr>
        <w:trHeight w:val="247"/>
      </w:trPr>
      <w:tc>
        <w:tcPr>
          <w:tcW w:w="907" w:type="dxa"/>
          <w:tcMar>
            <w:left w:w="0" w:type="dxa"/>
            <w:right w:w="0" w:type="dxa"/>
          </w:tcMar>
          <w:vAlign w:val="bottom"/>
        </w:tcPr>
        <w:p w14:paraId="5A737C6B" w14:textId="77777777" w:rsidR="00FB5D92" w:rsidRPr="00B8518B" w:rsidRDefault="00FB5D9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B78EEDD" w14:textId="77777777" w:rsidR="00FB5D92" w:rsidRDefault="00FB5D92" w:rsidP="00BD0C4A">
          <w:pPr>
            <w:pStyle w:val="Zpatvlevo"/>
          </w:pPr>
          <w:r>
            <w:t>Příloha č. 3</w:t>
          </w:r>
        </w:p>
        <w:p w14:paraId="09704D89" w14:textId="71875361" w:rsidR="00FB5D92" w:rsidRPr="00BD0C4A" w:rsidRDefault="00FB5D92" w:rsidP="00BD0C4A">
          <w:pPr>
            <w:pStyle w:val="Zpatvlevo"/>
          </w:pPr>
          <w:fldSimple w:instr=" STYLEREF  _Název_akce  \* MERGEFORMAT ">
            <w:r>
              <w:rPr>
                <w:noProof/>
              </w:rPr>
              <w:t>„Konverze na 25kV, 50Hz v úseku Říkovice – Hranice na Moravě (mimo)“</w:t>
            </w:r>
          </w:fldSimple>
        </w:p>
        <w:p w14:paraId="345B2B8E" w14:textId="77777777" w:rsidR="00FB5D92" w:rsidRPr="00BD0C4A" w:rsidRDefault="00FB5D92" w:rsidP="00BD0C4A">
          <w:pPr>
            <w:pStyle w:val="Zpatvlevo"/>
          </w:pPr>
          <w:r w:rsidRPr="00BD0C4A">
            <w:t>Smlouva o dílo na Záměru projektu a Dokumentace pro územní řízení (ZP+DUR)</w:t>
          </w:r>
        </w:p>
      </w:tc>
    </w:tr>
  </w:tbl>
  <w:p w14:paraId="051C1A07" w14:textId="77777777" w:rsidR="00FB5D92" w:rsidRPr="00BD0C4A" w:rsidRDefault="00FB5D92">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B5D92" w:rsidRPr="009E09BE" w14:paraId="104AA780" w14:textId="77777777" w:rsidTr="00BD0C4A">
      <w:tc>
        <w:tcPr>
          <w:tcW w:w="7873" w:type="dxa"/>
          <w:vAlign w:val="bottom"/>
        </w:tcPr>
        <w:p w14:paraId="1F4DB855" w14:textId="77777777" w:rsidR="00FB5D92" w:rsidRDefault="00FB5D92" w:rsidP="00BD0C4A">
          <w:pPr>
            <w:pStyle w:val="Zpatvpravo"/>
          </w:pPr>
          <w:r>
            <w:t>Příloha č. 3</w:t>
          </w:r>
        </w:p>
        <w:p w14:paraId="03A54630" w14:textId="4C702139" w:rsidR="00FB5D92" w:rsidRPr="00BD0C4A" w:rsidRDefault="00FB5D92" w:rsidP="00BD0C4A">
          <w:pPr>
            <w:pStyle w:val="Zpatvpravo"/>
          </w:pPr>
          <w:fldSimple w:instr=" STYLEREF  _Název_akce  \* MERGEFORMAT ">
            <w:r w:rsidR="00C91B87" w:rsidRPr="00C91B87">
              <w:rPr>
                <w:b/>
                <w:bCs/>
                <w:noProof/>
              </w:rPr>
              <w:t>„</w:t>
            </w:r>
            <w:r w:rsidR="00C91B87">
              <w:rPr>
                <w:noProof/>
              </w:rPr>
              <w:t>Konverze na 25kV, 50Hz v úseku Říkovice – Hranice na Moravě (mimo)“</w:t>
            </w:r>
          </w:fldSimple>
        </w:p>
        <w:p w14:paraId="7682407A" w14:textId="77777777" w:rsidR="00FB5D92" w:rsidRPr="00BD0C4A" w:rsidRDefault="00FB5D92" w:rsidP="00BD0C4A">
          <w:pPr>
            <w:pStyle w:val="Zpatvpravo"/>
          </w:pPr>
          <w:r w:rsidRPr="00BD0C4A">
            <w:t>Smlouva o dílo na Záměru projektu a Dokumentace pro územní řízení (ZP+DUR)</w:t>
          </w:r>
        </w:p>
      </w:tc>
      <w:tc>
        <w:tcPr>
          <w:tcW w:w="859" w:type="dxa"/>
          <w:vAlign w:val="bottom"/>
        </w:tcPr>
        <w:p w14:paraId="7DF08C7E" w14:textId="2C03A598" w:rsidR="00FB5D92" w:rsidRPr="009E09BE" w:rsidRDefault="00FB5D9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91B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1B87">
            <w:rPr>
              <w:b/>
              <w:noProof/>
              <w:color w:val="FF5200" w:themeColor="accent2"/>
              <w:sz w:val="14"/>
              <w:szCs w:val="14"/>
            </w:rPr>
            <w:t>1</w:t>
          </w:r>
          <w:r w:rsidRPr="007145F3">
            <w:rPr>
              <w:b/>
              <w:noProof/>
              <w:color w:val="FF5200" w:themeColor="accent2"/>
              <w:sz w:val="14"/>
              <w:szCs w:val="14"/>
            </w:rPr>
            <w:fldChar w:fldCharType="end"/>
          </w:r>
        </w:p>
      </w:tc>
    </w:tr>
  </w:tbl>
  <w:p w14:paraId="1B08985E" w14:textId="77777777" w:rsidR="00FB5D92" w:rsidRPr="00B8518B" w:rsidRDefault="00FB5D9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5D92" w:rsidRPr="003462EB" w14:paraId="68C2DEDD" w14:textId="77777777" w:rsidTr="00BD0C4A">
      <w:trPr>
        <w:trHeight w:val="247"/>
      </w:trPr>
      <w:tc>
        <w:tcPr>
          <w:tcW w:w="907" w:type="dxa"/>
          <w:tcMar>
            <w:left w:w="0" w:type="dxa"/>
            <w:right w:w="0" w:type="dxa"/>
          </w:tcMar>
          <w:vAlign w:val="bottom"/>
        </w:tcPr>
        <w:p w14:paraId="1EC7DCE4" w14:textId="3702D678" w:rsidR="00FB5D92" w:rsidRPr="00B8518B" w:rsidRDefault="00FB5D9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1B8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1B87">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7471CA4D" w14:textId="77777777" w:rsidR="00FB5D92" w:rsidRDefault="00FB5D92" w:rsidP="00BD0C4A">
          <w:pPr>
            <w:pStyle w:val="Zpatvlevo"/>
          </w:pPr>
          <w:r>
            <w:t>Příloha č. 4</w:t>
          </w:r>
        </w:p>
        <w:p w14:paraId="4C6AE402" w14:textId="7B2FBD1E" w:rsidR="00FB5D92" w:rsidRPr="00BD0C4A" w:rsidRDefault="00FB5D92" w:rsidP="00BD0C4A">
          <w:pPr>
            <w:pStyle w:val="Zpatvlevo"/>
          </w:pPr>
          <w:fldSimple w:instr=" STYLEREF  _Název_akce  \* MERGEFORMAT ">
            <w:r w:rsidR="00C91B87" w:rsidRPr="00C91B87">
              <w:rPr>
                <w:b/>
                <w:bCs/>
                <w:noProof/>
              </w:rPr>
              <w:t>„</w:t>
            </w:r>
            <w:r w:rsidR="00C91B87">
              <w:rPr>
                <w:noProof/>
              </w:rPr>
              <w:t>Konverze na 25kV, 50Hz v úseku Říkovice – Hranice na Moravě (mimo)“</w:t>
            </w:r>
          </w:fldSimple>
        </w:p>
        <w:p w14:paraId="3BB9FA44" w14:textId="77777777" w:rsidR="00FB5D92" w:rsidRPr="00BD0C4A" w:rsidRDefault="00FB5D92" w:rsidP="00BD0C4A">
          <w:pPr>
            <w:pStyle w:val="Zpatvlevo"/>
          </w:pPr>
          <w:r w:rsidRPr="00BD0C4A">
            <w:t>Smlouva o dílo na Záměru projektu a Dokumentace pro územní řízení (ZP+DUR)</w:t>
          </w:r>
        </w:p>
      </w:tc>
    </w:tr>
  </w:tbl>
  <w:p w14:paraId="16ECAE29" w14:textId="77777777" w:rsidR="00FB5D92" w:rsidRPr="00BD0C4A" w:rsidRDefault="00FB5D9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8053F9" w14:textId="77777777" w:rsidR="00FB5D92" w:rsidRDefault="00FB5D92" w:rsidP="00962258">
      <w:pPr>
        <w:spacing w:after="0" w:line="240" w:lineRule="auto"/>
      </w:pPr>
      <w:r>
        <w:separator/>
      </w:r>
    </w:p>
  </w:footnote>
  <w:footnote w:type="continuationSeparator" w:id="0">
    <w:p w14:paraId="2913179C" w14:textId="77777777" w:rsidR="00FB5D92" w:rsidRDefault="00FB5D9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92" w14:paraId="21C28A17" w14:textId="77777777" w:rsidTr="00B22106">
      <w:trPr>
        <w:trHeight w:hRule="exact" w:val="936"/>
      </w:trPr>
      <w:tc>
        <w:tcPr>
          <w:tcW w:w="1361" w:type="dxa"/>
          <w:tcMar>
            <w:left w:w="0" w:type="dxa"/>
            <w:right w:w="0" w:type="dxa"/>
          </w:tcMar>
        </w:tcPr>
        <w:p w14:paraId="38E2DF60" w14:textId="77777777" w:rsidR="00FB5D92" w:rsidRPr="00B8518B" w:rsidRDefault="00FB5D92" w:rsidP="00FC6389">
          <w:pPr>
            <w:pStyle w:val="Zpat"/>
            <w:rPr>
              <w:rStyle w:val="slostrnky"/>
            </w:rPr>
          </w:pPr>
        </w:p>
      </w:tc>
      <w:tc>
        <w:tcPr>
          <w:tcW w:w="3458" w:type="dxa"/>
          <w:shd w:val="clear" w:color="auto" w:fill="auto"/>
          <w:tcMar>
            <w:left w:w="0" w:type="dxa"/>
            <w:right w:w="0" w:type="dxa"/>
          </w:tcMar>
        </w:tcPr>
        <w:p w14:paraId="72A033F3" w14:textId="77777777" w:rsidR="00FB5D92" w:rsidRDefault="00FB5D92" w:rsidP="00FC6389">
          <w:pPr>
            <w:pStyle w:val="Zpat"/>
          </w:pPr>
          <w:r>
            <w:rPr>
              <w:noProof/>
              <w:lang w:eastAsia="cs-CZ"/>
            </w:rPr>
            <w:drawing>
              <wp:anchor distT="0" distB="0" distL="114300" distR="114300" simplePos="0" relativeHeight="251659264" behindDoc="0" locked="1" layoutInCell="1" allowOverlap="1" wp14:anchorId="05EDC2C3" wp14:editId="0D555A4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6F5E0ED" w14:textId="77777777" w:rsidR="00FB5D92" w:rsidRPr="00D6163D" w:rsidRDefault="00FB5D92" w:rsidP="00FC6389">
          <w:pPr>
            <w:pStyle w:val="Druhdokumentu"/>
          </w:pPr>
        </w:p>
      </w:tc>
    </w:tr>
    <w:tr w:rsidR="00FB5D92" w14:paraId="55F6C44A" w14:textId="77777777" w:rsidTr="00B22106">
      <w:trPr>
        <w:trHeight w:hRule="exact" w:val="936"/>
      </w:trPr>
      <w:tc>
        <w:tcPr>
          <w:tcW w:w="1361" w:type="dxa"/>
          <w:tcMar>
            <w:left w:w="0" w:type="dxa"/>
            <w:right w:w="0" w:type="dxa"/>
          </w:tcMar>
        </w:tcPr>
        <w:p w14:paraId="3F384B5A" w14:textId="77777777" w:rsidR="00FB5D92" w:rsidRPr="00B8518B" w:rsidRDefault="00FB5D92" w:rsidP="00FC6389">
          <w:pPr>
            <w:pStyle w:val="Zpat"/>
            <w:rPr>
              <w:rStyle w:val="slostrnky"/>
            </w:rPr>
          </w:pPr>
        </w:p>
      </w:tc>
      <w:tc>
        <w:tcPr>
          <w:tcW w:w="3458" w:type="dxa"/>
          <w:shd w:val="clear" w:color="auto" w:fill="auto"/>
          <w:tcMar>
            <w:left w:w="0" w:type="dxa"/>
            <w:right w:w="0" w:type="dxa"/>
          </w:tcMar>
        </w:tcPr>
        <w:p w14:paraId="6DAFA1F8" w14:textId="77777777" w:rsidR="00FB5D92" w:rsidRDefault="00FB5D92" w:rsidP="00FC6389">
          <w:pPr>
            <w:pStyle w:val="Zpat"/>
          </w:pPr>
        </w:p>
      </w:tc>
      <w:tc>
        <w:tcPr>
          <w:tcW w:w="5756" w:type="dxa"/>
          <w:shd w:val="clear" w:color="auto" w:fill="auto"/>
          <w:tcMar>
            <w:left w:w="0" w:type="dxa"/>
            <w:right w:w="0" w:type="dxa"/>
          </w:tcMar>
        </w:tcPr>
        <w:p w14:paraId="05E5A4FA" w14:textId="77777777" w:rsidR="00FB5D92" w:rsidRPr="00D6163D" w:rsidRDefault="00FB5D92" w:rsidP="00FC6389">
          <w:pPr>
            <w:pStyle w:val="Druhdokumentu"/>
          </w:pPr>
        </w:p>
      </w:tc>
    </w:tr>
  </w:tbl>
  <w:p w14:paraId="76D530EF" w14:textId="77777777" w:rsidR="00FB5D92" w:rsidRPr="00D6163D" w:rsidRDefault="00FB5D92" w:rsidP="00FC6389">
    <w:pPr>
      <w:pStyle w:val="Zhlav"/>
      <w:rPr>
        <w:sz w:val="8"/>
        <w:szCs w:val="8"/>
      </w:rPr>
    </w:pPr>
  </w:p>
  <w:p w14:paraId="6BC329CC" w14:textId="77777777" w:rsidR="00FB5D92" w:rsidRPr="00460660" w:rsidRDefault="00FB5D92">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D855A" w14:textId="77777777" w:rsidR="00FB5D92" w:rsidRDefault="00FB5D92">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3EEE7" w14:textId="77777777" w:rsidR="00FB5D92" w:rsidRPr="00D6163D" w:rsidRDefault="00FB5D92">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BDAE3" w14:textId="77777777" w:rsidR="00FB5D92" w:rsidRDefault="00FB5D92">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87A6A" w14:textId="77777777" w:rsidR="00FB5D92" w:rsidRPr="00D6163D" w:rsidRDefault="00FB5D92">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F5F9C" w14:textId="77777777" w:rsidR="00FB5D92" w:rsidRDefault="00FB5D92">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7F916" w14:textId="77777777" w:rsidR="00FB5D92" w:rsidRPr="00D6163D" w:rsidRDefault="00FB5D9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C6C36" w14:textId="77777777" w:rsidR="00FB5D92" w:rsidRPr="00D6163D" w:rsidRDefault="00FB5D9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3B104" w14:textId="77777777" w:rsidR="00FB5D92" w:rsidRPr="00D6163D" w:rsidRDefault="00FB5D9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F1E37" w14:textId="77777777" w:rsidR="00FB5D92" w:rsidRPr="00D6163D" w:rsidRDefault="00FB5D9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4AE8B" w14:textId="77777777" w:rsidR="00FB5D92" w:rsidRPr="00D6163D" w:rsidRDefault="00FB5D9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DE1EE" w14:textId="77777777" w:rsidR="00FB5D92" w:rsidRPr="00D6163D" w:rsidRDefault="00FB5D9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336D6" w14:textId="77777777" w:rsidR="00FB5D92" w:rsidRPr="00D6163D" w:rsidRDefault="00FB5D9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C04B1" w14:textId="77777777" w:rsidR="00FB5D92" w:rsidRDefault="00FB5D92">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C2B3B" w14:textId="77777777" w:rsidR="00FB5D92" w:rsidRPr="00D6163D" w:rsidRDefault="00FB5D9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890C107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42B3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51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0"/>
  </w:num>
  <w:num w:numId="6">
    <w:abstractNumId w:val="6"/>
  </w:num>
  <w:num w:numId="7">
    <w:abstractNumId w:val="7"/>
  </w:num>
  <w:num w:numId="8">
    <w:abstractNumId w:val="9"/>
  </w:num>
  <w:num w:numId="9">
    <w:abstractNumId w:val="0"/>
  </w:num>
  <w:num w:numId="10">
    <w:abstractNumId w:val="2"/>
  </w:num>
  <w:num w:numId="11">
    <w:abstractNumId w:val="11"/>
  </w:num>
  <w:num w:numId="12">
    <w:abstractNumId w:val="5"/>
  </w:num>
  <w:num w:numId="13">
    <w:abstractNumId w:val="8"/>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2"/>
  </w:num>
  <w:num w:numId="21">
    <w:abstractNumId w:val="2"/>
  </w:num>
  <w:num w:numId="22">
    <w:abstractNumId w:val="6"/>
  </w:num>
  <w:num w:numId="23">
    <w:abstractNumId w:val="6"/>
  </w:num>
  <w:num w:numId="24">
    <w:abstractNumId w:val="6"/>
  </w:num>
  <w:num w:numId="25">
    <w:abstractNumId w:val="6"/>
  </w:num>
  <w:num w:numId="26">
    <w:abstractNumId w:val="6"/>
  </w:num>
  <w:num w:numId="27">
    <w:abstractNumId w:val="7"/>
  </w:num>
  <w:num w:numId="28">
    <w:abstractNumId w:val="7"/>
  </w:num>
  <w:num w:numId="29">
    <w:abstractNumId w:val="7"/>
  </w:num>
  <w:num w:numId="30">
    <w:abstractNumId w:val="7"/>
  </w:num>
  <w:num w:numId="31">
    <w:abstractNumId w:val="7"/>
  </w:num>
  <w:num w:numId="32">
    <w:abstractNumId w:val="9"/>
  </w:num>
  <w:num w:numId="33">
    <w:abstractNumId w:val="0"/>
  </w:num>
  <w:num w:numId="34">
    <w:abstractNumId w:val="0"/>
  </w:num>
  <w:num w:numId="35">
    <w:abstractNumId w:val="2"/>
  </w:num>
  <w:num w:numId="36">
    <w:abstractNumId w:val="2"/>
  </w:num>
  <w:num w:numId="37">
    <w:abstractNumId w:val="11"/>
  </w:num>
  <w:num w:numId="38">
    <w:abstractNumId w:val="11"/>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NotTrackFormatting/>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6C5E"/>
    <w:rsid w:val="00017F3C"/>
    <w:rsid w:val="000204A6"/>
    <w:rsid w:val="00033C58"/>
    <w:rsid w:val="00041EC8"/>
    <w:rsid w:val="000435C5"/>
    <w:rsid w:val="000509D4"/>
    <w:rsid w:val="0006588D"/>
    <w:rsid w:val="00067A5E"/>
    <w:rsid w:val="000719BB"/>
    <w:rsid w:val="00072A65"/>
    <w:rsid w:val="00072C1E"/>
    <w:rsid w:val="000A537B"/>
    <w:rsid w:val="000B4EB8"/>
    <w:rsid w:val="000C3700"/>
    <w:rsid w:val="000C41F2"/>
    <w:rsid w:val="000C7A98"/>
    <w:rsid w:val="000D069A"/>
    <w:rsid w:val="000D22C4"/>
    <w:rsid w:val="000D27D1"/>
    <w:rsid w:val="000D5A05"/>
    <w:rsid w:val="000E1A7F"/>
    <w:rsid w:val="000E2E85"/>
    <w:rsid w:val="000E773F"/>
    <w:rsid w:val="000F59A9"/>
    <w:rsid w:val="00110376"/>
    <w:rsid w:val="00112864"/>
    <w:rsid w:val="00114472"/>
    <w:rsid w:val="00114988"/>
    <w:rsid w:val="00115069"/>
    <w:rsid w:val="001150F2"/>
    <w:rsid w:val="0011564A"/>
    <w:rsid w:val="00121338"/>
    <w:rsid w:val="00132053"/>
    <w:rsid w:val="0013659F"/>
    <w:rsid w:val="00143EC0"/>
    <w:rsid w:val="001446AC"/>
    <w:rsid w:val="00161F34"/>
    <w:rsid w:val="00162409"/>
    <w:rsid w:val="001656A2"/>
    <w:rsid w:val="00165977"/>
    <w:rsid w:val="00170EC5"/>
    <w:rsid w:val="001747C1"/>
    <w:rsid w:val="001770F2"/>
    <w:rsid w:val="00177D6B"/>
    <w:rsid w:val="00187A3E"/>
    <w:rsid w:val="00191F90"/>
    <w:rsid w:val="0019797B"/>
    <w:rsid w:val="001A20BD"/>
    <w:rsid w:val="001A5B98"/>
    <w:rsid w:val="001B0919"/>
    <w:rsid w:val="001B1CBC"/>
    <w:rsid w:val="001B4E74"/>
    <w:rsid w:val="001C645F"/>
    <w:rsid w:val="001D59DF"/>
    <w:rsid w:val="001E1332"/>
    <w:rsid w:val="001E678E"/>
    <w:rsid w:val="0020162D"/>
    <w:rsid w:val="002038D5"/>
    <w:rsid w:val="002071BB"/>
    <w:rsid w:val="00207DF5"/>
    <w:rsid w:val="002136FD"/>
    <w:rsid w:val="00215A17"/>
    <w:rsid w:val="00216525"/>
    <w:rsid w:val="002344F6"/>
    <w:rsid w:val="00240B81"/>
    <w:rsid w:val="00244D5B"/>
    <w:rsid w:val="00247D01"/>
    <w:rsid w:val="0025273A"/>
    <w:rsid w:val="00261A5B"/>
    <w:rsid w:val="00262E5B"/>
    <w:rsid w:val="00266226"/>
    <w:rsid w:val="00275064"/>
    <w:rsid w:val="00276AFE"/>
    <w:rsid w:val="0028031A"/>
    <w:rsid w:val="00283A8E"/>
    <w:rsid w:val="00296232"/>
    <w:rsid w:val="002A21B6"/>
    <w:rsid w:val="002A3B57"/>
    <w:rsid w:val="002A52A4"/>
    <w:rsid w:val="002A5468"/>
    <w:rsid w:val="002B449B"/>
    <w:rsid w:val="002B61DC"/>
    <w:rsid w:val="002B64E2"/>
    <w:rsid w:val="002C1335"/>
    <w:rsid w:val="002C31BF"/>
    <w:rsid w:val="002C50DD"/>
    <w:rsid w:val="002C7FE8"/>
    <w:rsid w:val="002D7FD6"/>
    <w:rsid w:val="002E0CD7"/>
    <w:rsid w:val="002E0CFB"/>
    <w:rsid w:val="002E5C7B"/>
    <w:rsid w:val="002F4333"/>
    <w:rsid w:val="0031600A"/>
    <w:rsid w:val="00327EEF"/>
    <w:rsid w:val="0033239F"/>
    <w:rsid w:val="003348F5"/>
    <w:rsid w:val="0034274B"/>
    <w:rsid w:val="0034719F"/>
    <w:rsid w:val="00350A35"/>
    <w:rsid w:val="003571D8"/>
    <w:rsid w:val="00357BC6"/>
    <w:rsid w:val="00361422"/>
    <w:rsid w:val="0037234B"/>
    <w:rsid w:val="0037545D"/>
    <w:rsid w:val="00380C0F"/>
    <w:rsid w:val="0038188D"/>
    <w:rsid w:val="00381EFC"/>
    <w:rsid w:val="00382771"/>
    <w:rsid w:val="00382E71"/>
    <w:rsid w:val="00390962"/>
    <w:rsid w:val="003918EC"/>
    <w:rsid w:val="00392910"/>
    <w:rsid w:val="00392EB6"/>
    <w:rsid w:val="003956C6"/>
    <w:rsid w:val="003A197F"/>
    <w:rsid w:val="003C2919"/>
    <w:rsid w:val="003C33F2"/>
    <w:rsid w:val="003D756E"/>
    <w:rsid w:val="003E420D"/>
    <w:rsid w:val="003E4C13"/>
    <w:rsid w:val="003E5C36"/>
    <w:rsid w:val="003E67ED"/>
    <w:rsid w:val="003F0537"/>
    <w:rsid w:val="003F0FD2"/>
    <w:rsid w:val="003F55E5"/>
    <w:rsid w:val="00402338"/>
    <w:rsid w:val="004078F3"/>
    <w:rsid w:val="00427794"/>
    <w:rsid w:val="00450F07"/>
    <w:rsid w:val="00453CD3"/>
    <w:rsid w:val="0046002F"/>
    <w:rsid w:val="00460660"/>
    <w:rsid w:val="00464BA9"/>
    <w:rsid w:val="00483969"/>
    <w:rsid w:val="00483E6C"/>
    <w:rsid w:val="00486107"/>
    <w:rsid w:val="00491827"/>
    <w:rsid w:val="004A490C"/>
    <w:rsid w:val="004B1883"/>
    <w:rsid w:val="004B1956"/>
    <w:rsid w:val="004B29F8"/>
    <w:rsid w:val="004C0AB4"/>
    <w:rsid w:val="004C34C0"/>
    <w:rsid w:val="004C3F8B"/>
    <w:rsid w:val="004C4399"/>
    <w:rsid w:val="004C685A"/>
    <w:rsid w:val="004C787C"/>
    <w:rsid w:val="004D09FB"/>
    <w:rsid w:val="004E7A1F"/>
    <w:rsid w:val="004F0093"/>
    <w:rsid w:val="004F3B82"/>
    <w:rsid w:val="004F433F"/>
    <w:rsid w:val="004F4B9B"/>
    <w:rsid w:val="00502690"/>
    <w:rsid w:val="0050666E"/>
    <w:rsid w:val="00511AB9"/>
    <w:rsid w:val="00520E95"/>
    <w:rsid w:val="00522462"/>
    <w:rsid w:val="00523BB5"/>
    <w:rsid w:val="00523EA7"/>
    <w:rsid w:val="005406EB"/>
    <w:rsid w:val="00540D3B"/>
    <w:rsid w:val="00540D7D"/>
    <w:rsid w:val="005445D5"/>
    <w:rsid w:val="00545FA0"/>
    <w:rsid w:val="0054794F"/>
    <w:rsid w:val="00553375"/>
    <w:rsid w:val="00555884"/>
    <w:rsid w:val="005736B7"/>
    <w:rsid w:val="00575E5A"/>
    <w:rsid w:val="00580245"/>
    <w:rsid w:val="005A183C"/>
    <w:rsid w:val="005A1F44"/>
    <w:rsid w:val="005A3013"/>
    <w:rsid w:val="005A6EF8"/>
    <w:rsid w:val="005B7C03"/>
    <w:rsid w:val="005C223D"/>
    <w:rsid w:val="005C60FA"/>
    <w:rsid w:val="005D3C39"/>
    <w:rsid w:val="0060019F"/>
    <w:rsid w:val="00601A8C"/>
    <w:rsid w:val="0060645F"/>
    <w:rsid w:val="0061068E"/>
    <w:rsid w:val="006115D3"/>
    <w:rsid w:val="00636163"/>
    <w:rsid w:val="00646AAE"/>
    <w:rsid w:val="0065610E"/>
    <w:rsid w:val="00660AD3"/>
    <w:rsid w:val="006625DB"/>
    <w:rsid w:val="00670D9A"/>
    <w:rsid w:val="006776B6"/>
    <w:rsid w:val="00693150"/>
    <w:rsid w:val="006A1ECC"/>
    <w:rsid w:val="006A5570"/>
    <w:rsid w:val="006A689C"/>
    <w:rsid w:val="006A7CF1"/>
    <w:rsid w:val="006B3D79"/>
    <w:rsid w:val="006B6FE4"/>
    <w:rsid w:val="006C2343"/>
    <w:rsid w:val="006C308D"/>
    <w:rsid w:val="006C442A"/>
    <w:rsid w:val="006D1114"/>
    <w:rsid w:val="006D3961"/>
    <w:rsid w:val="006D3D66"/>
    <w:rsid w:val="006E02E5"/>
    <w:rsid w:val="006E0578"/>
    <w:rsid w:val="006E314D"/>
    <w:rsid w:val="006E4E0B"/>
    <w:rsid w:val="006E7BCF"/>
    <w:rsid w:val="006F1E22"/>
    <w:rsid w:val="00701260"/>
    <w:rsid w:val="0070354F"/>
    <w:rsid w:val="00710723"/>
    <w:rsid w:val="007145F3"/>
    <w:rsid w:val="00715CA7"/>
    <w:rsid w:val="00720988"/>
    <w:rsid w:val="00723ED1"/>
    <w:rsid w:val="00740AF5"/>
    <w:rsid w:val="00740EE9"/>
    <w:rsid w:val="00743525"/>
    <w:rsid w:val="00744076"/>
    <w:rsid w:val="0074515E"/>
    <w:rsid w:val="00753267"/>
    <w:rsid w:val="007541A2"/>
    <w:rsid w:val="00755818"/>
    <w:rsid w:val="0075662E"/>
    <w:rsid w:val="007616C2"/>
    <w:rsid w:val="0076286B"/>
    <w:rsid w:val="00766846"/>
    <w:rsid w:val="0077673A"/>
    <w:rsid w:val="007846E1"/>
    <w:rsid w:val="007847D6"/>
    <w:rsid w:val="0079568F"/>
    <w:rsid w:val="00796283"/>
    <w:rsid w:val="007A5172"/>
    <w:rsid w:val="007A67A0"/>
    <w:rsid w:val="007A71EF"/>
    <w:rsid w:val="007B4BC6"/>
    <w:rsid w:val="007B570C"/>
    <w:rsid w:val="007E4A6E"/>
    <w:rsid w:val="007F058B"/>
    <w:rsid w:val="007F56A7"/>
    <w:rsid w:val="00800851"/>
    <w:rsid w:val="00807DD0"/>
    <w:rsid w:val="0081797A"/>
    <w:rsid w:val="00821D01"/>
    <w:rsid w:val="00826B7B"/>
    <w:rsid w:val="00846789"/>
    <w:rsid w:val="00851922"/>
    <w:rsid w:val="008579C7"/>
    <w:rsid w:val="008603AD"/>
    <w:rsid w:val="00864197"/>
    <w:rsid w:val="00865640"/>
    <w:rsid w:val="00866994"/>
    <w:rsid w:val="00872362"/>
    <w:rsid w:val="00893DB7"/>
    <w:rsid w:val="00896B28"/>
    <w:rsid w:val="008A3568"/>
    <w:rsid w:val="008A6192"/>
    <w:rsid w:val="008A7D34"/>
    <w:rsid w:val="008B243B"/>
    <w:rsid w:val="008B67B5"/>
    <w:rsid w:val="008C4540"/>
    <w:rsid w:val="008C50F3"/>
    <w:rsid w:val="008C7EFE"/>
    <w:rsid w:val="008D03B9"/>
    <w:rsid w:val="008D30C7"/>
    <w:rsid w:val="008E558A"/>
    <w:rsid w:val="008F18D6"/>
    <w:rsid w:val="008F2068"/>
    <w:rsid w:val="008F2C9B"/>
    <w:rsid w:val="008F797B"/>
    <w:rsid w:val="00904780"/>
    <w:rsid w:val="0090635B"/>
    <w:rsid w:val="009110E1"/>
    <w:rsid w:val="00922385"/>
    <w:rsid w:val="009223DF"/>
    <w:rsid w:val="00925499"/>
    <w:rsid w:val="00930F78"/>
    <w:rsid w:val="009321E5"/>
    <w:rsid w:val="00932561"/>
    <w:rsid w:val="00936091"/>
    <w:rsid w:val="00940D8A"/>
    <w:rsid w:val="009417A8"/>
    <w:rsid w:val="00951D97"/>
    <w:rsid w:val="00962243"/>
    <w:rsid w:val="00962258"/>
    <w:rsid w:val="00964EC7"/>
    <w:rsid w:val="009678B7"/>
    <w:rsid w:val="00971521"/>
    <w:rsid w:val="00992D9C"/>
    <w:rsid w:val="00996CB8"/>
    <w:rsid w:val="009A4DDA"/>
    <w:rsid w:val="009B2E97"/>
    <w:rsid w:val="009B4201"/>
    <w:rsid w:val="009B5146"/>
    <w:rsid w:val="009B5BAC"/>
    <w:rsid w:val="009C418E"/>
    <w:rsid w:val="009C442C"/>
    <w:rsid w:val="009C4D42"/>
    <w:rsid w:val="009E032A"/>
    <w:rsid w:val="009E07F4"/>
    <w:rsid w:val="009F0867"/>
    <w:rsid w:val="009F309B"/>
    <w:rsid w:val="009F392E"/>
    <w:rsid w:val="009F4A34"/>
    <w:rsid w:val="009F53C5"/>
    <w:rsid w:val="009F638B"/>
    <w:rsid w:val="00A0740E"/>
    <w:rsid w:val="00A21A01"/>
    <w:rsid w:val="00A22B7F"/>
    <w:rsid w:val="00A24FBF"/>
    <w:rsid w:val="00A50641"/>
    <w:rsid w:val="00A530BF"/>
    <w:rsid w:val="00A6177B"/>
    <w:rsid w:val="00A66136"/>
    <w:rsid w:val="00A669CC"/>
    <w:rsid w:val="00A71189"/>
    <w:rsid w:val="00A713E1"/>
    <w:rsid w:val="00A7364A"/>
    <w:rsid w:val="00A74DCC"/>
    <w:rsid w:val="00A753ED"/>
    <w:rsid w:val="00A77512"/>
    <w:rsid w:val="00A94351"/>
    <w:rsid w:val="00A94C29"/>
    <w:rsid w:val="00A94C2F"/>
    <w:rsid w:val="00A955FC"/>
    <w:rsid w:val="00AA2A03"/>
    <w:rsid w:val="00AA4CBB"/>
    <w:rsid w:val="00AA65FA"/>
    <w:rsid w:val="00AA7351"/>
    <w:rsid w:val="00AA7AB8"/>
    <w:rsid w:val="00AB4F25"/>
    <w:rsid w:val="00AC1199"/>
    <w:rsid w:val="00AC241D"/>
    <w:rsid w:val="00AC66C7"/>
    <w:rsid w:val="00AD056F"/>
    <w:rsid w:val="00AD0C7B"/>
    <w:rsid w:val="00AD5F1A"/>
    <w:rsid w:val="00AD6731"/>
    <w:rsid w:val="00AE6413"/>
    <w:rsid w:val="00B008D5"/>
    <w:rsid w:val="00B02F73"/>
    <w:rsid w:val="00B05B31"/>
    <w:rsid w:val="00B0619F"/>
    <w:rsid w:val="00B13A26"/>
    <w:rsid w:val="00B15D0D"/>
    <w:rsid w:val="00B22106"/>
    <w:rsid w:val="00B42F40"/>
    <w:rsid w:val="00B43A26"/>
    <w:rsid w:val="00B5431A"/>
    <w:rsid w:val="00B54A7E"/>
    <w:rsid w:val="00B64294"/>
    <w:rsid w:val="00B75EE1"/>
    <w:rsid w:val="00B77481"/>
    <w:rsid w:val="00B8518B"/>
    <w:rsid w:val="00B92ABC"/>
    <w:rsid w:val="00B97CC3"/>
    <w:rsid w:val="00BB2E14"/>
    <w:rsid w:val="00BC06C4"/>
    <w:rsid w:val="00BC2BF6"/>
    <w:rsid w:val="00BD0C4A"/>
    <w:rsid w:val="00BD2150"/>
    <w:rsid w:val="00BD70D0"/>
    <w:rsid w:val="00BD7E91"/>
    <w:rsid w:val="00BD7F0D"/>
    <w:rsid w:val="00BE17D9"/>
    <w:rsid w:val="00C02D0A"/>
    <w:rsid w:val="00C03A6E"/>
    <w:rsid w:val="00C064A6"/>
    <w:rsid w:val="00C11FE0"/>
    <w:rsid w:val="00C14532"/>
    <w:rsid w:val="00C21394"/>
    <w:rsid w:val="00C226C0"/>
    <w:rsid w:val="00C37459"/>
    <w:rsid w:val="00C42FE6"/>
    <w:rsid w:val="00C43398"/>
    <w:rsid w:val="00C44F6A"/>
    <w:rsid w:val="00C45470"/>
    <w:rsid w:val="00C50E43"/>
    <w:rsid w:val="00C6198E"/>
    <w:rsid w:val="00C708EA"/>
    <w:rsid w:val="00C778A5"/>
    <w:rsid w:val="00C91B87"/>
    <w:rsid w:val="00C940FD"/>
    <w:rsid w:val="00C94692"/>
    <w:rsid w:val="00C95162"/>
    <w:rsid w:val="00C97FF7"/>
    <w:rsid w:val="00CA3368"/>
    <w:rsid w:val="00CB4F6D"/>
    <w:rsid w:val="00CB6A37"/>
    <w:rsid w:val="00CB7684"/>
    <w:rsid w:val="00CC7060"/>
    <w:rsid w:val="00CC72E4"/>
    <w:rsid w:val="00CC7C8F"/>
    <w:rsid w:val="00CD1FC4"/>
    <w:rsid w:val="00CD3D41"/>
    <w:rsid w:val="00CE30D4"/>
    <w:rsid w:val="00CE5A16"/>
    <w:rsid w:val="00CF22DA"/>
    <w:rsid w:val="00D034A0"/>
    <w:rsid w:val="00D103B7"/>
    <w:rsid w:val="00D21061"/>
    <w:rsid w:val="00D4108E"/>
    <w:rsid w:val="00D4328E"/>
    <w:rsid w:val="00D51121"/>
    <w:rsid w:val="00D6163D"/>
    <w:rsid w:val="00D6623E"/>
    <w:rsid w:val="00D82FE6"/>
    <w:rsid w:val="00D831A3"/>
    <w:rsid w:val="00D86D02"/>
    <w:rsid w:val="00D927F7"/>
    <w:rsid w:val="00D97BE3"/>
    <w:rsid w:val="00DA3711"/>
    <w:rsid w:val="00DC5B2A"/>
    <w:rsid w:val="00DD1020"/>
    <w:rsid w:val="00DD46F3"/>
    <w:rsid w:val="00DE56F2"/>
    <w:rsid w:val="00DE62BB"/>
    <w:rsid w:val="00DF116D"/>
    <w:rsid w:val="00E10AC6"/>
    <w:rsid w:val="00E16FF7"/>
    <w:rsid w:val="00E26D68"/>
    <w:rsid w:val="00E44045"/>
    <w:rsid w:val="00E516AA"/>
    <w:rsid w:val="00E618C4"/>
    <w:rsid w:val="00E61CE5"/>
    <w:rsid w:val="00E7415D"/>
    <w:rsid w:val="00E878EE"/>
    <w:rsid w:val="00E901A3"/>
    <w:rsid w:val="00EA585B"/>
    <w:rsid w:val="00EA6EC7"/>
    <w:rsid w:val="00EA7331"/>
    <w:rsid w:val="00EB104F"/>
    <w:rsid w:val="00EB46E5"/>
    <w:rsid w:val="00EB6682"/>
    <w:rsid w:val="00ED14BD"/>
    <w:rsid w:val="00F01182"/>
    <w:rsid w:val="00F016C7"/>
    <w:rsid w:val="00F027D0"/>
    <w:rsid w:val="00F1015D"/>
    <w:rsid w:val="00F12DEC"/>
    <w:rsid w:val="00F1715C"/>
    <w:rsid w:val="00F310F8"/>
    <w:rsid w:val="00F35939"/>
    <w:rsid w:val="00F422D3"/>
    <w:rsid w:val="00F43B1C"/>
    <w:rsid w:val="00F44922"/>
    <w:rsid w:val="00F45607"/>
    <w:rsid w:val="00F4722B"/>
    <w:rsid w:val="00F51BF5"/>
    <w:rsid w:val="00F54432"/>
    <w:rsid w:val="00F568F9"/>
    <w:rsid w:val="00F62DF7"/>
    <w:rsid w:val="00F659EB"/>
    <w:rsid w:val="00F762A8"/>
    <w:rsid w:val="00F81528"/>
    <w:rsid w:val="00F861D5"/>
    <w:rsid w:val="00F86BA6"/>
    <w:rsid w:val="00F95FBD"/>
    <w:rsid w:val="00F9740F"/>
    <w:rsid w:val="00FA09FA"/>
    <w:rsid w:val="00FA28AF"/>
    <w:rsid w:val="00FA5A21"/>
    <w:rsid w:val="00FB2576"/>
    <w:rsid w:val="00FB371C"/>
    <w:rsid w:val="00FB5D92"/>
    <w:rsid w:val="00FB6342"/>
    <w:rsid w:val="00FC6389"/>
    <w:rsid w:val="00FD0321"/>
    <w:rsid w:val="00FE6AEC"/>
    <w:rsid w:val="00FF4C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921713"/>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8C4540"/>
    <w:pPr>
      <w:keepNext/>
      <w:numPr>
        <w:numId w:val="3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C4540"/>
    <w:pPr>
      <w:numPr>
        <w:ilvl w:val="1"/>
      </w:numPr>
      <w:spacing w:before="200"/>
      <w:outlineLvl w:val="1"/>
    </w:pPr>
    <w:rPr>
      <w:caps w:val="0"/>
      <w:sz w:val="20"/>
    </w:rPr>
  </w:style>
  <w:style w:type="character" w:customStyle="1" w:styleId="Nadpis2-1Char">
    <w:name w:val="_Nadpis_2-1 Char"/>
    <w:basedOn w:val="Standardnpsmoodstavce"/>
    <w:link w:val="Nadpis2-1"/>
    <w:rsid w:val="008C4540"/>
    <w:rPr>
      <w:rFonts w:ascii="Verdana" w:hAnsi="Verdana"/>
      <w:b/>
      <w:caps/>
      <w:sz w:val="22"/>
    </w:rPr>
  </w:style>
  <w:style w:type="paragraph" w:customStyle="1" w:styleId="Text2-1">
    <w:name w:val="_Text_2-1"/>
    <w:basedOn w:val="Odstavecseseznamem"/>
    <w:link w:val="Text2-1Char"/>
    <w:qFormat/>
    <w:rsid w:val="008C4540"/>
    <w:pPr>
      <w:numPr>
        <w:ilvl w:val="2"/>
        <w:numId w:val="36"/>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8C4540"/>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8C4540"/>
    <w:rPr>
      <w:rFonts w:ascii="Verdana" w:hAnsi="Verdana"/>
    </w:rPr>
  </w:style>
  <w:style w:type="paragraph" w:customStyle="1" w:styleId="Titul1">
    <w:name w:val="_Titul_1"/>
    <w:basedOn w:val="Normln"/>
    <w:qFormat/>
    <w:rsid w:val="008C4540"/>
    <w:pPr>
      <w:spacing w:after="240" w:line="264" w:lineRule="auto"/>
    </w:pPr>
    <w:rPr>
      <w:b/>
      <w:sz w:val="48"/>
      <w:szCs w:val="44"/>
    </w:rPr>
  </w:style>
  <w:style w:type="paragraph" w:customStyle="1" w:styleId="Tituldatum">
    <w:name w:val="_Titul_datum"/>
    <w:basedOn w:val="Normln"/>
    <w:link w:val="TituldatumChar"/>
    <w:qFormat/>
    <w:rsid w:val="008C4540"/>
    <w:pPr>
      <w:spacing w:after="240" w:line="264" w:lineRule="auto"/>
    </w:pPr>
    <w:rPr>
      <w:sz w:val="24"/>
      <w:szCs w:val="24"/>
    </w:rPr>
  </w:style>
  <w:style w:type="character" w:customStyle="1" w:styleId="TituldatumChar">
    <w:name w:val="_Titul_datum Char"/>
    <w:basedOn w:val="Standardnpsmoodstavce"/>
    <w:link w:val="Tituldatum"/>
    <w:rsid w:val="008C4540"/>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C4540"/>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C4540"/>
    <w:pPr>
      <w:numPr>
        <w:ilvl w:val="2"/>
      </w:numPr>
    </w:pPr>
  </w:style>
  <w:style w:type="paragraph" w:customStyle="1" w:styleId="Text1-1">
    <w:name w:val="_Text_1-1"/>
    <w:basedOn w:val="Normln"/>
    <w:link w:val="Text1-1Char"/>
    <w:rsid w:val="008C4540"/>
    <w:pPr>
      <w:numPr>
        <w:ilvl w:val="1"/>
        <w:numId w:val="34"/>
      </w:numPr>
      <w:spacing w:after="120" w:line="264" w:lineRule="auto"/>
      <w:jc w:val="both"/>
    </w:pPr>
    <w:rPr>
      <w:sz w:val="18"/>
      <w:szCs w:val="18"/>
    </w:rPr>
  </w:style>
  <w:style w:type="paragraph" w:customStyle="1" w:styleId="Nadpis1-1">
    <w:name w:val="_Nadpis_1-1"/>
    <w:basedOn w:val="Odstavecseseznamem"/>
    <w:next w:val="Normln"/>
    <w:link w:val="Nadpis1-1Char"/>
    <w:qFormat/>
    <w:rsid w:val="008C4540"/>
    <w:pPr>
      <w:keepNext/>
      <w:numPr>
        <w:numId w:val="34"/>
      </w:numPr>
      <w:spacing w:before="280" w:after="120" w:line="264" w:lineRule="auto"/>
      <w:outlineLvl w:val="0"/>
    </w:pPr>
    <w:rPr>
      <w:b/>
      <w:caps/>
      <w:sz w:val="22"/>
      <w:szCs w:val="18"/>
    </w:rPr>
  </w:style>
  <w:style w:type="paragraph" w:customStyle="1" w:styleId="Odrka1-1">
    <w:name w:val="_Odrážka_1-1_•"/>
    <w:basedOn w:val="Normln"/>
    <w:link w:val="Odrka1-1Char"/>
    <w:qFormat/>
    <w:rsid w:val="008C4540"/>
    <w:pPr>
      <w:numPr>
        <w:numId w:val="26"/>
      </w:numPr>
      <w:spacing w:after="80" w:line="264" w:lineRule="auto"/>
      <w:jc w:val="both"/>
    </w:pPr>
    <w:rPr>
      <w:sz w:val="18"/>
      <w:szCs w:val="18"/>
    </w:rPr>
  </w:style>
  <w:style w:type="character" w:customStyle="1" w:styleId="Text1-1Char">
    <w:name w:val="_Text_1-1 Char"/>
    <w:basedOn w:val="Standardnpsmoodstavce"/>
    <w:link w:val="Text1-1"/>
    <w:rsid w:val="008C4540"/>
    <w:rPr>
      <w:rFonts w:ascii="Verdana" w:hAnsi="Verdana"/>
    </w:rPr>
  </w:style>
  <w:style w:type="character" w:customStyle="1" w:styleId="Nadpis1-1Char">
    <w:name w:val="_Nadpis_1-1 Char"/>
    <w:basedOn w:val="Standardnpsmoodstavce"/>
    <w:link w:val="Nadpis1-1"/>
    <w:rsid w:val="008C4540"/>
    <w:rPr>
      <w:rFonts w:ascii="Verdana" w:hAnsi="Verdana"/>
      <w:b/>
      <w:caps/>
      <w:sz w:val="22"/>
    </w:rPr>
  </w:style>
  <w:style w:type="character" w:customStyle="1" w:styleId="Text1-2Char">
    <w:name w:val="_Text_1-2 Char"/>
    <w:basedOn w:val="Text1-1Char"/>
    <w:link w:val="Text1-2"/>
    <w:rsid w:val="008C4540"/>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8C4540"/>
    <w:rPr>
      <w:rFonts w:ascii="Verdana" w:hAnsi="Verdana"/>
    </w:rPr>
  </w:style>
  <w:style w:type="paragraph" w:customStyle="1" w:styleId="Odrka1-2-">
    <w:name w:val="_Odrážka_1-2_-"/>
    <w:basedOn w:val="Odrka1-1"/>
    <w:qFormat/>
    <w:rsid w:val="008C4540"/>
    <w:pPr>
      <w:numPr>
        <w:ilvl w:val="1"/>
      </w:numPr>
    </w:pPr>
  </w:style>
  <w:style w:type="paragraph" w:customStyle="1" w:styleId="Odrka1-3">
    <w:name w:val="_Odrážka_1-3_·"/>
    <w:basedOn w:val="Odrka1-2-"/>
    <w:qFormat/>
    <w:rsid w:val="008C4540"/>
    <w:pPr>
      <w:numPr>
        <w:ilvl w:val="2"/>
      </w:numPr>
    </w:pPr>
  </w:style>
  <w:style w:type="paragraph" w:customStyle="1" w:styleId="Odstavec1-1a">
    <w:name w:val="_Odstavec_1-1_a)"/>
    <w:basedOn w:val="Normln"/>
    <w:link w:val="Odstavec1-1aChar"/>
    <w:qFormat/>
    <w:rsid w:val="008C4540"/>
    <w:pPr>
      <w:numPr>
        <w:numId w:val="31"/>
      </w:numPr>
      <w:spacing w:after="80" w:line="264" w:lineRule="auto"/>
      <w:jc w:val="both"/>
    </w:pPr>
    <w:rPr>
      <w:sz w:val="18"/>
      <w:szCs w:val="18"/>
    </w:rPr>
  </w:style>
  <w:style w:type="paragraph" w:customStyle="1" w:styleId="Odstavec1-2i">
    <w:name w:val="_Odstavec_1-2_(i)"/>
    <w:basedOn w:val="Odstavec1-1a"/>
    <w:qFormat/>
    <w:rsid w:val="008C4540"/>
    <w:pPr>
      <w:numPr>
        <w:ilvl w:val="1"/>
      </w:numPr>
    </w:pPr>
  </w:style>
  <w:style w:type="paragraph" w:customStyle="1" w:styleId="Odstavec1-31">
    <w:name w:val="_Odstavec_1-3_1)"/>
    <w:basedOn w:val="Odstavec1-2i"/>
    <w:qFormat/>
    <w:rsid w:val="008C4540"/>
    <w:pPr>
      <w:numPr>
        <w:ilvl w:val="2"/>
      </w:numPr>
    </w:pPr>
  </w:style>
  <w:style w:type="paragraph" w:customStyle="1" w:styleId="Textbezslovn">
    <w:name w:val="_Text_bez_číslování"/>
    <w:basedOn w:val="Normln"/>
    <w:link w:val="TextbezslovnChar"/>
    <w:qFormat/>
    <w:rsid w:val="008C4540"/>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8C4540"/>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C4540"/>
    <w:pPr>
      <w:numPr>
        <w:ilvl w:val="3"/>
      </w:numPr>
    </w:pPr>
  </w:style>
  <w:style w:type="character" w:customStyle="1" w:styleId="Text2-2Char">
    <w:name w:val="_Text_2-2 Char"/>
    <w:basedOn w:val="Text2-1Char"/>
    <w:link w:val="Text2-2"/>
    <w:rsid w:val="008C4540"/>
    <w:rPr>
      <w:rFonts w:ascii="Verdana" w:hAnsi="Verdana"/>
    </w:rPr>
  </w:style>
  <w:style w:type="paragraph" w:customStyle="1" w:styleId="Zkratky1">
    <w:name w:val="_Zkratky_1"/>
    <w:basedOn w:val="Normln"/>
    <w:qFormat/>
    <w:rsid w:val="008C4540"/>
    <w:pPr>
      <w:tabs>
        <w:tab w:val="right" w:leader="dot" w:pos="1134"/>
      </w:tabs>
      <w:spacing w:after="0" w:line="240" w:lineRule="auto"/>
    </w:pPr>
    <w:rPr>
      <w:b/>
      <w:sz w:val="16"/>
      <w:szCs w:val="18"/>
    </w:rPr>
  </w:style>
  <w:style w:type="paragraph" w:customStyle="1" w:styleId="Seznam1">
    <w:name w:val="_Seznam_[1]"/>
    <w:basedOn w:val="Normln"/>
    <w:qFormat/>
    <w:rsid w:val="008C4540"/>
    <w:pPr>
      <w:numPr>
        <w:numId w:val="32"/>
      </w:numPr>
      <w:spacing w:after="60" w:line="264" w:lineRule="auto"/>
      <w:jc w:val="both"/>
    </w:pPr>
    <w:rPr>
      <w:sz w:val="16"/>
      <w:szCs w:val="18"/>
    </w:rPr>
  </w:style>
  <w:style w:type="paragraph" w:customStyle="1" w:styleId="Nadpisbezsl1-1">
    <w:name w:val="_Nadpis_bez_čísl_1-1"/>
    <w:next w:val="Nadpisbezsl1-2"/>
    <w:qFormat/>
    <w:rsid w:val="008C4540"/>
    <w:pPr>
      <w:keepNext/>
      <w:spacing w:before="280" w:after="120"/>
      <w:outlineLvl w:val="0"/>
    </w:pPr>
    <w:rPr>
      <w:rFonts w:ascii="Verdana" w:hAnsi="Verdana"/>
      <w:b/>
      <w:caps/>
      <w:sz w:val="22"/>
    </w:rPr>
  </w:style>
  <w:style w:type="paragraph" w:customStyle="1" w:styleId="Nadpisbezsl1-2">
    <w:name w:val="_Nadpis_bez_čísl_1-2"/>
    <w:next w:val="Text2-1"/>
    <w:qFormat/>
    <w:rsid w:val="008C4540"/>
    <w:pPr>
      <w:keepNext/>
      <w:spacing w:before="200" w:after="120"/>
    </w:pPr>
    <w:rPr>
      <w:rFonts w:ascii="Verdana" w:hAnsi="Verdana"/>
      <w:b/>
      <w:sz w:val="20"/>
      <w:szCs w:val="20"/>
    </w:rPr>
  </w:style>
  <w:style w:type="paragraph" w:customStyle="1" w:styleId="Tabulka">
    <w:name w:val="_Tabulka"/>
    <w:basedOn w:val="Normln"/>
    <w:qFormat/>
    <w:rsid w:val="008C4540"/>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8C4540"/>
    <w:rPr>
      <w:rFonts w:ascii="Verdana" w:hAnsi="Verdana"/>
    </w:rPr>
  </w:style>
  <w:style w:type="paragraph" w:customStyle="1" w:styleId="Textbezodsazen">
    <w:name w:val="_Text_bez_odsazení"/>
    <w:basedOn w:val="Normln"/>
    <w:link w:val="TextbezodsazenChar"/>
    <w:qFormat/>
    <w:rsid w:val="008C4540"/>
    <w:pPr>
      <w:spacing w:after="120" w:line="264" w:lineRule="auto"/>
      <w:jc w:val="both"/>
    </w:pPr>
    <w:rPr>
      <w:sz w:val="18"/>
      <w:szCs w:val="18"/>
    </w:rPr>
  </w:style>
  <w:style w:type="character" w:customStyle="1" w:styleId="TextbezodsazenChar">
    <w:name w:val="_Text_bez_odsazení Char"/>
    <w:basedOn w:val="Standardnpsmoodstavce"/>
    <w:link w:val="Textbezodsazen"/>
    <w:rsid w:val="008C4540"/>
    <w:rPr>
      <w:rFonts w:ascii="Verdana" w:hAnsi="Verdana"/>
    </w:rPr>
  </w:style>
  <w:style w:type="character" w:customStyle="1" w:styleId="Tun-ZRUIT">
    <w:name w:val="_Tučně-ZRUŠIT"/>
    <w:basedOn w:val="Standardnpsmoodstavce"/>
    <w:qFormat/>
    <w:rsid w:val="008C4540"/>
    <w:rPr>
      <w:b w:val="0"/>
      <w:i w:val="0"/>
    </w:rPr>
  </w:style>
  <w:style w:type="paragraph" w:customStyle="1" w:styleId="Zkratky2">
    <w:name w:val="_Zkratky_2"/>
    <w:basedOn w:val="Normln"/>
    <w:qFormat/>
    <w:rsid w:val="008C4540"/>
    <w:pPr>
      <w:spacing w:after="0" w:line="240" w:lineRule="auto"/>
    </w:pPr>
    <w:rPr>
      <w:sz w:val="16"/>
      <w:szCs w:val="16"/>
    </w:rPr>
  </w:style>
  <w:style w:type="paragraph" w:customStyle="1" w:styleId="ZTPinfo-text">
    <w:name w:val="_ZTP_info-text"/>
    <w:basedOn w:val="Textbezslovn"/>
    <w:link w:val="ZTPinfo-textChar"/>
    <w:qFormat/>
    <w:rsid w:val="008C4540"/>
    <w:pPr>
      <w:ind w:left="0"/>
    </w:pPr>
    <w:rPr>
      <w:i/>
      <w:color w:val="00A1E0"/>
    </w:rPr>
  </w:style>
  <w:style w:type="character" w:customStyle="1" w:styleId="ZTPinfo-textChar">
    <w:name w:val="_ZTP_info-text Char"/>
    <w:basedOn w:val="Standardnpsmoodstavce"/>
    <w:link w:val="ZTPinfo-text"/>
    <w:rsid w:val="008C4540"/>
    <w:rPr>
      <w:rFonts w:ascii="Verdana" w:hAnsi="Verdana"/>
      <w:i/>
      <w:color w:val="00A1E0"/>
    </w:rPr>
  </w:style>
  <w:style w:type="paragraph" w:customStyle="1" w:styleId="ZTPinfo-text-odr">
    <w:name w:val="_ZTP_info-text-odr"/>
    <w:basedOn w:val="ZTPinfo-text"/>
    <w:link w:val="ZTPinfo-text-odrChar"/>
    <w:qFormat/>
    <w:rsid w:val="008C4540"/>
    <w:pPr>
      <w:numPr>
        <w:numId w:val="38"/>
      </w:numPr>
    </w:pPr>
  </w:style>
  <w:style w:type="character" w:customStyle="1" w:styleId="ZTPinfo-text-odrChar">
    <w:name w:val="_ZTP_info-text-odr Char"/>
    <w:basedOn w:val="ZTPinfo-textChar"/>
    <w:link w:val="ZTPinfo-text-odr"/>
    <w:rsid w:val="008C4540"/>
    <w:rPr>
      <w:rFonts w:ascii="Verdana" w:hAnsi="Verdana"/>
      <w:i/>
      <w:color w:val="00A1E0"/>
    </w:rPr>
  </w:style>
  <w:style w:type="character" w:customStyle="1" w:styleId="Nzevakce">
    <w:name w:val="_Název_akce"/>
    <w:basedOn w:val="Standardnpsmoodstavce"/>
    <w:qFormat/>
    <w:rsid w:val="008C4540"/>
    <w:rPr>
      <w:rFonts w:ascii="Verdana" w:hAnsi="Verdana"/>
      <w:b/>
      <w:sz w:val="36"/>
    </w:rPr>
  </w:style>
  <w:style w:type="paragraph" w:customStyle="1" w:styleId="Odrka1-4">
    <w:name w:val="_Odrážka_1-4_•"/>
    <w:basedOn w:val="Odrka1-1"/>
    <w:qFormat/>
    <w:rsid w:val="008C4540"/>
    <w:pPr>
      <w:numPr>
        <w:ilvl w:val="3"/>
      </w:numPr>
    </w:pPr>
  </w:style>
  <w:style w:type="character" w:customStyle="1" w:styleId="Odstavec1-1aChar">
    <w:name w:val="_Odstavec_1-1_a) Char"/>
    <w:basedOn w:val="Standardnpsmoodstavce"/>
    <w:link w:val="Odstavec1-1a"/>
    <w:rsid w:val="008C4540"/>
    <w:rPr>
      <w:rFonts w:ascii="Verdana" w:hAnsi="Verdana"/>
    </w:rPr>
  </w:style>
  <w:style w:type="paragraph" w:customStyle="1" w:styleId="Odstavec1-41">
    <w:name w:val="_Odstavec_1-4_1."/>
    <w:basedOn w:val="Odstavec1-1a"/>
    <w:link w:val="Odstavec1-41Char"/>
    <w:qFormat/>
    <w:rsid w:val="00BD0C4A"/>
    <w:pPr>
      <w:numPr>
        <w:numId w:val="0"/>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8C4540"/>
    <w:pPr>
      <w:spacing w:before="40" w:after="40" w:line="240" w:lineRule="auto"/>
      <w:jc w:val="left"/>
    </w:pPr>
  </w:style>
  <w:style w:type="paragraph" w:customStyle="1" w:styleId="Tabulka-8">
    <w:name w:val="_Tabulka-8"/>
    <w:basedOn w:val="Tabulka-9"/>
    <w:qFormat/>
    <w:rsid w:val="008C4540"/>
    <w:rPr>
      <w:sz w:val="16"/>
    </w:rPr>
  </w:style>
  <w:style w:type="paragraph" w:customStyle="1" w:styleId="Zpatvpravo">
    <w:name w:val="_Zápatí_vpravo"/>
    <w:qFormat/>
    <w:rsid w:val="008C4540"/>
    <w:pPr>
      <w:spacing w:after="0" w:line="240" w:lineRule="auto"/>
      <w:jc w:val="right"/>
    </w:pPr>
    <w:rPr>
      <w:rFonts w:ascii="Verdana" w:hAnsi="Verdana"/>
      <w:sz w:val="12"/>
    </w:rPr>
  </w:style>
  <w:style w:type="paragraph" w:customStyle="1" w:styleId="Zpatvlevo">
    <w:name w:val="_Zápatí_vlevo"/>
    <w:basedOn w:val="Zpatvpravo"/>
    <w:qFormat/>
    <w:rsid w:val="008C4540"/>
    <w:pPr>
      <w:jc w:val="left"/>
    </w:pPr>
  </w:style>
  <w:style w:type="character" w:customStyle="1" w:styleId="Znaka">
    <w:name w:val="_Značka"/>
    <w:basedOn w:val="Standardnpsmoodstavce"/>
    <w:rsid w:val="008C4540"/>
    <w:rPr>
      <w:rFonts w:ascii="Verdana" w:hAnsi="Verdana"/>
      <w:b/>
      <w:sz w:val="36"/>
    </w:rPr>
  </w:style>
  <w:style w:type="paragraph" w:customStyle="1" w:styleId="ZTPinfo-text-odr0">
    <w:name w:val="_ZTP_info-text-odr_•"/>
    <w:basedOn w:val="ZTPinfo-text-odr"/>
    <w:link w:val="ZTPinfo-text-odrChar0"/>
    <w:qFormat/>
    <w:rsid w:val="008C4540"/>
    <w:pPr>
      <w:numPr>
        <w:ilvl w:val="1"/>
      </w:numPr>
      <w:spacing w:after="80"/>
      <w:contextualSpacing/>
    </w:pPr>
  </w:style>
  <w:style w:type="character" w:customStyle="1" w:styleId="ZTPinfo-text-odrChar0">
    <w:name w:val="_ZTP_info-text-odr_• Char"/>
    <w:basedOn w:val="ZTPinfo-text-odrChar"/>
    <w:link w:val="ZTPinfo-text-odr0"/>
    <w:rsid w:val="008C4540"/>
    <w:rPr>
      <w:rFonts w:ascii="Verdana" w:hAnsi="Verdana"/>
      <w:i/>
      <w:color w:val="00A1E0"/>
    </w:rPr>
  </w:style>
  <w:style w:type="paragraph" w:customStyle="1" w:styleId="Odrka1-5-">
    <w:name w:val="_Odrážka_1-5_-"/>
    <w:basedOn w:val="Odrka1-4"/>
    <w:link w:val="Odrka1-5-Char"/>
    <w:qFormat/>
    <w:rsid w:val="008C4540"/>
    <w:pPr>
      <w:numPr>
        <w:ilvl w:val="4"/>
      </w:numPr>
      <w:spacing w:after="40"/>
    </w:pPr>
  </w:style>
  <w:style w:type="character" w:customStyle="1" w:styleId="Odrka1-5-Char">
    <w:name w:val="_Odrážka_1-5_- Char"/>
    <w:basedOn w:val="Standardnpsmoodstavce"/>
    <w:link w:val="Odrka1-5-"/>
    <w:rsid w:val="008C4540"/>
    <w:rPr>
      <w:rFonts w:ascii="Verdana" w:hAnsi="Verdana"/>
    </w:rPr>
  </w:style>
  <w:style w:type="paragraph" w:customStyle="1" w:styleId="Odstavec1-4a">
    <w:name w:val="_Odstavec_1-4_(a)"/>
    <w:basedOn w:val="Odstavec1-1a"/>
    <w:link w:val="Odstavec1-4aChar"/>
    <w:qFormat/>
    <w:rsid w:val="008C4540"/>
    <w:pPr>
      <w:numPr>
        <w:ilvl w:val="3"/>
      </w:numPr>
    </w:pPr>
  </w:style>
  <w:style w:type="character" w:customStyle="1" w:styleId="Odstavec1-4aChar">
    <w:name w:val="_Odstavec_1-4_(a) Char"/>
    <w:basedOn w:val="Odstavec1-1aChar"/>
    <w:link w:val="Odstavec1-4a"/>
    <w:rsid w:val="008C4540"/>
    <w:rPr>
      <w:rFonts w:ascii="Verdana" w:hAnsi="Verdana"/>
    </w:rPr>
  </w:style>
  <w:style w:type="paragraph" w:customStyle="1" w:styleId="Odstavec1-4i">
    <w:name w:val="_Odstavec_1-4_i)"/>
    <w:basedOn w:val="Odstavec1-1a"/>
    <w:link w:val="Odstavec1-4iChar"/>
    <w:qFormat/>
    <w:rsid w:val="008C4540"/>
    <w:pPr>
      <w:numPr>
        <w:ilvl w:val="4"/>
      </w:numPr>
    </w:pPr>
  </w:style>
  <w:style w:type="character" w:customStyle="1" w:styleId="Odstavec1-4iChar">
    <w:name w:val="_Odstavec_1-4_i) Char"/>
    <w:basedOn w:val="Odstavec1-1aChar"/>
    <w:link w:val="Odstavec1-4i"/>
    <w:rsid w:val="008C4540"/>
    <w:rPr>
      <w:rFonts w:ascii="Verdana" w:hAnsi="Verdana"/>
    </w:rPr>
  </w:style>
  <w:style w:type="table" w:customStyle="1" w:styleId="TabZTPbez">
    <w:name w:val="_Tab_ZTP_bez"/>
    <w:basedOn w:val="Mkatabulky"/>
    <w:uiPriority w:val="99"/>
    <w:rsid w:val="008C4540"/>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C4540"/>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8C454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C4540"/>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C4540"/>
    <w:pPr>
      <w:spacing w:before="20" w:after="20"/>
    </w:pPr>
    <w:rPr>
      <w:sz w:val="14"/>
    </w:rPr>
  </w:style>
  <w:style w:type="paragraph" w:customStyle="1" w:styleId="TextbezslBEZMEZER">
    <w:name w:val="_Text_bez_čísl_BEZ_MEZER"/>
    <w:basedOn w:val="Textbezslovn"/>
    <w:link w:val="TextbezslBEZMEZERChar"/>
    <w:qFormat/>
    <w:rsid w:val="008C4540"/>
    <w:pPr>
      <w:spacing w:after="0"/>
    </w:pPr>
  </w:style>
  <w:style w:type="character" w:customStyle="1" w:styleId="TextbezslBEZMEZERChar">
    <w:name w:val="_Text_bez_čísl_BEZ_MEZER Char"/>
    <w:basedOn w:val="TextbezslovnChar"/>
    <w:link w:val="TextbezslBEZMEZER"/>
    <w:rsid w:val="008C4540"/>
    <w:rPr>
      <w:rFonts w:ascii="Verdana" w:hAnsi="Verdana"/>
    </w:rPr>
  </w:style>
  <w:style w:type="table" w:customStyle="1" w:styleId="TKPTabulka">
    <w:name w:val="_TKP_Tabulka"/>
    <w:basedOn w:val="Normlntabulka"/>
    <w:uiPriority w:val="99"/>
    <w:rsid w:val="008C4540"/>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header" Target="header6.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9.xml"/><Relationship Id="rId42" Type="http://schemas.openxmlformats.org/officeDocument/2006/relationships/header" Target="header13.xml"/><Relationship Id="rId47" Type="http://schemas.openxmlformats.org/officeDocument/2006/relationships/footer" Target="footer21.xml"/><Relationship Id="rId50"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header" Target="header11.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hyperlink" Target="mailto:FoldynaJ@spravazeleznic.cz" TargetMode="Externa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footer" Target="footer18.xml"/><Relationship Id="rId45" Type="http://schemas.openxmlformats.org/officeDocument/2006/relationships/header" Target="header14.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2.xml"/><Relationship Id="rId36" Type="http://schemas.openxmlformats.org/officeDocument/2006/relationships/footer" Target="footer16.xml"/><Relationship Id="rId49" Type="http://schemas.openxmlformats.org/officeDocument/2006/relationships/fontTable" Target="fontTable.xml"/><Relationship Id="rId57"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3.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header" Target="header7.xml"/><Relationship Id="rId35" Type="http://schemas.openxmlformats.org/officeDocument/2006/relationships/footer" Target="footer15.xml"/><Relationship Id="rId43" Type="http://schemas.openxmlformats.org/officeDocument/2006/relationships/footer" Target="footer19.xml"/><Relationship Id="rId48" Type="http://schemas.openxmlformats.org/officeDocument/2006/relationships/footer" Target="footer22.xml"/><Relationship Id="rId8" Type="http://schemas.openxmlformats.org/officeDocument/2006/relationships/webSettings" Target="web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2363E"/>
    <w:rsid w:val="00056467"/>
    <w:rsid w:val="00057894"/>
    <w:rsid w:val="00097F16"/>
    <w:rsid w:val="00111215"/>
    <w:rsid w:val="00153998"/>
    <w:rsid w:val="001C08FB"/>
    <w:rsid w:val="0035793D"/>
    <w:rsid w:val="003C525E"/>
    <w:rsid w:val="003F4DD2"/>
    <w:rsid w:val="004315D2"/>
    <w:rsid w:val="0044346F"/>
    <w:rsid w:val="004F5B71"/>
    <w:rsid w:val="00515857"/>
    <w:rsid w:val="00577A18"/>
    <w:rsid w:val="005F0151"/>
    <w:rsid w:val="00632EF5"/>
    <w:rsid w:val="00674243"/>
    <w:rsid w:val="006744A7"/>
    <w:rsid w:val="008330DD"/>
    <w:rsid w:val="0089373F"/>
    <w:rsid w:val="008E5F9E"/>
    <w:rsid w:val="009159BE"/>
    <w:rsid w:val="009457AE"/>
    <w:rsid w:val="00A14673"/>
    <w:rsid w:val="00B14AA8"/>
    <w:rsid w:val="00B642E9"/>
    <w:rsid w:val="00C17660"/>
    <w:rsid w:val="00CC63B4"/>
    <w:rsid w:val="00D51BCB"/>
    <w:rsid w:val="00DF6A4E"/>
    <w:rsid w:val="00E3790D"/>
    <w:rsid w:val="00EB56D6"/>
    <w:rsid w:val="00ED075E"/>
    <w:rsid w:val="00F10BC4"/>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6CC9AC5-A466-4E1A-A984-1DA69F1C0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24</TotalTime>
  <Pages>33</Pages>
  <Words>4854</Words>
  <Characters>28645</Characters>
  <Application>Microsoft Office Word</Application>
  <DocSecurity>0</DocSecurity>
  <Lines>238</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9</cp:revision>
  <cp:lastPrinted>2022-03-30T09:25:00Z</cp:lastPrinted>
  <dcterms:created xsi:type="dcterms:W3CDTF">2022-04-01T08:12:00Z</dcterms:created>
  <dcterms:modified xsi:type="dcterms:W3CDTF">2022-04-07T07:28:00Z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