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D53" w:rsidRPr="00305D53" w:rsidRDefault="00305D53" w:rsidP="00305D53">
      <w:pPr>
        <w:shd w:val="clear" w:color="auto" w:fill="FFFFFF"/>
        <w:spacing w:before="120" w:after="180" w:line="240" w:lineRule="auto"/>
        <w:outlineLvl w:val="1"/>
        <w:rPr>
          <w:rFonts w:ascii="Tahoma" w:eastAsia="Times New Roman" w:hAnsi="Tahoma" w:cs="Tahoma"/>
          <w:b/>
          <w:bCs/>
          <w:color w:val="002B59"/>
          <w:sz w:val="28"/>
          <w:szCs w:val="28"/>
          <w:lang w:eastAsia="cs-CZ"/>
        </w:rPr>
      </w:pPr>
      <w:r w:rsidRPr="00305D53">
        <w:rPr>
          <w:rFonts w:ascii="Tahoma" w:eastAsia="Times New Roman" w:hAnsi="Tahoma" w:cs="Tahoma"/>
          <w:b/>
          <w:bCs/>
          <w:color w:val="002B59"/>
          <w:sz w:val="28"/>
          <w:szCs w:val="28"/>
          <w:lang w:eastAsia="cs-CZ"/>
        </w:rPr>
        <w:t>Přijatá zpráva - žádost o vysvětlení dokumentace</w:t>
      </w:r>
    </w:p>
    <w:p w:rsidR="00305D53" w:rsidRPr="00305D53" w:rsidRDefault="00305D53" w:rsidP="0030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6" w:history="1">
        <w:r w:rsidRPr="00305D53">
          <w:rPr>
            <w:rFonts w:ascii="Tahoma" w:eastAsia="Times New Roman" w:hAnsi="Tahoma" w:cs="Tahoma"/>
            <w:b/>
            <w:bCs/>
            <w:color w:val="FFFFFF"/>
            <w:sz w:val="17"/>
            <w:szCs w:val="17"/>
            <w:u w:val="single"/>
            <w:bdr w:val="single" w:sz="2" w:space="3" w:color="000000" w:frame="1"/>
            <w:shd w:val="clear" w:color="auto" w:fill="007AA8"/>
            <w:lang w:eastAsia="cs-CZ"/>
          </w:rPr>
          <w:t>odpovědět</w:t>
        </w:r>
      </w:hyperlink>
    </w:p>
    <w:tbl>
      <w:tblPr>
        <w:tblW w:w="10725" w:type="dxa"/>
        <w:tblCellSpacing w:w="15" w:type="dxa"/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8"/>
        <w:gridCol w:w="7297"/>
      </w:tblGrid>
      <w:tr w:rsidR="00305D53" w:rsidRPr="00305D53" w:rsidTr="00305D5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  <w:t>Zadávací řízení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hyperlink r:id="rId7" w:history="1">
              <w:r w:rsidRPr="00305D53">
                <w:rPr>
                  <w:rFonts w:ascii="Tahoma" w:eastAsia="Times New Roman" w:hAnsi="Tahoma" w:cs="Tahoma"/>
                  <w:color w:val="007AA8"/>
                  <w:sz w:val="19"/>
                  <w:szCs w:val="19"/>
                  <w:u w:val="single"/>
                  <w:lang w:eastAsia="cs-CZ"/>
                </w:rPr>
                <w:t xml:space="preserve">Rekonstrukce </w:t>
              </w:r>
              <w:proofErr w:type="spellStart"/>
              <w:r w:rsidRPr="00305D53">
                <w:rPr>
                  <w:rFonts w:ascii="Tahoma" w:eastAsia="Times New Roman" w:hAnsi="Tahoma" w:cs="Tahoma"/>
                  <w:color w:val="007AA8"/>
                  <w:sz w:val="19"/>
                  <w:szCs w:val="19"/>
                  <w:u w:val="single"/>
                  <w:lang w:eastAsia="cs-CZ"/>
                </w:rPr>
                <w:t>žst</w:t>
              </w:r>
              <w:proofErr w:type="spellEnd"/>
              <w:r w:rsidRPr="00305D53">
                <w:rPr>
                  <w:rFonts w:ascii="Tahoma" w:eastAsia="Times New Roman" w:hAnsi="Tahoma" w:cs="Tahoma"/>
                  <w:color w:val="007AA8"/>
                  <w:sz w:val="19"/>
                  <w:szCs w:val="19"/>
                  <w:u w:val="single"/>
                  <w:lang w:eastAsia="cs-CZ"/>
                </w:rPr>
                <w:t>. Rožnov pod Radhoštěm</w:t>
              </w:r>
            </w:hyperlink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  <w:t>Odesílatel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Dagmar Popelka</w:t>
            </w: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  <w:t>Organizace odesílatele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Hroší stavby Morava a.s. [IČO: 28597460]</w:t>
            </w: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  <w:t>Příjemce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Osoba zodpovědná za poskytování vysvětlení dokumentace</w:t>
            </w: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  <w:t>Datum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31.05.2022 14:08:29</w:t>
            </w: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  <w:t>Předmět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Žádost o vysvětlení zadávací dokumentace</w:t>
            </w: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305D53" w:rsidRPr="00305D53" w:rsidRDefault="00305D53" w:rsidP="00305D53">
            <w:pPr>
              <w:spacing w:after="12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Dobrý den,</w:t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br/>
              <w:t xml:space="preserve">zasílám žádost o vysvětlení zadávací dokumentace (pro urychlení i ve formátu </w:t>
            </w:r>
            <w:proofErr w:type="spellStart"/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word</w:t>
            </w:r>
            <w:proofErr w:type="spellEnd"/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).</w:t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br/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br/>
              <w:t>Děkujeme za odpovědi.</w:t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br/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br/>
              <w:t>S pozdravem</w:t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br/>
              <w:t>Ing. Dagmar Popelka</w:t>
            </w: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br/>
              <w:t>Přílohy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noProof/>
                <w:color w:val="007AA8"/>
                <w:sz w:val="19"/>
                <w:szCs w:val="19"/>
                <w:lang w:eastAsia="cs-CZ"/>
              </w:rPr>
              <w:drawing>
                <wp:inline distT="0" distB="0" distL="0" distR="0" wp14:anchorId="40AA7539" wp14:editId="321184E2">
                  <wp:extent cx="152400" cy="152400"/>
                  <wp:effectExtent l="0" t="0" r="0" b="0"/>
                  <wp:docPr id="5" name="obrázek 5" descr="-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-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  <w:hyperlink r:id="rId10" w:history="1">
              <w:r w:rsidRPr="00305D53">
                <w:rPr>
                  <w:rFonts w:ascii="Tahoma" w:eastAsia="Times New Roman" w:hAnsi="Tahoma" w:cs="Tahoma"/>
                  <w:color w:val="007AA8"/>
                  <w:sz w:val="19"/>
                  <w:szCs w:val="19"/>
                  <w:u w:val="single"/>
                  <w:lang w:eastAsia="cs-CZ"/>
                </w:rPr>
                <w:t>HSM_Dotazy_č.2_podpis HSM.pdf</w:t>
              </w:r>
            </w:hyperlink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(436.39 KB)</w:t>
            </w: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noProof/>
                <w:color w:val="007AA8"/>
                <w:sz w:val="19"/>
                <w:szCs w:val="19"/>
                <w:lang w:eastAsia="cs-CZ"/>
              </w:rPr>
              <w:drawing>
                <wp:inline distT="0" distB="0" distL="0" distR="0" wp14:anchorId="665FD61C" wp14:editId="6382113C">
                  <wp:extent cx="152400" cy="152400"/>
                  <wp:effectExtent l="0" t="0" r="0" b="0"/>
                  <wp:docPr id="6" name="obrázek 6" descr="-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-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</w:t>
            </w:r>
            <w:hyperlink r:id="rId13" w:history="1">
              <w:r w:rsidRPr="00305D53">
                <w:rPr>
                  <w:rFonts w:ascii="Tahoma" w:eastAsia="Times New Roman" w:hAnsi="Tahoma" w:cs="Tahoma"/>
                  <w:color w:val="007AA8"/>
                  <w:sz w:val="19"/>
                  <w:szCs w:val="19"/>
                  <w:u w:val="single"/>
                  <w:lang w:eastAsia="cs-CZ"/>
                </w:rPr>
                <w:t>HSM_Dotazy_č.2.docx</w:t>
              </w:r>
            </w:hyperlink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t> (381.05 KB)</w:t>
            </w:r>
          </w:p>
        </w:tc>
      </w:tr>
      <w:tr w:rsidR="00305D53" w:rsidRPr="00305D53" w:rsidTr="00305D53">
        <w:trPr>
          <w:tblCellSpacing w:w="15" w:type="dxa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305D53" w:rsidRPr="00305D53" w:rsidRDefault="00305D53" w:rsidP="00305D53">
            <w:pPr>
              <w:spacing w:after="12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</w:pPr>
            <w:r w:rsidRPr="00305D53">
              <w:rPr>
                <w:rFonts w:ascii="Tahoma" w:eastAsia="Times New Roman" w:hAnsi="Tahoma" w:cs="Tahoma"/>
                <w:b/>
                <w:bCs/>
                <w:color w:val="000000"/>
                <w:sz w:val="19"/>
                <w:szCs w:val="19"/>
                <w:lang w:eastAsia="cs-CZ"/>
              </w:rPr>
              <w:t>Elektronický podpis:</w:t>
            </w:r>
            <w:r w:rsidRPr="00305D53">
              <w:rPr>
                <w:rFonts w:ascii="Tahoma" w:eastAsia="Times New Roman" w:hAnsi="Tahoma" w:cs="Tahoma"/>
                <w:color w:val="000000"/>
                <w:sz w:val="19"/>
                <w:szCs w:val="19"/>
                <w:lang w:eastAsia="cs-CZ"/>
              </w:rPr>
              <w:br/>
              <w:t>Tato zpráva nebyla elektronicky podepsána.</w:t>
            </w:r>
          </w:p>
        </w:tc>
      </w:tr>
    </w:tbl>
    <w:p w:rsidR="003727EC" w:rsidRPr="000F0AB9" w:rsidRDefault="003727EC" w:rsidP="000F0AB9">
      <w:bookmarkStart w:id="0" w:name="_GoBack"/>
      <w:bookmarkEnd w:id="0"/>
    </w:p>
    <w:sectPr w:rsidR="003727EC" w:rsidRPr="000F0AB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1E9" w:rsidRDefault="00D721E9" w:rsidP="00D721E9">
      <w:pPr>
        <w:spacing w:after="0" w:line="240" w:lineRule="auto"/>
      </w:pPr>
      <w:r>
        <w:separator/>
      </w:r>
    </w:p>
  </w:endnote>
  <w:endnote w:type="continuationSeparator" w:id="0">
    <w:p w:rsidR="00D721E9" w:rsidRDefault="00D721E9" w:rsidP="00D72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1E9" w:rsidRDefault="00D721E9" w:rsidP="00D721E9">
      <w:pPr>
        <w:spacing w:after="0" w:line="240" w:lineRule="auto"/>
      </w:pPr>
      <w:r>
        <w:separator/>
      </w:r>
    </w:p>
  </w:footnote>
  <w:footnote w:type="continuationSeparator" w:id="0">
    <w:p w:rsidR="00D721E9" w:rsidRDefault="00D721E9" w:rsidP="00D72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1E9" w:rsidRPr="00AB58FF" w:rsidRDefault="00AB58FF" w:rsidP="00AB58FF">
    <w:pPr>
      <w:pStyle w:val="Zhlav"/>
    </w:pPr>
    <w:r>
      <w:t xml:space="preserve">D </w:t>
    </w:r>
    <w:r w:rsidR="00305D53">
      <w:t>68 - 75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7B"/>
    <w:rsid w:val="000F0AB9"/>
    <w:rsid w:val="00127826"/>
    <w:rsid w:val="002F01CD"/>
    <w:rsid w:val="00305D53"/>
    <w:rsid w:val="00327A96"/>
    <w:rsid w:val="003727EC"/>
    <w:rsid w:val="0038184D"/>
    <w:rsid w:val="004A30B7"/>
    <w:rsid w:val="007604F2"/>
    <w:rsid w:val="00826AAB"/>
    <w:rsid w:val="00AB58FF"/>
    <w:rsid w:val="00BF6A6B"/>
    <w:rsid w:val="00D20E7B"/>
    <w:rsid w:val="00D721E9"/>
    <w:rsid w:val="00E4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63361D"/>
  <w15:chartTrackingRefBased/>
  <w15:docId w15:val="{425E8514-7E45-477B-8BCD-973825FD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D20E7B"/>
    <w:rPr>
      <w:color w:val="0000FF"/>
      <w:u w:val="single"/>
    </w:rPr>
  </w:style>
  <w:style w:type="paragraph" w:customStyle="1" w:styleId="msgbody">
    <w:name w:val="msg_body"/>
    <w:basedOn w:val="Normln"/>
    <w:rsid w:val="00D20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dpis1">
    <w:name w:val="Podpis1"/>
    <w:basedOn w:val="Normln"/>
    <w:rsid w:val="00D20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2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21E9"/>
  </w:style>
  <w:style w:type="paragraph" w:styleId="Zpat">
    <w:name w:val="footer"/>
    <w:basedOn w:val="Normln"/>
    <w:link w:val="ZpatChar"/>
    <w:uiPriority w:val="99"/>
    <w:unhideWhenUsed/>
    <w:rsid w:val="00D72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2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ravazeleznic.cz/document_89447/aaa13d55868a524c1a3adbafad700421-hsm_dotazy_c-2_podpis-hsm-pdf" TargetMode="External"/><Relationship Id="rId13" Type="http://schemas.openxmlformats.org/officeDocument/2006/relationships/hyperlink" Target="https://zakazky.spravazeleznic.cz/document_89448/a88ccb90309bb186a815dfc73d85fd68-hsm_dotazy_c-2-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azky.spravazeleznic.cz/contract_display_11564.html" TargetMode="External"/><Relationship Id="rId12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azky.spravazeleznic.cz/contract_write_DD_R_119516.html" TargetMode="External"/><Relationship Id="rId11" Type="http://schemas.openxmlformats.org/officeDocument/2006/relationships/hyperlink" Target="https://zakazky.spravazeleznic.cz/document_89448/a88ccb90309bb186a815dfc73d85fd68-hsm_dotazy_c-2-docx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zakazky.spravazeleznic.cz/document_89447/aaa13d55868a524c1a3adbafad700421-hsm_dotazy_c-2_podpis-hsm-pd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Klimeš Jaroslav, JUDr.</dc:creator>
  <cp:keywords/>
  <dc:description/>
  <cp:lastModifiedBy>Klimeš Jaroslav, JUDr.</cp:lastModifiedBy>
  <cp:revision>12</cp:revision>
  <dcterms:created xsi:type="dcterms:W3CDTF">2022-05-17T06:58:00Z</dcterms:created>
  <dcterms:modified xsi:type="dcterms:W3CDTF">2022-05-31T12:45:00Z</dcterms:modified>
</cp:coreProperties>
</file>