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49771C" w:rsidRDefault="0049771C" w:rsidP="00596C7E">
            <w:pPr>
              <w:rPr>
                <w:rStyle w:val="Potovnadresa"/>
                <w:b/>
              </w:rPr>
            </w:pPr>
            <w:r w:rsidRPr="0049771C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49771C" w:rsidP="0037111D">
            <w:r w:rsidRPr="0049771C">
              <w:rPr>
                <w:rFonts w:ascii="Helvetica" w:hAnsi="Helvetica"/>
              </w:rPr>
              <w:t>7948/2022-SŽ-SSV-Ú3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49771C" w:rsidP="00CC1E2B">
            <w:r w:rsidRPr="00557DF5">
              <w:t>1</w:t>
            </w:r>
            <w:r w:rsidR="003E6B9A" w:rsidRPr="00557DF5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49771C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49771C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49771C" w:rsidP="006104F6">
            <w:r>
              <w:t>Prerovska@spravazeleznic.cz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57DF5">
              <w:rPr>
                <w:noProof/>
              </w:rPr>
              <w:t>2.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9771C" w:rsidRDefault="0049771C" w:rsidP="0049771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Rekonstrukce výpravní budovy v 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>. Ostružná</w:t>
      </w:r>
    </w:p>
    <w:p w:rsidR="0049771C" w:rsidRDefault="0049771C" w:rsidP="0049771C">
      <w:pPr>
        <w:spacing w:after="0" w:line="240" w:lineRule="auto"/>
        <w:rPr>
          <w:rFonts w:eastAsia="Calibri" w:cs="Times New Roman"/>
          <w:lang w:eastAsia="cs-CZ"/>
        </w:rPr>
      </w:pPr>
    </w:p>
    <w:p w:rsidR="0049771C" w:rsidRPr="00CB7B5A" w:rsidRDefault="0049771C" w:rsidP="0049771C">
      <w:pPr>
        <w:spacing w:after="0" w:line="240" w:lineRule="auto"/>
        <w:ind w:firstLine="708"/>
        <w:rPr>
          <w:rFonts w:eastAsia="Calibri" w:cs="Times New Roman"/>
          <w:b/>
          <w:bCs/>
          <w:lang w:eastAsia="cs-CZ"/>
        </w:rPr>
      </w:pPr>
      <w:r w:rsidRPr="00AC7AF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49771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20191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7124CE" w:rsidRPr="007124CE" w:rsidRDefault="007124CE" w:rsidP="00CB7B5A">
      <w:pPr>
        <w:spacing w:after="0" w:line="240" w:lineRule="auto"/>
        <w:rPr>
          <w:rFonts w:eastAsia="Calibri" w:cs="Times New Roman"/>
          <w:lang w:eastAsia="cs-CZ"/>
        </w:rPr>
      </w:pPr>
      <w:r w:rsidRPr="007124CE">
        <w:rPr>
          <w:rFonts w:eastAsia="Calibri" w:cs="Times New Roman"/>
          <w:lang w:eastAsia="cs-CZ"/>
        </w:rPr>
        <w:t xml:space="preserve">Ve výzvě k uvedené zakázce č.j. 6537/2022-SŽ-SSV-Ú3 v článku 8/6 je požadována zkouška B-02 u stavbyvedoucího nebo specialista ( vedoucí prací) </w:t>
      </w:r>
      <w:proofErr w:type="gramStart"/>
      <w:r w:rsidRPr="007124CE">
        <w:rPr>
          <w:rFonts w:eastAsia="Calibri" w:cs="Times New Roman"/>
          <w:lang w:eastAsia="cs-CZ"/>
        </w:rPr>
        <w:t>t.j. 1x</w:t>
      </w:r>
      <w:proofErr w:type="gramEnd"/>
      <w:r w:rsidRPr="007124CE">
        <w:rPr>
          <w:rFonts w:eastAsia="Calibri" w:cs="Times New Roman"/>
          <w:lang w:eastAsia="cs-CZ"/>
        </w:rPr>
        <w:t>.</w:t>
      </w:r>
      <w:r w:rsidRPr="007124CE">
        <w:rPr>
          <w:rFonts w:eastAsia="Calibri" w:cs="Times New Roman"/>
          <w:lang w:eastAsia="cs-CZ"/>
        </w:rPr>
        <w:br/>
        <w:t xml:space="preserve">V příloze č.2c TKP v článku 4.3.2 je požadována zkouška B-02 - 2x, zkouška E-07(F10) 1 x, zkouška T-05c 1 </w:t>
      </w:r>
      <w:proofErr w:type="spellStart"/>
      <w:r w:rsidRPr="007124CE">
        <w:rPr>
          <w:rFonts w:eastAsia="Calibri" w:cs="Times New Roman"/>
          <w:lang w:eastAsia="cs-CZ"/>
        </w:rPr>
        <w:t>x,zkouška</w:t>
      </w:r>
      <w:proofErr w:type="spellEnd"/>
      <w:r w:rsidRPr="007124CE">
        <w:rPr>
          <w:rFonts w:eastAsia="Calibri" w:cs="Times New Roman"/>
          <w:lang w:eastAsia="cs-CZ"/>
        </w:rPr>
        <w:t xml:space="preserve"> T-06c 1x.</w:t>
      </w:r>
      <w:r w:rsidRPr="007124CE">
        <w:rPr>
          <w:rFonts w:eastAsia="Calibri" w:cs="Times New Roman"/>
          <w:lang w:eastAsia="cs-CZ"/>
        </w:rPr>
        <w:br/>
        <w:t>Co teda platí.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7DF5" w:rsidRDefault="00557D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CB7B5A" w:rsidRPr="00557DF5" w:rsidRDefault="0014488F" w:rsidP="00557DF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57DF5">
        <w:rPr>
          <w:rFonts w:eastAsia="Calibri" w:cs="Times New Roman"/>
          <w:lang w:eastAsia="cs-CZ"/>
        </w:rPr>
        <w:t>D</w:t>
      </w:r>
      <w:r w:rsidR="0020191F" w:rsidRPr="00557DF5">
        <w:rPr>
          <w:rFonts w:eastAsia="Calibri" w:cs="Times New Roman"/>
          <w:lang w:eastAsia="cs-CZ"/>
        </w:rPr>
        <w:t xml:space="preserve">le článku 8.6 předloží uchazeč v rámci kvalifikace jednoho specialistu se zkouškou B-02 </w:t>
      </w:r>
      <w:r w:rsidRPr="00557DF5">
        <w:rPr>
          <w:rFonts w:eastAsia="Calibri" w:cs="Times New Roman"/>
          <w:lang w:eastAsia="cs-CZ"/>
        </w:rPr>
        <w:t>(vedoucí práce na budovách)</w:t>
      </w:r>
      <w:r w:rsidR="0020191F" w:rsidRPr="00557DF5">
        <w:rPr>
          <w:rFonts w:eastAsia="Calibri" w:cs="Times New Roman"/>
          <w:lang w:eastAsia="cs-CZ"/>
        </w:rPr>
        <w:t xml:space="preserve">, dle ZTP článek 4.3.2 předloží před zahájením prací dva specialisty se zkouškou </w:t>
      </w:r>
      <w:r w:rsidRPr="00557DF5">
        <w:rPr>
          <w:rFonts w:eastAsia="Calibri" w:cs="Times New Roman"/>
          <w:lang w:eastAsia="cs-CZ"/>
        </w:rPr>
        <w:t xml:space="preserve">B-02 (vedoucí práce na budovách) </w:t>
      </w:r>
      <w:r w:rsidR="0020191F" w:rsidRPr="00557DF5">
        <w:rPr>
          <w:rFonts w:eastAsia="Calibri" w:cs="Times New Roman"/>
          <w:lang w:eastAsia="cs-CZ"/>
        </w:rPr>
        <w:t xml:space="preserve">pro stavbyvedoucího a jeho zástupce, osoba </w:t>
      </w:r>
      <w:r w:rsidRPr="00557DF5">
        <w:rPr>
          <w:rFonts w:eastAsia="Calibri" w:cs="Times New Roman"/>
          <w:lang w:eastAsia="cs-CZ"/>
        </w:rPr>
        <w:t>stavbyvedoucího může</w:t>
      </w:r>
      <w:r w:rsidR="0020191F" w:rsidRPr="00557DF5">
        <w:rPr>
          <w:rFonts w:eastAsia="Calibri" w:cs="Times New Roman"/>
          <w:lang w:eastAsia="cs-CZ"/>
        </w:rPr>
        <w:t xml:space="preserve"> být totožná s osobou předloženou v rámci kvalifikace, </w:t>
      </w:r>
      <w:r w:rsidRPr="00557DF5">
        <w:rPr>
          <w:rFonts w:eastAsia="Calibri" w:cs="Times New Roman"/>
          <w:lang w:eastAsia="cs-CZ"/>
        </w:rPr>
        <w:t>dále předloží jedenkrát osobu se zkouškou E-07 (vedoucí práce na elektrotechnickém zařízení), osobu se zkouškou T-05c (specialista na sdělovací zařízení) a Z-06c (specialista na zabezpečovací zařízení).</w:t>
      </w: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:rsidR="007124CE" w:rsidRDefault="007124CE" w:rsidP="00CB7B5A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:rsidR="007124CE" w:rsidRPr="00CB7B5A" w:rsidRDefault="007124CE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557DF5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57DF5">
        <w:rPr>
          <w:rFonts w:eastAsia="Times New Roman" w:cs="Times New Roman"/>
          <w:lang w:eastAsia="cs-CZ"/>
        </w:rPr>
        <w:t xml:space="preserve">Vzhledem ke skutečnosti, že bylo provedeno pouze </w:t>
      </w:r>
      <w:r w:rsidRPr="00557DF5">
        <w:rPr>
          <w:rFonts w:eastAsia="Times New Roman" w:cs="Times New Roman"/>
          <w:b/>
          <w:lang w:eastAsia="cs-CZ"/>
        </w:rPr>
        <w:t>vysvětlení zadávací dokumentace</w:t>
      </w:r>
      <w:r w:rsidRPr="00557DF5">
        <w:rPr>
          <w:rFonts w:eastAsia="Times New Roman" w:cs="Times New Roman"/>
          <w:lang w:eastAsia="cs-CZ"/>
        </w:rPr>
        <w:t>, neprodlužuje zada</w:t>
      </w:r>
      <w:r w:rsidR="00483F34" w:rsidRPr="00557DF5">
        <w:rPr>
          <w:rFonts w:eastAsia="Times New Roman" w:cs="Times New Roman"/>
          <w:lang w:eastAsia="cs-CZ"/>
        </w:rPr>
        <w:t>vatel lhůtu pro podání nabídek.</w:t>
      </w:r>
    </w:p>
    <w:p w:rsidR="00483F34" w:rsidRPr="00557DF5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557DF5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57DF5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124CE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7DF5" w:rsidRDefault="00557D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7DF5" w:rsidRPr="00CB7B5A" w:rsidRDefault="00557D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Pr="00557DF5" w:rsidRDefault="00CB7B5A" w:rsidP="00557DF5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  <w:bookmarkStart w:id="1" w:name="_GoBack"/>
      <w:bookmarkEnd w:id="1"/>
    </w:p>
    <w:sectPr w:rsidR="00CC1E2B" w:rsidRPr="00557DF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7D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7D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015DA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A630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7D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7D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6CEF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1885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F89C2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4488F"/>
    <w:rsid w:val="00170EC5"/>
    <w:rsid w:val="001747C1"/>
    <w:rsid w:val="0018596A"/>
    <w:rsid w:val="001B69C2"/>
    <w:rsid w:val="001C4DA0"/>
    <w:rsid w:val="0020191F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771C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7DF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4CE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4FFD938"/>
  <w14:defaultImageDpi w14:val="32767"/>
  <w15:docId w15:val="{5E3A6528-2C4F-4DDA-A78E-81995DC7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76A544-A8D0-40A8-93F9-39DBAE7C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2022-06-02T08:28:00Z</dcterms:created>
  <dcterms:modified xsi:type="dcterms:W3CDTF">2022-06-02T09:23:00Z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