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741F8F" w:rsidP="00BF54FE">
      <w:pPr>
        <w:pStyle w:val="Titul2"/>
      </w:pPr>
      <w:r>
        <w:t>Název zakázky:</w:t>
      </w:r>
      <w:r w:rsidRPr="00741F8F">
        <w:t xml:space="preserve"> „Rekonstrukce nástupišť a zřízení bezbarié</w:t>
      </w:r>
      <w:r>
        <w:t xml:space="preserve">rových přístupů v </w:t>
      </w:r>
      <w:proofErr w:type="spellStart"/>
      <w:r>
        <w:t>žst</w:t>
      </w:r>
      <w:proofErr w:type="spellEnd"/>
      <w:r>
        <w:t>. Lovosice</w:t>
      </w:r>
      <w:r w:rsidR="00B204E3"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741F8F" w:rsidRDefault="00741F8F" w:rsidP="00A5674E">
      <w:pPr>
        <w:pStyle w:val="Textbezodsazen"/>
      </w:pPr>
    </w:p>
    <w:p w:rsidR="00741F8F" w:rsidRDefault="00741F8F" w:rsidP="00A5674E">
      <w:pPr>
        <w:pStyle w:val="Textbezodsazen"/>
      </w:pPr>
      <w:bookmarkStart w:id="0" w:name="_GoBack"/>
      <w:bookmarkEnd w:id="0"/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2AC" w:rsidRDefault="00C522AC" w:rsidP="00962258">
      <w:pPr>
        <w:spacing w:after="0" w:line="240" w:lineRule="auto"/>
      </w:pPr>
      <w:r>
        <w:separator/>
      </w:r>
    </w:p>
  </w:endnote>
  <w:endnote w:type="continuationSeparator" w:id="0">
    <w:p w:rsidR="00C522AC" w:rsidRDefault="00C522A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1F8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1F8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2AC" w:rsidRDefault="00C522AC" w:rsidP="00962258">
      <w:pPr>
        <w:spacing w:after="0" w:line="240" w:lineRule="auto"/>
      </w:pPr>
      <w:r>
        <w:separator/>
      </w:r>
    </w:p>
  </w:footnote>
  <w:footnote w:type="continuationSeparator" w:id="0">
    <w:p w:rsidR="00C522AC" w:rsidRDefault="00C522A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1F8F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522AC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261876"/>
  <w14:defaultImageDpi w14:val="32767"/>
  <w15:docId w15:val="{809B83B2-E679-46A5-A3AB-F7E6F250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C14E1D-699F-4666-83C0-3301FD1F0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1</TotalTime>
  <Pages>2</Pages>
  <Words>404</Words>
  <Characters>2390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Dušek Petr</cp:lastModifiedBy>
  <cp:revision>4</cp:revision>
  <cp:lastPrinted>2019-03-07T14:42:00Z</cp:lastPrinted>
  <dcterms:created xsi:type="dcterms:W3CDTF">2021-12-15T22:03:00Z</dcterms:created>
  <dcterms:modified xsi:type="dcterms:W3CDTF">2022-03-04T12:11:00Z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