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73FF1BE" w:rsidR="00F422D3" w:rsidRDefault="00F422D3" w:rsidP="00BB1390">
      <w:pPr>
        <w:pStyle w:val="Titul2"/>
      </w:pPr>
      <w:r>
        <w:t xml:space="preserve">Název </w:t>
      </w:r>
      <w:r w:rsidRPr="00BB1390">
        <w:t>zakázky</w:t>
      </w:r>
      <w:r>
        <w:t>: „</w:t>
      </w:r>
      <w:r w:rsidR="00AF1211" w:rsidRPr="00AF1211">
        <w:t>Rekonstrukce PZS v km 92,113 (P7949) na trati Brno – Vlárský průsmyk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07337E6" w14:textId="5A00F5BA" w:rsidR="009A75C5" w:rsidRDefault="00F422D3" w:rsidP="009A75C5">
      <w:pPr>
        <w:pStyle w:val="Textbezodsazen"/>
      </w:pPr>
      <w:r>
        <w:t>ISPROFOND</w:t>
      </w:r>
      <w:r w:rsidR="00A07DDA">
        <w:t>/SUBISPROFIN</w:t>
      </w:r>
      <w:r>
        <w:t xml:space="preserve">: </w:t>
      </w:r>
      <w:r w:rsidR="00AF1211" w:rsidRPr="00AF1211">
        <w:t>3273514800/5723530031</w:t>
      </w:r>
    </w:p>
    <w:p w14:paraId="025236D6" w14:textId="580B3168"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FB754D7" w:rsidR="007D26F9" w:rsidRDefault="006027CA" w:rsidP="00DF3277">
      <w:pPr>
        <w:pStyle w:val="Text1-1"/>
      </w:pPr>
      <w:r>
        <w:t xml:space="preserve">Objednatel oznámil </w:t>
      </w:r>
      <w:r w:rsidR="00121010" w:rsidRPr="006027CA">
        <w:t xml:space="preserve">uveřejněním na Profilu zadavatele: </w:t>
      </w:r>
      <w:hyperlink r:id="rId11" w:history="1">
        <w:r w:rsidR="00121010" w:rsidRPr="006027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9A75C5">
        <w:t>„</w:t>
      </w:r>
      <w:r w:rsidR="00DF3277" w:rsidRPr="00DF3277">
        <w:rPr>
          <w:rStyle w:val="Tun"/>
        </w:rPr>
        <w:t>Rekonstrukce PZS v km 92,113 (P7949) na trati Brno – Vlárský průsmyk</w:t>
      </w:r>
      <w:r w:rsidR="009A75C5">
        <w:t>“</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AAA1AB4" w14:textId="77777777" w:rsidR="00D10AB7" w:rsidRDefault="00D10AB7" w:rsidP="00D10AB7">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ACF2935" w14:textId="77777777" w:rsidR="00D10AB7" w:rsidRPr="008F7242" w:rsidRDefault="00D10AB7" w:rsidP="00D10AB7">
      <w:pPr>
        <w:pStyle w:val="Textbezslovn"/>
        <w:rPr>
          <w:rStyle w:val="Tun"/>
        </w:rPr>
      </w:pPr>
      <w:r w:rsidRPr="008F7242">
        <w:rPr>
          <w:rStyle w:val="Tun"/>
        </w:rPr>
        <w:t xml:space="preserve">Zahájení stavebních prací: dnem předání Staveniště </w:t>
      </w:r>
      <w:r w:rsidRPr="00517C97">
        <w:rPr>
          <w:rStyle w:val="Tun"/>
          <w:b w:val="0"/>
        </w:rPr>
        <w:t>dle odst. 4.1.1 Přílohy č. 2 b) Smlouvy.</w:t>
      </w:r>
    </w:p>
    <w:p w14:paraId="78695EE4" w14:textId="51F05338" w:rsidR="000018CD" w:rsidRPr="008F7242" w:rsidRDefault="000018CD" w:rsidP="000018C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Pr="00C013A0">
        <w:rPr>
          <w:rStyle w:val="Tun"/>
          <w:color w:val="FF0000"/>
        </w:rPr>
        <w:t>1</w:t>
      </w:r>
      <w:r w:rsidR="00C013A0" w:rsidRPr="00C013A0">
        <w:rPr>
          <w:rStyle w:val="Tun"/>
          <w:color w:val="FF0000"/>
        </w:rPr>
        <w:t>5</w:t>
      </w:r>
      <w:r w:rsidRPr="00C013A0">
        <w:rPr>
          <w:rStyle w:val="Tun"/>
          <w:color w:val="FF0000"/>
        </w:rPr>
        <w:t xml:space="preserve"> měsíců </w:t>
      </w:r>
      <w:r w:rsidRPr="00517C97">
        <w:rPr>
          <w:rStyle w:val="Tun"/>
        </w:rPr>
        <w:t>ode dne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7D6A4D48" w14:textId="48BE0BE7" w:rsidR="000018CD" w:rsidRDefault="000018CD" w:rsidP="000018CD">
      <w:pPr>
        <w:pStyle w:val="Textbezslovn"/>
      </w:pPr>
      <w:r w:rsidRPr="00517C97">
        <w:rPr>
          <w:b/>
        </w:rPr>
        <w:t>Lhůta pro dokončení stavebních prací</w:t>
      </w:r>
      <w:r>
        <w:t xml:space="preserve"> činí celkem </w:t>
      </w:r>
      <w:bookmarkStart w:id="0" w:name="_GoBack"/>
      <w:r w:rsidR="00C013A0" w:rsidRPr="00C013A0">
        <w:rPr>
          <w:rStyle w:val="Tun"/>
          <w:color w:val="FF0000"/>
        </w:rPr>
        <w:t>12</w:t>
      </w:r>
      <w:r w:rsidRPr="00C013A0">
        <w:rPr>
          <w:rStyle w:val="Tun"/>
          <w:color w:val="FF0000"/>
        </w:rPr>
        <w:t xml:space="preserve"> měsíců</w:t>
      </w:r>
      <w:r w:rsidRPr="00C013A0">
        <w:rPr>
          <w:b/>
          <w:color w:val="FF0000"/>
        </w:rPr>
        <w:t xml:space="preserve"> </w:t>
      </w:r>
      <w:bookmarkEnd w:id="0"/>
      <w:r w:rsidRPr="00517C97">
        <w:rPr>
          <w:b/>
        </w:rPr>
        <w:t>ode dne zahájení stavebních prací</w:t>
      </w:r>
      <w:r>
        <w:t xml:space="preserve"> (dokladem prokazujícím, že Zhotovitel dokončil stavební práce a předal Objednateli veškerá plnění připadající na tuto část Díla, je poslední Zápis o předání a převzetí Díla). </w:t>
      </w:r>
    </w:p>
    <w:p w14:paraId="7223B81E" w14:textId="22C1470F" w:rsidR="000018CD" w:rsidRPr="009A12BD" w:rsidRDefault="000018CD" w:rsidP="000018CD">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00CD2663">
        <w:rPr>
          <w:bCs/>
        </w:rPr>
        <w:br/>
      </w:r>
      <w:r w:rsidRPr="0001588D">
        <w:rPr>
          <w:b/>
          <w:bCs/>
        </w:rPr>
        <w:t>„SO 01 – železniční svršek</w:t>
      </w:r>
      <w:r w:rsidR="002C1624">
        <w:rPr>
          <w:b/>
          <w:bCs/>
        </w:rPr>
        <w:t xml:space="preserve"> v km 92,113</w:t>
      </w:r>
      <w:r w:rsidRPr="0001588D">
        <w:rPr>
          <w:b/>
          <w:bCs/>
        </w:rPr>
        <w:t>“</w:t>
      </w:r>
      <w:r w:rsidRPr="0001588D">
        <w:rPr>
          <w:bCs/>
        </w:rPr>
        <w:t xml:space="preserve">, bude provedena do </w:t>
      </w:r>
      <w:r w:rsidR="004124EA">
        <w:rPr>
          <w:b/>
          <w:bCs/>
        </w:rPr>
        <w:t>8</w:t>
      </w:r>
      <w:r w:rsidRPr="0001588D">
        <w:rPr>
          <w:b/>
          <w:bCs/>
        </w:rPr>
        <w:t xml:space="preserve"> měsíců</w:t>
      </w:r>
      <w:r w:rsidRPr="0001588D">
        <w:rPr>
          <w:bCs/>
        </w:rPr>
        <w:t xml:space="preserve"> ode dne podpisu posledního Zápisu o předání a převzetí </w:t>
      </w:r>
      <w:r>
        <w:rPr>
          <w:bCs/>
        </w:rPr>
        <w:t xml:space="preserve">„SO 01 – železniční </w:t>
      </w:r>
      <w:r w:rsidRPr="002C1624">
        <w:rPr>
          <w:bCs/>
        </w:rPr>
        <w:t>svršek</w:t>
      </w:r>
      <w:r w:rsidR="002C1624" w:rsidRPr="002C1624">
        <w:rPr>
          <w:bCs/>
        </w:rPr>
        <w:t xml:space="preserve"> v km 92,113</w:t>
      </w:r>
      <w:r w:rsidRPr="002C1624">
        <w:rPr>
          <w:bCs/>
        </w:rPr>
        <w:t>“.</w:t>
      </w:r>
      <w:r w:rsidRPr="0001588D">
        <w:rPr>
          <w:bCs/>
        </w:rPr>
        <w:t xml:space="preserve"> Po provedení úpravy směrového a výškového uspořádání koleje bude sepsán Zápis o odevzdání a převzetí následné úpravy směrového a výškového uspořádání koleje. </w:t>
      </w:r>
    </w:p>
    <w:p w14:paraId="5F5B4591" w14:textId="77777777" w:rsidR="000018CD" w:rsidRDefault="000018CD" w:rsidP="000018CD">
      <w:pPr>
        <w:pStyle w:val="Textbezslovn"/>
      </w:pPr>
      <w:r>
        <w:rPr>
          <w:b/>
        </w:rPr>
        <w:t>P</w:t>
      </w:r>
      <w:r w:rsidRPr="00517C97">
        <w:rPr>
          <w:b/>
        </w:rPr>
        <w:t>ředání osvědčení o 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517C97">
        <w:rPr>
          <w:b/>
        </w:rPr>
        <w:t>předání souborného zpracování geodetické části dokumentace skutečného provedení stavby</w:t>
      </w:r>
      <w:r>
        <w:t xml:space="preserve"> a kompletní technické části dokumentace skutečného provedení stavby bude provedeno nejpozději do </w:t>
      </w:r>
      <w:r w:rsidRPr="00C26A9D">
        <w:rPr>
          <w:b/>
        </w:rPr>
        <w:t>3</w:t>
      </w:r>
      <w:r w:rsidRPr="008F7242">
        <w:rPr>
          <w:rStyle w:val="Tun"/>
        </w:rPr>
        <w:t xml:space="preserve"> měsíců</w:t>
      </w:r>
      <w:r w:rsidRPr="00517C97">
        <w:rPr>
          <w:b/>
        </w:rPr>
        <w:t xml:space="preserve"> ode dne podpisu posledního Zápisu o předání a převzetí Díla</w:t>
      </w:r>
      <w:r>
        <w:t>.</w:t>
      </w:r>
    </w:p>
    <w:p w14:paraId="07B97483" w14:textId="4B88B074" w:rsidR="007D26F9" w:rsidRPr="006027CA" w:rsidRDefault="000018CD" w:rsidP="000018CD">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r w:rsidR="007D26F9" w:rsidRPr="006027CA">
        <w:t xml:space="preserve">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538AD8EF" w14:textId="77777777" w:rsidR="00A318D4" w:rsidRDefault="00A318D4" w:rsidP="00A318D4">
      <w:pPr>
        <w:pStyle w:val="Text1-1"/>
        <w:numPr>
          <w:ilvl w:val="0"/>
          <w:numId w:val="0"/>
        </w:numPr>
        <w:ind w:left="737"/>
      </w:pPr>
      <w:r>
        <w:t>Daňové doklady vystavené dle odst. 13.1 Obchodních podmínek se považují za kompletní, obsahují-li všechny následující přílohy:</w:t>
      </w:r>
    </w:p>
    <w:p w14:paraId="10B13878" w14:textId="77777777" w:rsidR="00A318D4" w:rsidRDefault="00A318D4" w:rsidP="00A318D4">
      <w:pPr>
        <w:pStyle w:val="Text1-1"/>
        <w:numPr>
          <w:ilvl w:val="0"/>
          <w:numId w:val="37"/>
        </w:numPr>
      </w:pPr>
      <w:r>
        <w:t>Zjišťovací protokoly,</w:t>
      </w:r>
    </w:p>
    <w:p w14:paraId="79D01FCB" w14:textId="77777777" w:rsidR="00A318D4" w:rsidRPr="00D34052" w:rsidRDefault="00A318D4" w:rsidP="00A318D4">
      <w:pPr>
        <w:pStyle w:val="Text1-1"/>
        <w:numPr>
          <w:ilvl w:val="0"/>
          <w:numId w:val="37"/>
        </w:numPr>
      </w:pPr>
      <w:r>
        <w:t xml:space="preserve">Objednatelem </w:t>
      </w:r>
      <w:r w:rsidRPr="00D34052">
        <w:t>resp. TDS odsouhlasený soupis provedených prací (bez protokolů o skutečné výměře).</w:t>
      </w:r>
    </w:p>
    <w:p w14:paraId="4060A489" w14:textId="77777777" w:rsidR="00A318D4" w:rsidRPr="00D34052" w:rsidRDefault="00A318D4" w:rsidP="00A318D4">
      <w:pPr>
        <w:pStyle w:val="Text1-1"/>
        <w:numPr>
          <w:ilvl w:val="0"/>
          <w:numId w:val="0"/>
        </w:numPr>
        <w:ind w:left="737"/>
      </w:pPr>
      <w:r>
        <w:t>D</w:t>
      </w:r>
      <w:r w:rsidRPr="00D34052">
        <w:t xml:space="preserve">aňové doklady </w:t>
      </w:r>
      <w:r>
        <w:t xml:space="preserve">bude Zhotovitel doručovat </w:t>
      </w:r>
      <w:r w:rsidRPr="00D34052">
        <w:t xml:space="preserve">Objednateli některým </w:t>
      </w:r>
      <w:r>
        <w:t xml:space="preserve">(jedním) </w:t>
      </w:r>
      <w:r w:rsidRPr="00D34052">
        <w:t>z níže uvedených způsobů:</w:t>
      </w:r>
    </w:p>
    <w:p w14:paraId="5694E3ED" w14:textId="77777777" w:rsidR="00A318D4" w:rsidRPr="00D34052" w:rsidRDefault="00A318D4" w:rsidP="00A318D4">
      <w:pPr>
        <w:pStyle w:val="Text1-1"/>
        <w:numPr>
          <w:ilvl w:val="0"/>
          <w:numId w:val="0"/>
        </w:numPr>
        <w:ind w:left="1418" w:hanging="709"/>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28F8D1DE" w14:textId="77777777" w:rsidR="00A318D4" w:rsidRPr="00D34052" w:rsidRDefault="00A318D4" w:rsidP="00A318D4">
      <w:pPr>
        <w:pStyle w:val="Text1-1"/>
        <w:numPr>
          <w:ilvl w:val="0"/>
          <w:numId w:val="0"/>
        </w:numPr>
        <w:ind w:left="1418" w:hanging="709"/>
      </w:pPr>
      <w:r w:rsidRPr="00D34052">
        <w:t>•</w:t>
      </w:r>
      <w:r w:rsidRPr="00D34052">
        <w:tab/>
        <w:t xml:space="preserve">v elektronické podobě na e-mailovou adresu: </w:t>
      </w:r>
      <w:hyperlink r:id="rId12" w:history="1">
        <w:r w:rsidRPr="00D34052">
          <w:t>ePodatelnaCFU@spravazeleznic.cz</w:t>
        </w:r>
      </w:hyperlink>
      <w:r w:rsidRPr="00D34052">
        <w:t>, nebo</w:t>
      </w:r>
    </w:p>
    <w:p w14:paraId="6C97F229" w14:textId="77777777" w:rsidR="00A318D4" w:rsidRPr="00D34052" w:rsidRDefault="00A318D4" w:rsidP="00A318D4">
      <w:pPr>
        <w:pStyle w:val="Text1-1"/>
        <w:numPr>
          <w:ilvl w:val="0"/>
          <w:numId w:val="0"/>
        </w:numPr>
        <w:ind w:left="737"/>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1C31F7CC" w:rsidR="00D34052" w:rsidRDefault="00A318D4" w:rsidP="00A318D4">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473E33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3163D997" w14:textId="77777777" w:rsidR="00A007A1" w:rsidRPr="00C60105" w:rsidRDefault="00A007A1" w:rsidP="00A007A1">
      <w:pPr>
        <w:pStyle w:val="Text1-1"/>
        <w:rPr>
          <w:color w:val="00B050"/>
        </w:rPr>
      </w:pPr>
      <w:r w:rsidRPr="00C60105">
        <w:t>NEOBSAZENO</w:t>
      </w:r>
      <w:r w:rsidRPr="00C60105">
        <w:rPr>
          <w:color w:val="00B050"/>
        </w:rPr>
        <w:t>.</w:t>
      </w:r>
    </w:p>
    <w:p w14:paraId="2ABC55C4" w14:textId="77777777" w:rsidR="007D26F9" w:rsidRPr="00611E31" w:rsidRDefault="007D26F9" w:rsidP="00BC5BDD">
      <w:pPr>
        <w:pStyle w:val="Text1-1"/>
      </w:pPr>
      <w:r w:rsidRPr="00611E31">
        <w:t>Objednatel si vyhrazuje:</w:t>
      </w:r>
    </w:p>
    <w:p w14:paraId="1633000B" w14:textId="77777777" w:rsidR="009809A9" w:rsidRPr="00611E31" w:rsidRDefault="009809A9" w:rsidP="009809A9">
      <w:pPr>
        <w:pStyle w:val="Text1-2"/>
      </w:pPr>
      <w:r w:rsidRPr="00611E31">
        <w:t>požadavek, že ní</w:t>
      </w:r>
      <w:r w:rsidRPr="00611E31">
        <w:rPr>
          <w:rStyle w:val="Text1-2Char"/>
        </w:rPr>
        <w:t>ž</w:t>
      </w:r>
      <w:r w:rsidRPr="00611E31">
        <w:t>e uvedené významné činnosti při plnění veřejné zakázky musí být plněny přímo Zhotovitelem jeho vlastními prostředky:</w:t>
      </w:r>
    </w:p>
    <w:p w14:paraId="544C4E37" w14:textId="09FA008F" w:rsidR="000C5AC3" w:rsidRDefault="000C5AC3" w:rsidP="000C5AC3">
      <w:pPr>
        <w:pStyle w:val="Odrka1-1"/>
        <w:numPr>
          <w:ilvl w:val="0"/>
          <w:numId w:val="0"/>
        </w:numPr>
        <w:ind w:left="1985"/>
      </w:pPr>
    </w:p>
    <w:p w14:paraId="49BC2E9A" w14:textId="7F047F4F" w:rsidR="000C5AC3" w:rsidRPr="00B71A32" w:rsidRDefault="000C5AC3" w:rsidP="00820B4E">
      <w:pPr>
        <w:pStyle w:val="Text1-1"/>
        <w:numPr>
          <w:ilvl w:val="1"/>
          <w:numId w:val="49"/>
        </w:numPr>
        <w:ind w:firstLine="1248"/>
      </w:pPr>
      <w:r w:rsidRPr="008079FB">
        <w:lastRenderedPageBreak/>
        <w:t>PS 01</w:t>
      </w:r>
      <w:r>
        <w:t xml:space="preserve"> </w:t>
      </w:r>
      <w:r w:rsidR="00820B4E" w:rsidRPr="007907A5">
        <w:t>Přejezdové zabezpečovací zařízení</w:t>
      </w:r>
      <w:r w:rsidRPr="00B71A32">
        <w:t>.</w:t>
      </w:r>
    </w:p>
    <w:p w14:paraId="4DA874A7" w14:textId="77777777" w:rsidR="007D26F9" w:rsidRPr="009D7398" w:rsidRDefault="007D26F9" w:rsidP="00BC5BDD">
      <w:pPr>
        <w:pStyle w:val="Text1-1"/>
        <w:rPr>
          <w:color w:val="FF0000"/>
        </w:rPr>
      </w:pPr>
      <w:r w:rsidRPr="00611E31">
        <w:t>Objednatel si vyhrazuje</w:t>
      </w:r>
      <w:r w:rsidRPr="009A12BD">
        <w:t xml:space="preserv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B61D62C" w:rsidR="004A36B7" w:rsidRPr="00F713F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61FCDF" w14:textId="4953951D" w:rsidR="00F713F4" w:rsidRPr="00EF6556" w:rsidRDefault="00F713F4" w:rsidP="00F713F4">
      <w:pPr>
        <w:pStyle w:val="Text1-1"/>
        <w:numPr>
          <w:ilvl w:val="1"/>
          <w:numId w:val="34"/>
        </w:numPr>
      </w:pPr>
      <w:r w:rsidRPr="00EF655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DA3"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14DA3">
        <w:t>nejbližší účelu neplatného či nevynutitelného ustanovení.</w:t>
      </w:r>
    </w:p>
    <w:p w14:paraId="6F352D2F" w14:textId="62FC7CA4" w:rsidR="00D34052" w:rsidRPr="00614DA3" w:rsidRDefault="00614DA3" w:rsidP="00614DA3">
      <w:pPr>
        <w:pStyle w:val="Text1-1"/>
      </w:pPr>
      <w:r w:rsidRPr="003C128B">
        <w:t>Tato Smlouva je vyhotovena elektronicky a podepsána zaručeným elektronickým podpisem 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886F60" w:rsidR="007D26F9" w:rsidRDefault="007D26F9" w:rsidP="00342DC7">
      <w:pPr>
        <w:pStyle w:val="Textbezslovn"/>
      </w:pPr>
      <w:r w:rsidRPr="00A349C6">
        <w:rPr>
          <w:b/>
        </w:rPr>
        <w:t>Příloha č. 1:</w:t>
      </w:r>
      <w:r w:rsidR="008F7242">
        <w:t xml:space="preserve"> </w:t>
      </w:r>
      <w:r w:rsidR="008F7242">
        <w:tab/>
      </w:r>
      <w:r>
        <w:t xml:space="preserve">Obchodní podmínky – </w:t>
      </w:r>
      <w:r w:rsidR="00611E31">
        <w:t>OP/R/2</w:t>
      </w:r>
      <w:r w:rsidR="00866DCE">
        <w:t>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FFD78C2" w:rsidR="007D26F9" w:rsidRDefault="00F43D42" w:rsidP="00F43D42">
      <w:pPr>
        <w:pStyle w:val="Textbezslovn"/>
        <w:ind w:left="2127"/>
      </w:pPr>
      <w:r>
        <w:t xml:space="preserve">b) </w:t>
      </w:r>
      <w:r w:rsidR="007D26F9">
        <w:t xml:space="preserve">Všeobecné technické podmínky – </w:t>
      </w:r>
      <w:r w:rsidR="00611E31">
        <w:t>VTP/R/15/21</w:t>
      </w:r>
    </w:p>
    <w:p w14:paraId="239F0F49" w14:textId="293191F9" w:rsidR="007D26F9" w:rsidRDefault="00F43D42" w:rsidP="00F43D42">
      <w:pPr>
        <w:pStyle w:val="Textbezslovn"/>
        <w:ind w:left="2127"/>
      </w:pPr>
      <w:r>
        <w:t xml:space="preserve">c) </w:t>
      </w:r>
      <w:r w:rsidR="007D26F9">
        <w:t xml:space="preserve">Zvláštní technické podmínky </w:t>
      </w:r>
      <w:r w:rsidR="00611E31">
        <w:t xml:space="preserve">na </w:t>
      </w:r>
      <w:r w:rsidR="00611E31" w:rsidRPr="00611E31">
        <w:t>Zhotovení stavby „</w:t>
      </w:r>
      <w:r w:rsidR="008E7E85">
        <w:rPr>
          <w:rFonts w:eastAsia="Times New Roman" w:cs="Arial"/>
          <w:color w:val="000000"/>
          <w:lang w:eastAsia="cs-CZ"/>
        </w:rPr>
        <w:t>Rekonstrukce PZS v km 92,113 (P7949) na trati Brno – Vlárský průsmyk</w:t>
      </w:r>
      <w:r w:rsidR="007D440B">
        <w:t>“, vydané 10</w:t>
      </w:r>
      <w:r w:rsidR="00611E31" w:rsidRPr="00611E31">
        <w:t>/2021</w:t>
      </w:r>
      <w:r w:rsidR="0000113C">
        <w:t xml:space="preserve">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682AA559" w:rsidR="00F422D3" w:rsidRDefault="00F422D3" w:rsidP="00D34052">
      <w:pPr>
        <w:pStyle w:val="Textbezodsazen"/>
        <w:spacing w:after="0" w:line="240" w:lineRule="auto"/>
        <w:rPr>
          <w:i/>
        </w:rPr>
      </w:pPr>
    </w:p>
    <w:p w14:paraId="471646EF" w14:textId="48993BDD" w:rsidR="00A007A1" w:rsidRDefault="00A007A1" w:rsidP="00D34052">
      <w:pPr>
        <w:pStyle w:val="Textbezodsazen"/>
        <w:spacing w:after="0" w:line="240" w:lineRule="auto"/>
        <w:rPr>
          <w:i/>
        </w:rPr>
      </w:pPr>
    </w:p>
    <w:p w14:paraId="399A6C4C" w14:textId="77777777" w:rsidR="00A007A1" w:rsidRPr="00D34052" w:rsidRDefault="00A007A1" w:rsidP="00D34052">
      <w:pPr>
        <w:pStyle w:val="Textbezodsazen"/>
        <w:spacing w:after="0" w:line="240" w:lineRule="auto"/>
        <w:rPr>
          <w:i/>
        </w:rPr>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626BE5" w:rsidR="00CB4F6D" w:rsidRPr="002A7A93" w:rsidRDefault="00611E31" w:rsidP="00CB4F6D">
      <w:pPr>
        <w:pStyle w:val="Textbezodsazen"/>
        <w:rPr>
          <w:b/>
        </w:rPr>
      </w:pPr>
      <w:r w:rsidRPr="002A7A93">
        <w:rPr>
          <w:b/>
        </w:rPr>
        <w:t>OP/R/2</w:t>
      </w:r>
      <w:r w:rsidR="00866DCE" w:rsidRPr="002A7A93">
        <w:rPr>
          <w:b/>
        </w:rPr>
        <w:t>4</w:t>
      </w:r>
      <w:r w:rsidRPr="002A7A93">
        <w:rPr>
          <w:b/>
        </w:rPr>
        <w:t>/2</w:t>
      </w:r>
      <w:r w:rsidR="00866DCE" w:rsidRPr="002A7A93">
        <w:rPr>
          <w:b/>
        </w:rPr>
        <w:t>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792A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11E31">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56DC642" w:rsidR="00342DC7" w:rsidRDefault="00342DC7" w:rsidP="00F801A4">
      <w:pPr>
        <w:pStyle w:val="Odstavec1-1a"/>
        <w:numPr>
          <w:ilvl w:val="0"/>
          <w:numId w:val="13"/>
        </w:numPr>
        <w:tabs>
          <w:tab w:val="clear" w:pos="1475"/>
        </w:tabs>
        <w:ind w:left="1134" w:hanging="425"/>
        <w:rPr>
          <w:b/>
        </w:rPr>
      </w:pPr>
      <w:r w:rsidRPr="00AE4B52">
        <w:rPr>
          <w:rStyle w:val="Tun"/>
        </w:rPr>
        <w:t xml:space="preserve">Zvláštní technické podmínky </w:t>
      </w:r>
      <w:r w:rsidR="00611E31" w:rsidRPr="00611E31">
        <w:rPr>
          <w:b/>
        </w:rPr>
        <w:t>na Zhotovení stavby „</w:t>
      </w:r>
      <w:r w:rsidR="0000113C" w:rsidRPr="0000113C">
        <w:rPr>
          <w:b/>
        </w:rPr>
        <w:t>Rekonstrukce PZS v km 92,113 (P7949) na trati Brno – Vlárský průsmyk</w:t>
      </w:r>
      <w:r w:rsidR="007D440B">
        <w:rPr>
          <w:b/>
        </w:rPr>
        <w:t>“, vydané 10</w:t>
      </w:r>
      <w:r w:rsidR="00611E31" w:rsidRPr="00611E31">
        <w:rPr>
          <w:b/>
        </w:rPr>
        <w:t>/2021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D9409B8" w:rsidR="00985DF9" w:rsidRPr="000C2B01" w:rsidRDefault="00BF345A" w:rsidP="00BF345A">
      <w:pPr>
        <w:pStyle w:val="Odrka1-1"/>
      </w:pPr>
      <w:r w:rsidRPr="00BF345A">
        <w:t>DUSP (Projekt stavby), zpracovaná společností SB Projekt s.r.o., Kasárenská 4063/4, 695 01 Hodonín, IČO: 27767442, z 02/2021</w:t>
      </w:r>
      <w:r w:rsidR="00E00448" w:rsidRPr="00BF5FBE">
        <w:t>;</w:t>
      </w:r>
      <w:r w:rsidR="00985DF9" w:rsidRPr="000C2B01">
        <w:t xml:space="preserve">  </w:t>
      </w:r>
    </w:p>
    <w:p w14:paraId="119D5BB2" w14:textId="27E4DD98" w:rsidR="00985DF9" w:rsidRPr="00611E31" w:rsidRDefault="00611E31" w:rsidP="00611E31">
      <w:pPr>
        <w:pStyle w:val="Odrka1-1"/>
      </w:pPr>
      <w:r w:rsidRPr="00611E31">
        <w:t>Stavební povolení</w:t>
      </w:r>
    </w:p>
    <w:p w14:paraId="5CD37F06" w14:textId="21653D66" w:rsidR="00AE4B52" w:rsidRPr="00611E31" w:rsidRDefault="00AE4B52" w:rsidP="00611E31">
      <w:pPr>
        <w:pStyle w:val="Odrka1-2-"/>
        <w:tabs>
          <w:tab w:val="clear" w:pos="1531"/>
          <w:tab w:val="num" w:pos="1985"/>
        </w:tabs>
        <w:ind w:left="2694"/>
      </w:pPr>
      <w:r w:rsidRPr="00611E31">
        <w:t xml:space="preserve">Bude </w:t>
      </w:r>
      <w:r w:rsidR="00611E31" w:rsidRPr="00611E31">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2A7A93" w:rsidRDefault="001F518E" w:rsidP="00A0271B">
      <w:pPr>
        <w:pStyle w:val="Textbezodsazen"/>
      </w:pPr>
      <w:r w:rsidRPr="002A7A93">
        <w:t>Rekapitulace Ceny Díla dle stavebních objektů (SO)</w:t>
      </w:r>
      <w:r w:rsidR="00A349C6" w:rsidRPr="002A7A93">
        <w:t xml:space="preserve"> a </w:t>
      </w:r>
      <w:r w:rsidRPr="002A7A93">
        <w:t>provozních souborů (PS):</w:t>
      </w:r>
    </w:p>
    <w:p w14:paraId="0B63F90D" w14:textId="2B9299B6" w:rsidR="00A0271B" w:rsidRPr="002D7AA5" w:rsidRDefault="00A0271B" w:rsidP="00A0271B">
      <w:pPr>
        <w:pStyle w:val="Textbezodsazen"/>
        <w:rPr>
          <w:i/>
        </w:rPr>
      </w:pPr>
      <w:r w:rsidRPr="002A7A93">
        <w:rPr>
          <w:i/>
        </w:rPr>
        <w:t xml:space="preserve">Do přílohy </w:t>
      </w:r>
      <w:r w:rsidR="00E84916" w:rsidRPr="002A7A93">
        <w:rPr>
          <w:i/>
        </w:rPr>
        <w:t>S</w:t>
      </w:r>
      <w:r w:rsidRPr="002A7A93">
        <w:rPr>
          <w:i/>
        </w:rPr>
        <w:t xml:space="preserve">mlouvy bude vložena tabulka </w:t>
      </w:r>
      <w:r w:rsidR="00E84916" w:rsidRPr="002A7A9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A7A93">
        <w:rPr>
          <w:i/>
        </w:rPr>
        <w:t>Do přílohy smlouvy bude vloženo grafické znázornění postupu prací (Harmonogram postupu prací) předložené</w:t>
      </w:r>
      <w:r w:rsidR="00A349C6" w:rsidRPr="002A7A93">
        <w:rPr>
          <w:i/>
        </w:rPr>
        <w:t xml:space="preserve"> v </w:t>
      </w:r>
      <w:r w:rsidRPr="002A7A9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20F46"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2390BA1" w:rsidR="00520F46" w:rsidRPr="00F95FBD" w:rsidRDefault="00520F46" w:rsidP="00520F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69DF0E7" w:rsidR="00520F46" w:rsidRPr="00F95FBD" w:rsidRDefault="00520F46" w:rsidP="00520F4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20F46"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2047D81" w:rsidR="00520F46" w:rsidRPr="008175E5" w:rsidRDefault="00520F46" w:rsidP="00520F46">
            <w:pPr>
              <w:pStyle w:val="Tabulka"/>
              <w:rPr>
                <w:rStyle w:val="Nadpisvtabulce"/>
                <w:b w:val="0"/>
              </w:rPr>
            </w:pPr>
            <w:r w:rsidRPr="008175E5">
              <w:rPr>
                <w:rStyle w:val="Nadpisvtabulce"/>
                <w:b w:val="0"/>
              </w:rPr>
              <w:t>Adresa</w:t>
            </w:r>
          </w:p>
        </w:tc>
        <w:tc>
          <w:tcPr>
            <w:tcW w:w="5812" w:type="dxa"/>
            <w:vAlign w:val="top"/>
          </w:tcPr>
          <w:p w14:paraId="04FA4BE3" w14:textId="77777777" w:rsidR="00520F46" w:rsidRDefault="00520F46" w:rsidP="00520F4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113DF020"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20F46"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E92B90B" w:rsidR="00520F46" w:rsidRPr="00F95FBD" w:rsidRDefault="00520F46" w:rsidP="00520F46">
            <w:pPr>
              <w:pStyle w:val="Tabulka"/>
            </w:pPr>
            <w:r w:rsidRPr="00F95FBD">
              <w:t>E-mail</w:t>
            </w:r>
          </w:p>
        </w:tc>
        <w:tc>
          <w:tcPr>
            <w:tcW w:w="5812" w:type="dxa"/>
            <w:vAlign w:val="top"/>
          </w:tcPr>
          <w:p w14:paraId="545C727C" w14:textId="35B951E0" w:rsidR="00520F46" w:rsidRPr="001F518E" w:rsidRDefault="00C013A0"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20F46" w:rsidRPr="001B00BE">
                <w:rPr>
                  <w:rStyle w:val="Hypertextovodkaz"/>
                  <w:noProof w:val="0"/>
                </w:rPr>
                <w:t>Bocak@spravazeleznic.cz</w:t>
              </w:r>
            </w:hyperlink>
            <w:r w:rsidR="00520F46">
              <w:t xml:space="preserve"> </w:t>
            </w:r>
          </w:p>
        </w:tc>
      </w:tr>
      <w:tr w:rsidR="00520F46"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4A58A7BA" w:rsidR="00520F46" w:rsidRPr="00F95FBD" w:rsidRDefault="00520F46" w:rsidP="00520F46">
            <w:pPr>
              <w:pStyle w:val="Tabulka"/>
            </w:pPr>
            <w:r w:rsidRPr="00F95FBD">
              <w:t>Telefon</w:t>
            </w:r>
          </w:p>
        </w:tc>
        <w:tc>
          <w:tcPr>
            <w:tcW w:w="5812" w:type="dxa"/>
            <w:vAlign w:val="top"/>
          </w:tcPr>
          <w:p w14:paraId="6F0FB193" w14:textId="6E21BA63"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A2AB7D7" w:rsidR="002038D5" w:rsidRDefault="002038D5" w:rsidP="00502690">
      <w:pPr>
        <w:pStyle w:val="Textbezodsazen"/>
      </w:pPr>
    </w:p>
    <w:p w14:paraId="6B049C08" w14:textId="236CC52A" w:rsidR="00520F46" w:rsidRDefault="00520F46" w:rsidP="00520F46">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225602" w:rsidRPr="00F95FBD" w14:paraId="632D1BDA" w14:textId="77777777" w:rsidTr="002256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E2DAEA" w14:textId="30C0B2C3" w:rsidR="00225602" w:rsidRPr="00F95FBD" w:rsidRDefault="00225602" w:rsidP="0022560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CC3330D" w14:textId="75B40213" w:rsidR="00225602" w:rsidRPr="000018CD" w:rsidRDefault="00225602" w:rsidP="00225602">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9840A1">
              <w:rPr>
                <w:b/>
              </w:rPr>
              <w:t>Mgr. Lucie Zapletalová, podnikový právník</w:t>
            </w:r>
          </w:p>
        </w:tc>
      </w:tr>
      <w:tr w:rsidR="00225602" w:rsidRPr="00F95FBD" w14:paraId="1E87468A"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255AF" w14:textId="7273D580" w:rsidR="00225602" w:rsidRPr="008175E5" w:rsidRDefault="00225602" w:rsidP="00225602">
            <w:pPr>
              <w:pStyle w:val="Tabulka"/>
              <w:rPr>
                <w:rStyle w:val="Nadpisvtabulce"/>
                <w:b w:val="0"/>
              </w:rPr>
            </w:pPr>
            <w:r w:rsidRPr="008175E5">
              <w:rPr>
                <w:rStyle w:val="Nadpisvtabulce"/>
                <w:b w:val="0"/>
              </w:rPr>
              <w:t>Adresa</w:t>
            </w:r>
          </w:p>
        </w:tc>
        <w:tc>
          <w:tcPr>
            <w:tcW w:w="5812" w:type="dxa"/>
            <w:vAlign w:val="top"/>
          </w:tcPr>
          <w:p w14:paraId="15C09428" w14:textId="77777777" w:rsidR="00225602" w:rsidRDefault="00225602" w:rsidP="0022560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2DC7428" w14:textId="180082BF"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t>Stavební správa východ, Nerudova 1, 779 00 Olomouc</w:t>
            </w:r>
          </w:p>
        </w:tc>
      </w:tr>
      <w:tr w:rsidR="00225602" w:rsidRPr="00F95FBD" w14:paraId="3E721D47"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9CC3D" w14:textId="5F236566" w:rsidR="00225602" w:rsidRPr="00F95FBD" w:rsidRDefault="00225602" w:rsidP="00225602">
            <w:pPr>
              <w:pStyle w:val="Tabulka"/>
            </w:pPr>
            <w:r w:rsidRPr="00F95FBD">
              <w:t>E-mail</w:t>
            </w:r>
          </w:p>
        </w:tc>
        <w:tc>
          <w:tcPr>
            <w:tcW w:w="5812" w:type="dxa"/>
            <w:vAlign w:val="top"/>
          </w:tcPr>
          <w:p w14:paraId="66158457" w14:textId="66A4A669" w:rsidR="00225602" w:rsidRPr="000018CD" w:rsidRDefault="00C013A0"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hyperlink r:id="rId32" w:history="1">
              <w:r w:rsidR="00225602" w:rsidRPr="00FC14B8">
                <w:rPr>
                  <w:rStyle w:val="Hypertextovodkaz"/>
                  <w:noProof w:val="0"/>
                </w:rPr>
                <w:t>ZapletalovaL@spravazeleznic.cz</w:t>
              </w:r>
            </w:hyperlink>
            <w:r w:rsidR="00225602">
              <w:t xml:space="preserve"> </w:t>
            </w:r>
          </w:p>
        </w:tc>
      </w:tr>
      <w:tr w:rsidR="00225602" w:rsidRPr="00F95FBD" w14:paraId="7B15F5A2"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A1086" w14:textId="6EED66FF" w:rsidR="00225602" w:rsidRPr="00F95FBD" w:rsidRDefault="00225602" w:rsidP="00225602">
            <w:pPr>
              <w:pStyle w:val="Tabulka"/>
            </w:pPr>
            <w:r w:rsidRPr="00F95FBD">
              <w:t>Telefon</w:t>
            </w:r>
          </w:p>
        </w:tc>
        <w:tc>
          <w:tcPr>
            <w:tcW w:w="5812" w:type="dxa"/>
            <w:vAlign w:val="top"/>
          </w:tcPr>
          <w:p w14:paraId="565B3F5A" w14:textId="5590FFDB"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A7658">
              <w:t>+420 720 051 460</w:t>
            </w:r>
          </w:p>
        </w:tc>
      </w:tr>
    </w:tbl>
    <w:p w14:paraId="63DB982F" w14:textId="77777777" w:rsidR="00520F46" w:rsidRPr="00F95FBD" w:rsidRDefault="00520F46" w:rsidP="00502690">
      <w:pPr>
        <w:pStyle w:val="Textbezodsazen"/>
      </w:pPr>
    </w:p>
    <w:p w14:paraId="0761CEA0" w14:textId="77777777" w:rsidR="000018CD" w:rsidRDefault="000018CD" w:rsidP="002038D5">
      <w:pPr>
        <w:pStyle w:val="Nadpistabulky"/>
        <w:rPr>
          <w:rFonts w:asciiTheme="minorHAnsi" w:hAnsiTheme="minorHAnsi"/>
          <w:sz w:val="18"/>
          <w:szCs w:val="18"/>
        </w:rPr>
      </w:pPr>
    </w:p>
    <w:p w14:paraId="3303959A" w14:textId="0E68ED71" w:rsidR="002038D5"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018CD" w:rsidRPr="00C97692" w14:paraId="19476956"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20E55F" w14:textId="77777777" w:rsidR="000018CD" w:rsidRPr="00F95FBD" w:rsidRDefault="000018CD" w:rsidP="000C33E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F0C6338" w14:textId="77777777" w:rsidR="000018CD" w:rsidRPr="000018C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0018CD">
              <w:rPr>
                <w:b/>
              </w:rPr>
              <w:t>Ing. Bohumil Šponar, MBA</w:t>
            </w:r>
          </w:p>
        </w:tc>
      </w:tr>
      <w:tr w:rsidR="000018CD" w:rsidRPr="00C97692" w14:paraId="17D27C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3A0C3CF" w14:textId="77777777" w:rsidR="000018CD" w:rsidRPr="00F95FBD" w:rsidRDefault="000018CD" w:rsidP="000C33E2">
            <w:pPr>
              <w:pStyle w:val="Tabulka"/>
              <w:rPr>
                <w:rStyle w:val="Nadpisvtabulce"/>
                <w:b w:val="0"/>
              </w:rPr>
            </w:pPr>
            <w:r>
              <w:rPr>
                <w:rStyle w:val="Nadpisvtabulce"/>
                <w:b w:val="0"/>
              </w:rPr>
              <w:t>Adresa</w:t>
            </w:r>
          </w:p>
        </w:tc>
        <w:tc>
          <w:tcPr>
            <w:tcW w:w="5812" w:type="dxa"/>
            <w:vAlign w:val="top"/>
          </w:tcPr>
          <w:p w14:paraId="2984C58D"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59B7488"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Muglinovská 1038/5, 702 00 Ostrava</w:t>
            </w:r>
          </w:p>
        </w:tc>
      </w:tr>
      <w:tr w:rsidR="000018CD" w:rsidRPr="00C97692" w14:paraId="1EAA5AD0"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0EF73C6" w14:textId="77777777" w:rsidR="000018CD" w:rsidRDefault="000018CD" w:rsidP="000C33E2">
            <w:pPr>
              <w:pStyle w:val="Tabulka"/>
              <w:rPr>
                <w:rStyle w:val="Nadpisvtabulce"/>
                <w:b w:val="0"/>
              </w:rPr>
            </w:pPr>
            <w:r>
              <w:rPr>
                <w:rStyle w:val="Nadpisvtabulce"/>
                <w:b w:val="0"/>
              </w:rPr>
              <w:t>Pracoviště</w:t>
            </w:r>
          </w:p>
        </w:tc>
        <w:tc>
          <w:tcPr>
            <w:tcW w:w="5812" w:type="dxa"/>
            <w:vAlign w:val="top"/>
          </w:tcPr>
          <w:p w14:paraId="7D39183E"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1263EDE6"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0018CD" w:rsidRPr="00C97692" w14:paraId="51DE0D66"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86A9144" w14:textId="77777777" w:rsidR="000018CD" w:rsidRPr="00F95FBD" w:rsidRDefault="000018CD" w:rsidP="000C33E2">
            <w:pPr>
              <w:pStyle w:val="Tabulka"/>
            </w:pPr>
            <w:r w:rsidRPr="00F95FBD">
              <w:t>E-mail</w:t>
            </w:r>
          </w:p>
        </w:tc>
        <w:tc>
          <w:tcPr>
            <w:tcW w:w="5812" w:type="dxa"/>
            <w:vAlign w:val="top"/>
          </w:tcPr>
          <w:p w14:paraId="7B539DEA" w14:textId="77777777" w:rsidR="000018CD" w:rsidRPr="00C97692" w:rsidRDefault="00C013A0" w:rsidP="000C33E2">
            <w:pPr>
              <w:pStyle w:val="Tabulka"/>
              <w:cnfStyle w:val="000000000000" w:firstRow="0" w:lastRow="0" w:firstColumn="0" w:lastColumn="0" w:oddVBand="0" w:evenVBand="0" w:oddHBand="0" w:evenHBand="0" w:firstRowFirstColumn="0" w:firstRowLastColumn="0" w:lastRowFirstColumn="0" w:lastRowLastColumn="0"/>
            </w:pPr>
            <w:hyperlink r:id="rId33" w:history="1">
              <w:r w:rsidR="000018CD" w:rsidRPr="00571C3D">
                <w:rPr>
                  <w:rStyle w:val="Hypertextovodkaz"/>
                  <w:noProof w:val="0"/>
                </w:rPr>
                <w:t>Sponar@spravazeleznic.cz</w:t>
              </w:r>
            </w:hyperlink>
            <w:r w:rsidR="000018CD">
              <w:t xml:space="preserve"> </w:t>
            </w:r>
          </w:p>
        </w:tc>
      </w:tr>
      <w:tr w:rsidR="000018CD" w:rsidRPr="00C97692" w14:paraId="62865BF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EB4D167" w14:textId="77777777" w:rsidR="000018CD" w:rsidRPr="00F95FBD" w:rsidRDefault="000018CD" w:rsidP="000C33E2">
            <w:pPr>
              <w:pStyle w:val="Tabulka"/>
            </w:pPr>
            <w:r w:rsidRPr="00F95FBD">
              <w:t>Telefon</w:t>
            </w:r>
          </w:p>
        </w:tc>
        <w:tc>
          <w:tcPr>
            <w:tcW w:w="5812" w:type="dxa"/>
            <w:vAlign w:val="top"/>
          </w:tcPr>
          <w:p w14:paraId="09D243F9"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4B38501F" w14:textId="77777777" w:rsidR="000018CD" w:rsidRPr="00F95FBD" w:rsidRDefault="000018CD" w:rsidP="000018CD">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0018CD" w:rsidRPr="00F95FBD" w14:paraId="69D32E15"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68B21"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F450F8"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6FE5AE0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59BBC5C" w14:textId="77777777" w:rsidR="000018CD" w:rsidRPr="00F95FBD" w:rsidRDefault="000018CD" w:rsidP="000C33E2">
            <w:pPr>
              <w:pStyle w:val="Tabulka"/>
            </w:pPr>
            <w:r w:rsidRPr="00F95FBD">
              <w:t>Adresa</w:t>
            </w:r>
          </w:p>
        </w:tc>
        <w:tc>
          <w:tcPr>
            <w:tcW w:w="5812" w:type="dxa"/>
            <w:vAlign w:val="top"/>
          </w:tcPr>
          <w:p w14:paraId="2296025F"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C17207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9525999" w14:textId="77777777" w:rsidR="000018CD" w:rsidRPr="00F95FBD" w:rsidRDefault="000018CD" w:rsidP="000C33E2">
            <w:pPr>
              <w:pStyle w:val="Tabulka"/>
            </w:pPr>
            <w:r w:rsidRPr="00F95FBD">
              <w:t>E-mail</w:t>
            </w:r>
          </w:p>
        </w:tc>
        <w:tc>
          <w:tcPr>
            <w:tcW w:w="5812" w:type="dxa"/>
            <w:vAlign w:val="top"/>
          </w:tcPr>
          <w:p w14:paraId="4744239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62FBA4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E464F2D" w14:textId="77777777" w:rsidR="000018CD" w:rsidRPr="00F95FBD" w:rsidRDefault="000018CD" w:rsidP="000C33E2">
            <w:pPr>
              <w:pStyle w:val="Tabulka"/>
            </w:pPr>
            <w:r w:rsidRPr="00F95FBD">
              <w:t>Telefon</w:t>
            </w:r>
          </w:p>
        </w:tc>
        <w:tc>
          <w:tcPr>
            <w:tcW w:w="5812" w:type="dxa"/>
            <w:vAlign w:val="top"/>
          </w:tcPr>
          <w:p w14:paraId="2A583D2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400AAC02" w14:textId="77777777" w:rsidR="000018CD" w:rsidRPr="00F95FBD" w:rsidRDefault="000018CD" w:rsidP="000018CD">
      <w:pPr>
        <w:pStyle w:val="Tabulka"/>
      </w:pPr>
    </w:p>
    <w:p w14:paraId="74759D9E" w14:textId="77777777" w:rsidR="000018CD" w:rsidRPr="00F95FBD" w:rsidRDefault="000018CD" w:rsidP="000018CD">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0018CD" w:rsidRPr="00F95FBD" w14:paraId="7351030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2CAEE2"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3DF0F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65640E1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5EED7BA" w14:textId="77777777" w:rsidR="000018CD" w:rsidRPr="00F95FBD" w:rsidRDefault="000018CD" w:rsidP="000C33E2">
            <w:pPr>
              <w:pStyle w:val="Tabulka"/>
            </w:pPr>
            <w:r w:rsidRPr="00F95FBD">
              <w:t>Adresa</w:t>
            </w:r>
          </w:p>
        </w:tc>
        <w:tc>
          <w:tcPr>
            <w:tcW w:w="5812" w:type="dxa"/>
            <w:vAlign w:val="top"/>
          </w:tcPr>
          <w:p w14:paraId="36D6B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5E05ED7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7D1744" w14:textId="77777777" w:rsidR="000018CD" w:rsidRPr="00F95FBD" w:rsidRDefault="000018CD" w:rsidP="000C33E2">
            <w:pPr>
              <w:pStyle w:val="Tabulka"/>
            </w:pPr>
            <w:r w:rsidRPr="00F95FBD">
              <w:t>E-mail</w:t>
            </w:r>
          </w:p>
        </w:tc>
        <w:tc>
          <w:tcPr>
            <w:tcW w:w="5812" w:type="dxa"/>
            <w:vAlign w:val="top"/>
          </w:tcPr>
          <w:p w14:paraId="3BF26B2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08133AD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473EBD0" w14:textId="77777777" w:rsidR="000018CD" w:rsidRPr="00F95FBD" w:rsidRDefault="000018CD" w:rsidP="000C33E2">
            <w:pPr>
              <w:pStyle w:val="Tabulka"/>
            </w:pPr>
            <w:r w:rsidRPr="00F95FBD">
              <w:t>Telefon</w:t>
            </w:r>
          </w:p>
        </w:tc>
        <w:tc>
          <w:tcPr>
            <w:tcW w:w="5812" w:type="dxa"/>
            <w:vAlign w:val="top"/>
          </w:tcPr>
          <w:p w14:paraId="0E2A4E87"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64C5A4AB" w14:textId="77777777" w:rsidR="000018CD" w:rsidRPr="00F95FBD" w:rsidRDefault="000018CD" w:rsidP="000018CD">
      <w:pPr>
        <w:pStyle w:val="Tabulka"/>
      </w:pPr>
    </w:p>
    <w:p w14:paraId="0D4B2E6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0018CD" w:rsidRPr="00F95FBD" w14:paraId="59625934"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40100B"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CB43BAD"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8ACB20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D04F563" w14:textId="77777777" w:rsidR="000018CD" w:rsidRPr="00F95FBD" w:rsidRDefault="000018CD" w:rsidP="000C33E2">
            <w:pPr>
              <w:pStyle w:val="Tabulka"/>
            </w:pPr>
            <w:r w:rsidRPr="00F95FBD">
              <w:t>Adresa</w:t>
            </w:r>
          </w:p>
        </w:tc>
        <w:tc>
          <w:tcPr>
            <w:tcW w:w="5812" w:type="dxa"/>
            <w:vAlign w:val="top"/>
          </w:tcPr>
          <w:p w14:paraId="3246941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034B52A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37087D" w14:textId="77777777" w:rsidR="000018CD" w:rsidRPr="00F95FBD" w:rsidRDefault="000018CD" w:rsidP="000C33E2">
            <w:pPr>
              <w:pStyle w:val="Tabulka"/>
            </w:pPr>
            <w:r w:rsidRPr="00F95FBD">
              <w:t>E-mail</w:t>
            </w:r>
          </w:p>
        </w:tc>
        <w:tc>
          <w:tcPr>
            <w:tcW w:w="5812" w:type="dxa"/>
            <w:vAlign w:val="top"/>
          </w:tcPr>
          <w:p w14:paraId="7E4DA1F6"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46B5BE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BADB27E" w14:textId="77777777" w:rsidR="000018CD" w:rsidRPr="00F95FBD" w:rsidRDefault="000018CD" w:rsidP="000C33E2">
            <w:pPr>
              <w:pStyle w:val="Tabulka"/>
            </w:pPr>
            <w:r w:rsidRPr="00F95FBD">
              <w:t>Telefon</w:t>
            </w:r>
          </w:p>
        </w:tc>
        <w:tc>
          <w:tcPr>
            <w:tcW w:w="5812" w:type="dxa"/>
            <w:vAlign w:val="top"/>
          </w:tcPr>
          <w:p w14:paraId="51A57AF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35B27927" w14:textId="77777777" w:rsidR="000018CD" w:rsidRPr="00F95FBD" w:rsidRDefault="000018CD" w:rsidP="000018CD">
      <w:pPr>
        <w:pStyle w:val="Tabulka"/>
      </w:pPr>
    </w:p>
    <w:p w14:paraId="1ADE8FC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0018CD" w:rsidRPr="00F95FBD" w14:paraId="0F3CEFC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3EB17D"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2BED56"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0B91B5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FC7A918" w14:textId="77777777" w:rsidR="000018CD" w:rsidRPr="00F95FBD" w:rsidRDefault="000018CD" w:rsidP="000C33E2">
            <w:pPr>
              <w:pStyle w:val="Tabulka"/>
            </w:pPr>
            <w:r w:rsidRPr="00F95FBD">
              <w:t>Adresa</w:t>
            </w:r>
          </w:p>
        </w:tc>
        <w:tc>
          <w:tcPr>
            <w:tcW w:w="5812" w:type="dxa"/>
            <w:vAlign w:val="top"/>
          </w:tcPr>
          <w:p w14:paraId="19AEC49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0537FB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85AB8D0" w14:textId="77777777" w:rsidR="000018CD" w:rsidRPr="00F95FBD" w:rsidRDefault="000018CD" w:rsidP="000C33E2">
            <w:pPr>
              <w:pStyle w:val="Tabulka"/>
            </w:pPr>
            <w:r w:rsidRPr="00F95FBD">
              <w:t>E-mail</w:t>
            </w:r>
          </w:p>
        </w:tc>
        <w:tc>
          <w:tcPr>
            <w:tcW w:w="5812" w:type="dxa"/>
            <w:vAlign w:val="top"/>
          </w:tcPr>
          <w:p w14:paraId="0B70E619"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9CF179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FA86910" w14:textId="77777777" w:rsidR="000018CD" w:rsidRPr="00F95FBD" w:rsidRDefault="000018CD" w:rsidP="000C33E2">
            <w:pPr>
              <w:pStyle w:val="Tabulka"/>
            </w:pPr>
            <w:r w:rsidRPr="00F95FBD">
              <w:t>Telefon</w:t>
            </w:r>
          </w:p>
        </w:tc>
        <w:tc>
          <w:tcPr>
            <w:tcW w:w="5812" w:type="dxa"/>
            <w:vAlign w:val="top"/>
          </w:tcPr>
          <w:p w14:paraId="0AD35E2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48C8E282" w14:textId="77777777" w:rsidR="000018CD" w:rsidRPr="00F95FBD" w:rsidRDefault="000018CD" w:rsidP="000018CD">
      <w:pPr>
        <w:pStyle w:val="Tabulka"/>
      </w:pPr>
    </w:p>
    <w:p w14:paraId="5DA66938" w14:textId="77777777" w:rsidR="000018CD" w:rsidRPr="00F95FBD" w:rsidRDefault="000018CD" w:rsidP="000018CD">
      <w:pPr>
        <w:pStyle w:val="Nadpistabulky"/>
        <w:rPr>
          <w:sz w:val="18"/>
          <w:szCs w:val="18"/>
        </w:rPr>
      </w:pPr>
      <w:r>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018CD" w:rsidRPr="00F95FBD" w14:paraId="06F53F1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F7AE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6BC0AC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4AD424D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8333CC" w14:textId="77777777" w:rsidR="000018CD" w:rsidRPr="00F95FBD" w:rsidRDefault="000018CD" w:rsidP="000C33E2">
            <w:pPr>
              <w:pStyle w:val="Tabulka"/>
            </w:pPr>
            <w:r w:rsidRPr="00F95FBD">
              <w:t>Adresa</w:t>
            </w:r>
          </w:p>
        </w:tc>
        <w:tc>
          <w:tcPr>
            <w:tcW w:w="5812" w:type="dxa"/>
            <w:vAlign w:val="top"/>
          </w:tcPr>
          <w:p w14:paraId="0966E10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28D75AE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796D8CC" w14:textId="77777777" w:rsidR="000018CD" w:rsidRPr="00F95FBD" w:rsidRDefault="000018CD" w:rsidP="000C33E2">
            <w:pPr>
              <w:pStyle w:val="Tabulka"/>
            </w:pPr>
            <w:r w:rsidRPr="00F95FBD">
              <w:t>E-mail</w:t>
            </w:r>
          </w:p>
        </w:tc>
        <w:tc>
          <w:tcPr>
            <w:tcW w:w="5812" w:type="dxa"/>
            <w:vAlign w:val="top"/>
          </w:tcPr>
          <w:p w14:paraId="0107F1E4"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36F1E3D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8C6DD54" w14:textId="77777777" w:rsidR="000018CD" w:rsidRPr="00F95FBD" w:rsidRDefault="000018CD" w:rsidP="000C33E2">
            <w:pPr>
              <w:pStyle w:val="Tabulka"/>
            </w:pPr>
            <w:r w:rsidRPr="00F95FBD">
              <w:t>Telefon</w:t>
            </w:r>
          </w:p>
        </w:tc>
        <w:tc>
          <w:tcPr>
            <w:tcW w:w="5812" w:type="dxa"/>
            <w:vAlign w:val="top"/>
          </w:tcPr>
          <w:p w14:paraId="3025D89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78BE1BD9" w14:textId="77777777" w:rsidR="000018CD" w:rsidRPr="00F95FBD" w:rsidRDefault="000018CD" w:rsidP="000018CD">
      <w:pPr>
        <w:pStyle w:val="Tabulka"/>
      </w:pPr>
    </w:p>
    <w:p w14:paraId="303F39E3" w14:textId="77777777" w:rsidR="000018CD" w:rsidRPr="00F95FBD" w:rsidRDefault="000018CD" w:rsidP="000018CD">
      <w:pPr>
        <w:pStyle w:val="Tabulka"/>
      </w:pPr>
    </w:p>
    <w:p w14:paraId="049C7C3B"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0018CD" w:rsidRPr="00F95FBD" w14:paraId="59CA8DA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690D8"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FF64CB"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2FCC97B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A9ECBB" w14:textId="77777777" w:rsidR="000018CD" w:rsidRPr="00F95FBD" w:rsidRDefault="000018CD" w:rsidP="000C33E2">
            <w:pPr>
              <w:pStyle w:val="Tabulka"/>
            </w:pPr>
            <w:r w:rsidRPr="00F95FBD">
              <w:t>Adresa</w:t>
            </w:r>
          </w:p>
        </w:tc>
        <w:tc>
          <w:tcPr>
            <w:tcW w:w="5812" w:type="dxa"/>
            <w:vAlign w:val="top"/>
          </w:tcPr>
          <w:p w14:paraId="73EB95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4112CB9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6E576BD" w14:textId="77777777" w:rsidR="000018CD" w:rsidRPr="00F95FBD" w:rsidRDefault="000018CD" w:rsidP="000C33E2">
            <w:pPr>
              <w:pStyle w:val="Tabulka"/>
            </w:pPr>
            <w:r w:rsidRPr="00F95FBD">
              <w:t>E-mail</w:t>
            </w:r>
          </w:p>
        </w:tc>
        <w:tc>
          <w:tcPr>
            <w:tcW w:w="5812" w:type="dxa"/>
            <w:vAlign w:val="top"/>
          </w:tcPr>
          <w:p w14:paraId="3C09050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7311F74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1A195C" w14:textId="77777777" w:rsidR="000018CD" w:rsidRPr="00F95FBD" w:rsidRDefault="000018CD" w:rsidP="000C33E2">
            <w:pPr>
              <w:pStyle w:val="Tabulka"/>
            </w:pPr>
            <w:r w:rsidRPr="00F95FBD">
              <w:t>Telefon</w:t>
            </w:r>
          </w:p>
        </w:tc>
        <w:tc>
          <w:tcPr>
            <w:tcW w:w="5812" w:type="dxa"/>
            <w:vAlign w:val="top"/>
          </w:tcPr>
          <w:p w14:paraId="494B914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13479956" w14:textId="77777777" w:rsidR="000018CD" w:rsidRDefault="000018CD" w:rsidP="000018CD">
      <w:pPr>
        <w:pStyle w:val="Tabulka"/>
      </w:pPr>
    </w:p>
    <w:p w14:paraId="3CD2438C" w14:textId="77777777" w:rsidR="000018CD" w:rsidRPr="00F95FBD" w:rsidRDefault="000018CD" w:rsidP="000018CD">
      <w:pPr>
        <w:pStyle w:val="Tabulka"/>
      </w:pPr>
    </w:p>
    <w:p w14:paraId="69761A63" w14:textId="77777777" w:rsidR="000018CD" w:rsidRPr="00F95FBD" w:rsidRDefault="000018CD" w:rsidP="000018CD">
      <w:pPr>
        <w:pStyle w:val="Tabulka"/>
      </w:pPr>
    </w:p>
    <w:p w14:paraId="72DF4192"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0018CD" w:rsidRPr="00F95FBD" w14:paraId="62266A6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376AC"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4C8F69"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5206F5D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6CD31FB" w14:textId="77777777" w:rsidR="000018CD" w:rsidRPr="00F95FBD" w:rsidRDefault="000018CD" w:rsidP="000C33E2">
            <w:pPr>
              <w:pStyle w:val="Tabulka"/>
            </w:pPr>
            <w:r w:rsidRPr="00F95FBD">
              <w:t>Adresa</w:t>
            </w:r>
          </w:p>
        </w:tc>
        <w:tc>
          <w:tcPr>
            <w:tcW w:w="5812" w:type="dxa"/>
            <w:vAlign w:val="top"/>
          </w:tcPr>
          <w:p w14:paraId="3903635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66093A1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01329C0" w14:textId="77777777" w:rsidR="000018CD" w:rsidRPr="00F95FBD" w:rsidRDefault="000018CD" w:rsidP="000C33E2">
            <w:pPr>
              <w:pStyle w:val="Tabulka"/>
            </w:pPr>
            <w:r w:rsidRPr="00F95FBD">
              <w:t>E-mail</w:t>
            </w:r>
          </w:p>
        </w:tc>
        <w:tc>
          <w:tcPr>
            <w:tcW w:w="5812" w:type="dxa"/>
            <w:vAlign w:val="top"/>
          </w:tcPr>
          <w:p w14:paraId="2A359E5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02C061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B074CB2" w14:textId="77777777" w:rsidR="000018CD" w:rsidRPr="00F95FBD" w:rsidRDefault="000018CD" w:rsidP="000C33E2">
            <w:pPr>
              <w:pStyle w:val="Tabulka"/>
            </w:pPr>
            <w:r w:rsidRPr="00F95FBD">
              <w:t>Telefon</w:t>
            </w:r>
          </w:p>
        </w:tc>
        <w:tc>
          <w:tcPr>
            <w:tcW w:w="5812" w:type="dxa"/>
            <w:vAlign w:val="top"/>
          </w:tcPr>
          <w:p w14:paraId="3215FA31"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3F357FC" w14:textId="77777777" w:rsidR="000018CD" w:rsidRDefault="000018CD" w:rsidP="000018CD">
      <w:pPr>
        <w:pStyle w:val="Tabulka"/>
      </w:pPr>
    </w:p>
    <w:p w14:paraId="29832308"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018CD" w:rsidRPr="00F95FBD" w14:paraId="1B6E63B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E3C47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AF606C5"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00C90DF9"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F5685B" w14:textId="77777777" w:rsidR="000018CD" w:rsidRPr="00F95FBD" w:rsidRDefault="000018CD" w:rsidP="000C33E2">
            <w:pPr>
              <w:pStyle w:val="Tabulka"/>
            </w:pPr>
            <w:r w:rsidRPr="00F95FBD">
              <w:t>Adresa</w:t>
            </w:r>
          </w:p>
        </w:tc>
        <w:tc>
          <w:tcPr>
            <w:tcW w:w="5812" w:type="dxa"/>
            <w:vAlign w:val="top"/>
          </w:tcPr>
          <w:p w14:paraId="05B160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35C65D31"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C29B750" w14:textId="77777777" w:rsidR="000018CD" w:rsidRPr="00F95FBD" w:rsidRDefault="000018CD" w:rsidP="000C33E2">
            <w:pPr>
              <w:pStyle w:val="Tabulka"/>
            </w:pPr>
            <w:r w:rsidRPr="00F95FBD">
              <w:t>E-mail</w:t>
            </w:r>
          </w:p>
        </w:tc>
        <w:tc>
          <w:tcPr>
            <w:tcW w:w="5812" w:type="dxa"/>
            <w:vAlign w:val="top"/>
          </w:tcPr>
          <w:p w14:paraId="276A583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2D7B74F"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15F1F147" w14:textId="77777777" w:rsidR="000018CD" w:rsidRPr="00F95FBD" w:rsidRDefault="000018CD" w:rsidP="000C33E2">
            <w:pPr>
              <w:pStyle w:val="Tabulka"/>
            </w:pPr>
            <w:r w:rsidRPr="00F95FBD">
              <w:t>Telefon</w:t>
            </w:r>
          </w:p>
        </w:tc>
        <w:tc>
          <w:tcPr>
            <w:tcW w:w="5812" w:type="dxa"/>
            <w:vAlign w:val="top"/>
          </w:tcPr>
          <w:p w14:paraId="7DC1E76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78A01774" w14:textId="77777777" w:rsidR="000018CD" w:rsidRPr="00F95FBD" w:rsidRDefault="000018CD" w:rsidP="000018CD">
      <w:pPr>
        <w:pStyle w:val="Tabulka"/>
      </w:pPr>
    </w:p>
    <w:p w14:paraId="30B0C177" w14:textId="77777777" w:rsidR="000018CD" w:rsidRPr="00F95FBD" w:rsidRDefault="000018CD" w:rsidP="000018CD">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0018CD" w:rsidRPr="00F95FBD" w14:paraId="1F07BD41"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FAC3AE"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31AEB2"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7E6D42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6F4313F" w14:textId="77777777" w:rsidR="000018CD" w:rsidRPr="00F95FBD" w:rsidRDefault="000018CD" w:rsidP="000C33E2">
            <w:pPr>
              <w:pStyle w:val="Tabulka"/>
            </w:pPr>
            <w:r w:rsidRPr="00F95FBD">
              <w:t>Adresa</w:t>
            </w:r>
          </w:p>
        </w:tc>
        <w:tc>
          <w:tcPr>
            <w:tcW w:w="5812" w:type="dxa"/>
            <w:vAlign w:val="top"/>
          </w:tcPr>
          <w:p w14:paraId="6111EE1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691C26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D6584B4" w14:textId="77777777" w:rsidR="000018CD" w:rsidRPr="00F95FBD" w:rsidRDefault="000018CD" w:rsidP="000C33E2">
            <w:pPr>
              <w:pStyle w:val="Tabulka"/>
            </w:pPr>
            <w:r w:rsidRPr="00F95FBD">
              <w:t>E-mail</w:t>
            </w:r>
          </w:p>
        </w:tc>
        <w:tc>
          <w:tcPr>
            <w:tcW w:w="5812" w:type="dxa"/>
            <w:vAlign w:val="top"/>
          </w:tcPr>
          <w:p w14:paraId="7AA0D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74F95E4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0DB344C" w14:textId="77777777" w:rsidR="000018CD" w:rsidRPr="00F95FBD" w:rsidRDefault="000018CD" w:rsidP="000C33E2">
            <w:pPr>
              <w:pStyle w:val="Tabulka"/>
            </w:pPr>
            <w:r w:rsidRPr="00F95FBD">
              <w:t>Telefon</w:t>
            </w:r>
          </w:p>
        </w:tc>
        <w:tc>
          <w:tcPr>
            <w:tcW w:w="5812" w:type="dxa"/>
            <w:vAlign w:val="top"/>
          </w:tcPr>
          <w:p w14:paraId="1472036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0F46">
              <w:rPr>
                <w:highlight w:val="yellow"/>
              </w:rPr>
              <w:t>Na toto místo bude jako minimální výše pojistného plnění vložena částka, která bude odpovídat výši Ceny Díla bez DPH, kterou uchazeč včlení do těla závazného vzoru Smlouvy předloženého</w:t>
            </w:r>
            <w:r w:rsidR="00A349C6" w:rsidRPr="00520F46">
              <w:rPr>
                <w:highlight w:val="yellow"/>
              </w:rPr>
              <w:t xml:space="preserve"> v </w:t>
            </w:r>
            <w:r w:rsidRPr="00520F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E1640C9" w:rsidR="007C5289" w:rsidRPr="007C5289" w:rsidRDefault="007C5289" w:rsidP="000018CD">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007A1">
              <w:t>1</w:t>
            </w:r>
            <w:r w:rsidR="000018CD">
              <w:t>1</w:t>
            </w:r>
            <w:r w:rsidRPr="00520F46">
              <w:t xml:space="preserve"> mil. Kč na jednu pojistnou událost</w:t>
            </w:r>
            <w:r w:rsidR="00A349C6" w:rsidRPr="00520F46">
              <w:t xml:space="preserve"> a </w:t>
            </w:r>
            <w:r w:rsidR="00A007A1">
              <w:t>2</w:t>
            </w:r>
            <w:r w:rsidR="000018CD">
              <w:t>2</w:t>
            </w:r>
            <w:r w:rsidRPr="00520F46">
              <w:t xml:space="preserve"> mil. Kč</w:t>
            </w:r>
            <w:r w:rsidR="00A349C6" w:rsidRPr="00520F4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73D59BD0" w14:textId="77777777" w:rsidR="00A007A1" w:rsidRDefault="00A007A1" w:rsidP="00A007A1">
      <w:pPr>
        <w:rPr>
          <w:noProof/>
        </w:rPr>
      </w:pPr>
    </w:p>
    <w:p w14:paraId="64C76DBA" w14:textId="77777777" w:rsidR="00A007A1" w:rsidRPr="00404764" w:rsidRDefault="00A007A1" w:rsidP="00A007A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007A1" w:rsidRPr="00404764" w14:paraId="35EFA80A" w14:textId="77777777" w:rsidTr="003D0EB4">
        <w:trPr>
          <w:trHeight w:val="340"/>
        </w:trPr>
        <w:tc>
          <w:tcPr>
            <w:tcW w:w="4438" w:type="dxa"/>
            <w:shd w:val="clear" w:color="auto" w:fill="FFBFBF" w:themeFill="accent6" w:themeFillTint="33"/>
          </w:tcPr>
          <w:p w14:paraId="51C95974" w14:textId="77777777" w:rsidR="00A007A1" w:rsidRPr="00404764" w:rsidRDefault="00A007A1" w:rsidP="003D0EB4">
            <w:pPr>
              <w:rPr>
                <w:b/>
                <w:noProof/>
              </w:rPr>
            </w:pPr>
            <w:r w:rsidRPr="00404764">
              <w:rPr>
                <w:b/>
                <w:noProof/>
              </w:rPr>
              <w:t>Název zakázky:</w:t>
            </w:r>
          </w:p>
        </w:tc>
        <w:tc>
          <w:tcPr>
            <w:tcW w:w="4264" w:type="dxa"/>
          </w:tcPr>
          <w:p w14:paraId="34798BA9" w14:textId="77777777" w:rsidR="00A007A1" w:rsidRPr="00404764" w:rsidRDefault="00A007A1" w:rsidP="003D0EB4">
            <w:pPr>
              <w:rPr>
                <w:noProof/>
              </w:rPr>
            </w:pPr>
          </w:p>
        </w:tc>
      </w:tr>
      <w:tr w:rsidR="00A007A1" w:rsidRPr="00404764" w14:paraId="2F2CED6B" w14:textId="77777777" w:rsidTr="003D0EB4">
        <w:trPr>
          <w:trHeight w:val="340"/>
        </w:trPr>
        <w:tc>
          <w:tcPr>
            <w:tcW w:w="4438" w:type="dxa"/>
            <w:shd w:val="clear" w:color="auto" w:fill="FFBFBF" w:themeFill="accent6" w:themeFillTint="33"/>
          </w:tcPr>
          <w:p w14:paraId="460E52B6" w14:textId="77777777" w:rsidR="00A007A1" w:rsidRPr="00404764" w:rsidRDefault="00A007A1" w:rsidP="003D0EB4">
            <w:pPr>
              <w:rPr>
                <w:b/>
                <w:noProof/>
              </w:rPr>
            </w:pPr>
            <w:r w:rsidRPr="00404764">
              <w:rPr>
                <w:b/>
                <w:noProof/>
              </w:rPr>
              <w:t>Číslo smlouvy Správy železnic (CES):</w:t>
            </w:r>
          </w:p>
        </w:tc>
        <w:tc>
          <w:tcPr>
            <w:tcW w:w="4264" w:type="dxa"/>
          </w:tcPr>
          <w:p w14:paraId="2E87EA1C" w14:textId="77777777" w:rsidR="00A007A1" w:rsidRPr="00404764" w:rsidRDefault="00A007A1" w:rsidP="003D0EB4">
            <w:pPr>
              <w:rPr>
                <w:noProof/>
              </w:rPr>
            </w:pPr>
          </w:p>
        </w:tc>
      </w:tr>
      <w:tr w:rsidR="00A007A1" w:rsidRPr="00404764" w14:paraId="0ACD9175" w14:textId="77777777" w:rsidTr="003D0EB4">
        <w:trPr>
          <w:trHeight w:val="340"/>
        </w:trPr>
        <w:tc>
          <w:tcPr>
            <w:tcW w:w="4438" w:type="dxa"/>
            <w:shd w:val="clear" w:color="auto" w:fill="FFBFBF" w:themeFill="accent6" w:themeFillTint="33"/>
          </w:tcPr>
          <w:p w14:paraId="699CF304" w14:textId="77777777" w:rsidR="00A007A1" w:rsidRPr="00404764" w:rsidRDefault="00A007A1" w:rsidP="003D0EB4">
            <w:pPr>
              <w:rPr>
                <w:b/>
                <w:noProof/>
              </w:rPr>
            </w:pPr>
            <w:r w:rsidRPr="00404764">
              <w:rPr>
                <w:b/>
                <w:noProof/>
              </w:rPr>
              <w:t>Objednatel:</w:t>
            </w:r>
          </w:p>
        </w:tc>
        <w:tc>
          <w:tcPr>
            <w:tcW w:w="4264" w:type="dxa"/>
          </w:tcPr>
          <w:p w14:paraId="4523D5CA" w14:textId="77777777" w:rsidR="00A007A1" w:rsidRPr="00404764" w:rsidRDefault="00A007A1" w:rsidP="003D0EB4">
            <w:pPr>
              <w:rPr>
                <w:noProof/>
              </w:rPr>
            </w:pPr>
          </w:p>
        </w:tc>
      </w:tr>
      <w:tr w:rsidR="00A007A1" w:rsidRPr="00404764" w14:paraId="69E85359" w14:textId="77777777" w:rsidTr="003D0EB4">
        <w:trPr>
          <w:trHeight w:val="340"/>
        </w:trPr>
        <w:tc>
          <w:tcPr>
            <w:tcW w:w="4438" w:type="dxa"/>
            <w:shd w:val="clear" w:color="auto" w:fill="FFBFBF" w:themeFill="accent6" w:themeFillTint="33"/>
          </w:tcPr>
          <w:p w14:paraId="0B51FEA3" w14:textId="77777777" w:rsidR="00A007A1" w:rsidRPr="00404764" w:rsidRDefault="00A007A1" w:rsidP="003D0EB4">
            <w:pPr>
              <w:rPr>
                <w:b/>
                <w:noProof/>
              </w:rPr>
            </w:pPr>
            <w:r w:rsidRPr="00404764">
              <w:rPr>
                <w:b/>
                <w:noProof/>
              </w:rPr>
              <w:t>Datum zahájení prací:</w:t>
            </w:r>
          </w:p>
        </w:tc>
        <w:tc>
          <w:tcPr>
            <w:tcW w:w="4264" w:type="dxa"/>
          </w:tcPr>
          <w:p w14:paraId="63A2717A" w14:textId="77777777" w:rsidR="00A007A1" w:rsidRPr="00404764" w:rsidRDefault="00A007A1" w:rsidP="003D0EB4">
            <w:pPr>
              <w:rPr>
                <w:noProof/>
              </w:rPr>
            </w:pPr>
          </w:p>
        </w:tc>
      </w:tr>
      <w:tr w:rsidR="00A007A1" w:rsidRPr="00404764" w14:paraId="50548156" w14:textId="77777777" w:rsidTr="003D0EB4">
        <w:trPr>
          <w:trHeight w:val="340"/>
        </w:trPr>
        <w:tc>
          <w:tcPr>
            <w:tcW w:w="4438" w:type="dxa"/>
            <w:shd w:val="clear" w:color="auto" w:fill="FFBFBF" w:themeFill="accent6" w:themeFillTint="33"/>
          </w:tcPr>
          <w:p w14:paraId="10D26B1B" w14:textId="77777777" w:rsidR="00A007A1" w:rsidRPr="00404764" w:rsidRDefault="00A007A1" w:rsidP="003D0EB4">
            <w:pPr>
              <w:rPr>
                <w:b/>
                <w:noProof/>
              </w:rPr>
            </w:pPr>
            <w:r w:rsidRPr="00404764">
              <w:rPr>
                <w:b/>
                <w:noProof/>
              </w:rPr>
              <w:t xml:space="preserve">Datum dokončení prací </w:t>
            </w:r>
            <w:r w:rsidRPr="00404764">
              <w:rPr>
                <w:noProof/>
              </w:rPr>
              <w:t>(stavebních nebo technologických):</w:t>
            </w:r>
          </w:p>
        </w:tc>
        <w:tc>
          <w:tcPr>
            <w:tcW w:w="4264" w:type="dxa"/>
          </w:tcPr>
          <w:p w14:paraId="7363A241" w14:textId="77777777" w:rsidR="00A007A1" w:rsidRPr="00404764" w:rsidRDefault="00A007A1" w:rsidP="003D0EB4">
            <w:pPr>
              <w:rPr>
                <w:noProof/>
              </w:rPr>
            </w:pPr>
          </w:p>
        </w:tc>
      </w:tr>
      <w:tr w:rsidR="00A007A1" w:rsidRPr="00404764" w14:paraId="7C8AE7BD" w14:textId="77777777" w:rsidTr="003D0EB4">
        <w:trPr>
          <w:trHeight w:val="340"/>
        </w:trPr>
        <w:tc>
          <w:tcPr>
            <w:tcW w:w="4438" w:type="dxa"/>
            <w:shd w:val="clear" w:color="auto" w:fill="FFBFBF" w:themeFill="accent6" w:themeFillTint="33"/>
          </w:tcPr>
          <w:p w14:paraId="54F2A578" w14:textId="77777777" w:rsidR="00A007A1" w:rsidRPr="00404764" w:rsidRDefault="00A007A1" w:rsidP="003D0EB4">
            <w:pPr>
              <w:rPr>
                <w:b/>
                <w:noProof/>
              </w:rPr>
            </w:pPr>
            <w:r w:rsidRPr="00404764">
              <w:rPr>
                <w:b/>
                <w:noProof/>
              </w:rPr>
              <w:t>Uvedení poslední části stavby do zkušebního provozu:</w:t>
            </w:r>
          </w:p>
        </w:tc>
        <w:tc>
          <w:tcPr>
            <w:tcW w:w="4264" w:type="dxa"/>
          </w:tcPr>
          <w:p w14:paraId="7BC2D5A4" w14:textId="77777777" w:rsidR="00A007A1" w:rsidRPr="00404764" w:rsidRDefault="00A007A1" w:rsidP="003D0EB4">
            <w:pPr>
              <w:rPr>
                <w:noProof/>
              </w:rPr>
            </w:pPr>
          </w:p>
        </w:tc>
      </w:tr>
      <w:tr w:rsidR="00A007A1" w:rsidRPr="00404764" w14:paraId="25630A10" w14:textId="77777777" w:rsidTr="003D0EB4">
        <w:trPr>
          <w:trHeight w:val="340"/>
        </w:trPr>
        <w:tc>
          <w:tcPr>
            <w:tcW w:w="4438" w:type="dxa"/>
            <w:shd w:val="clear" w:color="auto" w:fill="FFBFBF" w:themeFill="accent6" w:themeFillTint="33"/>
          </w:tcPr>
          <w:p w14:paraId="77E944E7" w14:textId="77777777" w:rsidR="00A007A1" w:rsidRPr="00404764" w:rsidRDefault="00A007A1" w:rsidP="003D0EB4">
            <w:pPr>
              <w:rPr>
                <w:b/>
                <w:noProof/>
              </w:rPr>
            </w:pPr>
            <w:r w:rsidRPr="00404764">
              <w:rPr>
                <w:b/>
                <w:noProof/>
              </w:rPr>
              <w:t xml:space="preserve">Datum dokončení díla </w:t>
            </w:r>
            <w:r w:rsidRPr="00404764">
              <w:rPr>
                <w:noProof/>
              </w:rPr>
              <w:t>(vč. dokumentace):</w:t>
            </w:r>
          </w:p>
        </w:tc>
        <w:tc>
          <w:tcPr>
            <w:tcW w:w="4264" w:type="dxa"/>
          </w:tcPr>
          <w:p w14:paraId="4B054CE0" w14:textId="77777777" w:rsidR="00A007A1" w:rsidRPr="00404764" w:rsidRDefault="00A007A1" w:rsidP="003D0EB4">
            <w:pPr>
              <w:rPr>
                <w:noProof/>
              </w:rPr>
            </w:pPr>
          </w:p>
        </w:tc>
      </w:tr>
      <w:tr w:rsidR="00A007A1" w:rsidRPr="00404764" w14:paraId="72683F60" w14:textId="77777777" w:rsidTr="003D0EB4">
        <w:trPr>
          <w:trHeight w:val="340"/>
        </w:trPr>
        <w:tc>
          <w:tcPr>
            <w:tcW w:w="4438" w:type="dxa"/>
            <w:shd w:val="clear" w:color="auto" w:fill="FFBFBF" w:themeFill="accent6" w:themeFillTint="33"/>
          </w:tcPr>
          <w:p w14:paraId="6385D5BC" w14:textId="77777777" w:rsidR="00A007A1" w:rsidRPr="00404764" w:rsidRDefault="00A007A1" w:rsidP="003D0EB4">
            <w:pPr>
              <w:rPr>
                <w:b/>
                <w:noProof/>
              </w:rPr>
            </w:pPr>
            <w:r w:rsidRPr="00404764">
              <w:rPr>
                <w:b/>
                <w:noProof/>
              </w:rPr>
              <w:t>Konečná cena díla celkem v Kč bez DPH:</w:t>
            </w:r>
          </w:p>
        </w:tc>
        <w:tc>
          <w:tcPr>
            <w:tcW w:w="4264" w:type="dxa"/>
          </w:tcPr>
          <w:p w14:paraId="206589E8" w14:textId="77777777" w:rsidR="00A007A1" w:rsidRPr="00404764" w:rsidRDefault="00A007A1" w:rsidP="003D0EB4">
            <w:pPr>
              <w:rPr>
                <w:noProof/>
              </w:rPr>
            </w:pPr>
          </w:p>
        </w:tc>
      </w:tr>
    </w:tbl>
    <w:p w14:paraId="24544BA0"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763D2E2" w14:textId="77777777" w:rsidTr="003D0EB4">
        <w:trPr>
          <w:trHeight w:val="340"/>
        </w:trPr>
        <w:tc>
          <w:tcPr>
            <w:tcW w:w="4438" w:type="dxa"/>
            <w:shd w:val="clear" w:color="auto" w:fill="FFBFBF" w:themeFill="accent6" w:themeFillTint="33"/>
          </w:tcPr>
          <w:p w14:paraId="50E5F571" w14:textId="77777777" w:rsidR="00A007A1" w:rsidRPr="00404764" w:rsidRDefault="00A007A1" w:rsidP="003D0EB4">
            <w:pPr>
              <w:rPr>
                <w:b/>
                <w:noProof/>
              </w:rPr>
            </w:pPr>
            <w:r w:rsidRPr="00404764">
              <w:rPr>
                <w:b/>
                <w:noProof/>
              </w:rPr>
              <w:t>Zhotovitel díla:</w:t>
            </w:r>
          </w:p>
        </w:tc>
        <w:tc>
          <w:tcPr>
            <w:tcW w:w="4264" w:type="dxa"/>
          </w:tcPr>
          <w:p w14:paraId="2105D25C" w14:textId="77777777" w:rsidR="00A007A1" w:rsidRPr="00404764" w:rsidRDefault="00A007A1" w:rsidP="003D0EB4">
            <w:pPr>
              <w:rPr>
                <w:noProof/>
              </w:rPr>
            </w:pPr>
            <w:r w:rsidRPr="00404764">
              <w:t xml:space="preserve"> </w:t>
            </w:r>
            <w:r w:rsidRPr="00404764">
              <w:rPr>
                <w:noProof/>
              </w:rPr>
              <w:t>[název dle SOD, sídlo, IČO]</w:t>
            </w:r>
          </w:p>
        </w:tc>
      </w:tr>
      <w:tr w:rsidR="00A007A1" w:rsidRPr="00404764" w14:paraId="1EA3A94B" w14:textId="77777777" w:rsidTr="003D0EB4">
        <w:trPr>
          <w:trHeight w:val="340"/>
        </w:trPr>
        <w:tc>
          <w:tcPr>
            <w:tcW w:w="4438" w:type="dxa"/>
            <w:shd w:val="clear" w:color="auto" w:fill="FFBFBF" w:themeFill="accent6" w:themeFillTint="33"/>
          </w:tcPr>
          <w:p w14:paraId="4B9E2289" w14:textId="77777777" w:rsidR="00A007A1" w:rsidRPr="00404764" w:rsidRDefault="00A007A1" w:rsidP="003D0EB4">
            <w:pPr>
              <w:rPr>
                <w:b/>
                <w:noProof/>
              </w:rPr>
            </w:pPr>
            <w:r w:rsidRPr="00404764">
              <w:rPr>
                <w:b/>
                <w:noProof/>
              </w:rPr>
              <w:t>Správce/vedoucí společník:</w:t>
            </w:r>
          </w:p>
        </w:tc>
        <w:tc>
          <w:tcPr>
            <w:tcW w:w="4264" w:type="dxa"/>
          </w:tcPr>
          <w:p w14:paraId="0C9FB41F" w14:textId="77777777" w:rsidR="00A007A1" w:rsidRPr="00404764" w:rsidRDefault="00A007A1" w:rsidP="003D0EB4">
            <w:pPr>
              <w:rPr>
                <w:noProof/>
              </w:rPr>
            </w:pPr>
          </w:p>
          <w:p w14:paraId="65CDAE46"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63CC0B2F" w14:textId="77777777" w:rsidTr="003D0EB4">
        <w:trPr>
          <w:trHeight w:val="340"/>
        </w:trPr>
        <w:tc>
          <w:tcPr>
            <w:tcW w:w="4438" w:type="dxa"/>
            <w:shd w:val="clear" w:color="auto" w:fill="FFBFBF" w:themeFill="accent6" w:themeFillTint="33"/>
          </w:tcPr>
          <w:p w14:paraId="07A27160" w14:textId="77777777" w:rsidR="00A007A1" w:rsidRPr="00404764" w:rsidRDefault="00A007A1" w:rsidP="003D0EB4">
            <w:pPr>
              <w:rPr>
                <w:b/>
                <w:noProof/>
              </w:rPr>
            </w:pPr>
            <w:r w:rsidRPr="00404764">
              <w:rPr>
                <w:b/>
                <w:noProof/>
              </w:rPr>
              <w:t>Další společník:</w:t>
            </w:r>
          </w:p>
        </w:tc>
        <w:tc>
          <w:tcPr>
            <w:tcW w:w="4264" w:type="dxa"/>
          </w:tcPr>
          <w:p w14:paraId="7DE41C27" w14:textId="77777777" w:rsidR="00A007A1" w:rsidRPr="00404764" w:rsidRDefault="00A007A1" w:rsidP="003D0EB4">
            <w:pPr>
              <w:rPr>
                <w:noProof/>
              </w:rPr>
            </w:pPr>
          </w:p>
          <w:p w14:paraId="331911C9"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4F0F3BF2" w14:textId="77777777" w:rsidTr="003D0EB4">
        <w:trPr>
          <w:trHeight w:val="340"/>
        </w:trPr>
        <w:tc>
          <w:tcPr>
            <w:tcW w:w="4438" w:type="dxa"/>
            <w:shd w:val="clear" w:color="auto" w:fill="FFBFBF" w:themeFill="accent6" w:themeFillTint="33"/>
          </w:tcPr>
          <w:p w14:paraId="25D5E8A3" w14:textId="77777777" w:rsidR="00A007A1" w:rsidRPr="00404764" w:rsidRDefault="00A007A1" w:rsidP="003D0EB4">
            <w:pPr>
              <w:rPr>
                <w:b/>
                <w:noProof/>
              </w:rPr>
            </w:pPr>
            <w:r w:rsidRPr="00404764">
              <w:rPr>
                <w:b/>
                <w:noProof/>
              </w:rPr>
              <w:t>Další společník:</w:t>
            </w:r>
          </w:p>
        </w:tc>
        <w:tc>
          <w:tcPr>
            <w:tcW w:w="4264" w:type="dxa"/>
          </w:tcPr>
          <w:p w14:paraId="1A4A7189" w14:textId="77777777" w:rsidR="00A007A1" w:rsidRPr="00404764" w:rsidRDefault="00A007A1" w:rsidP="003D0EB4">
            <w:pPr>
              <w:rPr>
                <w:noProof/>
              </w:rPr>
            </w:pPr>
          </w:p>
          <w:p w14:paraId="34F250B7" w14:textId="77777777" w:rsidR="00A007A1" w:rsidRPr="00404764" w:rsidRDefault="00A007A1" w:rsidP="003D0EB4">
            <w:pPr>
              <w:rPr>
                <w:noProof/>
              </w:rPr>
            </w:pPr>
            <w:r w:rsidRPr="00404764">
              <w:rPr>
                <w:noProof/>
                <w:vanish/>
              </w:rPr>
              <w:t>(v případě, kdy se jedná o společnost na zákaldě společenské smlouvy- dříve sdružení)</w:t>
            </w:r>
          </w:p>
        </w:tc>
      </w:tr>
    </w:tbl>
    <w:p w14:paraId="167B86FD"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007A1" w:rsidRPr="00404764" w14:paraId="431317DA" w14:textId="77777777" w:rsidTr="003D0EB4">
        <w:trPr>
          <w:trHeight w:val="340"/>
        </w:trPr>
        <w:tc>
          <w:tcPr>
            <w:tcW w:w="2897" w:type="dxa"/>
            <w:shd w:val="clear" w:color="auto" w:fill="FFBFBF" w:themeFill="accent6" w:themeFillTint="33"/>
          </w:tcPr>
          <w:p w14:paraId="1BF643BF" w14:textId="77777777" w:rsidR="00A007A1" w:rsidRPr="00404764" w:rsidRDefault="00A007A1" w:rsidP="003D0EB4">
            <w:pPr>
              <w:rPr>
                <w:b/>
                <w:noProof/>
              </w:rPr>
            </w:pPr>
            <w:r w:rsidRPr="00404764">
              <w:rPr>
                <w:b/>
                <w:noProof/>
              </w:rPr>
              <w:t>Identifikace poddodavatele</w:t>
            </w:r>
          </w:p>
        </w:tc>
        <w:tc>
          <w:tcPr>
            <w:tcW w:w="2835" w:type="dxa"/>
            <w:shd w:val="clear" w:color="auto" w:fill="FFBFBF" w:themeFill="accent6" w:themeFillTint="33"/>
          </w:tcPr>
          <w:p w14:paraId="5191B3D4" w14:textId="77777777" w:rsidR="00A007A1" w:rsidRPr="00404764" w:rsidRDefault="00A007A1" w:rsidP="003D0EB4">
            <w:pPr>
              <w:rPr>
                <w:noProof/>
              </w:rPr>
            </w:pPr>
            <w:r w:rsidRPr="00404764">
              <w:rPr>
                <w:b/>
                <w:noProof/>
              </w:rPr>
              <w:t>Věcný rozsah poddodávky</w:t>
            </w:r>
          </w:p>
        </w:tc>
        <w:tc>
          <w:tcPr>
            <w:tcW w:w="2890" w:type="dxa"/>
            <w:shd w:val="clear" w:color="auto" w:fill="FFBFBF" w:themeFill="accent6" w:themeFillTint="33"/>
          </w:tcPr>
          <w:p w14:paraId="5DACA3C1" w14:textId="77777777" w:rsidR="00A007A1" w:rsidRPr="00404764" w:rsidRDefault="00A007A1" w:rsidP="003D0EB4">
            <w:pPr>
              <w:rPr>
                <w:noProof/>
              </w:rPr>
            </w:pPr>
            <w:r w:rsidRPr="00404764">
              <w:rPr>
                <w:b/>
                <w:noProof/>
              </w:rPr>
              <w:t>Hodnota poddodávky</w:t>
            </w:r>
          </w:p>
        </w:tc>
      </w:tr>
      <w:tr w:rsidR="00A007A1" w:rsidRPr="00404764" w14:paraId="4AA9035F" w14:textId="77777777" w:rsidTr="003D0EB4">
        <w:trPr>
          <w:trHeight w:val="340"/>
        </w:trPr>
        <w:tc>
          <w:tcPr>
            <w:tcW w:w="2897" w:type="dxa"/>
          </w:tcPr>
          <w:p w14:paraId="4E86DFE2" w14:textId="77777777" w:rsidR="00A007A1" w:rsidRPr="00404764" w:rsidRDefault="00A007A1" w:rsidP="003D0EB4">
            <w:pPr>
              <w:rPr>
                <w:noProof/>
                <w:vanish/>
              </w:rPr>
            </w:pPr>
            <w:r w:rsidRPr="00404764">
              <w:rPr>
                <w:noProof/>
              </w:rPr>
              <w:t>[obchodní firma, sídlo a IČO]</w:t>
            </w:r>
            <w:r w:rsidRPr="00404764">
              <w:rPr>
                <w:noProof/>
                <w:vanish/>
              </w:rPr>
              <w:t xml:space="preserve"> (obchodní firma, sídlo a IČO)</w:t>
            </w:r>
          </w:p>
        </w:tc>
        <w:tc>
          <w:tcPr>
            <w:tcW w:w="2835" w:type="dxa"/>
          </w:tcPr>
          <w:p w14:paraId="2747CB34" w14:textId="77777777" w:rsidR="00A007A1" w:rsidRPr="00404764" w:rsidRDefault="00A007A1" w:rsidP="003D0E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84B452A" w14:textId="77777777" w:rsidR="00A007A1" w:rsidRPr="00404764" w:rsidRDefault="00A007A1" w:rsidP="003D0E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007A1" w:rsidRPr="00404764" w14:paraId="4983FB4C" w14:textId="77777777" w:rsidTr="003D0EB4">
        <w:trPr>
          <w:trHeight w:val="340"/>
        </w:trPr>
        <w:tc>
          <w:tcPr>
            <w:tcW w:w="2897" w:type="dxa"/>
          </w:tcPr>
          <w:p w14:paraId="50F3264F" w14:textId="77777777" w:rsidR="00A007A1" w:rsidRPr="00404764" w:rsidRDefault="00A007A1" w:rsidP="003D0EB4">
            <w:pPr>
              <w:rPr>
                <w:noProof/>
              </w:rPr>
            </w:pPr>
          </w:p>
        </w:tc>
        <w:tc>
          <w:tcPr>
            <w:tcW w:w="2835" w:type="dxa"/>
          </w:tcPr>
          <w:p w14:paraId="1B117387" w14:textId="77777777" w:rsidR="00A007A1" w:rsidRPr="00404764" w:rsidRDefault="00A007A1" w:rsidP="003D0EB4">
            <w:pPr>
              <w:rPr>
                <w:noProof/>
              </w:rPr>
            </w:pPr>
          </w:p>
        </w:tc>
        <w:tc>
          <w:tcPr>
            <w:tcW w:w="2890" w:type="dxa"/>
          </w:tcPr>
          <w:p w14:paraId="0789B8D2" w14:textId="77777777" w:rsidR="00A007A1" w:rsidRPr="00404764" w:rsidRDefault="00A007A1" w:rsidP="003D0EB4">
            <w:pPr>
              <w:rPr>
                <w:noProof/>
              </w:rPr>
            </w:pPr>
          </w:p>
        </w:tc>
      </w:tr>
      <w:tr w:rsidR="00A007A1" w:rsidRPr="00404764" w14:paraId="10202D18" w14:textId="77777777" w:rsidTr="003D0EB4">
        <w:trPr>
          <w:trHeight w:val="340"/>
        </w:trPr>
        <w:tc>
          <w:tcPr>
            <w:tcW w:w="2897" w:type="dxa"/>
          </w:tcPr>
          <w:p w14:paraId="674C767D" w14:textId="77777777" w:rsidR="00A007A1" w:rsidRPr="00404764" w:rsidRDefault="00A007A1" w:rsidP="003D0EB4">
            <w:pPr>
              <w:rPr>
                <w:noProof/>
              </w:rPr>
            </w:pPr>
          </w:p>
        </w:tc>
        <w:tc>
          <w:tcPr>
            <w:tcW w:w="2835" w:type="dxa"/>
          </w:tcPr>
          <w:p w14:paraId="7B6A781E" w14:textId="77777777" w:rsidR="00A007A1" w:rsidRPr="00404764" w:rsidRDefault="00A007A1" w:rsidP="003D0EB4">
            <w:pPr>
              <w:rPr>
                <w:noProof/>
              </w:rPr>
            </w:pPr>
          </w:p>
        </w:tc>
        <w:tc>
          <w:tcPr>
            <w:tcW w:w="2890" w:type="dxa"/>
          </w:tcPr>
          <w:p w14:paraId="3E8F0784" w14:textId="77777777" w:rsidR="00A007A1" w:rsidRPr="00404764" w:rsidRDefault="00A007A1" w:rsidP="003D0EB4">
            <w:pPr>
              <w:rPr>
                <w:noProof/>
              </w:rPr>
            </w:pPr>
          </w:p>
        </w:tc>
      </w:tr>
    </w:tbl>
    <w:p w14:paraId="3D6EB8E7" w14:textId="77777777" w:rsidR="00A007A1" w:rsidRPr="00404764" w:rsidRDefault="00A007A1" w:rsidP="00A007A1">
      <w:pPr>
        <w:spacing w:after="0"/>
        <w:rPr>
          <w:noProof/>
        </w:rPr>
      </w:pPr>
      <w:r w:rsidRPr="00404764">
        <w:rPr>
          <w:noProof/>
        </w:rPr>
        <w:br w:type="page"/>
      </w:r>
    </w:p>
    <w:p w14:paraId="5BB83ED2"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0A9D8C91" w14:textId="77777777" w:rsidTr="003D0EB4">
        <w:trPr>
          <w:trHeight w:val="340"/>
        </w:trPr>
        <w:tc>
          <w:tcPr>
            <w:tcW w:w="4438" w:type="dxa"/>
            <w:shd w:val="clear" w:color="auto" w:fill="FFBFBF" w:themeFill="accent6" w:themeFillTint="33"/>
          </w:tcPr>
          <w:p w14:paraId="464EF460" w14:textId="77777777" w:rsidR="00A007A1" w:rsidRPr="00404764" w:rsidRDefault="00A007A1" w:rsidP="003D0EB4">
            <w:pPr>
              <w:rPr>
                <w:b/>
                <w:noProof/>
              </w:rPr>
            </w:pPr>
            <w:r w:rsidRPr="00404764">
              <w:rPr>
                <w:b/>
                <w:noProof/>
              </w:rPr>
              <w:t>Rozsah prací:</w:t>
            </w:r>
          </w:p>
        </w:tc>
        <w:tc>
          <w:tcPr>
            <w:tcW w:w="4264" w:type="dxa"/>
          </w:tcPr>
          <w:p w14:paraId="5E01EAE7" w14:textId="77777777" w:rsidR="00A007A1" w:rsidRPr="00404764" w:rsidRDefault="00A007A1" w:rsidP="003D0EB4">
            <w:pPr>
              <w:rPr>
                <w:noProof/>
              </w:rPr>
            </w:pPr>
            <w:r w:rsidRPr="00404764" w:rsidDel="00374EB1">
              <w:rPr>
                <w:noProof/>
              </w:rPr>
              <w:t xml:space="preserve"> </w:t>
            </w:r>
            <w:r w:rsidRPr="00404764">
              <w:rPr>
                <w:noProof/>
              </w:rPr>
              <w:t>[dle předmětu díla/ předmětu plnění VZ]</w:t>
            </w:r>
          </w:p>
        </w:tc>
      </w:tr>
      <w:tr w:rsidR="00A007A1" w:rsidRPr="00404764" w14:paraId="6FD4EDB2" w14:textId="77777777" w:rsidTr="003D0EB4">
        <w:trPr>
          <w:trHeight w:val="340"/>
        </w:trPr>
        <w:tc>
          <w:tcPr>
            <w:tcW w:w="4438" w:type="dxa"/>
            <w:shd w:val="clear" w:color="auto" w:fill="FFBFBF" w:themeFill="accent6" w:themeFillTint="33"/>
          </w:tcPr>
          <w:p w14:paraId="592658B0" w14:textId="77777777" w:rsidR="00A007A1" w:rsidRPr="00404764" w:rsidRDefault="00A007A1" w:rsidP="003D0EB4">
            <w:pPr>
              <w:rPr>
                <w:b/>
                <w:noProof/>
              </w:rPr>
            </w:pPr>
            <w:r w:rsidRPr="00404764">
              <w:rPr>
                <w:b/>
                <w:noProof/>
              </w:rPr>
              <w:t>Charakter prací:</w:t>
            </w:r>
          </w:p>
          <w:p w14:paraId="2F2532C0" w14:textId="77777777" w:rsidR="00A007A1" w:rsidRPr="00404764" w:rsidRDefault="00A007A1" w:rsidP="003D0EB4">
            <w:pPr>
              <w:rPr>
                <w:b/>
                <w:noProof/>
              </w:rPr>
            </w:pPr>
          </w:p>
        </w:tc>
        <w:tc>
          <w:tcPr>
            <w:tcW w:w="4264" w:type="dxa"/>
          </w:tcPr>
          <w:p w14:paraId="4118CF49" w14:textId="77777777" w:rsidR="00A007A1" w:rsidRPr="00404764" w:rsidRDefault="00A007A1" w:rsidP="003D0EB4">
            <w:pPr>
              <w:rPr>
                <w:noProof/>
              </w:rPr>
            </w:pPr>
            <w:r w:rsidRPr="00404764">
              <w:rPr>
                <w:noProof/>
              </w:rPr>
              <w:t>[oprava/údržba/modernizace/rekonstrukce/novostavba]</w:t>
            </w:r>
          </w:p>
        </w:tc>
      </w:tr>
      <w:tr w:rsidR="00A007A1" w:rsidRPr="00404764" w14:paraId="5CCF73E3" w14:textId="77777777" w:rsidTr="003D0EB4">
        <w:trPr>
          <w:trHeight w:val="340"/>
        </w:trPr>
        <w:tc>
          <w:tcPr>
            <w:tcW w:w="4438" w:type="dxa"/>
            <w:shd w:val="clear" w:color="auto" w:fill="FFBFBF" w:themeFill="accent6" w:themeFillTint="33"/>
          </w:tcPr>
          <w:p w14:paraId="56AFBF1F" w14:textId="77777777" w:rsidR="00A007A1" w:rsidRPr="00404764" w:rsidRDefault="00A007A1" w:rsidP="003D0EB4">
            <w:pPr>
              <w:rPr>
                <w:b/>
                <w:noProof/>
              </w:rPr>
            </w:pPr>
            <w:r w:rsidRPr="00404764">
              <w:rPr>
                <w:b/>
                <w:noProof/>
              </w:rPr>
              <w:t>Délka traťového úseku:</w:t>
            </w:r>
          </w:p>
        </w:tc>
        <w:tc>
          <w:tcPr>
            <w:tcW w:w="4264" w:type="dxa"/>
          </w:tcPr>
          <w:p w14:paraId="2F43F309" w14:textId="77777777" w:rsidR="00A007A1" w:rsidRPr="00404764" w:rsidRDefault="00A007A1" w:rsidP="003D0EB4">
            <w:pPr>
              <w:rPr>
                <w:noProof/>
              </w:rPr>
            </w:pPr>
            <w:r w:rsidRPr="00404764" w:rsidDel="00374EB1">
              <w:rPr>
                <w:noProof/>
              </w:rPr>
              <w:t xml:space="preserve"> </w:t>
            </w:r>
            <w:r w:rsidRPr="00404764">
              <w:rPr>
                <w:noProof/>
              </w:rPr>
              <w:t>[v km, uvést jen případě, že je to relevantní vzhledem k předmětu VZ]</w:t>
            </w:r>
          </w:p>
        </w:tc>
      </w:tr>
      <w:tr w:rsidR="00A007A1" w:rsidRPr="00404764" w14:paraId="20F67D52" w14:textId="77777777" w:rsidTr="003D0EB4">
        <w:trPr>
          <w:trHeight w:val="340"/>
        </w:trPr>
        <w:tc>
          <w:tcPr>
            <w:tcW w:w="4438" w:type="dxa"/>
            <w:shd w:val="clear" w:color="auto" w:fill="FFBFBF" w:themeFill="accent6" w:themeFillTint="33"/>
          </w:tcPr>
          <w:p w14:paraId="1D9DC095" w14:textId="77777777" w:rsidR="00A007A1" w:rsidRPr="00404764" w:rsidRDefault="00A007A1" w:rsidP="003D0EB4">
            <w:pPr>
              <w:rPr>
                <w:b/>
                <w:noProof/>
              </w:rPr>
            </w:pPr>
            <w:r w:rsidRPr="00404764">
              <w:rPr>
                <w:b/>
                <w:noProof/>
              </w:rPr>
              <w:t>Dílo probíhalo na trati:</w:t>
            </w:r>
          </w:p>
        </w:tc>
        <w:tc>
          <w:tcPr>
            <w:tcW w:w="4264" w:type="dxa"/>
          </w:tcPr>
          <w:p w14:paraId="47F1C3EF" w14:textId="77777777" w:rsidR="00A007A1" w:rsidRPr="00404764" w:rsidRDefault="00A007A1" w:rsidP="003D0EB4">
            <w:pPr>
              <w:rPr>
                <w:noProof/>
              </w:rPr>
            </w:pPr>
            <w:r w:rsidRPr="00404764" w:rsidDel="00D928DB">
              <w:rPr>
                <w:noProof/>
              </w:rPr>
              <w:t xml:space="preserve"> </w:t>
            </w:r>
            <w:r w:rsidRPr="00404764">
              <w:rPr>
                <w:noProof/>
              </w:rPr>
              <w:t>[jednokolejné/vícekolejné, uvést jen případě, že je to relevantní vzhledem k předmětu VZ]</w:t>
            </w:r>
          </w:p>
        </w:tc>
      </w:tr>
      <w:tr w:rsidR="00A007A1" w:rsidRPr="00404764" w14:paraId="281E6829" w14:textId="77777777" w:rsidTr="003D0EB4">
        <w:trPr>
          <w:trHeight w:val="340"/>
        </w:trPr>
        <w:tc>
          <w:tcPr>
            <w:tcW w:w="4438" w:type="dxa"/>
            <w:shd w:val="clear" w:color="auto" w:fill="FFBFBF" w:themeFill="accent6" w:themeFillTint="33"/>
          </w:tcPr>
          <w:p w14:paraId="2B326FEF" w14:textId="77777777" w:rsidR="00A007A1" w:rsidRPr="00404764" w:rsidRDefault="00A007A1" w:rsidP="003D0EB4">
            <w:pPr>
              <w:rPr>
                <w:b/>
                <w:noProof/>
              </w:rPr>
            </w:pPr>
            <w:r w:rsidRPr="00404764">
              <w:rPr>
                <w:b/>
                <w:noProof/>
              </w:rPr>
              <w:t>Dílo probíhalo na trati:</w:t>
            </w:r>
          </w:p>
        </w:tc>
        <w:tc>
          <w:tcPr>
            <w:tcW w:w="4264" w:type="dxa"/>
          </w:tcPr>
          <w:p w14:paraId="48FCDFB1" w14:textId="77777777" w:rsidR="00A007A1" w:rsidRPr="00404764" w:rsidRDefault="00A007A1" w:rsidP="003D0E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007A1" w:rsidRPr="00404764" w14:paraId="1FDE48E4" w14:textId="77777777" w:rsidTr="003D0EB4">
        <w:trPr>
          <w:trHeight w:val="340"/>
        </w:trPr>
        <w:tc>
          <w:tcPr>
            <w:tcW w:w="4438" w:type="dxa"/>
            <w:shd w:val="clear" w:color="auto" w:fill="FFBFBF" w:themeFill="accent6" w:themeFillTint="33"/>
          </w:tcPr>
          <w:p w14:paraId="318EC516" w14:textId="77777777" w:rsidR="00A007A1" w:rsidRPr="00404764" w:rsidRDefault="00A007A1" w:rsidP="003D0EB4">
            <w:pPr>
              <w:rPr>
                <w:b/>
                <w:noProof/>
              </w:rPr>
            </w:pPr>
            <w:r w:rsidRPr="00404764">
              <w:rPr>
                <w:b/>
                <w:noProof/>
              </w:rPr>
              <w:t>Dílo probíhalo na trati:</w:t>
            </w:r>
          </w:p>
        </w:tc>
        <w:tc>
          <w:tcPr>
            <w:tcW w:w="4264" w:type="dxa"/>
          </w:tcPr>
          <w:p w14:paraId="4D2BAED0" w14:textId="77777777" w:rsidR="00A007A1" w:rsidRPr="00404764" w:rsidRDefault="00A007A1" w:rsidP="003D0E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007A1" w:rsidRPr="00404764" w14:paraId="2F7A411C" w14:textId="77777777" w:rsidTr="003D0EB4">
        <w:trPr>
          <w:trHeight w:val="340"/>
        </w:trPr>
        <w:tc>
          <w:tcPr>
            <w:tcW w:w="4438" w:type="dxa"/>
            <w:shd w:val="clear" w:color="auto" w:fill="FFBFBF" w:themeFill="accent6" w:themeFillTint="33"/>
          </w:tcPr>
          <w:p w14:paraId="2D9F18D0" w14:textId="77777777" w:rsidR="00A007A1" w:rsidRPr="00404764" w:rsidRDefault="00A007A1" w:rsidP="003D0EB4">
            <w:pPr>
              <w:rPr>
                <w:b/>
                <w:noProof/>
              </w:rPr>
            </w:pPr>
            <w:r w:rsidRPr="00404764">
              <w:rPr>
                <w:b/>
                <w:noProof/>
              </w:rPr>
              <w:t>Stavební práce zahrnovaly práce na železničním svršku:</w:t>
            </w:r>
          </w:p>
        </w:tc>
        <w:tc>
          <w:tcPr>
            <w:tcW w:w="4264" w:type="dxa"/>
          </w:tcPr>
          <w:p w14:paraId="4B87B01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007A1" w:rsidRPr="00404764" w14:paraId="53E4A11B" w14:textId="77777777" w:rsidTr="003D0EB4">
        <w:trPr>
          <w:trHeight w:val="340"/>
        </w:trPr>
        <w:tc>
          <w:tcPr>
            <w:tcW w:w="4438" w:type="dxa"/>
            <w:shd w:val="clear" w:color="auto" w:fill="FFBFBF" w:themeFill="accent6" w:themeFillTint="33"/>
          </w:tcPr>
          <w:p w14:paraId="0020AD36" w14:textId="77777777" w:rsidR="00A007A1" w:rsidRPr="00404764" w:rsidRDefault="00A007A1" w:rsidP="003D0EB4">
            <w:pPr>
              <w:rPr>
                <w:b/>
                <w:noProof/>
              </w:rPr>
            </w:pPr>
            <w:r w:rsidRPr="00404764">
              <w:rPr>
                <w:b/>
                <w:noProof/>
              </w:rPr>
              <w:t>Stavební práce zahrnovaly práce na výhybkách:</w:t>
            </w:r>
          </w:p>
        </w:tc>
        <w:tc>
          <w:tcPr>
            <w:tcW w:w="4264" w:type="dxa"/>
          </w:tcPr>
          <w:p w14:paraId="00A1A286"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počet výhybek]</w:t>
            </w:r>
          </w:p>
        </w:tc>
      </w:tr>
      <w:tr w:rsidR="00A007A1" w:rsidRPr="00404764" w14:paraId="12FA88DB" w14:textId="77777777" w:rsidTr="003D0EB4">
        <w:trPr>
          <w:trHeight w:val="340"/>
        </w:trPr>
        <w:tc>
          <w:tcPr>
            <w:tcW w:w="4438" w:type="dxa"/>
            <w:shd w:val="clear" w:color="auto" w:fill="FFBFBF" w:themeFill="accent6" w:themeFillTint="33"/>
          </w:tcPr>
          <w:p w14:paraId="05057A64" w14:textId="77777777" w:rsidR="00A007A1" w:rsidRPr="00404764" w:rsidRDefault="00A007A1" w:rsidP="003D0EB4">
            <w:pPr>
              <w:rPr>
                <w:b/>
                <w:noProof/>
              </w:rPr>
            </w:pPr>
            <w:r w:rsidRPr="00404764">
              <w:rPr>
                <w:b/>
                <w:noProof/>
              </w:rPr>
              <w:t>Stavební práce zahrnovaly práce na železničním spodku:</w:t>
            </w:r>
          </w:p>
        </w:tc>
        <w:tc>
          <w:tcPr>
            <w:tcW w:w="4264" w:type="dxa"/>
          </w:tcPr>
          <w:p w14:paraId="3E35048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w:t>
            </w:r>
          </w:p>
        </w:tc>
      </w:tr>
      <w:tr w:rsidR="00A007A1" w:rsidRPr="00404764" w14:paraId="1CB2F32A" w14:textId="77777777" w:rsidTr="003D0EB4">
        <w:trPr>
          <w:trHeight w:val="340"/>
        </w:trPr>
        <w:tc>
          <w:tcPr>
            <w:tcW w:w="4438" w:type="dxa"/>
            <w:shd w:val="clear" w:color="auto" w:fill="FFBFBF" w:themeFill="accent6" w:themeFillTint="33"/>
          </w:tcPr>
          <w:p w14:paraId="3060F1AE" w14:textId="77777777" w:rsidR="00A007A1" w:rsidRPr="00404764" w:rsidRDefault="00A007A1" w:rsidP="003D0EB4">
            <w:pPr>
              <w:rPr>
                <w:b/>
                <w:noProof/>
              </w:rPr>
            </w:pPr>
            <w:r w:rsidRPr="00404764">
              <w:rPr>
                <w:b/>
                <w:noProof/>
              </w:rPr>
              <w:t>Stavební práce zahrnovaly práce na masivních mostních objektech:</w:t>
            </w:r>
          </w:p>
        </w:tc>
        <w:tc>
          <w:tcPr>
            <w:tcW w:w="4264" w:type="dxa"/>
          </w:tcPr>
          <w:p w14:paraId="12247B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430C3689" w14:textId="77777777" w:rsidTr="003D0EB4">
        <w:trPr>
          <w:trHeight w:val="340"/>
        </w:trPr>
        <w:tc>
          <w:tcPr>
            <w:tcW w:w="4438" w:type="dxa"/>
            <w:shd w:val="clear" w:color="auto" w:fill="FFBFBF" w:themeFill="accent6" w:themeFillTint="33"/>
          </w:tcPr>
          <w:p w14:paraId="1827515A" w14:textId="77777777" w:rsidR="00A007A1" w:rsidRPr="00404764" w:rsidRDefault="00A007A1" w:rsidP="003D0EB4">
            <w:pPr>
              <w:rPr>
                <w:b/>
                <w:noProof/>
              </w:rPr>
            </w:pPr>
            <w:r w:rsidRPr="00404764">
              <w:rPr>
                <w:b/>
                <w:noProof/>
              </w:rPr>
              <w:t>Stavební práce zahrnovaly práce na mostních objektech s ocelovou nosnou konstrukcí:</w:t>
            </w:r>
          </w:p>
        </w:tc>
        <w:tc>
          <w:tcPr>
            <w:tcW w:w="4264" w:type="dxa"/>
          </w:tcPr>
          <w:p w14:paraId="37689A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08A0168E" w14:textId="77777777" w:rsidTr="003D0EB4">
        <w:trPr>
          <w:trHeight w:val="340"/>
        </w:trPr>
        <w:tc>
          <w:tcPr>
            <w:tcW w:w="4438" w:type="dxa"/>
            <w:shd w:val="clear" w:color="auto" w:fill="FFBFBF" w:themeFill="accent6" w:themeFillTint="33"/>
          </w:tcPr>
          <w:p w14:paraId="469507B3" w14:textId="77777777" w:rsidR="00A007A1" w:rsidRPr="00404764" w:rsidRDefault="00A007A1" w:rsidP="003D0EB4">
            <w:pPr>
              <w:rPr>
                <w:b/>
                <w:noProof/>
              </w:rPr>
            </w:pPr>
            <w:r w:rsidRPr="00404764">
              <w:rPr>
                <w:b/>
                <w:noProof/>
              </w:rPr>
              <w:t>Stavební práce zahrnovaly práce na tunelech:</w:t>
            </w:r>
          </w:p>
        </w:tc>
        <w:tc>
          <w:tcPr>
            <w:tcW w:w="4264" w:type="dxa"/>
          </w:tcPr>
          <w:p w14:paraId="5E554760" w14:textId="77777777" w:rsidR="00A007A1" w:rsidRPr="00404764" w:rsidRDefault="00A007A1" w:rsidP="003D0EB4">
            <w:pPr>
              <w:rPr>
                <w:noProof/>
              </w:rPr>
            </w:pPr>
            <w:r w:rsidRPr="00404764" w:rsidDel="00D928DB">
              <w:rPr>
                <w:noProof/>
              </w:rPr>
              <w:t xml:space="preserve"> </w:t>
            </w:r>
            <w:r w:rsidRPr="00404764">
              <w:rPr>
                <w:noProof/>
              </w:rPr>
              <w:t>[ANO/NE, v případě ANO uvést délku tunelu]</w:t>
            </w:r>
          </w:p>
        </w:tc>
      </w:tr>
      <w:tr w:rsidR="00A007A1" w:rsidRPr="00404764" w14:paraId="042F6254" w14:textId="77777777" w:rsidTr="003D0EB4">
        <w:trPr>
          <w:trHeight w:val="340"/>
        </w:trPr>
        <w:tc>
          <w:tcPr>
            <w:tcW w:w="4438" w:type="dxa"/>
            <w:shd w:val="clear" w:color="auto" w:fill="FFBFBF" w:themeFill="accent6" w:themeFillTint="33"/>
          </w:tcPr>
          <w:p w14:paraId="008DEF8D" w14:textId="77777777" w:rsidR="00A007A1" w:rsidRPr="00404764" w:rsidRDefault="00A007A1" w:rsidP="003D0EB4">
            <w:pPr>
              <w:rPr>
                <w:b/>
                <w:noProof/>
              </w:rPr>
            </w:pPr>
            <w:r w:rsidRPr="00404764">
              <w:rPr>
                <w:b/>
                <w:noProof/>
              </w:rPr>
              <w:t>Stavební práce zahrnovaly práce na zabezpečovacím zařízení:</w:t>
            </w:r>
          </w:p>
        </w:tc>
        <w:tc>
          <w:tcPr>
            <w:tcW w:w="4264" w:type="dxa"/>
          </w:tcPr>
          <w:p w14:paraId="602B9CE8"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w:t>
            </w:r>
          </w:p>
        </w:tc>
      </w:tr>
      <w:tr w:rsidR="00A007A1" w:rsidRPr="00404764" w14:paraId="79ED60F8" w14:textId="77777777" w:rsidTr="003D0EB4">
        <w:trPr>
          <w:trHeight w:val="340"/>
        </w:trPr>
        <w:tc>
          <w:tcPr>
            <w:tcW w:w="4438" w:type="dxa"/>
            <w:shd w:val="clear" w:color="auto" w:fill="FFBFBF" w:themeFill="accent6" w:themeFillTint="33"/>
          </w:tcPr>
          <w:p w14:paraId="28DBDAA1" w14:textId="77777777" w:rsidR="00A007A1" w:rsidRPr="00404764" w:rsidRDefault="00A007A1" w:rsidP="003D0EB4">
            <w:pPr>
              <w:rPr>
                <w:b/>
                <w:noProof/>
              </w:rPr>
            </w:pPr>
            <w:r w:rsidRPr="00404764">
              <w:rPr>
                <w:b/>
                <w:noProof/>
              </w:rPr>
              <w:lastRenderedPageBreak/>
              <w:t>Stavební práce zahrnovaly práce na sdělovacím zařízení:</w:t>
            </w:r>
          </w:p>
        </w:tc>
        <w:tc>
          <w:tcPr>
            <w:tcW w:w="4264" w:type="dxa"/>
          </w:tcPr>
          <w:p w14:paraId="155F091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r w:rsidR="00A007A1" w:rsidRPr="00404764" w14:paraId="4714C3B8" w14:textId="77777777" w:rsidTr="003D0EB4">
        <w:trPr>
          <w:trHeight w:val="340"/>
        </w:trPr>
        <w:tc>
          <w:tcPr>
            <w:tcW w:w="4438" w:type="dxa"/>
            <w:shd w:val="clear" w:color="auto" w:fill="FFBFBF" w:themeFill="accent6" w:themeFillTint="33"/>
          </w:tcPr>
          <w:p w14:paraId="22ADF638" w14:textId="77777777" w:rsidR="00A007A1" w:rsidRPr="00404764" w:rsidRDefault="00A007A1" w:rsidP="003D0EB4">
            <w:pPr>
              <w:rPr>
                <w:b/>
                <w:noProof/>
              </w:rPr>
            </w:pPr>
            <w:r w:rsidRPr="00404764">
              <w:rPr>
                <w:b/>
                <w:noProof/>
              </w:rPr>
              <w:t>Stavební práce zahrnovaly práce na energetickém a elektrotechnickém zařízení:</w:t>
            </w:r>
          </w:p>
        </w:tc>
        <w:tc>
          <w:tcPr>
            <w:tcW w:w="4264" w:type="dxa"/>
          </w:tcPr>
          <w:p w14:paraId="06CB7A05" w14:textId="77777777" w:rsidR="00A007A1" w:rsidRPr="00404764" w:rsidRDefault="00A007A1" w:rsidP="003D0E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007A1" w:rsidRPr="00404764" w14:paraId="4F4619CF" w14:textId="77777777" w:rsidTr="003D0EB4">
        <w:trPr>
          <w:trHeight w:val="340"/>
        </w:trPr>
        <w:tc>
          <w:tcPr>
            <w:tcW w:w="4438" w:type="dxa"/>
            <w:shd w:val="clear" w:color="auto" w:fill="FFBFBF" w:themeFill="accent6" w:themeFillTint="33"/>
          </w:tcPr>
          <w:p w14:paraId="02A542A3" w14:textId="77777777" w:rsidR="00A007A1" w:rsidRPr="00404764" w:rsidRDefault="00A007A1" w:rsidP="003D0EB4">
            <w:pPr>
              <w:rPr>
                <w:b/>
                <w:noProof/>
              </w:rPr>
            </w:pPr>
            <w:r w:rsidRPr="00404764">
              <w:rPr>
                <w:b/>
                <w:noProof/>
              </w:rPr>
              <w:t>Stavební práce zahrnovaly práce na budovách:</w:t>
            </w:r>
          </w:p>
        </w:tc>
        <w:tc>
          <w:tcPr>
            <w:tcW w:w="4264" w:type="dxa"/>
          </w:tcPr>
          <w:p w14:paraId="18FA240F"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007A1" w:rsidRPr="00404764" w14:paraId="66DB75C2" w14:textId="77777777" w:rsidTr="003D0EB4">
        <w:trPr>
          <w:trHeight w:val="340"/>
        </w:trPr>
        <w:tc>
          <w:tcPr>
            <w:tcW w:w="4438" w:type="dxa"/>
            <w:shd w:val="clear" w:color="auto" w:fill="FFBFBF" w:themeFill="accent6" w:themeFillTint="33"/>
          </w:tcPr>
          <w:p w14:paraId="4F58FA2F" w14:textId="77777777" w:rsidR="00A007A1" w:rsidRPr="00404764" w:rsidRDefault="00A007A1" w:rsidP="003D0EB4">
            <w:pPr>
              <w:rPr>
                <w:b/>
                <w:noProof/>
              </w:rPr>
            </w:pPr>
            <w:r w:rsidRPr="00404764">
              <w:rPr>
                <w:b/>
                <w:noProof/>
              </w:rPr>
              <w:t>Stavební práce zahrnovaly práce a údržbu na skalních masivech:</w:t>
            </w:r>
          </w:p>
        </w:tc>
        <w:tc>
          <w:tcPr>
            <w:tcW w:w="4264" w:type="dxa"/>
          </w:tcPr>
          <w:p w14:paraId="2382AAB4"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bl>
    <w:p w14:paraId="0C41806D" w14:textId="77777777" w:rsidR="00A007A1" w:rsidRPr="00404764" w:rsidRDefault="00A007A1" w:rsidP="00A007A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A007A1" w:rsidRPr="00404764" w14:paraId="5FA289E3" w14:textId="77777777" w:rsidTr="003D0EB4">
        <w:trPr>
          <w:trHeight w:val="340"/>
        </w:trPr>
        <w:tc>
          <w:tcPr>
            <w:tcW w:w="4438" w:type="dxa"/>
            <w:shd w:val="clear" w:color="auto" w:fill="FFBFBF" w:themeFill="accent6" w:themeFillTint="33"/>
          </w:tcPr>
          <w:p w14:paraId="47E88D1F" w14:textId="77777777" w:rsidR="00A007A1" w:rsidRPr="00404764" w:rsidRDefault="00A007A1" w:rsidP="003D0EB4">
            <w:pPr>
              <w:rPr>
                <w:b/>
                <w:noProof/>
              </w:rPr>
            </w:pPr>
            <w:r w:rsidRPr="00404764">
              <w:rPr>
                <w:b/>
                <w:noProof/>
              </w:rPr>
              <w:lastRenderedPageBreak/>
              <w:t>SOD obsahovala vyhrazené plnění realizované vlastní kapacitou:</w:t>
            </w:r>
          </w:p>
        </w:tc>
        <w:tc>
          <w:tcPr>
            <w:tcW w:w="4264" w:type="dxa"/>
          </w:tcPr>
          <w:p w14:paraId="3F7AA897" w14:textId="77777777" w:rsidR="00A007A1" w:rsidRPr="00404764" w:rsidRDefault="00A007A1" w:rsidP="003D0EB4">
            <w:pPr>
              <w:rPr>
                <w:noProof/>
              </w:rPr>
            </w:pPr>
            <w:r w:rsidRPr="00404764" w:rsidDel="00D928DB">
              <w:rPr>
                <w:noProof/>
              </w:rPr>
              <w:t xml:space="preserve"> </w:t>
            </w:r>
            <w:r w:rsidRPr="00404764">
              <w:rPr>
                <w:noProof/>
              </w:rPr>
              <w:t>[ANO/NE, v případě ANO uvést níže uvedené podrobnosti]</w:t>
            </w:r>
          </w:p>
        </w:tc>
      </w:tr>
      <w:tr w:rsidR="00A007A1" w:rsidRPr="00404764" w14:paraId="77C8EC9D" w14:textId="77777777" w:rsidTr="003D0EB4">
        <w:trPr>
          <w:trHeight w:val="340"/>
        </w:trPr>
        <w:tc>
          <w:tcPr>
            <w:tcW w:w="4438" w:type="dxa"/>
            <w:shd w:val="clear" w:color="auto" w:fill="FFBFBF" w:themeFill="accent6" w:themeFillTint="33"/>
          </w:tcPr>
          <w:p w14:paraId="7990ABEB" w14:textId="77777777" w:rsidR="00A007A1" w:rsidRPr="00404764" w:rsidRDefault="00A007A1" w:rsidP="003D0EB4">
            <w:pPr>
              <w:rPr>
                <w:b/>
                <w:noProof/>
              </w:rPr>
            </w:pPr>
            <w:r w:rsidRPr="00404764">
              <w:rPr>
                <w:b/>
                <w:noProof/>
              </w:rPr>
              <w:t>Popis vyhrazeného plnění dle SOD:</w:t>
            </w:r>
          </w:p>
        </w:tc>
        <w:tc>
          <w:tcPr>
            <w:tcW w:w="4264" w:type="dxa"/>
          </w:tcPr>
          <w:p w14:paraId="3E204A23" w14:textId="77777777" w:rsidR="00A007A1" w:rsidRPr="00404764" w:rsidRDefault="00A007A1" w:rsidP="003D0EB4">
            <w:pPr>
              <w:rPr>
                <w:noProof/>
              </w:rPr>
            </w:pPr>
            <w:r w:rsidRPr="00404764" w:rsidDel="00D928DB">
              <w:rPr>
                <w:noProof/>
              </w:rPr>
              <w:t xml:space="preserve"> </w:t>
            </w:r>
            <w:r w:rsidRPr="00404764">
              <w:rPr>
                <w:noProof/>
              </w:rPr>
              <w:t>[označení dle čísel a názvů jednotlivých PS a SO]</w:t>
            </w:r>
          </w:p>
        </w:tc>
      </w:tr>
      <w:tr w:rsidR="00A007A1" w:rsidRPr="00404764" w14:paraId="7670CABB" w14:textId="77777777" w:rsidTr="003D0EB4">
        <w:trPr>
          <w:trHeight w:val="340"/>
        </w:trPr>
        <w:tc>
          <w:tcPr>
            <w:tcW w:w="4438" w:type="dxa"/>
            <w:shd w:val="clear" w:color="auto" w:fill="FFBFBF" w:themeFill="accent6" w:themeFillTint="33"/>
          </w:tcPr>
          <w:p w14:paraId="722A434F" w14:textId="77777777" w:rsidR="00A007A1" w:rsidRPr="00404764" w:rsidRDefault="00A007A1" w:rsidP="003D0EB4">
            <w:pPr>
              <w:rPr>
                <w:b/>
                <w:noProof/>
              </w:rPr>
            </w:pPr>
            <w:r w:rsidRPr="00404764">
              <w:rPr>
                <w:b/>
                <w:noProof/>
              </w:rPr>
              <w:t>Zhotovitel vyhrazeného plnění:</w:t>
            </w:r>
          </w:p>
        </w:tc>
        <w:tc>
          <w:tcPr>
            <w:tcW w:w="4264" w:type="dxa"/>
          </w:tcPr>
          <w:p w14:paraId="5A652CB4" w14:textId="77777777" w:rsidR="00A007A1" w:rsidRPr="00404764" w:rsidRDefault="00A007A1" w:rsidP="003D0EB4">
            <w:pPr>
              <w:rPr>
                <w:noProof/>
              </w:rPr>
            </w:pPr>
          </w:p>
        </w:tc>
      </w:tr>
      <w:tr w:rsidR="00A007A1" w:rsidRPr="00404764" w14:paraId="140B5355" w14:textId="77777777" w:rsidTr="003D0EB4">
        <w:trPr>
          <w:trHeight w:val="340"/>
        </w:trPr>
        <w:tc>
          <w:tcPr>
            <w:tcW w:w="4438" w:type="dxa"/>
            <w:shd w:val="clear" w:color="auto" w:fill="FFBFBF" w:themeFill="accent6" w:themeFillTint="33"/>
          </w:tcPr>
          <w:p w14:paraId="601E63DD" w14:textId="77777777" w:rsidR="00A007A1" w:rsidRPr="00404764" w:rsidRDefault="00A007A1" w:rsidP="003D0EB4">
            <w:pPr>
              <w:rPr>
                <w:b/>
                <w:noProof/>
              </w:rPr>
            </w:pPr>
            <w:r w:rsidRPr="00404764">
              <w:rPr>
                <w:b/>
                <w:noProof/>
              </w:rPr>
              <w:t>Hodnota vyhrazeného plnění v Kč bez DPH:</w:t>
            </w:r>
          </w:p>
        </w:tc>
        <w:tc>
          <w:tcPr>
            <w:tcW w:w="4264" w:type="dxa"/>
          </w:tcPr>
          <w:p w14:paraId="08E9FFE9" w14:textId="77777777" w:rsidR="00A007A1" w:rsidRPr="00404764" w:rsidRDefault="00A007A1" w:rsidP="003D0EB4">
            <w:pPr>
              <w:rPr>
                <w:noProof/>
              </w:rPr>
            </w:pPr>
          </w:p>
        </w:tc>
      </w:tr>
    </w:tbl>
    <w:p w14:paraId="11889483" w14:textId="77777777" w:rsidR="00A007A1" w:rsidRPr="00404764" w:rsidRDefault="00A007A1" w:rsidP="00A007A1">
      <w:pPr>
        <w:spacing w:after="0"/>
        <w:rPr>
          <w:noProof/>
        </w:rPr>
      </w:pPr>
    </w:p>
    <w:p w14:paraId="3FB614A5"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007A1" w:rsidRPr="00404764" w14:paraId="23A2F9E2" w14:textId="77777777" w:rsidTr="003D0EB4">
        <w:tc>
          <w:tcPr>
            <w:tcW w:w="2900" w:type="dxa"/>
            <w:shd w:val="clear" w:color="auto" w:fill="FFBFBF" w:themeFill="accent6" w:themeFillTint="33"/>
          </w:tcPr>
          <w:p w14:paraId="4742DA7A" w14:textId="77777777" w:rsidR="00A007A1" w:rsidRPr="00404764" w:rsidRDefault="00A007A1" w:rsidP="003D0EB4">
            <w:pPr>
              <w:rPr>
                <w:noProof/>
              </w:rPr>
            </w:pPr>
          </w:p>
        </w:tc>
        <w:tc>
          <w:tcPr>
            <w:tcW w:w="2901" w:type="dxa"/>
            <w:shd w:val="clear" w:color="auto" w:fill="FFBFBF" w:themeFill="accent6" w:themeFillTint="33"/>
          </w:tcPr>
          <w:p w14:paraId="6AC460AC" w14:textId="77777777" w:rsidR="00A007A1" w:rsidRPr="00404764" w:rsidRDefault="00A007A1" w:rsidP="003D0EB4">
            <w:pPr>
              <w:rPr>
                <w:b/>
                <w:noProof/>
              </w:rPr>
            </w:pPr>
            <w:r w:rsidRPr="00404764">
              <w:rPr>
                <w:b/>
                <w:noProof/>
              </w:rPr>
              <w:t>Obchodní firma</w:t>
            </w:r>
          </w:p>
        </w:tc>
        <w:tc>
          <w:tcPr>
            <w:tcW w:w="2901" w:type="dxa"/>
            <w:shd w:val="clear" w:color="auto" w:fill="FFBFBF" w:themeFill="accent6" w:themeFillTint="33"/>
          </w:tcPr>
          <w:p w14:paraId="0ABD84F9" w14:textId="77777777" w:rsidR="00A007A1" w:rsidRPr="00404764" w:rsidRDefault="00A007A1" w:rsidP="003D0EB4">
            <w:pPr>
              <w:rPr>
                <w:b/>
                <w:noProof/>
              </w:rPr>
            </w:pPr>
            <w:r w:rsidRPr="00404764">
              <w:rPr>
                <w:b/>
                <w:noProof/>
              </w:rPr>
              <w:t>Hodnota prováděných prací v Kč bez DPH</w:t>
            </w:r>
          </w:p>
        </w:tc>
      </w:tr>
      <w:tr w:rsidR="00A007A1" w:rsidRPr="00404764" w14:paraId="53D7C190" w14:textId="77777777" w:rsidTr="003D0EB4">
        <w:tc>
          <w:tcPr>
            <w:tcW w:w="2900" w:type="dxa"/>
            <w:shd w:val="clear" w:color="auto" w:fill="FFBFBF" w:themeFill="accent6" w:themeFillTint="33"/>
          </w:tcPr>
          <w:p w14:paraId="3E591A22" w14:textId="77777777" w:rsidR="00A007A1" w:rsidRPr="00404764" w:rsidRDefault="00A007A1" w:rsidP="003D0EB4">
            <w:pPr>
              <w:rPr>
                <w:b/>
                <w:noProof/>
              </w:rPr>
            </w:pPr>
            <w:r w:rsidRPr="00404764">
              <w:rPr>
                <w:b/>
                <w:noProof/>
              </w:rPr>
              <w:t>Správce/vedoucí společník:</w:t>
            </w:r>
          </w:p>
        </w:tc>
        <w:tc>
          <w:tcPr>
            <w:tcW w:w="2901" w:type="dxa"/>
          </w:tcPr>
          <w:p w14:paraId="7B4C6BAE" w14:textId="77777777" w:rsidR="00A007A1" w:rsidRPr="00404764" w:rsidRDefault="00A007A1" w:rsidP="003D0EB4">
            <w:pPr>
              <w:rPr>
                <w:noProof/>
              </w:rPr>
            </w:pPr>
          </w:p>
        </w:tc>
        <w:tc>
          <w:tcPr>
            <w:tcW w:w="2901" w:type="dxa"/>
          </w:tcPr>
          <w:p w14:paraId="3DCBF08A" w14:textId="77777777" w:rsidR="00A007A1" w:rsidRPr="00404764" w:rsidRDefault="00A007A1" w:rsidP="003D0EB4">
            <w:pPr>
              <w:rPr>
                <w:noProof/>
              </w:rPr>
            </w:pPr>
          </w:p>
        </w:tc>
      </w:tr>
      <w:tr w:rsidR="00A007A1" w:rsidRPr="00404764" w14:paraId="02825F38" w14:textId="77777777" w:rsidTr="003D0EB4">
        <w:tc>
          <w:tcPr>
            <w:tcW w:w="2900" w:type="dxa"/>
            <w:shd w:val="clear" w:color="auto" w:fill="FFBFBF" w:themeFill="accent6" w:themeFillTint="33"/>
          </w:tcPr>
          <w:p w14:paraId="17298C94" w14:textId="77777777" w:rsidR="00A007A1" w:rsidRPr="00404764" w:rsidRDefault="00A007A1" w:rsidP="003D0EB4">
            <w:pPr>
              <w:rPr>
                <w:b/>
                <w:noProof/>
              </w:rPr>
            </w:pPr>
            <w:r w:rsidRPr="00404764">
              <w:rPr>
                <w:b/>
                <w:noProof/>
              </w:rPr>
              <w:t>Další společník:</w:t>
            </w:r>
          </w:p>
        </w:tc>
        <w:tc>
          <w:tcPr>
            <w:tcW w:w="2901" w:type="dxa"/>
          </w:tcPr>
          <w:p w14:paraId="3002C662" w14:textId="77777777" w:rsidR="00A007A1" w:rsidRPr="00404764" w:rsidRDefault="00A007A1" w:rsidP="003D0EB4">
            <w:pPr>
              <w:rPr>
                <w:noProof/>
              </w:rPr>
            </w:pPr>
          </w:p>
        </w:tc>
        <w:tc>
          <w:tcPr>
            <w:tcW w:w="2901" w:type="dxa"/>
          </w:tcPr>
          <w:p w14:paraId="7581756A" w14:textId="77777777" w:rsidR="00A007A1" w:rsidRPr="00404764" w:rsidRDefault="00A007A1" w:rsidP="003D0EB4">
            <w:pPr>
              <w:rPr>
                <w:noProof/>
              </w:rPr>
            </w:pPr>
          </w:p>
        </w:tc>
      </w:tr>
      <w:tr w:rsidR="00A007A1" w:rsidRPr="00404764" w14:paraId="7DB23EA4" w14:textId="77777777" w:rsidTr="003D0EB4">
        <w:tc>
          <w:tcPr>
            <w:tcW w:w="2900" w:type="dxa"/>
            <w:shd w:val="clear" w:color="auto" w:fill="FFBFBF" w:themeFill="accent6" w:themeFillTint="33"/>
          </w:tcPr>
          <w:p w14:paraId="5E8B969F" w14:textId="77777777" w:rsidR="00A007A1" w:rsidRPr="00404764" w:rsidRDefault="00A007A1" w:rsidP="003D0EB4">
            <w:pPr>
              <w:rPr>
                <w:b/>
                <w:noProof/>
              </w:rPr>
            </w:pPr>
            <w:r w:rsidRPr="00404764">
              <w:rPr>
                <w:b/>
                <w:noProof/>
              </w:rPr>
              <w:t>Další společník:</w:t>
            </w:r>
          </w:p>
        </w:tc>
        <w:tc>
          <w:tcPr>
            <w:tcW w:w="2901" w:type="dxa"/>
          </w:tcPr>
          <w:p w14:paraId="2C1E4335" w14:textId="77777777" w:rsidR="00A007A1" w:rsidRPr="00404764" w:rsidRDefault="00A007A1" w:rsidP="003D0EB4">
            <w:pPr>
              <w:rPr>
                <w:noProof/>
              </w:rPr>
            </w:pPr>
          </w:p>
        </w:tc>
        <w:tc>
          <w:tcPr>
            <w:tcW w:w="2901" w:type="dxa"/>
          </w:tcPr>
          <w:p w14:paraId="200512E2" w14:textId="77777777" w:rsidR="00A007A1" w:rsidRPr="00404764" w:rsidRDefault="00A007A1" w:rsidP="003D0EB4">
            <w:pPr>
              <w:rPr>
                <w:noProof/>
              </w:rPr>
            </w:pPr>
          </w:p>
        </w:tc>
      </w:tr>
      <w:tr w:rsidR="00A007A1" w:rsidRPr="00404764" w14:paraId="7EEBEAFE" w14:textId="77777777" w:rsidTr="003D0EB4">
        <w:tc>
          <w:tcPr>
            <w:tcW w:w="2900" w:type="dxa"/>
            <w:shd w:val="clear" w:color="auto" w:fill="FFBFBF" w:themeFill="accent6" w:themeFillTint="33"/>
          </w:tcPr>
          <w:p w14:paraId="3A1A11EA" w14:textId="77777777" w:rsidR="00A007A1" w:rsidRPr="00404764" w:rsidRDefault="00A007A1" w:rsidP="003D0EB4">
            <w:pPr>
              <w:rPr>
                <w:b/>
                <w:noProof/>
              </w:rPr>
            </w:pPr>
            <w:r w:rsidRPr="00404764">
              <w:rPr>
                <w:b/>
                <w:noProof/>
              </w:rPr>
              <w:t>Další společník:</w:t>
            </w:r>
          </w:p>
        </w:tc>
        <w:tc>
          <w:tcPr>
            <w:tcW w:w="2901" w:type="dxa"/>
          </w:tcPr>
          <w:p w14:paraId="152E0D0F" w14:textId="77777777" w:rsidR="00A007A1" w:rsidRPr="00404764" w:rsidRDefault="00A007A1" w:rsidP="003D0EB4">
            <w:pPr>
              <w:rPr>
                <w:noProof/>
              </w:rPr>
            </w:pPr>
          </w:p>
        </w:tc>
        <w:tc>
          <w:tcPr>
            <w:tcW w:w="2901" w:type="dxa"/>
          </w:tcPr>
          <w:p w14:paraId="22B7C421" w14:textId="77777777" w:rsidR="00A007A1" w:rsidRPr="00404764" w:rsidRDefault="00A007A1" w:rsidP="003D0EB4">
            <w:pPr>
              <w:rPr>
                <w:noProof/>
              </w:rPr>
            </w:pPr>
          </w:p>
        </w:tc>
      </w:tr>
      <w:tr w:rsidR="00A007A1" w:rsidRPr="00404764" w14:paraId="6783C25F" w14:textId="77777777" w:rsidTr="003D0EB4">
        <w:tc>
          <w:tcPr>
            <w:tcW w:w="2900" w:type="dxa"/>
            <w:shd w:val="clear" w:color="auto" w:fill="FFBFBF" w:themeFill="accent6" w:themeFillTint="33"/>
          </w:tcPr>
          <w:p w14:paraId="3BA31DA4" w14:textId="77777777" w:rsidR="00A007A1" w:rsidRPr="00404764" w:rsidRDefault="00A007A1" w:rsidP="003D0EB4">
            <w:pPr>
              <w:rPr>
                <w:b/>
                <w:noProof/>
              </w:rPr>
            </w:pPr>
            <w:r w:rsidRPr="00404764">
              <w:rPr>
                <w:b/>
                <w:noProof/>
              </w:rPr>
              <w:t>Celkem v Kč bez DPH:</w:t>
            </w:r>
          </w:p>
        </w:tc>
        <w:tc>
          <w:tcPr>
            <w:tcW w:w="5802" w:type="dxa"/>
            <w:gridSpan w:val="2"/>
            <w:shd w:val="clear" w:color="auto" w:fill="FFBFBF" w:themeFill="accent6" w:themeFillTint="33"/>
          </w:tcPr>
          <w:p w14:paraId="7BB4F0B8" w14:textId="77777777" w:rsidR="00A007A1" w:rsidRPr="00404764" w:rsidRDefault="00A007A1" w:rsidP="003D0EB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4C49658"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8D16D93" w14:textId="77777777" w:rsidTr="003D0EB4">
        <w:trPr>
          <w:trHeight w:val="340"/>
        </w:trPr>
        <w:tc>
          <w:tcPr>
            <w:tcW w:w="4438" w:type="dxa"/>
            <w:shd w:val="clear" w:color="auto" w:fill="FFBFBF" w:themeFill="accent6" w:themeFillTint="33"/>
          </w:tcPr>
          <w:p w14:paraId="44C89405" w14:textId="77777777" w:rsidR="00A007A1" w:rsidRPr="00404764" w:rsidRDefault="00A007A1" w:rsidP="003D0EB4">
            <w:pPr>
              <w:rPr>
                <w:b/>
                <w:noProof/>
              </w:rPr>
            </w:pPr>
            <w:r w:rsidRPr="00404764">
              <w:rPr>
                <w:b/>
                <w:noProof/>
              </w:rPr>
              <w:t>Hodnocení objednatele:</w:t>
            </w:r>
          </w:p>
        </w:tc>
        <w:tc>
          <w:tcPr>
            <w:tcW w:w="4264" w:type="dxa"/>
          </w:tcPr>
          <w:p w14:paraId="5DE36CCA" w14:textId="77777777" w:rsidR="00A007A1" w:rsidRPr="00404764" w:rsidRDefault="00A007A1" w:rsidP="003D0EB4">
            <w:pPr>
              <w:rPr>
                <w:b/>
                <w:noProof/>
              </w:rPr>
            </w:pPr>
            <w:r w:rsidRPr="00404764">
              <w:rPr>
                <w:noProof/>
              </w:rPr>
              <w:t>Správa železnic osvědčuje, že stavební práce uvedené v tomto osvědčení byly řádně poskytnuty a dokončeny.</w:t>
            </w:r>
          </w:p>
        </w:tc>
      </w:tr>
      <w:tr w:rsidR="00A007A1" w:rsidRPr="00404764" w14:paraId="1109D1CF" w14:textId="77777777" w:rsidTr="003D0EB4">
        <w:trPr>
          <w:trHeight w:val="340"/>
        </w:trPr>
        <w:tc>
          <w:tcPr>
            <w:tcW w:w="4438" w:type="dxa"/>
            <w:shd w:val="clear" w:color="auto" w:fill="FFBFBF" w:themeFill="accent6" w:themeFillTint="33"/>
          </w:tcPr>
          <w:p w14:paraId="1565ABB2" w14:textId="77777777" w:rsidR="00A007A1" w:rsidRPr="00404764" w:rsidRDefault="00A007A1" w:rsidP="003D0EB4">
            <w:pPr>
              <w:rPr>
                <w:b/>
                <w:noProof/>
              </w:rPr>
            </w:pPr>
            <w:r w:rsidRPr="00404764">
              <w:rPr>
                <w:b/>
                <w:noProof/>
              </w:rPr>
              <w:t>Kontaktní osoba:</w:t>
            </w:r>
          </w:p>
        </w:tc>
        <w:tc>
          <w:tcPr>
            <w:tcW w:w="4264" w:type="dxa"/>
            <w:shd w:val="clear" w:color="auto" w:fill="auto"/>
          </w:tcPr>
          <w:p w14:paraId="787898E9" w14:textId="77777777" w:rsidR="00A007A1" w:rsidRPr="00404764" w:rsidRDefault="00A007A1" w:rsidP="003D0EB4">
            <w:pPr>
              <w:rPr>
                <w:noProof/>
              </w:rPr>
            </w:pPr>
            <w:r w:rsidRPr="00404764">
              <w:rPr>
                <w:noProof/>
              </w:rPr>
              <w:t>[jméno, příjmení]</w:t>
            </w:r>
          </w:p>
          <w:p w14:paraId="458F2D43" w14:textId="77777777" w:rsidR="00A007A1" w:rsidRPr="00404764" w:rsidRDefault="00A007A1" w:rsidP="003D0EB4">
            <w:pPr>
              <w:rPr>
                <w:noProof/>
              </w:rPr>
            </w:pPr>
            <w:r w:rsidRPr="00404764">
              <w:rPr>
                <w:noProof/>
              </w:rPr>
              <w:t>[funkce, odborná správa]</w:t>
            </w:r>
          </w:p>
          <w:p w14:paraId="20C83EAE" w14:textId="77777777" w:rsidR="00A007A1" w:rsidRPr="00404764" w:rsidRDefault="00A007A1" w:rsidP="003D0EB4">
            <w:pPr>
              <w:rPr>
                <w:noProof/>
              </w:rPr>
            </w:pPr>
            <w:r w:rsidRPr="00404764">
              <w:rPr>
                <w:noProof/>
              </w:rPr>
              <w:t xml:space="preserve">tel: </w:t>
            </w:r>
          </w:p>
          <w:p w14:paraId="3D195CCC" w14:textId="77777777" w:rsidR="00A007A1" w:rsidRPr="00404764" w:rsidRDefault="00A007A1" w:rsidP="003D0EB4">
            <w:pPr>
              <w:rPr>
                <w:noProof/>
              </w:rPr>
            </w:pPr>
            <w:r w:rsidRPr="00404764">
              <w:rPr>
                <w:noProof/>
              </w:rPr>
              <w:t xml:space="preserve">e-mail: </w:t>
            </w:r>
          </w:p>
        </w:tc>
      </w:tr>
    </w:tbl>
    <w:p w14:paraId="40C2A18E"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1F9B64D4" w14:textId="77777777" w:rsidTr="003D0EB4">
        <w:trPr>
          <w:trHeight w:val="340"/>
        </w:trPr>
        <w:tc>
          <w:tcPr>
            <w:tcW w:w="4438" w:type="dxa"/>
            <w:shd w:val="clear" w:color="auto" w:fill="FFBFBF" w:themeFill="accent6" w:themeFillTint="33"/>
          </w:tcPr>
          <w:p w14:paraId="05BC96A3" w14:textId="77777777" w:rsidR="00A007A1" w:rsidRPr="00404764" w:rsidRDefault="00A007A1" w:rsidP="003D0EB4">
            <w:pPr>
              <w:rPr>
                <w:b/>
                <w:noProof/>
              </w:rPr>
            </w:pPr>
            <w:r w:rsidRPr="00404764">
              <w:rPr>
                <w:b/>
                <w:noProof/>
              </w:rPr>
              <w:t>Jméno a přijmení vystavitele:</w:t>
            </w:r>
          </w:p>
        </w:tc>
        <w:tc>
          <w:tcPr>
            <w:tcW w:w="4264" w:type="dxa"/>
          </w:tcPr>
          <w:p w14:paraId="2EEB9AB9" w14:textId="77777777" w:rsidR="00A007A1" w:rsidRPr="00404764" w:rsidRDefault="00A007A1" w:rsidP="003D0EB4">
            <w:pPr>
              <w:rPr>
                <w:noProof/>
              </w:rPr>
            </w:pPr>
          </w:p>
        </w:tc>
      </w:tr>
      <w:tr w:rsidR="00A007A1" w:rsidRPr="00404764" w14:paraId="22DD7DA6" w14:textId="77777777" w:rsidTr="003D0EB4">
        <w:trPr>
          <w:trHeight w:val="340"/>
        </w:trPr>
        <w:tc>
          <w:tcPr>
            <w:tcW w:w="4438" w:type="dxa"/>
            <w:shd w:val="clear" w:color="auto" w:fill="FFBFBF" w:themeFill="accent6" w:themeFillTint="33"/>
          </w:tcPr>
          <w:p w14:paraId="2777E6A5" w14:textId="77777777" w:rsidR="00A007A1" w:rsidRPr="00404764" w:rsidRDefault="00A007A1" w:rsidP="003D0EB4">
            <w:pPr>
              <w:rPr>
                <w:b/>
                <w:noProof/>
              </w:rPr>
            </w:pPr>
            <w:r w:rsidRPr="00404764">
              <w:rPr>
                <w:b/>
                <w:noProof/>
              </w:rPr>
              <w:t>Funkce:</w:t>
            </w:r>
          </w:p>
        </w:tc>
        <w:tc>
          <w:tcPr>
            <w:tcW w:w="4264" w:type="dxa"/>
          </w:tcPr>
          <w:p w14:paraId="3DD80250" w14:textId="77777777" w:rsidR="00A007A1" w:rsidRPr="00404764" w:rsidRDefault="00A007A1" w:rsidP="003D0EB4">
            <w:pPr>
              <w:rPr>
                <w:noProof/>
              </w:rPr>
            </w:pPr>
          </w:p>
        </w:tc>
      </w:tr>
      <w:tr w:rsidR="00A007A1" w:rsidRPr="00404764" w14:paraId="107E0401" w14:textId="77777777" w:rsidTr="003D0EB4">
        <w:trPr>
          <w:trHeight w:val="842"/>
        </w:trPr>
        <w:tc>
          <w:tcPr>
            <w:tcW w:w="4438" w:type="dxa"/>
            <w:shd w:val="clear" w:color="auto" w:fill="FFBFBF" w:themeFill="accent6" w:themeFillTint="33"/>
          </w:tcPr>
          <w:p w14:paraId="262A00D4" w14:textId="77777777" w:rsidR="00A007A1" w:rsidRPr="00404764" w:rsidRDefault="00A007A1" w:rsidP="003D0EB4">
            <w:pPr>
              <w:rPr>
                <w:b/>
                <w:noProof/>
              </w:rPr>
            </w:pPr>
            <w:r w:rsidRPr="00404764">
              <w:rPr>
                <w:b/>
                <w:noProof/>
              </w:rPr>
              <w:t>Podpis vystavitele a datum vystavení osvědčení:</w:t>
            </w:r>
          </w:p>
        </w:tc>
        <w:tc>
          <w:tcPr>
            <w:tcW w:w="4264" w:type="dxa"/>
          </w:tcPr>
          <w:p w14:paraId="346E8F58" w14:textId="77777777" w:rsidR="00A007A1" w:rsidRPr="00404764" w:rsidRDefault="00A007A1" w:rsidP="003D0EB4">
            <w:pPr>
              <w:rPr>
                <w:noProof/>
              </w:rPr>
            </w:pPr>
          </w:p>
        </w:tc>
      </w:tr>
    </w:tbl>
    <w:p w14:paraId="4D6C5675" w14:textId="77777777" w:rsidR="00A007A1" w:rsidRDefault="00A007A1" w:rsidP="00A007A1"/>
    <w:p w14:paraId="503D93E7" w14:textId="77777777" w:rsidR="00A007A1" w:rsidRPr="00404764" w:rsidRDefault="00A007A1" w:rsidP="00A007A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55FF71B" w14:textId="77777777" w:rsidR="00A007A1" w:rsidRPr="00404764" w:rsidRDefault="00A007A1" w:rsidP="00A007A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D97C01E" w14:textId="77777777" w:rsidR="00A007A1" w:rsidRPr="00A24674" w:rsidRDefault="00A007A1" w:rsidP="00A007A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B21BA9" w14:textId="77777777" w:rsidR="00A007A1" w:rsidRPr="00F0533E" w:rsidRDefault="00A007A1" w:rsidP="00A007A1"/>
    <w:p w14:paraId="18DBF74A" w14:textId="77777777" w:rsidR="00A007A1" w:rsidRDefault="00A007A1" w:rsidP="00A007A1">
      <w:pPr>
        <w:pStyle w:val="Textbezodsazen"/>
      </w:pPr>
    </w:p>
    <w:p w14:paraId="52F0F9D4" w14:textId="77777777" w:rsidR="002D7AA5" w:rsidRDefault="002D7AA5" w:rsidP="00A007A1"/>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72EC" w16cex:dateUtc="2021-08-24T11:30:00Z"/>
  <w16cex:commentExtensible w16cex:durableId="24CF7342" w16cex:dateUtc="2021-08-24T11:31:00Z"/>
  <w16cex:commentExtensible w16cex:durableId="24CF7306" w16cex:dateUtc="2021-08-24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F8576" w16cid:durableId="24CF7261"/>
  <w16cid:commentId w16cid:paraId="70ED873E" w16cid:durableId="24CF72EC"/>
  <w16cid:commentId w16cid:paraId="4CA4B675" w16cid:durableId="24CF7262"/>
  <w16cid:commentId w16cid:paraId="6D530A8A" w16cid:durableId="24CF7342"/>
  <w16cid:commentId w16cid:paraId="7EA402E3" w16cid:durableId="24CF7263"/>
  <w16cid:commentId w16cid:paraId="441FBBD9" w16cid:durableId="24CF7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8840E8" w:rsidRDefault="008840E8" w:rsidP="00962258">
      <w:pPr>
        <w:spacing w:after="0" w:line="240" w:lineRule="auto"/>
      </w:pPr>
      <w:r>
        <w:separator/>
      </w:r>
    </w:p>
  </w:endnote>
  <w:endnote w:type="continuationSeparator" w:id="0">
    <w:p w14:paraId="2330D11E" w14:textId="77777777" w:rsidR="008840E8" w:rsidRDefault="00884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240A483" w14:textId="77777777" w:rsidTr="00F13FDA">
      <w:tc>
        <w:tcPr>
          <w:tcW w:w="1021" w:type="dxa"/>
          <w:vAlign w:val="bottom"/>
        </w:tcPr>
        <w:p w14:paraId="151E8C0E" w14:textId="417AE91F" w:rsidR="008840E8" w:rsidRPr="00B8518B" w:rsidRDefault="008840E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3A0">
            <w:rPr>
              <w:rStyle w:val="slostrnky"/>
              <w:noProof/>
            </w:rPr>
            <w:t>32</w:t>
          </w:r>
          <w:r w:rsidRPr="00B8518B">
            <w:rPr>
              <w:rStyle w:val="slostrnky"/>
            </w:rPr>
            <w:fldChar w:fldCharType="end"/>
          </w:r>
        </w:p>
      </w:tc>
      <w:tc>
        <w:tcPr>
          <w:tcW w:w="0" w:type="auto"/>
          <w:vAlign w:val="bottom"/>
        </w:tcPr>
        <w:p w14:paraId="4FEF9FF2" w14:textId="77777777" w:rsidR="008840E8" w:rsidRDefault="008840E8" w:rsidP="00F13FDA">
          <w:pPr>
            <w:pStyle w:val="Zpatvlevo"/>
          </w:pPr>
          <w:r w:rsidRPr="00B41CFD">
            <w:t>Smlouva o dílo</w:t>
          </w:r>
        </w:p>
        <w:p w14:paraId="36D7DCDC" w14:textId="77777777" w:rsidR="008840E8" w:rsidRPr="003462EB" w:rsidRDefault="008840E8" w:rsidP="00F13FDA">
          <w:pPr>
            <w:pStyle w:val="Zpatvlevo"/>
          </w:pPr>
          <w:r w:rsidRPr="00B41CFD">
            <w:t>Zhotovení stavby</w:t>
          </w:r>
        </w:p>
      </w:tc>
    </w:tr>
  </w:tbl>
  <w:p w14:paraId="54F3FF18" w14:textId="77777777" w:rsidR="008840E8" w:rsidRPr="00F13FDA" w:rsidRDefault="00884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C3BD90F" w14:textId="77777777" w:rsidTr="00F13FDA">
      <w:tc>
        <w:tcPr>
          <w:tcW w:w="1021" w:type="dxa"/>
          <w:vAlign w:val="bottom"/>
        </w:tcPr>
        <w:p w14:paraId="607075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840E8" w:rsidRPr="00DD4862" w:rsidRDefault="008840E8" w:rsidP="00F13FDA">
          <w:pPr>
            <w:pStyle w:val="Zpatvlevo"/>
            <w:rPr>
              <w:b/>
            </w:rPr>
          </w:pPr>
          <w:r>
            <w:rPr>
              <w:b/>
            </w:rPr>
            <w:t>Příloha č. 4</w:t>
          </w:r>
        </w:p>
        <w:p w14:paraId="4F45CE3F" w14:textId="77777777" w:rsidR="008840E8" w:rsidRDefault="008840E8" w:rsidP="00F13FDA">
          <w:pPr>
            <w:pStyle w:val="Zpatvlevo"/>
          </w:pPr>
          <w:r w:rsidRPr="00B41CFD">
            <w:t>Smlouva o dílo</w:t>
          </w:r>
        </w:p>
        <w:p w14:paraId="44062EBD" w14:textId="77777777" w:rsidR="008840E8" w:rsidRPr="003462EB" w:rsidRDefault="008840E8" w:rsidP="00F13FDA">
          <w:pPr>
            <w:pStyle w:val="Zpatvlevo"/>
          </w:pPr>
          <w:r w:rsidRPr="00B41CFD">
            <w:t>Zhotovení stavby</w:t>
          </w:r>
        </w:p>
      </w:tc>
    </w:tr>
  </w:tbl>
  <w:p w14:paraId="5F02EA77" w14:textId="77777777" w:rsidR="008840E8" w:rsidRPr="00F13FDA" w:rsidRDefault="00884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140825AC" w14:textId="77777777" w:rsidTr="00A0271B">
      <w:tc>
        <w:tcPr>
          <w:tcW w:w="0" w:type="auto"/>
          <w:tcMar>
            <w:left w:w="0" w:type="dxa"/>
            <w:right w:w="0" w:type="dxa"/>
          </w:tcMar>
          <w:vAlign w:val="bottom"/>
        </w:tcPr>
        <w:p w14:paraId="5C3D2E8D" w14:textId="77777777" w:rsidR="008840E8" w:rsidRPr="00DD4862" w:rsidRDefault="008840E8" w:rsidP="00A0271B">
          <w:pPr>
            <w:pStyle w:val="Zpatvpravo"/>
            <w:rPr>
              <w:b/>
            </w:rPr>
          </w:pPr>
          <w:r w:rsidRPr="00DD4862">
            <w:rPr>
              <w:b/>
            </w:rPr>
            <w:t xml:space="preserve">Příloha č. </w:t>
          </w:r>
          <w:r>
            <w:rPr>
              <w:b/>
            </w:rPr>
            <w:t>4</w:t>
          </w:r>
        </w:p>
        <w:p w14:paraId="322FB8B5" w14:textId="77777777" w:rsidR="008840E8" w:rsidRPr="003462EB" w:rsidRDefault="008840E8" w:rsidP="00A0271B">
          <w:pPr>
            <w:pStyle w:val="Zpatvpravo"/>
          </w:pPr>
          <w:r>
            <w:t>Smlouva o dílo</w:t>
          </w:r>
        </w:p>
        <w:p w14:paraId="6BCDB74A"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DFD9349" w14:textId="73317AAB"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1799FC45" w14:textId="77777777" w:rsidR="008840E8" w:rsidRPr="00B8518B" w:rsidRDefault="00884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24A3DF3" w14:textId="77777777" w:rsidTr="00F13FDA">
      <w:tc>
        <w:tcPr>
          <w:tcW w:w="1021" w:type="dxa"/>
          <w:vAlign w:val="bottom"/>
        </w:tcPr>
        <w:p w14:paraId="1D3932C5"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840E8" w:rsidRPr="00DD4862" w:rsidRDefault="008840E8" w:rsidP="00F13FDA">
          <w:pPr>
            <w:pStyle w:val="Zpatvlevo"/>
            <w:rPr>
              <w:b/>
            </w:rPr>
          </w:pPr>
          <w:r>
            <w:rPr>
              <w:b/>
            </w:rPr>
            <w:t>Příloha č. 5</w:t>
          </w:r>
        </w:p>
        <w:p w14:paraId="376871C6" w14:textId="77777777" w:rsidR="008840E8" w:rsidRDefault="008840E8" w:rsidP="00F13FDA">
          <w:pPr>
            <w:pStyle w:val="Zpatvlevo"/>
          </w:pPr>
          <w:r w:rsidRPr="00B41CFD">
            <w:t>Smlouva o dílo</w:t>
          </w:r>
        </w:p>
        <w:p w14:paraId="3CE18223" w14:textId="77777777" w:rsidR="008840E8" w:rsidRPr="003462EB" w:rsidRDefault="008840E8" w:rsidP="00F13FDA">
          <w:pPr>
            <w:pStyle w:val="Zpatvlevo"/>
          </w:pPr>
          <w:r w:rsidRPr="00B41CFD">
            <w:t>Zhotovení stavby</w:t>
          </w:r>
        </w:p>
      </w:tc>
    </w:tr>
  </w:tbl>
  <w:p w14:paraId="653766D2" w14:textId="77777777" w:rsidR="008840E8" w:rsidRPr="00F13FDA" w:rsidRDefault="00884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4CAC0333" w14:textId="77777777" w:rsidTr="00A0271B">
      <w:tc>
        <w:tcPr>
          <w:tcW w:w="0" w:type="auto"/>
          <w:tcMar>
            <w:left w:w="0" w:type="dxa"/>
            <w:right w:w="0" w:type="dxa"/>
          </w:tcMar>
          <w:vAlign w:val="bottom"/>
        </w:tcPr>
        <w:p w14:paraId="0A2FA09E" w14:textId="77777777" w:rsidR="008840E8" w:rsidRPr="00DD4862" w:rsidRDefault="008840E8" w:rsidP="00A0271B">
          <w:pPr>
            <w:pStyle w:val="Zpatvpravo"/>
            <w:rPr>
              <w:b/>
            </w:rPr>
          </w:pPr>
          <w:r w:rsidRPr="00DD4862">
            <w:rPr>
              <w:b/>
            </w:rPr>
            <w:t xml:space="preserve">Příloha č. </w:t>
          </w:r>
          <w:r>
            <w:rPr>
              <w:b/>
            </w:rPr>
            <w:t>5</w:t>
          </w:r>
        </w:p>
        <w:p w14:paraId="60317C27" w14:textId="77777777" w:rsidR="008840E8" w:rsidRPr="003462EB" w:rsidRDefault="008840E8" w:rsidP="00A0271B">
          <w:pPr>
            <w:pStyle w:val="Zpatvpravo"/>
          </w:pPr>
          <w:r>
            <w:t>Smlouva o dílo</w:t>
          </w:r>
        </w:p>
        <w:p w14:paraId="6574CB3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CA40DA3" w14:textId="6B89E4D5"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7E03A553" w14:textId="77777777" w:rsidR="008840E8" w:rsidRPr="00B8518B" w:rsidRDefault="00884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36811E9" w14:textId="77777777" w:rsidTr="00F13FDA">
      <w:tc>
        <w:tcPr>
          <w:tcW w:w="1021" w:type="dxa"/>
          <w:vAlign w:val="bottom"/>
        </w:tcPr>
        <w:p w14:paraId="0F368DE0" w14:textId="3CD0E2ED"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13A0">
            <w:rPr>
              <w:rStyle w:val="slostrnky"/>
              <w:noProof/>
            </w:rPr>
            <w:t>4</w:t>
          </w:r>
          <w:r>
            <w:rPr>
              <w:rStyle w:val="slostrnky"/>
            </w:rPr>
            <w:fldChar w:fldCharType="end"/>
          </w:r>
        </w:p>
      </w:tc>
      <w:tc>
        <w:tcPr>
          <w:tcW w:w="0" w:type="auto"/>
          <w:vAlign w:val="bottom"/>
        </w:tcPr>
        <w:p w14:paraId="3AED8A11" w14:textId="77777777" w:rsidR="008840E8" w:rsidRPr="00DD4862" w:rsidRDefault="008840E8" w:rsidP="00F13FDA">
          <w:pPr>
            <w:pStyle w:val="Zpatvlevo"/>
            <w:rPr>
              <w:b/>
            </w:rPr>
          </w:pPr>
          <w:r>
            <w:rPr>
              <w:b/>
            </w:rPr>
            <w:t>Příloha č. 6</w:t>
          </w:r>
        </w:p>
        <w:p w14:paraId="45D670C9" w14:textId="77777777" w:rsidR="008840E8" w:rsidRDefault="008840E8" w:rsidP="00F13FDA">
          <w:pPr>
            <w:pStyle w:val="Zpatvlevo"/>
          </w:pPr>
          <w:r w:rsidRPr="00B41CFD">
            <w:t>Smlouva o dílo</w:t>
          </w:r>
        </w:p>
        <w:p w14:paraId="4EB1BB37" w14:textId="77777777" w:rsidR="008840E8" w:rsidRPr="003462EB" w:rsidRDefault="008840E8" w:rsidP="00F13FDA">
          <w:pPr>
            <w:pStyle w:val="Zpatvlevo"/>
          </w:pPr>
          <w:r w:rsidRPr="00B41CFD">
            <w:t>Zhotovení stavby</w:t>
          </w:r>
        </w:p>
      </w:tc>
    </w:tr>
  </w:tbl>
  <w:p w14:paraId="1A83E4D3" w14:textId="77777777" w:rsidR="008840E8" w:rsidRPr="00F13FDA" w:rsidRDefault="00884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BA38340" w14:textId="77777777" w:rsidTr="00A0271B">
      <w:tc>
        <w:tcPr>
          <w:tcW w:w="0" w:type="auto"/>
          <w:tcMar>
            <w:left w:w="0" w:type="dxa"/>
            <w:right w:w="0" w:type="dxa"/>
          </w:tcMar>
          <w:vAlign w:val="bottom"/>
        </w:tcPr>
        <w:p w14:paraId="5BBDCBB6" w14:textId="77777777" w:rsidR="008840E8" w:rsidRPr="00DD4862" w:rsidRDefault="008840E8" w:rsidP="00A0271B">
          <w:pPr>
            <w:pStyle w:val="Zpatvpravo"/>
            <w:rPr>
              <w:b/>
            </w:rPr>
          </w:pPr>
          <w:r w:rsidRPr="00DD4862">
            <w:rPr>
              <w:b/>
            </w:rPr>
            <w:t xml:space="preserve">Příloha č. </w:t>
          </w:r>
          <w:r>
            <w:rPr>
              <w:b/>
            </w:rPr>
            <w:t>6</w:t>
          </w:r>
        </w:p>
        <w:p w14:paraId="1B3CE0C2" w14:textId="77777777" w:rsidR="008840E8" w:rsidRPr="003462EB" w:rsidRDefault="008840E8" w:rsidP="00A0271B">
          <w:pPr>
            <w:pStyle w:val="Zpatvpravo"/>
          </w:pPr>
          <w:r>
            <w:t>Smlouva o dílo</w:t>
          </w:r>
        </w:p>
        <w:p w14:paraId="09872B93"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19F699D" w14:textId="3C8CEFB2"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4</w:t>
          </w:r>
          <w:r>
            <w:rPr>
              <w:rStyle w:val="slostrnky"/>
            </w:rPr>
            <w:fldChar w:fldCharType="end"/>
          </w:r>
        </w:p>
      </w:tc>
    </w:tr>
  </w:tbl>
  <w:p w14:paraId="4AEF1893" w14:textId="77777777" w:rsidR="008840E8" w:rsidRPr="00B8518B" w:rsidRDefault="00884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1166B56" w14:textId="77777777" w:rsidTr="00F13FDA">
      <w:tc>
        <w:tcPr>
          <w:tcW w:w="1021" w:type="dxa"/>
          <w:vAlign w:val="bottom"/>
        </w:tcPr>
        <w:p w14:paraId="65A08F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840E8" w:rsidRPr="00DD4862" w:rsidRDefault="008840E8" w:rsidP="00F13FDA">
          <w:pPr>
            <w:pStyle w:val="Zpatvlevo"/>
            <w:rPr>
              <w:b/>
            </w:rPr>
          </w:pPr>
          <w:r>
            <w:rPr>
              <w:b/>
            </w:rPr>
            <w:t>Příloha č. 7</w:t>
          </w:r>
        </w:p>
        <w:p w14:paraId="49EBE761" w14:textId="77777777" w:rsidR="008840E8" w:rsidRDefault="008840E8" w:rsidP="00F13FDA">
          <w:pPr>
            <w:pStyle w:val="Zpatvlevo"/>
          </w:pPr>
          <w:r w:rsidRPr="00B41CFD">
            <w:t>Smlouva o dílo</w:t>
          </w:r>
        </w:p>
        <w:p w14:paraId="7A184B87" w14:textId="77777777" w:rsidR="008840E8" w:rsidRPr="003462EB" w:rsidRDefault="008840E8" w:rsidP="00F13FDA">
          <w:pPr>
            <w:pStyle w:val="Zpatvlevo"/>
          </w:pPr>
          <w:r w:rsidRPr="00B41CFD">
            <w:t>Zhotovení stavby</w:t>
          </w:r>
        </w:p>
      </w:tc>
    </w:tr>
  </w:tbl>
  <w:p w14:paraId="24208E4C" w14:textId="77777777" w:rsidR="008840E8" w:rsidRPr="00F13FDA" w:rsidRDefault="00884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DD23A08" w14:textId="77777777" w:rsidTr="00A0271B">
      <w:tc>
        <w:tcPr>
          <w:tcW w:w="0" w:type="auto"/>
          <w:tcMar>
            <w:left w:w="0" w:type="dxa"/>
            <w:right w:w="0" w:type="dxa"/>
          </w:tcMar>
          <w:vAlign w:val="bottom"/>
        </w:tcPr>
        <w:p w14:paraId="60B97E7A" w14:textId="77777777" w:rsidR="008840E8" w:rsidRPr="00DD4862" w:rsidRDefault="008840E8" w:rsidP="00A0271B">
          <w:pPr>
            <w:pStyle w:val="Zpatvpravo"/>
            <w:rPr>
              <w:b/>
            </w:rPr>
          </w:pPr>
          <w:r w:rsidRPr="00DD4862">
            <w:rPr>
              <w:b/>
            </w:rPr>
            <w:t xml:space="preserve">Příloha č. </w:t>
          </w:r>
          <w:r>
            <w:rPr>
              <w:b/>
            </w:rPr>
            <w:t>7</w:t>
          </w:r>
        </w:p>
        <w:p w14:paraId="47360AB3" w14:textId="77777777" w:rsidR="008840E8" w:rsidRPr="003462EB" w:rsidRDefault="008840E8" w:rsidP="00A0271B">
          <w:pPr>
            <w:pStyle w:val="Zpatvpravo"/>
          </w:pPr>
          <w:r>
            <w:t>Smlouva o dílo</w:t>
          </w:r>
        </w:p>
        <w:p w14:paraId="7F4562F2"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3F1C9AA" w14:textId="02341EDF"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5508EC05" w14:textId="77777777" w:rsidR="008840E8" w:rsidRPr="00B8518B" w:rsidRDefault="00884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E738D69" w14:textId="77777777" w:rsidTr="00F13FDA">
      <w:tc>
        <w:tcPr>
          <w:tcW w:w="1021" w:type="dxa"/>
          <w:vAlign w:val="bottom"/>
        </w:tcPr>
        <w:p w14:paraId="502BB4D2"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840E8" w:rsidRPr="00DD4862" w:rsidRDefault="008840E8" w:rsidP="00F13FDA">
          <w:pPr>
            <w:pStyle w:val="Zpatvlevo"/>
            <w:rPr>
              <w:b/>
            </w:rPr>
          </w:pPr>
          <w:r>
            <w:rPr>
              <w:b/>
            </w:rPr>
            <w:t>Příloha č. 8</w:t>
          </w:r>
        </w:p>
        <w:p w14:paraId="120D1055" w14:textId="77777777" w:rsidR="008840E8" w:rsidRDefault="008840E8" w:rsidP="00F13FDA">
          <w:pPr>
            <w:pStyle w:val="Zpatvlevo"/>
          </w:pPr>
          <w:r w:rsidRPr="00B41CFD">
            <w:t>Smlouva o dílo</w:t>
          </w:r>
        </w:p>
        <w:p w14:paraId="1A385723" w14:textId="77777777" w:rsidR="008840E8" w:rsidRPr="003462EB" w:rsidRDefault="008840E8" w:rsidP="00F13FDA">
          <w:pPr>
            <w:pStyle w:val="Zpatvlevo"/>
          </w:pPr>
          <w:r w:rsidRPr="00B41CFD">
            <w:t>Zhotovení stavby</w:t>
          </w:r>
        </w:p>
      </w:tc>
    </w:tr>
  </w:tbl>
  <w:p w14:paraId="32050216" w14:textId="77777777" w:rsidR="008840E8" w:rsidRPr="00F13FDA" w:rsidRDefault="00884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D122B19" w14:textId="77777777" w:rsidTr="00A0271B">
      <w:tc>
        <w:tcPr>
          <w:tcW w:w="0" w:type="auto"/>
          <w:tcMar>
            <w:left w:w="0" w:type="dxa"/>
            <w:right w:w="0" w:type="dxa"/>
          </w:tcMar>
          <w:vAlign w:val="bottom"/>
        </w:tcPr>
        <w:p w14:paraId="4A081609" w14:textId="77777777" w:rsidR="008840E8" w:rsidRPr="00DD4862" w:rsidRDefault="008840E8" w:rsidP="00A0271B">
          <w:pPr>
            <w:pStyle w:val="Zpatvpravo"/>
            <w:rPr>
              <w:b/>
            </w:rPr>
          </w:pPr>
          <w:r w:rsidRPr="00DD4862">
            <w:rPr>
              <w:b/>
            </w:rPr>
            <w:t xml:space="preserve">Příloha č. </w:t>
          </w:r>
          <w:r>
            <w:rPr>
              <w:b/>
            </w:rPr>
            <w:t>8</w:t>
          </w:r>
        </w:p>
        <w:p w14:paraId="33423AB3" w14:textId="77777777" w:rsidR="008840E8" w:rsidRPr="003462EB" w:rsidRDefault="008840E8" w:rsidP="00A0271B">
          <w:pPr>
            <w:pStyle w:val="Zpatvpravo"/>
          </w:pPr>
          <w:r>
            <w:t>Smlouva o dílo</w:t>
          </w:r>
        </w:p>
        <w:p w14:paraId="0ED2C0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627B9DD" w14:textId="25DAEFD5"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3D0C59CA" w14:textId="77777777" w:rsidR="008840E8" w:rsidRPr="00B8518B" w:rsidRDefault="00884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257CBFB" w14:textId="77777777" w:rsidTr="00F13FDA">
      <w:tc>
        <w:tcPr>
          <w:tcW w:w="0" w:type="auto"/>
          <w:tcMar>
            <w:left w:w="0" w:type="dxa"/>
            <w:right w:w="0" w:type="dxa"/>
          </w:tcMar>
          <w:vAlign w:val="bottom"/>
        </w:tcPr>
        <w:p w14:paraId="79F4B413" w14:textId="77777777" w:rsidR="008840E8" w:rsidRPr="003462EB" w:rsidRDefault="008840E8" w:rsidP="00F13FDA">
          <w:pPr>
            <w:pStyle w:val="Zpatvpravo"/>
          </w:pPr>
          <w:r>
            <w:t>Smlouva o dílo</w:t>
          </w:r>
        </w:p>
        <w:p w14:paraId="3BAD2C8C" w14:textId="77777777" w:rsidR="008840E8" w:rsidRPr="003462EB" w:rsidRDefault="008840E8" w:rsidP="00F13FDA">
          <w:pPr>
            <w:pStyle w:val="Zpatvpravo"/>
            <w:rPr>
              <w:rStyle w:val="slostrnky"/>
              <w:b w:val="0"/>
              <w:color w:val="auto"/>
              <w:sz w:val="12"/>
            </w:rPr>
          </w:pPr>
          <w:r>
            <w:t xml:space="preserve">Zhotovení stavby </w:t>
          </w:r>
        </w:p>
      </w:tc>
      <w:tc>
        <w:tcPr>
          <w:tcW w:w="1021" w:type="dxa"/>
          <w:vAlign w:val="bottom"/>
        </w:tcPr>
        <w:p w14:paraId="7D92C335" w14:textId="647AC06F" w:rsidR="008840E8" w:rsidRPr="009E09BE" w:rsidRDefault="008840E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3A0">
            <w:rPr>
              <w:rStyle w:val="slostrnky"/>
              <w:noProof/>
            </w:rPr>
            <w:t>32</w:t>
          </w:r>
          <w:r w:rsidRPr="00B8518B">
            <w:rPr>
              <w:rStyle w:val="slostrnky"/>
            </w:rPr>
            <w:fldChar w:fldCharType="end"/>
          </w:r>
        </w:p>
      </w:tc>
    </w:tr>
  </w:tbl>
  <w:p w14:paraId="7D391C3E" w14:textId="77777777" w:rsidR="008840E8" w:rsidRPr="00B8518B" w:rsidRDefault="00884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60A7963" w14:textId="77777777" w:rsidTr="00F13FDA">
      <w:tc>
        <w:tcPr>
          <w:tcW w:w="1021" w:type="dxa"/>
          <w:vAlign w:val="bottom"/>
        </w:tcPr>
        <w:p w14:paraId="2C967D5C" w14:textId="55204576"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013A0">
            <w:rPr>
              <w:rStyle w:val="slostrnky"/>
              <w:noProof/>
            </w:rPr>
            <w:t>6</w:t>
          </w:r>
          <w:r>
            <w:rPr>
              <w:rStyle w:val="slostrnky"/>
            </w:rPr>
            <w:fldChar w:fldCharType="end"/>
          </w:r>
        </w:p>
      </w:tc>
      <w:tc>
        <w:tcPr>
          <w:tcW w:w="0" w:type="auto"/>
          <w:vAlign w:val="bottom"/>
        </w:tcPr>
        <w:p w14:paraId="24540392" w14:textId="77777777" w:rsidR="008840E8" w:rsidRPr="00DD4862" w:rsidRDefault="008840E8" w:rsidP="00F13FDA">
          <w:pPr>
            <w:pStyle w:val="Zpatvlevo"/>
            <w:rPr>
              <w:b/>
            </w:rPr>
          </w:pPr>
          <w:r>
            <w:rPr>
              <w:b/>
            </w:rPr>
            <w:t>Příloha č. 9</w:t>
          </w:r>
        </w:p>
        <w:p w14:paraId="4619C703" w14:textId="77777777" w:rsidR="008840E8" w:rsidRDefault="008840E8" w:rsidP="00F13FDA">
          <w:pPr>
            <w:pStyle w:val="Zpatvlevo"/>
          </w:pPr>
          <w:r w:rsidRPr="00B41CFD">
            <w:t>Smlouva o dílo</w:t>
          </w:r>
        </w:p>
        <w:p w14:paraId="65F4A929" w14:textId="77777777" w:rsidR="008840E8" w:rsidRPr="003462EB" w:rsidRDefault="008840E8" w:rsidP="00F13FDA">
          <w:pPr>
            <w:pStyle w:val="Zpatvlevo"/>
          </w:pPr>
          <w:r w:rsidRPr="00B41CFD">
            <w:t>Zhotovení stavby</w:t>
          </w:r>
        </w:p>
      </w:tc>
    </w:tr>
  </w:tbl>
  <w:p w14:paraId="0ADFAF99" w14:textId="77777777" w:rsidR="008840E8" w:rsidRPr="00F13FDA" w:rsidRDefault="00884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AF04367" w14:textId="77777777" w:rsidTr="00A0271B">
      <w:tc>
        <w:tcPr>
          <w:tcW w:w="0" w:type="auto"/>
          <w:tcMar>
            <w:left w:w="0" w:type="dxa"/>
            <w:right w:w="0" w:type="dxa"/>
          </w:tcMar>
          <w:vAlign w:val="bottom"/>
        </w:tcPr>
        <w:p w14:paraId="7F6978BD" w14:textId="77777777" w:rsidR="008840E8" w:rsidRPr="00DD4862" w:rsidRDefault="008840E8" w:rsidP="00A0271B">
          <w:pPr>
            <w:pStyle w:val="Zpatvpravo"/>
            <w:rPr>
              <w:b/>
            </w:rPr>
          </w:pPr>
          <w:r w:rsidRPr="00DD4862">
            <w:rPr>
              <w:b/>
            </w:rPr>
            <w:t xml:space="preserve">Příloha č. </w:t>
          </w:r>
          <w:r>
            <w:rPr>
              <w:b/>
            </w:rPr>
            <w:t>9</w:t>
          </w:r>
        </w:p>
        <w:p w14:paraId="0C49EAB7" w14:textId="77777777" w:rsidR="008840E8" w:rsidRPr="003462EB" w:rsidRDefault="008840E8" w:rsidP="00A0271B">
          <w:pPr>
            <w:pStyle w:val="Zpatvpravo"/>
          </w:pPr>
          <w:r>
            <w:t>Smlouva o dílo</w:t>
          </w:r>
        </w:p>
        <w:p w14:paraId="0ABE32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3D9C297C" w14:textId="0420F417"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6</w:t>
          </w:r>
          <w:r>
            <w:rPr>
              <w:rStyle w:val="slostrnky"/>
            </w:rPr>
            <w:fldChar w:fldCharType="end"/>
          </w:r>
        </w:p>
      </w:tc>
    </w:tr>
  </w:tbl>
  <w:p w14:paraId="5E569996" w14:textId="77777777" w:rsidR="008840E8" w:rsidRPr="00B8518B" w:rsidRDefault="00884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840E8" w:rsidRDefault="008840E8" w:rsidP="00C1662E">
    <w:pPr>
      <w:pStyle w:val="Zpat"/>
      <w:rPr>
        <w:sz w:val="2"/>
        <w:szCs w:val="2"/>
      </w:rPr>
    </w:pPr>
  </w:p>
  <w:p w14:paraId="27D1AED5" w14:textId="27C2BE80" w:rsidR="008840E8" w:rsidRPr="001E4BDC" w:rsidRDefault="008840E8" w:rsidP="00C1662E">
    <w:pPr>
      <w:pStyle w:val="Zpat"/>
      <w:rPr>
        <w:sz w:val="12"/>
        <w:szCs w:val="12"/>
      </w:rPr>
    </w:pPr>
  </w:p>
  <w:p w14:paraId="322CE0D8" w14:textId="793171DA" w:rsidR="008840E8" w:rsidRPr="001E4BDC" w:rsidRDefault="00884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576E4CB6" w14:textId="77777777" w:rsidTr="00F13FDA">
      <w:tc>
        <w:tcPr>
          <w:tcW w:w="1021" w:type="dxa"/>
          <w:vAlign w:val="bottom"/>
        </w:tcPr>
        <w:p w14:paraId="55FBAD66" w14:textId="0BCA0BE4"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8840E8" w:rsidRPr="00DD4862" w:rsidRDefault="008840E8" w:rsidP="00F13FDA">
          <w:pPr>
            <w:pStyle w:val="Zpatvlevo"/>
            <w:rPr>
              <w:b/>
            </w:rPr>
          </w:pPr>
          <w:r w:rsidRPr="00DD4862">
            <w:rPr>
              <w:b/>
            </w:rPr>
            <w:t>Příloha č. 1</w:t>
          </w:r>
        </w:p>
        <w:p w14:paraId="09312A8D" w14:textId="77777777" w:rsidR="008840E8" w:rsidRDefault="008840E8" w:rsidP="00F13FDA">
          <w:pPr>
            <w:pStyle w:val="Zpatvlevo"/>
          </w:pPr>
          <w:r w:rsidRPr="00B41CFD">
            <w:t>Smlouva o dílo</w:t>
          </w:r>
        </w:p>
        <w:p w14:paraId="3E3A2370" w14:textId="77777777" w:rsidR="008840E8" w:rsidRPr="003462EB" w:rsidRDefault="008840E8" w:rsidP="00F13FDA">
          <w:pPr>
            <w:pStyle w:val="Zpatvlevo"/>
          </w:pPr>
          <w:r w:rsidRPr="00B41CFD">
            <w:t>Zhotovení stavby</w:t>
          </w:r>
        </w:p>
      </w:tc>
    </w:tr>
  </w:tbl>
  <w:p w14:paraId="3D81D7D4" w14:textId="77777777" w:rsidR="008840E8" w:rsidRPr="00F13FDA" w:rsidRDefault="00884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840E8" w:rsidRDefault="00884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DC7AE6" w14:textId="77777777" w:rsidTr="00A0271B">
      <w:tc>
        <w:tcPr>
          <w:tcW w:w="0" w:type="auto"/>
          <w:tcMar>
            <w:left w:w="0" w:type="dxa"/>
            <w:right w:w="0" w:type="dxa"/>
          </w:tcMar>
          <w:vAlign w:val="bottom"/>
        </w:tcPr>
        <w:p w14:paraId="1660DAD1" w14:textId="77777777" w:rsidR="008840E8" w:rsidRPr="00DD4862" w:rsidRDefault="008840E8" w:rsidP="00A0271B">
          <w:pPr>
            <w:pStyle w:val="Zpatvpravo"/>
            <w:rPr>
              <w:b/>
            </w:rPr>
          </w:pPr>
          <w:r w:rsidRPr="00DD4862">
            <w:rPr>
              <w:b/>
            </w:rPr>
            <w:t>Příloha č. 1</w:t>
          </w:r>
        </w:p>
        <w:p w14:paraId="1CB749FC" w14:textId="77777777" w:rsidR="008840E8" w:rsidRPr="003462EB" w:rsidRDefault="008840E8" w:rsidP="00A0271B">
          <w:pPr>
            <w:pStyle w:val="Zpatvpravo"/>
          </w:pPr>
          <w:r>
            <w:t>Smlouva o dílo</w:t>
          </w:r>
        </w:p>
        <w:p w14:paraId="3E9E1C04" w14:textId="77777777" w:rsidR="008840E8" w:rsidRPr="003462EB" w:rsidRDefault="008840E8" w:rsidP="00DD4862">
          <w:pPr>
            <w:pStyle w:val="Zpatvpravo"/>
            <w:rPr>
              <w:rStyle w:val="slostrnky"/>
              <w:b w:val="0"/>
              <w:color w:val="auto"/>
              <w:sz w:val="12"/>
            </w:rPr>
          </w:pPr>
          <w:r w:rsidRPr="003462EB">
            <w:t xml:space="preserve">Zhotovení stavby </w:t>
          </w:r>
        </w:p>
      </w:tc>
      <w:tc>
        <w:tcPr>
          <w:tcW w:w="1021" w:type="dxa"/>
          <w:vAlign w:val="bottom"/>
        </w:tcPr>
        <w:p w14:paraId="52A5ACA1" w14:textId="1AE264AF" w:rsidR="008840E8" w:rsidRPr="009E09BE" w:rsidRDefault="00884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7D639E4C" w14:textId="77777777" w:rsidR="008840E8" w:rsidRPr="00B8518B" w:rsidRDefault="00884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1324F47" w14:textId="77777777" w:rsidTr="00F13FDA">
      <w:tc>
        <w:tcPr>
          <w:tcW w:w="1021" w:type="dxa"/>
          <w:vAlign w:val="bottom"/>
        </w:tcPr>
        <w:p w14:paraId="4660D5CA" w14:textId="5C8E1ED0"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8840E8" w:rsidRPr="00DD4862" w:rsidRDefault="008840E8" w:rsidP="00F13FDA">
          <w:pPr>
            <w:pStyle w:val="Zpatvlevo"/>
            <w:rPr>
              <w:b/>
            </w:rPr>
          </w:pPr>
          <w:r>
            <w:rPr>
              <w:b/>
            </w:rPr>
            <w:t>Příloha č. 2</w:t>
          </w:r>
        </w:p>
        <w:p w14:paraId="0C1A6B71" w14:textId="77777777" w:rsidR="008840E8" w:rsidRDefault="008840E8" w:rsidP="00F13FDA">
          <w:pPr>
            <w:pStyle w:val="Zpatvlevo"/>
          </w:pPr>
          <w:r w:rsidRPr="00B41CFD">
            <w:t>Smlouva o dílo</w:t>
          </w:r>
        </w:p>
        <w:p w14:paraId="6C987E4D" w14:textId="77777777" w:rsidR="008840E8" w:rsidRPr="003462EB" w:rsidRDefault="008840E8" w:rsidP="00F13FDA">
          <w:pPr>
            <w:pStyle w:val="Zpatvlevo"/>
          </w:pPr>
          <w:r w:rsidRPr="00B41CFD">
            <w:t>Zhotovení stavby</w:t>
          </w:r>
        </w:p>
      </w:tc>
    </w:tr>
  </w:tbl>
  <w:p w14:paraId="721821A5" w14:textId="77777777" w:rsidR="008840E8" w:rsidRPr="00F13FDA" w:rsidRDefault="00884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E8F7EA" w14:textId="77777777" w:rsidTr="00A0271B">
      <w:tc>
        <w:tcPr>
          <w:tcW w:w="0" w:type="auto"/>
          <w:tcMar>
            <w:left w:w="0" w:type="dxa"/>
            <w:right w:w="0" w:type="dxa"/>
          </w:tcMar>
          <w:vAlign w:val="bottom"/>
        </w:tcPr>
        <w:p w14:paraId="12959C17" w14:textId="77777777" w:rsidR="008840E8" w:rsidRPr="00DD4862" w:rsidRDefault="008840E8" w:rsidP="00A0271B">
          <w:pPr>
            <w:pStyle w:val="Zpatvpravo"/>
            <w:rPr>
              <w:b/>
            </w:rPr>
          </w:pPr>
          <w:r w:rsidRPr="00DD4862">
            <w:rPr>
              <w:b/>
            </w:rPr>
            <w:t>Příloha č. 2</w:t>
          </w:r>
        </w:p>
        <w:p w14:paraId="1091D5F5" w14:textId="77777777" w:rsidR="008840E8" w:rsidRPr="003462EB" w:rsidRDefault="008840E8" w:rsidP="00A0271B">
          <w:pPr>
            <w:pStyle w:val="Zpatvpravo"/>
          </w:pPr>
          <w:r>
            <w:t>Smlouva o dílo</w:t>
          </w:r>
        </w:p>
        <w:p w14:paraId="45C9C2F0"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68484E19" w14:textId="30117E3D"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5C7B95E3" w14:textId="77777777" w:rsidR="008840E8" w:rsidRPr="00B8518B" w:rsidRDefault="00884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C83CE55" w14:textId="77777777" w:rsidTr="00F13FDA">
      <w:tc>
        <w:tcPr>
          <w:tcW w:w="1021" w:type="dxa"/>
          <w:vAlign w:val="bottom"/>
        </w:tcPr>
        <w:p w14:paraId="5CCDD256"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840E8" w:rsidRPr="00DD4862" w:rsidRDefault="008840E8" w:rsidP="00F13FDA">
          <w:pPr>
            <w:pStyle w:val="Zpatvlevo"/>
            <w:rPr>
              <w:b/>
            </w:rPr>
          </w:pPr>
          <w:r>
            <w:rPr>
              <w:b/>
            </w:rPr>
            <w:t>Příloha č. 3</w:t>
          </w:r>
        </w:p>
        <w:p w14:paraId="4666136E" w14:textId="77777777" w:rsidR="008840E8" w:rsidRDefault="008840E8" w:rsidP="00F13FDA">
          <w:pPr>
            <w:pStyle w:val="Zpatvlevo"/>
          </w:pPr>
          <w:r w:rsidRPr="00B41CFD">
            <w:t>Smlouva o dílo</w:t>
          </w:r>
        </w:p>
        <w:p w14:paraId="55042ECA" w14:textId="77777777" w:rsidR="008840E8" w:rsidRPr="003462EB" w:rsidRDefault="008840E8" w:rsidP="00F13FDA">
          <w:pPr>
            <w:pStyle w:val="Zpatvlevo"/>
          </w:pPr>
          <w:r w:rsidRPr="00B41CFD">
            <w:t>Zhotovení stavby</w:t>
          </w:r>
        </w:p>
      </w:tc>
    </w:tr>
  </w:tbl>
  <w:p w14:paraId="078F4948" w14:textId="77777777" w:rsidR="008840E8" w:rsidRPr="00F13FDA" w:rsidRDefault="00884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36B1D3C" w14:textId="77777777" w:rsidTr="00A0271B">
      <w:tc>
        <w:tcPr>
          <w:tcW w:w="0" w:type="auto"/>
          <w:tcMar>
            <w:left w:w="0" w:type="dxa"/>
            <w:right w:w="0" w:type="dxa"/>
          </w:tcMar>
          <w:vAlign w:val="bottom"/>
        </w:tcPr>
        <w:p w14:paraId="1DE31B10" w14:textId="77777777" w:rsidR="008840E8" w:rsidRPr="00DD4862" w:rsidRDefault="008840E8" w:rsidP="00A0271B">
          <w:pPr>
            <w:pStyle w:val="Zpatvpravo"/>
            <w:rPr>
              <w:b/>
            </w:rPr>
          </w:pPr>
          <w:r w:rsidRPr="00DD4862">
            <w:rPr>
              <w:b/>
            </w:rPr>
            <w:t xml:space="preserve">Příloha č. </w:t>
          </w:r>
          <w:r>
            <w:rPr>
              <w:b/>
            </w:rPr>
            <w:t>3</w:t>
          </w:r>
        </w:p>
        <w:p w14:paraId="2C91EB49" w14:textId="77777777" w:rsidR="008840E8" w:rsidRPr="003462EB" w:rsidRDefault="008840E8" w:rsidP="00A0271B">
          <w:pPr>
            <w:pStyle w:val="Zpatvpravo"/>
          </w:pPr>
          <w:r>
            <w:t>Smlouva o dílo</w:t>
          </w:r>
        </w:p>
        <w:p w14:paraId="74FC2B6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09191C9B" w14:textId="6A43C027"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13A0">
            <w:rPr>
              <w:rStyle w:val="slostrnky"/>
              <w:noProof/>
            </w:rPr>
            <w:t>1</w:t>
          </w:r>
          <w:r>
            <w:rPr>
              <w:rStyle w:val="slostrnky"/>
            </w:rPr>
            <w:fldChar w:fldCharType="end"/>
          </w:r>
        </w:p>
      </w:tc>
    </w:tr>
  </w:tbl>
  <w:p w14:paraId="5F4D3FBE" w14:textId="77777777" w:rsidR="008840E8" w:rsidRPr="00B8518B" w:rsidRDefault="00884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8840E8" w:rsidRDefault="008840E8" w:rsidP="00962258">
      <w:pPr>
        <w:spacing w:after="0" w:line="240" w:lineRule="auto"/>
      </w:pPr>
      <w:r>
        <w:separator/>
      </w:r>
    </w:p>
  </w:footnote>
  <w:footnote w:type="continuationSeparator" w:id="0">
    <w:p w14:paraId="0378FD30" w14:textId="77777777" w:rsidR="008840E8" w:rsidRDefault="00884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40E8" w14:paraId="3B79F732" w14:textId="77777777" w:rsidTr="00B22106">
      <w:trPr>
        <w:trHeight w:hRule="exact" w:val="936"/>
      </w:trPr>
      <w:tc>
        <w:tcPr>
          <w:tcW w:w="1361" w:type="dxa"/>
          <w:tcMar>
            <w:left w:w="0" w:type="dxa"/>
            <w:right w:w="0" w:type="dxa"/>
          </w:tcMar>
        </w:tcPr>
        <w:p w14:paraId="227E3247"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5E5B8C22" w14:textId="77777777" w:rsidR="008840E8" w:rsidRDefault="00884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840E8" w:rsidRPr="00D6163D" w:rsidRDefault="008840E8" w:rsidP="00FC6389">
          <w:pPr>
            <w:pStyle w:val="Druhdokumentu"/>
          </w:pPr>
        </w:p>
      </w:tc>
    </w:tr>
    <w:tr w:rsidR="008840E8" w14:paraId="1DFD2EDD" w14:textId="77777777" w:rsidTr="00B22106">
      <w:trPr>
        <w:trHeight w:hRule="exact" w:val="936"/>
      </w:trPr>
      <w:tc>
        <w:tcPr>
          <w:tcW w:w="1361" w:type="dxa"/>
          <w:tcMar>
            <w:left w:w="0" w:type="dxa"/>
            <w:right w:w="0" w:type="dxa"/>
          </w:tcMar>
        </w:tcPr>
        <w:p w14:paraId="510D1780"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7E4B5746" w14:textId="77777777" w:rsidR="008840E8" w:rsidRDefault="008840E8" w:rsidP="00FC6389">
          <w:pPr>
            <w:pStyle w:val="Zpat"/>
          </w:pPr>
        </w:p>
      </w:tc>
      <w:tc>
        <w:tcPr>
          <w:tcW w:w="5756" w:type="dxa"/>
          <w:shd w:val="clear" w:color="auto" w:fill="auto"/>
          <w:tcMar>
            <w:left w:w="0" w:type="dxa"/>
            <w:right w:w="0" w:type="dxa"/>
          </w:tcMar>
        </w:tcPr>
        <w:p w14:paraId="2B60071A" w14:textId="77777777" w:rsidR="008840E8" w:rsidRPr="00D6163D" w:rsidRDefault="008840E8" w:rsidP="00FC6389">
          <w:pPr>
            <w:pStyle w:val="Druhdokumentu"/>
          </w:pPr>
        </w:p>
      </w:tc>
    </w:tr>
  </w:tbl>
  <w:p w14:paraId="14FB9387" w14:textId="77777777" w:rsidR="008840E8" w:rsidRPr="00D6163D" w:rsidRDefault="008840E8" w:rsidP="00FC6389">
    <w:pPr>
      <w:pStyle w:val="Zhlav"/>
      <w:rPr>
        <w:sz w:val="8"/>
        <w:szCs w:val="8"/>
      </w:rPr>
    </w:pPr>
  </w:p>
  <w:p w14:paraId="12576136" w14:textId="77777777" w:rsidR="008840E8" w:rsidRPr="00460660" w:rsidRDefault="00884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840E8" w:rsidRPr="00D6163D" w:rsidRDefault="00884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840E8" w:rsidRPr="00D6163D" w:rsidRDefault="00884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840E8" w:rsidRPr="00D6163D" w:rsidRDefault="00884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840E8" w:rsidRPr="00D6163D" w:rsidRDefault="00884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840E8" w:rsidRPr="00D6163D" w:rsidRDefault="00884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840E8" w:rsidRPr="00D6163D" w:rsidRDefault="00884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840E8" w:rsidRPr="00D6163D" w:rsidRDefault="00884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840E8" w:rsidRPr="00D6163D" w:rsidRDefault="00884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7C4E14"/>
    <w:multiLevelType w:val="multilevel"/>
    <w:tmpl w:val="252A124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Verdana" w:hAnsi="Verdana" w:hint="default"/>
        <w:color w:val="auto"/>
      </w:rPr>
    </w:lvl>
    <w:lvl w:ilvl="2">
      <w:start w:val="1"/>
      <w:numFmt w:val="decimal"/>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2C591D"/>
    <w:multiLevelType w:val="hybridMultilevel"/>
    <w:tmpl w:val="C8865552"/>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606597"/>
    <w:multiLevelType w:val="hybridMultilevel"/>
    <w:tmpl w:val="2DF46C2E"/>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3"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0"/>
  </w:num>
  <w:num w:numId="10">
    <w:abstractNumId w:val="2"/>
  </w:num>
  <w:num w:numId="11">
    <w:abstractNumId w:val="1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4"/>
  </w:num>
  <w:num w:numId="26">
    <w:abstractNumId w:val="0"/>
  </w:num>
  <w:num w:numId="27">
    <w:abstractNumId w:val="0"/>
  </w:num>
  <w:num w:numId="28">
    <w:abstractNumId w:val="2"/>
  </w:num>
  <w:num w:numId="29">
    <w:abstractNumId w:val="2"/>
  </w:num>
  <w:num w:numId="30">
    <w:abstractNumId w:val="18"/>
  </w:num>
  <w:num w:numId="31">
    <w:abstractNumId w:val="18"/>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0"/>
  </w:num>
  <w:num w:numId="37">
    <w:abstractNumId w:val="13"/>
  </w:num>
  <w:num w:numId="38">
    <w:abstractNumId w:val="0"/>
  </w:num>
  <w:num w:numId="39">
    <w:abstractNumId w:val="9"/>
  </w:num>
  <w:num w:numId="40">
    <w:abstractNumId w:val="0"/>
  </w:num>
  <w:num w:numId="41">
    <w:abstractNumId w:val="0"/>
  </w:num>
  <w:num w:numId="42">
    <w:abstractNumId w:val="15"/>
  </w:num>
  <w:num w:numId="43">
    <w:abstractNumId w:val="20"/>
  </w:num>
  <w:num w:numId="44">
    <w:abstractNumId w:val="8"/>
  </w:num>
  <w:num w:numId="45">
    <w:abstractNumId w:val="6"/>
  </w:num>
  <w:num w:numId="46">
    <w:abstractNumId w:val="10"/>
  </w:num>
  <w:num w:numId="47">
    <w:abstractNumId w:val="12"/>
  </w:num>
  <w:num w:numId="48">
    <w:abstractNumId w:val="4"/>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13C"/>
    <w:rsid w:val="000018CD"/>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8F8"/>
    <w:rsid w:val="0008335F"/>
    <w:rsid w:val="00095002"/>
    <w:rsid w:val="000B4EB8"/>
    <w:rsid w:val="000C2B01"/>
    <w:rsid w:val="000C41F2"/>
    <w:rsid w:val="000C4EB8"/>
    <w:rsid w:val="000C5AC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7BA8"/>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02"/>
    <w:rsid w:val="00225674"/>
    <w:rsid w:val="00237604"/>
    <w:rsid w:val="00240B81"/>
    <w:rsid w:val="00247D01"/>
    <w:rsid w:val="00252206"/>
    <w:rsid w:val="00255AE4"/>
    <w:rsid w:val="00255B10"/>
    <w:rsid w:val="00261A5B"/>
    <w:rsid w:val="00262E5B"/>
    <w:rsid w:val="00276AFE"/>
    <w:rsid w:val="002A3B57"/>
    <w:rsid w:val="002A7A93"/>
    <w:rsid w:val="002C03CB"/>
    <w:rsid w:val="002C0721"/>
    <w:rsid w:val="002C1624"/>
    <w:rsid w:val="002C31BF"/>
    <w:rsid w:val="002D27E5"/>
    <w:rsid w:val="002D7AA5"/>
    <w:rsid w:val="002D7FD6"/>
    <w:rsid w:val="002E0CD7"/>
    <w:rsid w:val="002E0CFB"/>
    <w:rsid w:val="002E5C7B"/>
    <w:rsid w:val="002F31D9"/>
    <w:rsid w:val="002F4333"/>
    <w:rsid w:val="0030003A"/>
    <w:rsid w:val="003149C0"/>
    <w:rsid w:val="003155B0"/>
    <w:rsid w:val="00327EEF"/>
    <w:rsid w:val="0033239F"/>
    <w:rsid w:val="0034274B"/>
    <w:rsid w:val="00342DC7"/>
    <w:rsid w:val="0034719F"/>
    <w:rsid w:val="00350A35"/>
    <w:rsid w:val="003571D8"/>
    <w:rsid w:val="00357BC6"/>
    <w:rsid w:val="00361422"/>
    <w:rsid w:val="0037545D"/>
    <w:rsid w:val="003766E7"/>
    <w:rsid w:val="00392910"/>
    <w:rsid w:val="00392EB6"/>
    <w:rsid w:val="00393191"/>
    <w:rsid w:val="00393E15"/>
    <w:rsid w:val="003956C6"/>
    <w:rsid w:val="003A3EAA"/>
    <w:rsid w:val="003B23D6"/>
    <w:rsid w:val="003B4A16"/>
    <w:rsid w:val="003B6B2A"/>
    <w:rsid w:val="003C0E4A"/>
    <w:rsid w:val="003C33F2"/>
    <w:rsid w:val="003D6859"/>
    <w:rsid w:val="003D756E"/>
    <w:rsid w:val="003E420D"/>
    <w:rsid w:val="003E4C13"/>
    <w:rsid w:val="0040376C"/>
    <w:rsid w:val="0040659D"/>
    <w:rsid w:val="004078F3"/>
    <w:rsid w:val="004124EA"/>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94E"/>
    <w:rsid w:val="004C1A60"/>
    <w:rsid w:val="004C4399"/>
    <w:rsid w:val="004C604F"/>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F46"/>
    <w:rsid w:val="00521AC5"/>
    <w:rsid w:val="00523BB5"/>
    <w:rsid w:val="00523EA7"/>
    <w:rsid w:val="0052690B"/>
    <w:rsid w:val="005406EB"/>
    <w:rsid w:val="00544816"/>
    <w:rsid w:val="00553375"/>
    <w:rsid w:val="00555884"/>
    <w:rsid w:val="00556AD4"/>
    <w:rsid w:val="00560146"/>
    <w:rsid w:val="005614AC"/>
    <w:rsid w:val="00567E99"/>
    <w:rsid w:val="005736B7"/>
    <w:rsid w:val="00575E5A"/>
    <w:rsid w:val="00580245"/>
    <w:rsid w:val="00582A82"/>
    <w:rsid w:val="00590C91"/>
    <w:rsid w:val="00595534"/>
    <w:rsid w:val="005A1F44"/>
    <w:rsid w:val="005A5C26"/>
    <w:rsid w:val="005B3C84"/>
    <w:rsid w:val="005B4616"/>
    <w:rsid w:val="005D3C39"/>
    <w:rsid w:val="005D6794"/>
    <w:rsid w:val="005E1410"/>
    <w:rsid w:val="005E69D2"/>
    <w:rsid w:val="005E7125"/>
    <w:rsid w:val="005F3A8C"/>
    <w:rsid w:val="00600ECE"/>
    <w:rsid w:val="00601A8C"/>
    <w:rsid w:val="006027CA"/>
    <w:rsid w:val="00606FE8"/>
    <w:rsid w:val="0061068E"/>
    <w:rsid w:val="006115D3"/>
    <w:rsid w:val="00611E31"/>
    <w:rsid w:val="00614DA3"/>
    <w:rsid w:val="006231B6"/>
    <w:rsid w:val="00623FDC"/>
    <w:rsid w:val="0065610E"/>
    <w:rsid w:val="00660AD3"/>
    <w:rsid w:val="00670BC4"/>
    <w:rsid w:val="006776B6"/>
    <w:rsid w:val="00683196"/>
    <w:rsid w:val="00693150"/>
    <w:rsid w:val="00695E20"/>
    <w:rsid w:val="006A12A4"/>
    <w:rsid w:val="006A34FE"/>
    <w:rsid w:val="006A5570"/>
    <w:rsid w:val="006A5576"/>
    <w:rsid w:val="006A689C"/>
    <w:rsid w:val="006B3D79"/>
    <w:rsid w:val="006B6FE4"/>
    <w:rsid w:val="006C2343"/>
    <w:rsid w:val="006C442A"/>
    <w:rsid w:val="006D1A8E"/>
    <w:rsid w:val="006D30C1"/>
    <w:rsid w:val="006E0578"/>
    <w:rsid w:val="006E1DF8"/>
    <w:rsid w:val="006E314D"/>
    <w:rsid w:val="006E7799"/>
    <w:rsid w:val="006F4030"/>
    <w:rsid w:val="006F611A"/>
    <w:rsid w:val="00704D1E"/>
    <w:rsid w:val="00710723"/>
    <w:rsid w:val="007145F3"/>
    <w:rsid w:val="00723ED1"/>
    <w:rsid w:val="00731D4B"/>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D440B"/>
    <w:rsid w:val="007E17DE"/>
    <w:rsid w:val="007E4A6E"/>
    <w:rsid w:val="007F56A7"/>
    <w:rsid w:val="00800851"/>
    <w:rsid w:val="00805782"/>
    <w:rsid w:val="00807DD0"/>
    <w:rsid w:val="008143B5"/>
    <w:rsid w:val="008156D5"/>
    <w:rsid w:val="008175E5"/>
    <w:rsid w:val="00820B4E"/>
    <w:rsid w:val="00821D01"/>
    <w:rsid w:val="00826B7B"/>
    <w:rsid w:val="0083541D"/>
    <w:rsid w:val="008447DA"/>
    <w:rsid w:val="00846789"/>
    <w:rsid w:val="00850680"/>
    <w:rsid w:val="00850B67"/>
    <w:rsid w:val="00866994"/>
    <w:rsid w:val="00866DCE"/>
    <w:rsid w:val="00883098"/>
    <w:rsid w:val="008840E8"/>
    <w:rsid w:val="00884582"/>
    <w:rsid w:val="0089098F"/>
    <w:rsid w:val="008A3568"/>
    <w:rsid w:val="008A7656"/>
    <w:rsid w:val="008B2F29"/>
    <w:rsid w:val="008B48D3"/>
    <w:rsid w:val="008C50F3"/>
    <w:rsid w:val="008C7EFE"/>
    <w:rsid w:val="008D03B9"/>
    <w:rsid w:val="008D30C7"/>
    <w:rsid w:val="008D3452"/>
    <w:rsid w:val="008E7E85"/>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75C5"/>
    <w:rsid w:val="009B2E97"/>
    <w:rsid w:val="009B4201"/>
    <w:rsid w:val="009B5146"/>
    <w:rsid w:val="009C12D7"/>
    <w:rsid w:val="009C418E"/>
    <w:rsid w:val="009C442C"/>
    <w:rsid w:val="009D7398"/>
    <w:rsid w:val="009E07F4"/>
    <w:rsid w:val="009F0867"/>
    <w:rsid w:val="009F309B"/>
    <w:rsid w:val="009F392E"/>
    <w:rsid w:val="009F53C5"/>
    <w:rsid w:val="009F638B"/>
    <w:rsid w:val="00A007A1"/>
    <w:rsid w:val="00A0271B"/>
    <w:rsid w:val="00A0740E"/>
    <w:rsid w:val="00A07DDA"/>
    <w:rsid w:val="00A21A01"/>
    <w:rsid w:val="00A25201"/>
    <w:rsid w:val="00A318D4"/>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1211"/>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A09A9"/>
    <w:rsid w:val="00BB1390"/>
    <w:rsid w:val="00BB18C3"/>
    <w:rsid w:val="00BC06C4"/>
    <w:rsid w:val="00BC5BDD"/>
    <w:rsid w:val="00BD5DE9"/>
    <w:rsid w:val="00BD7E91"/>
    <w:rsid w:val="00BD7F0D"/>
    <w:rsid w:val="00BF345A"/>
    <w:rsid w:val="00BF4AD6"/>
    <w:rsid w:val="00BF4C5D"/>
    <w:rsid w:val="00BF7B07"/>
    <w:rsid w:val="00C013A0"/>
    <w:rsid w:val="00C02440"/>
    <w:rsid w:val="00C02D0A"/>
    <w:rsid w:val="00C03A6E"/>
    <w:rsid w:val="00C1205A"/>
    <w:rsid w:val="00C1662E"/>
    <w:rsid w:val="00C226C0"/>
    <w:rsid w:val="00C42FE6"/>
    <w:rsid w:val="00C44F6A"/>
    <w:rsid w:val="00C4638F"/>
    <w:rsid w:val="00C53747"/>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2663"/>
    <w:rsid w:val="00CD753C"/>
    <w:rsid w:val="00CE3EF8"/>
    <w:rsid w:val="00CE59A1"/>
    <w:rsid w:val="00CF42C9"/>
    <w:rsid w:val="00D034A0"/>
    <w:rsid w:val="00D103B7"/>
    <w:rsid w:val="00D10AB7"/>
    <w:rsid w:val="00D1600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3277"/>
    <w:rsid w:val="00DF7604"/>
    <w:rsid w:val="00E00448"/>
    <w:rsid w:val="00E00CD2"/>
    <w:rsid w:val="00E16FF7"/>
    <w:rsid w:val="00E21FA2"/>
    <w:rsid w:val="00E26D68"/>
    <w:rsid w:val="00E37457"/>
    <w:rsid w:val="00E44045"/>
    <w:rsid w:val="00E503F3"/>
    <w:rsid w:val="00E618C4"/>
    <w:rsid w:val="00E7415D"/>
    <w:rsid w:val="00E77303"/>
    <w:rsid w:val="00E84916"/>
    <w:rsid w:val="00E85DB8"/>
    <w:rsid w:val="00E878EE"/>
    <w:rsid w:val="00E901A3"/>
    <w:rsid w:val="00EA585B"/>
    <w:rsid w:val="00EA6EC7"/>
    <w:rsid w:val="00EB104F"/>
    <w:rsid w:val="00EB46E5"/>
    <w:rsid w:val="00ED14BD"/>
    <w:rsid w:val="00ED681C"/>
    <w:rsid w:val="00EE3BC9"/>
    <w:rsid w:val="00EE7A4C"/>
    <w:rsid w:val="00EF6556"/>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13F4"/>
    <w:rsid w:val="00F762A8"/>
    <w:rsid w:val="00F801A4"/>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A0B28D5-B7FD-452E-A649-DE36F5A7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f6f1b9d0-cbfb-40ef-a487-dab36a383be2"/>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8EAC696-7EEB-4DF3-9BBA-0EB53C83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32</Pages>
  <Words>5805</Words>
  <Characters>34254</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2021-01-26T08:00:00Z</cp:lastPrinted>
  <dcterms:created xsi:type="dcterms:W3CDTF">2022-05-26T09:19:00Z</dcterms:created>
  <dcterms:modified xsi:type="dcterms:W3CDTF">2022-05-26T09:20:00Z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