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3AD2290F" w14:textId="77777777" w:rsidTr="00F862D6">
        <w:tc>
          <w:tcPr>
            <w:tcW w:w="1020" w:type="dxa"/>
          </w:tcPr>
          <w:p w14:paraId="41B84819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371D568" wp14:editId="2BA78A3F">
                      <wp:simplePos x="0" y="0"/>
                      <wp:positionH relativeFrom="page">
                        <wp:posOffset>2948940</wp:posOffset>
                      </wp:positionH>
                      <wp:positionV relativeFrom="page">
                        <wp:posOffset>113030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4060A6E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71D5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2.2pt;margin-top:8.9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" o:allowincell="f" fillcolor="white [3212]" stroked="f" strokeweight=".5pt">
                      <v:textbox>
                        <w:txbxContent>
                          <w:p w14:paraId="34060A6E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55B2AC8A" w14:textId="77777777" w:rsidR="00F64786" w:rsidRDefault="00F64786" w:rsidP="0077673A"/>
        </w:tc>
        <w:tc>
          <w:tcPr>
            <w:tcW w:w="823" w:type="dxa"/>
          </w:tcPr>
          <w:p w14:paraId="42921295" w14:textId="77777777" w:rsidR="00F64786" w:rsidRDefault="00F64786" w:rsidP="0077673A"/>
        </w:tc>
        <w:tc>
          <w:tcPr>
            <w:tcW w:w="3685" w:type="dxa"/>
          </w:tcPr>
          <w:p w14:paraId="78DFBFE8" w14:textId="77777777" w:rsidR="00F64786" w:rsidRDefault="00F64786" w:rsidP="0077673A"/>
        </w:tc>
      </w:tr>
      <w:tr w:rsidR="00F862D6" w14:paraId="168D669A" w14:textId="77777777" w:rsidTr="00596C7E">
        <w:tc>
          <w:tcPr>
            <w:tcW w:w="1020" w:type="dxa"/>
          </w:tcPr>
          <w:p w14:paraId="2B7DEF01" w14:textId="77777777" w:rsidR="00F862D6" w:rsidRDefault="00F862D6" w:rsidP="0077673A"/>
        </w:tc>
        <w:tc>
          <w:tcPr>
            <w:tcW w:w="2552" w:type="dxa"/>
          </w:tcPr>
          <w:p w14:paraId="1946C8F1" w14:textId="77777777" w:rsidR="00F862D6" w:rsidRDefault="00F862D6" w:rsidP="00764595"/>
        </w:tc>
        <w:tc>
          <w:tcPr>
            <w:tcW w:w="823" w:type="dxa"/>
          </w:tcPr>
          <w:p w14:paraId="4B977548" w14:textId="77777777" w:rsidR="00F862D6" w:rsidRDefault="00F862D6" w:rsidP="0077673A"/>
        </w:tc>
        <w:tc>
          <w:tcPr>
            <w:tcW w:w="3685" w:type="dxa"/>
            <w:vMerge w:val="restart"/>
          </w:tcPr>
          <w:p w14:paraId="0C7B19AF" w14:textId="77777777" w:rsidR="00596C7E" w:rsidRDefault="00596C7E" w:rsidP="00596C7E">
            <w:pPr>
              <w:rPr>
                <w:rStyle w:val="Potovnadresa"/>
              </w:rPr>
            </w:pPr>
          </w:p>
          <w:p w14:paraId="69950FD6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BD09EC" w14:paraId="70B8C7CE" w14:textId="77777777" w:rsidTr="00F862D6">
        <w:tc>
          <w:tcPr>
            <w:tcW w:w="1020" w:type="dxa"/>
          </w:tcPr>
          <w:p w14:paraId="49A5DDF6" w14:textId="754161A7" w:rsidR="00BD09EC" w:rsidRPr="003E6B9A" w:rsidRDefault="00BD09EC" w:rsidP="00BD09EC">
            <w:r w:rsidRPr="003E6B9A">
              <w:t>Naše zn.</w:t>
            </w:r>
          </w:p>
        </w:tc>
        <w:tc>
          <w:tcPr>
            <w:tcW w:w="2552" w:type="dxa"/>
          </w:tcPr>
          <w:p w14:paraId="7B411329" w14:textId="0437416F" w:rsidR="00BD09EC" w:rsidRPr="003E6B9A" w:rsidRDefault="006A2E97" w:rsidP="006A2E97">
            <w:r w:rsidRPr="006A2E97">
              <w:rPr>
                <w:rFonts w:ascii="Helvetica" w:hAnsi="Helvetica"/>
              </w:rPr>
              <w:t>7351/2022-SŽ-SSV-Ú3</w:t>
            </w:r>
          </w:p>
        </w:tc>
        <w:tc>
          <w:tcPr>
            <w:tcW w:w="823" w:type="dxa"/>
          </w:tcPr>
          <w:p w14:paraId="0A890236" w14:textId="77777777" w:rsidR="00BD09EC" w:rsidRDefault="00BD09EC" w:rsidP="00BD09EC"/>
        </w:tc>
        <w:tc>
          <w:tcPr>
            <w:tcW w:w="3685" w:type="dxa"/>
            <w:vMerge/>
          </w:tcPr>
          <w:p w14:paraId="45267DE6" w14:textId="77777777" w:rsidR="00BD09EC" w:rsidRDefault="00BD09EC" w:rsidP="00BD09EC"/>
        </w:tc>
      </w:tr>
      <w:tr w:rsidR="00BD09EC" w14:paraId="47FC32DB" w14:textId="77777777" w:rsidTr="00F862D6">
        <w:tc>
          <w:tcPr>
            <w:tcW w:w="1020" w:type="dxa"/>
          </w:tcPr>
          <w:p w14:paraId="7BD60F36" w14:textId="0C963095" w:rsidR="00BD09EC" w:rsidRDefault="00BD09EC" w:rsidP="00BD09EC">
            <w:r>
              <w:t>Listů/příloh</w:t>
            </w:r>
          </w:p>
        </w:tc>
        <w:tc>
          <w:tcPr>
            <w:tcW w:w="2552" w:type="dxa"/>
          </w:tcPr>
          <w:p w14:paraId="5E1281AD" w14:textId="2D37FDA2" w:rsidR="00BD09EC" w:rsidRPr="003E6B9A" w:rsidRDefault="00BD09EC" w:rsidP="00BD09EC">
            <w:r>
              <w:t>1</w:t>
            </w:r>
            <w:r w:rsidR="006E3013">
              <w:t>/2</w:t>
            </w:r>
          </w:p>
        </w:tc>
        <w:tc>
          <w:tcPr>
            <w:tcW w:w="823" w:type="dxa"/>
          </w:tcPr>
          <w:p w14:paraId="0705BBD1" w14:textId="77777777" w:rsidR="00BD09EC" w:rsidRDefault="00BD09EC" w:rsidP="00BD09EC"/>
        </w:tc>
        <w:tc>
          <w:tcPr>
            <w:tcW w:w="3685" w:type="dxa"/>
            <w:vMerge/>
          </w:tcPr>
          <w:p w14:paraId="0202FEF8" w14:textId="77777777" w:rsidR="00BD09EC" w:rsidRDefault="00BD09EC" w:rsidP="00BD09EC">
            <w:pPr>
              <w:rPr>
                <w:noProof/>
              </w:rPr>
            </w:pPr>
          </w:p>
        </w:tc>
      </w:tr>
      <w:tr w:rsidR="00BD09EC" w14:paraId="11259A56" w14:textId="77777777" w:rsidTr="00B23CA3">
        <w:trPr>
          <w:trHeight w:val="77"/>
        </w:trPr>
        <w:tc>
          <w:tcPr>
            <w:tcW w:w="1020" w:type="dxa"/>
          </w:tcPr>
          <w:p w14:paraId="3137CF55" w14:textId="77777777" w:rsidR="00BD09EC" w:rsidRDefault="00BD09EC" w:rsidP="00BD09EC"/>
        </w:tc>
        <w:tc>
          <w:tcPr>
            <w:tcW w:w="2552" w:type="dxa"/>
          </w:tcPr>
          <w:p w14:paraId="4519BD34" w14:textId="77777777" w:rsidR="00BD09EC" w:rsidRPr="003E6B9A" w:rsidRDefault="00BD09EC" w:rsidP="00BD09EC"/>
        </w:tc>
        <w:tc>
          <w:tcPr>
            <w:tcW w:w="823" w:type="dxa"/>
          </w:tcPr>
          <w:p w14:paraId="077C5F1E" w14:textId="77777777" w:rsidR="00BD09EC" w:rsidRDefault="00BD09EC" w:rsidP="00BD09EC"/>
        </w:tc>
        <w:tc>
          <w:tcPr>
            <w:tcW w:w="3685" w:type="dxa"/>
            <w:vMerge/>
          </w:tcPr>
          <w:p w14:paraId="4959B29A" w14:textId="77777777" w:rsidR="00BD09EC" w:rsidRDefault="00BD09EC" w:rsidP="00BD09EC"/>
        </w:tc>
      </w:tr>
      <w:tr w:rsidR="00BD09EC" w14:paraId="29D3F8E9" w14:textId="77777777" w:rsidTr="00F862D6">
        <w:tc>
          <w:tcPr>
            <w:tcW w:w="1020" w:type="dxa"/>
          </w:tcPr>
          <w:p w14:paraId="6A9E874B" w14:textId="3E333D21" w:rsidR="00BD09EC" w:rsidRDefault="00BD09EC" w:rsidP="00BD09EC">
            <w:r>
              <w:t>Vyřizuje</w:t>
            </w:r>
          </w:p>
        </w:tc>
        <w:tc>
          <w:tcPr>
            <w:tcW w:w="2552" w:type="dxa"/>
          </w:tcPr>
          <w:p w14:paraId="5EB92EF9" w14:textId="4EBD00F7" w:rsidR="00BD09EC" w:rsidRPr="003E6B9A" w:rsidRDefault="00BD09EC" w:rsidP="00BD09EC">
            <w:r>
              <w:t>JUDr. Jaroslav Klimeš</w:t>
            </w:r>
          </w:p>
        </w:tc>
        <w:tc>
          <w:tcPr>
            <w:tcW w:w="823" w:type="dxa"/>
          </w:tcPr>
          <w:p w14:paraId="014BE16D" w14:textId="77777777" w:rsidR="00BD09EC" w:rsidRDefault="00BD09EC" w:rsidP="00BD09EC"/>
        </w:tc>
        <w:tc>
          <w:tcPr>
            <w:tcW w:w="3685" w:type="dxa"/>
            <w:vMerge/>
          </w:tcPr>
          <w:p w14:paraId="5713B357" w14:textId="77777777" w:rsidR="00BD09EC" w:rsidRDefault="00BD09EC" w:rsidP="00BD09EC"/>
        </w:tc>
      </w:tr>
      <w:tr w:rsidR="00BD09EC" w14:paraId="0D72A0B0" w14:textId="77777777" w:rsidTr="00F862D6">
        <w:tc>
          <w:tcPr>
            <w:tcW w:w="1020" w:type="dxa"/>
          </w:tcPr>
          <w:p w14:paraId="4400BB97" w14:textId="77777777" w:rsidR="00BD09EC" w:rsidRDefault="00BD09EC" w:rsidP="00BD09EC"/>
        </w:tc>
        <w:tc>
          <w:tcPr>
            <w:tcW w:w="2552" w:type="dxa"/>
          </w:tcPr>
          <w:p w14:paraId="6B296B7E" w14:textId="77777777" w:rsidR="00BD09EC" w:rsidRPr="003E6B9A" w:rsidRDefault="00BD09EC" w:rsidP="00BD09EC"/>
        </w:tc>
        <w:tc>
          <w:tcPr>
            <w:tcW w:w="823" w:type="dxa"/>
          </w:tcPr>
          <w:p w14:paraId="2F0DA03C" w14:textId="77777777" w:rsidR="00BD09EC" w:rsidRDefault="00BD09EC" w:rsidP="00BD09EC"/>
        </w:tc>
        <w:tc>
          <w:tcPr>
            <w:tcW w:w="3685" w:type="dxa"/>
            <w:vMerge/>
          </w:tcPr>
          <w:p w14:paraId="38C8E128" w14:textId="77777777" w:rsidR="00BD09EC" w:rsidRDefault="00BD09EC" w:rsidP="00BD09EC"/>
        </w:tc>
      </w:tr>
      <w:tr w:rsidR="00BD09EC" w14:paraId="51BD450A" w14:textId="77777777" w:rsidTr="00F862D6">
        <w:tc>
          <w:tcPr>
            <w:tcW w:w="1020" w:type="dxa"/>
          </w:tcPr>
          <w:p w14:paraId="018B3BA9" w14:textId="3FAC4D9D" w:rsidR="00BD09EC" w:rsidRDefault="00BD09EC" w:rsidP="00BD09EC">
            <w:r>
              <w:t>Mobil</w:t>
            </w:r>
          </w:p>
        </w:tc>
        <w:tc>
          <w:tcPr>
            <w:tcW w:w="2552" w:type="dxa"/>
          </w:tcPr>
          <w:p w14:paraId="557C6CF4" w14:textId="502A6497" w:rsidR="00BD09EC" w:rsidRPr="003E6B9A" w:rsidRDefault="00BD09EC" w:rsidP="00BD09EC">
            <w:r>
              <w:t>+420 722 819 305</w:t>
            </w:r>
          </w:p>
        </w:tc>
        <w:tc>
          <w:tcPr>
            <w:tcW w:w="823" w:type="dxa"/>
          </w:tcPr>
          <w:p w14:paraId="216CAD14" w14:textId="77777777" w:rsidR="00BD09EC" w:rsidRDefault="00BD09EC" w:rsidP="00BD09EC"/>
        </w:tc>
        <w:tc>
          <w:tcPr>
            <w:tcW w:w="3685" w:type="dxa"/>
            <w:vMerge/>
          </w:tcPr>
          <w:p w14:paraId="61388E70" w14:textId="77777777" w:rsidR="00BD09EC" w:rsidRDefault="00BD09EC" w:rsidP="00BD09EC"/>
        </w:tc>
      </w:tr>
      <w:tr w:rsidR="00BD09EC" w14:paraId="6C86F33B" w14:textId="77777777" w:rsidTr="00F862D6">
        <w:tc>
          <w:tcPr>
            <w:tcW w:w="1020" w:type="dxa"/>
          </w:tcPr>
          <w:p w14:paraId="650E6F1E" w14:textId="12E4A41E" w:rsidR="00BD09EC" w:rsidRDefault="00BD09EC" w:rsidP="00BD09EC">
            <w:r>
              <w:t>E-mail</w:t>
            </w:r>
          </w:p>
        </w:tc>
        <w:tc>
          <w:tcPr>
            <w:tcW w:w="2552" w:type="dxa"/>
          </w:tcPr>
          <w:p w14:paraId="75C9AD9C" w14:textId="6878C9F8" w:rsidR="00BD09EC" w:rsidRPr="003E6B9A" w:rsidRDefault="00BD09EC" w:rsidP="00BD09EC">
            <w:r>
              <w:t>KlimesJa@seznam.cz</w:t>
            </w:r>
          </w:p>
        </w:tc>
        <w:tc>
          <w:tcPr>
            <w:tcW w:w="823" w:type="dxa"/>
          </w:tcPr>
          <w:p w14:paraId="55162019" w14:textId="77777777" w:rsidR="00BD09EC" w:rsidRDefault="00BD09EC" w:rsidP="00BD09EC"/>
        </w:tc>
        <w:tc>
          <w:tcPr>
            <w:tcW w:w="3685" w:type="dxa"/>
            <w:vMerge/>
          </w:tcPr>
          <w:p w14:paraId="4CDA449C" w14:textId="77777777" w:rsidR="00BD09EC" w:rsidRDefault="00BD09EC" w:rsidP="00BD09EC"/>
        </w:tc>
      </w:tr>
      <w:tr w:rsidR="009A7568" w14:paraId="21EFBF98" w14:textId="77777777" w:rsidTr="00F862D6">
        <w:tc>
          <w:tcPr>
            <w:tcW w:w="1020" w:type="dxa"/>
          </w:tcPr>
          <w:p w14:paraId="102E011E" w14:textId="77777777" w:rsidR="009A7568" w:rsidRDefault="009A7568" w:rsidP="009A7568"/>
        </w:tc>
        <w:tc>
          <w:tcPr>
            <w:tcW w:w="2552" w:type="dxa"/>
          </w:tcPr>
          <w:p w14:paraId="4FED97EA" w14:textId="77777777" w:rsidR="009A7568" w:rsidRPr="003E6B9A" w:rsidRDefault="009A7568" w:rsidP="009A7568"/>
        </w:tc>
        <w:tc>
          <w:tcPr>
            <w:tcW w:w="823" w:type="dxa"/>
          </w:tcPr>
          <w:p w14:paraId="68E9D8CD" w14:textId="77777777" w:rsidR="009A7568" w:rsidRDefault="009A7568" w:rsidP="009A7568"/>
        </w:tc>
        <w:tc>
          <w:tcPr>
            <w:tcW w:w="3685" w:type="dxa"/>
          </w:tcPr>
          <w:p w14:paraId="6E2F26C8" w14:textId="77777777" w:rsidR="009A7568" w:rsidRDefault="009A7568" w:rsidP="009A7568"/>
        </w:tc>
      </w:tr>
      <w:tr w:rsidR="009A7568" w14:paraId="026AF37E" w14:textId="77777777" w:rsidTr="00F862D6">
        <w:tc>
          <w:tcPr>
            <w:tcW w:w="1020" w:type="dxa"/>
          </w:tcPr>
          <w:p w14:paraId="0595E44B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263BBF4" w14:textId="40534BE0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6E3013">
              <w:rPr>
                <w:noProof/>
              </w:rPr>
              <w:t>13. května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272E6E03" w14:textId="77777777" w:rsidR="009A7568" w:rsidRDefault="009A7568" w:rsidP="009A7568"/>
        </w:tc>
        <w:tc>
          <w:tcPr>
            <w:tcW w:w="3685" w:type="dxa"/>
          </w:tcPr>
          <w:p w14:paraId="3B3F31EC" w14:textId="77777777" w:rsidR="009A7568" w:rsidRDefault="009A7568" w:rsidP="009A7568"/>
        </w:tc>
      </w:tr>
      <w:tr w:rsidR="00F64786" w14:paraId="64128ADC" w14:textId="77777777" w:rsidTr="00F862D6">
        <w:tc>
          <w:tcPr>
            <w:tcW w:w="1020" w:type="dxa"/>
          </w:tcPr>
          <w:p w14:paraId="5C0BEA8F" w14:textId="77777777" w:rsidR="00F64786" w:rsidRDefault="00F64786" w:rsidP="0077673A"/>
        </w:tc>
        <w:tc>
          <w:tcPr>
            <w:tcW w:w="2552" w:type="dxa"/>
          </w:tcPr>
          <w:p w14:paraId="50325C3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708D33F" w14:textId="77777777" w:rsidR="00F64786" w:rsidRDefault="00F64786" w:rsidP="0077673A"/>
        </w:tc>
        <w:tc>
          <w:tcPr>
            <w:tcW w:w="3685" w:type="dxa"/>
          </w:tcPr>
          <w:p w14:paraId="689CD7E0" w14:textId="77777777" w:rsidR="00F64786" w:rsidRDefault="00F64786" w:rsidP="0077673A"/>
        </w:tc>
      </w:tr>
      <w:tr w:rsidR="00F862D6" w14:paraId="5638D996" w14:textId="77777777" w:rsidTr="00B45E9E">
        <w:trPr>
          <w:trHeight w:val="794"/>
        </w:trPr>
        <w:tc>
          <w:tcPr>
            <w:tcW w:w="1020" w:type="dxa"/>
          </w:tcPr>
          <w:p w14:paraId="3665F5A3" w14:textId="77777777" w:rsidR="00F862D6" w:rsidRDefault="00F862D6" w:rsidP="0077673A"/>
        </w:tc>
        <w:tc>
          <w:tcPr>
            <w:tcW w:w="2552" w:type="dxa"/>
          </w:tcPr>
          <w:p w14:paraId="008D2E48" w14:textId="77777777" w:rsidR="00F862D6" w:rsidRDefault="00F862D6" w:rsidP="00F310F8"/>
        </w:tc>
        <w:tc>
          <w:tcPr>
            <w:tcW w:w="823" w:type="dxa"/>
          </w:tcPr>
          <w:p w14:paraId="43353F3F" w14:textId="77777777" w:rsidR="00F862D6" w:rsidRDefault="00F862D6" w:rsidP="0077673A">
            <w:bookmarkStart w:id="1" w:name="_GoBack"/>
            <w:bookmarkEnd w:id="1"/>
          </w:p>
        </w:tc>
        <w:tc>
          <w:tcPr>
            <w:tcW w:w="3685" w:type="dxa"/>
          </w:tcPr>
          <w:p w14:paraId="6CC82B7A" w14:textId="77777777" w:rsidR="00F862D6" w:rsidRDefault="00F862D6" w:rsidP="0077673A"/>
        </w:tc>
      </w:tr>
    </w:tbl>
    <w:p w14:paraId="5E00297B" w14:textId="693D3793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181030">
        <w:rPr>
          <w:rFonts w:eastAsia="Calibri" w:cs="Times New Roman"/>
          <w:lang w:eastAsia="cs-CZ"/>
        </w:rPr>
        <w:t>„</w:t>
      </w:r>
      <w:r w:rsidR="00181030" w:rsidRPr="00181030">
        <w:rPr>
          <w:rFonts w:eastAsia="Calibri" w:cs="Times New Roman"/>
          <w:b/>
          <w:lang w:eastAsia="cs-CZ"/>
        </w:rPr>
        <w:t xml:space="preserve">Rekonstrukce </w:t>
      </w:r>
      <w:proofErr w:type="spellStart"/>
      <w:r w:rsidR="00181030" w:rsidRPr="00181030">
        <w:rPr>
          <w:rFonts w:eastAsia="Calibri" w:cs="Times New Roman"/>
          <w:b/>
          <w:lang w:eastAsia="cs-CZ"/>
        </w:rPr>
        <w:t>žst</w:t>
      </w:r>
      <w:proofErr w:type="spellEnd"/>
      <w:r w:rsidR="00181030" w:rsidRPr="00181030">
        <w:rPr>
          <w:rFonts w:eastAsia="Calibri" w:cs="Times New Roman"/>
          <w:b/>
          <w:lang w:eastAsia="cs-CZ"/>
        </w:rPr>
        <w:t>. Rožnov pod Radhoštěm</w:t>
      </w:r>
      <w:r w:rsidR="00181030">
        <w:rPr>
          <w:rFonts w:eastAsia="Calibri" w:cs="Times New Roman"/>
          <w:b/>
          <w:lang w:eastAsia="cs-CZ"/>
        </w:rPr>
        <w:t>“</w:t>
      </w:r>
    </w:p>
    <w:p w14:paraId="4744334B" w14:textId="02457394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09EC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1A2F02">
        <w:rPr>
          <w:rFonts w:eastAsia="Times New Roman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14:paraId="1E70956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02012AA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4978EED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E763F49" w14:textId="5F724838" w:rsidR="001A2F02" w:rsidRDefault="008055CB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5</w:t>
      </w:r>
      <w:r w:rsidR="00BD5319" w:rsidRPr="00BD5319">
        <w:rPr>
          <w:rFonts w:eastAsia="Calibri" w:cs="Times New Roman"/>
          <w:b/>
          <w:lang w:eastAsia="cs-CZ"/>
        </w:rPr>
        <w:t>:</w:t>
      </w:r>
      <w:r w:rsidR="001A2F02">
        <w:rPr>
          <w:rFonts w:eastAsia="Calibri" w:cs="Times New Roman"/>
          <w:b/>
          <w:lang w:eastAsia="cs-CZ"/>
        </w:rPr>
        <w:t xml:space="preserve"> </w:t>
      </w:r>
      <w:r w:rsidR="001A2F02" w:rsidRPr="001A2F02">
        <w:rPr>
          <w:rFonts w:eastAsia="Calibri" w:cs="Times New Roman"/>
          <w:b/>
          <w:lang w:eastAsia="cs-CZ"/>
        </w:rPr>
        <w:t>V PS 01-02-51</w:t>
      </w:r>
    </w:p>
    <w:p w14:paraId="3F6F2A82" w14:textId="28789087" w:rsidR="00BD5319" w:rsidRPr="00BD5319" w:rsidRDefault="001A2F02" w:rsidP="00BD5319">
      <w:pPr>
        <w:spacing w:after="0" w:line="240" w:lineRule="auto"/>
        <w:rPr>
          <w:rFonts w:eastAsia="Calibri" w:cs="Times New Roman"/>
          <w:b/>
          <w:lang w:eastAsia="cs-CZ"/>
        </w:rPr>
      </w:pPr>
      <w:proofErr w:type="spellStart"/>
      <w:r w:rsidRPr="001A2F02">
        <w:rPr>
          <w:rFonts w:eastAsia="Calibri" w:cs="Times New Roman"/>
          <w:b/>
          <w:lang w:eastAsia="cs-CZ"/>
        </w:rPr>
        <w:t>Žst</w:t>
      </w:r>
      <w:proofErr w:type="spellEnd"/>
      <w:r w:rsidRPr="001A2F02">
        <w:rPr>
          <w:rFonts w:eastAsia="Calibri" w:cs="Times New Roman"/>
          <w:b/>
          <w:lang w:eastAsia="cs-CZ"/>
        </w:rPr>
        <w:t xml:space="preserve">. Rožnov p. R., úpravy TK a HDPE , je chyba v měrné jednotce v položkách </w:t>
      </w:r>
      <w:proofErr w:type="spellStart"/>
      <w:proofErr w:type="gramStart"/>
      <w:r w:rsidRPr="001A2F02">
        <w:rPr>
          <w:rFonts w:eastAsia="Calibri" w:cs="Times New Roman"/>
          <w:b/>
          <w:lang w:eastAsia="cs-CZ"/>
        </w:rPr>
        <w:t>poř.č</w:t>
      </w:r>
      <w:proofErr w:type="spellEnd"/>
      <w:r w:rsidRPr="001A2F02">
        <w:rPr>
          <w:rFonts w:eastAsia="Calibri" w:cs="Times New Roman"/>
          <w:b/>
          <w:lang w:eastAsia="cs-CZ"/>
        </w:rPr>
        <w:t>.</w:t>
      </w:r>
      <w:proofErr w:type="gramEnd"/>
      <w:r w:rsidRPr="001A2F02">
        <w:rPr>
          <w:rFonts w:eastAsia="Calibri" w:cs="Times New Roman"/>
          <w:b/>
          <w:lang w:eastAsia="cs-CZ"/>
        </w:rPr>
        <w:t xml:space="preserve"> 16,17 a 19, OPTOTRUBKA HDPE. Žádáme zadavatele o opravu měrných jednotek.</w:t>
      </w:r>
    </w:p>
    <w:p w14:paraId="26BEA1D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FD8CC4A" w14:textId="0E135177" w:rsidR="00181030" w:rsidRPr="00BD09EC" w:rsidRDefault="007C1155" w:rsidP="00BD09E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09EC">
        <w:rPr>
          <w:rFonts w:eastAsia="Calibri" w:cs="Times New Roman"/>
          <w:b/>
          <w:lang w:eastAsia="cs-CZ"/>
        </w:rPr>
        <w:t xml:space="preserve">Odpověď: </w:t>
      </w:r>
      <w:r w:rsidRPr="00BD09EC">
        <w:rPr>
          <w:rFonts w:eastAsia="Calibri" w:cs="Times New Roman"/>
          <w:lang w:eastAsia="cs-CZ"/>
        </w:rPr>
        <w:t>V položkách č. 16,17 a 19 byly opr</w:t>
      </w:r>
      <w:r w:rsidR="00BD09EC" w:rsidRPr="00BD09EC">
        <w:rPr>
          <w:rFonts w:eastAsia="Calibri" w:cs="Times New Roman"/>
          <w:lang w:eastAsia="cs-CZ"/>
        </w:rPr>
        <w:t>aveny výpočty výměry délky HDPE</w:t>
      </w:r>
      <w:r w:rsidRPr="00BD09EC">
        <w:rPr>
          <w:rFonts w:eastAsia="Calibri" w:cs="Times New Roman"/>
          <w:lang w:eastAsia="cs-CZ"/>
        </w:rPr>
        <w:t>.</w:t>
      </w:r>
      <w:r w:rsidR="00BD09EC" w:rsidRPr="00BD09EC">
        <w:rPr>
          <w:rFonts w:eastAsia="Calibri" w:cs="Times New Roman"/>
          <w:lang w:eastAsia="cs-CZ"/>
        </w:rPr>
        <w:t xml:space="preserve"> </w:t>
      </w:r>
      <w:r w:rsidR="00FE1C56" w:rsidRPr="00BD09EC">
        <w:rPr>
          <w:rFonts w:eastAsia="Calibri" w:cs="Times New Roman"/>
          <w:lang w:eastAsia="cs-CZ"/>
        </w:rPr>
        <w:t>Přílohou zasíláme opravené soupisy</w:t>
      </w:r>
      <w:r w:rsidR="008055CB" w:rsidRPr="00BD09EC">
        <w:rPr>
          <w:rFonts w:eastAsia="Calibri" w:cs="Times New Roman"/>
          <w:lang w:eastAsia="cs-CZ"/>
        </w:rPr>
        <w:t xml:space="preserve"> prací s názvy </w:t>
      </w:r>
      <w:r w:rsidR="008055CB" w:rsidRPr="00BD09EC">
        <w:rPr>
          <w:rFonts w:eastAsia="Calibri" w:cs="Times New Roman"/>
          <w:b/>
          <w:lang w:eastAsia="cs-CZ"/>
        </w:rPr>
        <w:t>XLS_RožpodRad_D_5</w:t>
      </w:r>
      <w:r w:rsidR="008055CB" w:rsidRPr="00BD09EC">
        <w:rPr>
          <w:rFonts w:eastAsia="Calibri" w:cs="Times New Roman"/>
          <w:lang w:eastAsia="cs-CZ"/>
        </w:rPr>
        <w:t xml:space="preserve"> a </w:t>
      </w:r>
      <w:r w:rsidR="008055CB" w:rsidRPr="00BD09EC">
        <w:rPr>
          <w:rFonts w:eastAsia="Calibri" w:cs="Times New Roman"/>
          <w:b/>
          <w:lang w:eastAsia="cs-CZ"/>
        </w:rPr>
        <w:t>XDC_RožpodRad_D_5</w:t>
      </w:r>
      <w:r w:rsidR="00BD09EC">
        <w:rPr>
          <w:rFonts w:eastAsia="Calibri" w:cs="Times New Roman"/>
          <w:lang w:eastAsia="cs-CZ"/>
        </w:rPr>
        <w:t>.</w:t>
      </w:r>
    </w:p>
    <w:p w14:paraId="3DE02FEF" w14:textId="7EC1F7E2" w:rsidR="00FE1C56" w:rsidRDefault="00FE1C56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24F9195" w14:textId="77777777" w:rsidR="00BD09EC" w:rsidRDefault="00BD09EC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368D41B" w14:textId="77777777" w:rsidR="00FE1C56" w:rsidRDefault="00FE1C56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0740F73" w14:textId="77777777" w:rsidR="00BD09EC" w:rsidRPr="00BD5319" w:rsidRDefault="00BD09EC" w:rsidP="00BD09EC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6F818791" w14:textId="77777777" w:rsidR="00BD09EC" w:rsidRDefault="00BD09EC" w:rsidP="00BD09E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bylo provedeno pouze </w:t>
      </w:r>
      <w:r w:rsidRPr="00BD5319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BD5319">
        <w:rPr>
          <w:rFonts w:eastAsia="Times New Roman" w:cs="Times New Roman"/>
          <w:lang w:eastAsia="cs-CZ"/>
        </w:rPr>
        <w:t>dle § 98 ZZVZ, neprodlužuje zadavatel lhůtu pro podání nabídek.</w:t>
      </w:r>
    </w:p>
    <w:p w14:paraId="573AA8E1" w14:textId="77777777" w:rsidR="00BD09EC" w:rsidRDefault="00BD09EC" w:rsidP="00BD09E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06DAC77" w14:textId="77777777" w:rsidR="00BD09EC" w:rsidRPr="00396E8C" w:rsidRDefault="00BD09EC" w:rsidP="00BD09E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0A7DF3DA" w14:textId="77777777" w:rsidR="00BD09EC" w:rsidRPr="00BD5319" w:rsidRDefault="00BD09EC" w:rsidP="00BD09E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C5FF7BC" w14:textId="0875F731" w:rsidR="00BD09EC" w:rsidRPr="00BD5319" w:rsidRDefault="00BD09EC" w:rsidP="00BD09EC">
      <w:pPr>
        <w:spacing w:after="0" w:line="240" w:lineRule="auto"/>
        <w:rPr>
          <w:rFonts w:eastAsia="Times New Roman" w:cs="Times New Roman"/>
          <w:lang w:eastAsia="cs-CZ"/>
        </w:rPr>
      </w:pPr>
    </w:p>
    <w:p w14:paraId="68AFD98F" w14:textId="77777777" w:rsidR="00BD09EC" w:rsidRPr="00BD5319" w:rsidRDefault="00BD09EC" w:rsidP="00BD09EC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BD09EC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3D3A433A" w14:textId="77777777" w:rsidR="00BD09EC" w:rsidRPr="00BD5319" w:rsidRDefault="00BD09EC" w:rsidP="00BD09EC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F31E0B5" w14:textId="77777777" w:rsidR="00BD09EC" w:rsidRPr="00BD5319" w:rsidRDefault="00BD09EC" w:rsidP="00BD09EC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088C733" w14:textId="77777777" w:rsidR="00BD09EC" w:rsidRDefault="00BD09EC" w:rsidP="00BD09EC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09EC">
        <w:rPr>
          <w:rFonts w:eastAsia="Calibri" w:cs="Times New Roman"/>
          <w:b/>
          <w:bCs/>
          <w:lang w:eastAsia="cs-CZ"/>
        </w:rPr>
        <w:t xml:space="preserve">Příloha: </w:t>
      </w:r>
    </w:p>
    <w:p w14:paraId="764F381D" w14:textId="77777777" w:rsidR="00BD09EC" w:rsidRPr="00BD09EC" w:rsidRDefault="00BD09EC" w:rsidP="00BD09EC">
      <w:pPr>
        <w:pStyle w:val="Odstavecseseznamem"/>
        <w:numPr>
          <w:ilvl w:val="0"/>
          <w:numId w:val="7"/>
        </w:num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09EC">
        <w:rPr>
          <w:rFonts w:eastAsia="Calibri" w:cs="Times New Roman"/>
          <w:b/>
          <w:lang w:eastAsia="cs-CZ"/>
        </w:rPr>
        <w:t>XLS_RožpodRad_D_5</w:t>
      </w:r>
      <w:r w:rsidRPr="00BD09EC">
        <w:rPr>
          <w:rFonts w:eastAsia="Calibri" w:cs="Times New Roman"/>
          <w:lang w:eastAsia="cs-CZ"/>
        </w:rPr>
        <w:t xml:space="preserve"> </w:t>
      </w:r>
    </w:p>
    <w:p w14:paraId="37867B63" w14:textId="219F7E74" w:rsidR="00BD09EC" w:rsidRPr="00BD09EC" w:rsidRDefault="00BD09EC" w:rsidP="00BD09EC">
      <w:pPr>
        <w:pStyle w:val="Odstavecseseznamem"/>
        <w:numPr>
          <w:ilvl w:val="0"/>
          <w:numId w:val="7"/>
        </w:num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09EC">
        <w:rPr>
          <w:rFonts w:eastAsia="Calibri" w:cs="Times New Roman"/>
          <w:b/>
          <w:lang w:eastAsia="cs-CZ"/>
        </w:rPr>
        <w:t>XDC_RožpodRad_D_5</w:t>
      </w:r>
      <w:r w:rsidRPr="00BD09EC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09EC">
        <w:rPr>
          <w:rFonts w:eastAsia="Calibri" w:cs="Times New Roman"/>
          <w:bCs/>
          <w:lang w:eastAsia="cs-CZ"/>
        </w:rPr>
        <w:instrText xml:space="preserve"> FORMTEXT </w:instrText>
      </w:r>
      <w:r w:rsidRPr="00BD09EC">
        <w:rPr>
          <w:rFonts w:eastAsia="Calibri" w:cs="Times New Roman"/>
          <w:bCs/>
          <w:lang w:eastAsia="cs-CZ"/>
        </w:rPr>
      </w:r>
      <w:r w:rsidRPr="00BD09EC">
        <w:rPr>
          <w:rFonts w:eastAsia="Calibri" w:cs="Times New Roman"/>
          <w:bCs/>
          <w:lang w:eastAsia="cs-CZ"/>
        </w:rPr>
        <w:fldChar w:fldCharType="separate"/>
      </w:r>
      <w:r w:rsidRPr="00BD09EC">
        <w:rPr>
          <w:lang w:eastAsia="cs-CZ"/>
        </w:rPr>
        <w:t> </w:t>
      </w:r>
      <w:r w:rsidRPr="00BD09EC">
        <w:rPr>
          <w:lang w:eastAsia="cs-CZ"/>
        </w:rPr>
        <w:t> </w:t>
      </w:r>
      <w:r w:rsidRPr="00BD09EC">
        <w:rPr>
          <w:lang w:eastAsia="cs-CZ"/>
        </w:rPr>
        <w:t> </w:t>
      </w:r>
      <w:r w:rsidRPr="00BD09EC">
        <w:rPr>
          <w:lang w:eastAsia="cs-CZ"/>
        </w:rPr>
        <w:t> </w:t>
      </w:r>
      <w:r w:rsidRPr="00BD09EC">
        <w:rPr>
          <w:lang w:eastAsia="cs-CZ"/>
        </w:rPr>
        <w:t> </w:t>
      </w:r>
      <w:r w:rsidRPr="00BD09EC">
        <w:rPr>
          <w:rFonts w:eastAsia="Calibri" w:cs="Times New Roman"/>
          <w:bCs/>
          <w:lang w:eastAsia="cs-CZ"/>
        </w:rPr>
        <w:fldChar w:fldCharType="end"/>
      </w:r>
    </w:p>
    <w:p w14:paraId="3D3853B7" w14:textId="77777777" w:rsidR="00BD09EC" w:rsidRPr="00BD09EC" w:rsidRDefault="00BD09EC" w:rsidP="00BD09E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F069A6" w14:textId="77777777" w:rsidR="00BD09EC" w:rsidRPr="00BD09EC" w:rsidRDefault="00BD09EC" w:rsidP="00BD09E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611DACD" w14:textId="593EE178" w:rsidR="00BD09EC" w:rsidRPr="00BD5319" w:rsidRDefault="00BD09EC" w:rsidP="00BD09E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09EC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</w:p>
    <w:p w14:paraId="7603A79C" w14:textId="77777777" w:rsidR="00BD09EC" w:rsidRPr="00BD5319" w:rsidRDefault="00BD09EC" w:rsidP="00BD09E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5421445" w14:textId="77777777" w:rsidR="00BD09EC" w:rsidRPr="00BD5319" w:rsidRDefault="00BD09EC" w:rsidP="00BD09E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93DB146" w14:textId="5B93DB3E" w:rsidR="00BD09EC" w:rsidRDefault="00BD09EC" w:rsidP="00BD09EC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24EC246" w14:textId="37A4F701" w:rsidR="00BD09EC" w:rsidRDefault="00BD09EC" w:rsidP="00BD09EC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EA4C218" w14:textId="538EF02C" w:rsidR="00BD09EC" w:rsidRDefault="00BD09EC" w:rsidP="00BD09EC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DA0AEA3" w14:textId="77777777" w:rsidR="00BD09EC" w:rsidRPr="00BD5319" w:rsidRDefault="00BD09EC" w:rsidP="00BD09EC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1EC6882C" w14:textId="77777777" w:rsidR="00BD09EC" w:rsidRPr="00BD5319" w:rsidRDefault="00BD09EC" w:rsidP="00BD09EC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162CD3C" w14:textId="77777777" w:rsidR="00BD09EC" w:rsidRPr="00BD5319" w:rsidRDefault="00BD09EC" w:rsidP="00BD09EC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06685B0E" w14:textId="77777777" w:rsidR="00BD09EC" w:rsidRPr="00BD5319" w:rsidRDefault="00BD09EC" w:rsidP="00BD09EC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15FAFF5A" w14:textId="01F5CB00" w:rsidR="00BD5319" w:rsidRPr="00BD5319" w:rsidRDefault="00BD09EC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389FA949" w14:textId="0007909B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602E1894" w14:textId="39D8EF08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543AA" w14:textId="77777777" w:rsidR="00BF650E" w:rsidRDefault="00BF650E" w:rsidP="00962258">
      <w:pPr>
        <w:spacing w:after="0" w:line="240" w:lineRule="auto"/>
      </w:pPr>
      <w:r>
        <w:separator/>
      </w:r>
    </w:p>
  </w:endnote>
  <w:endnote w:type="continuationSeparator" w:id="0">
    <w:p w14:paraId="24F9CEF7" w14:textId="77777777" w:rsidR="00BF650E" w:rsidRDefault="00BF650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FEEA6C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52EA1BE" w14:textId="70B64FB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2E9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E301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FFD73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FD64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0FC73AE" w14:textId="77777777" w:rsidR="00F1715C" w:rsidRDefault="00F1715C" w:rsidP="00D831A3">
          <w:pPr>
            <w:pStyle w:val="Zpat"/>
          </w:pPr>
        </w:p>
      </w:tc>
    </w:tr>
  </w:tbl>
  <w:p w14:paraId="61815F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EEC97D3" wp14:editId="45894BC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56DEB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F2CC7C4" wp14:editId="33F8861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BE140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0BC8F10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A082E30" w14:textId="704C3D4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E301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E301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E0B451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657248D6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612988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668346E8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5441FE6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3188B0CB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3F32759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23965BD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F00C66B" w14:textId="77777777" w:rsidR="00712ED1" w:rsidRDefault="00712ED1" w:rsidP="00331004">
          <w:pPr>
            <w:pStyle w:val="Zpat"/>
          </w:pPr>
        </w:p>
      </w:tc>
    </w:tr>
  </w:tbl>
  <w:p w14:paraId="36D2A72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485F470" wp14:editId="21FF2B4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11B11D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52B29CA" wp14:editId="73EF07A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3A64D7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A6268D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E0D4F" w14:textId="77777777" w:rsidR="00BF650E" w:rsidRDefault="00BF650E" w:rsidP="00962258">
      <w:pPr>
        <w:spacing w:after="0" w:line="240" w:lineRule="auto"/>
      </w:pPr>
      <w:r>
        <w:separator/>
      </w:r>
    </w:p>
  </w:footnote>
  <w:footnote w:type="continuationSeparator" w:id="0">
    <w:p w14:paraId="4E4AB11B" w14:textId="77777777" w:rsidR="00BF650E" w:rsidRDefault="00BF650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F2B35E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0E737E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57FC5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7799A8F" w14:textId="77777777" w:rsidR="00F1715C" w:rsidRPr="00D6163D" w:rsidRDefault="00F1715C" w:rsidP="00D6163D">
          <w:pPr>
            <w:pStyle w:val="Druhdokumentu"/>
          </w:pPr>
        </w:p>
      </w:tc>
    </w:tr>
  </w:tbl>
  <w:p w14:paraId="67BF52C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9DB11E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D7473F6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03C082D" wp14:editId="7A12838E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334DDD4A" wp14:editId="4D2F3FB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6282CA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91A00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8B3EEC1" w14:textId="77777777" w:rsidR="00F1715C" w:rsidRPr="00D6163D" w:rsidRDefault="00F1715C" w:rsidP="00FC6389">
          <w:pPr>
            <w:pStyle w:val="Druhdokumentu"/>
          </w:pPr>
        </w:p>
      </w:tc>
    </w:tr>
    <w:tr w:rsidR="00F64786" w14:paraId="737776E4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44B39DD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F7B6C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2C459D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49190762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28AC3589" wp14:editId="718E8B61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B252A4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03D0C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abstractNum w:abstractNumId="6" w15:restartNumberingAfterBreak="0">
    <w:nsid w:val="74F22BE9"/>
    <w:multiLevelType w:val="hybridMultilevel"/>
    <w:tmpl w:val="6C86D8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1030"/>
    <w:rsid w:val="0018596A"/>
    <w:rsid w:val="001A2F02"/>
    <w:rsid w:val="001B69C2"/>
    <w:rsid w:val="001C0C2F"/>
    <w:rsid w:val="001C4DA0"/>
    <w:rsid w:val="00207DF5"/>
    <w:rsid w:val="00267369"/>
    <w:rsid w:val="0026785D"/>
    <w:rsid w:val="002C31BF"/>
    <w:rsid w:val="002E0CD7"/>
    <w:rsid w:val="002F026B"/>
    <w:rsid w:val="00347A19"/>
    <w:rsid w:val="00357BC6"/>
    <w:rsid w:val="0037111D"/>
    <w:rsid w:val="003756B9"/>
    <w:rsid w:val="003956C6"/>
    <w:rsid w:val="003E6B9A"/>
    <w:rsid w:val="003E75CE"/>
    <w:rsid w:val="00411BB5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A2E97"/>
    <w:rsid w:val="006A5570"/>
    <w:rsid w:val="006A689C"/>
    <w:rsid w:val="006B3D79"/>
    <w:rsid w:val="006E0578"/>
    <w:rsid w:val="006E3013"/>
    <w:rsid w:val="006E314D"/>
    <w:rsid w:val="006E7F06"/>
    <w:rsid w:val="006F712F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1155"/>
    <w:rsid w:val="007E4A6E"/>
    <w:rsid w:val="007F56A7"/>
    <w:rsid w:val="008055CB"/>
    <w:rsid w:val="00807DD0"/>
    <w:rsid w:val="00813F11"/>
    <w:rsid w:val="00891334"/>
    <w:rsid w:val="008A3568"/>
    <w:rsid w:val="008A5D3A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56767"/>
    <w:rsid w:val="00B75EE1"/>
    <w:rsid w:val="00B77481"/>
    <w:rsid w:val="00B8518B"/>
    <w:rsid w:val="00BB3740"/>
    <w:rsid w:val="00BD09EC"/>
    <w:rsid w:val="00BD5319"/>
    <w:rsid w:val="00BD7E91"/>
    <w:rsid w:val="00BF374D"/>
    <w:rsid w:val="00BF650E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1600C"/>
    <w:rsid w:val="00D21061"/>
    <w:rsid w:val="00D316A7"/>
    <w:rsid w:val="00D356DC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D7FC1"/>
    <w:rsid w:val="00DE56F2"/>
    <w:rsid w:val="00DF116D"/>
    <w:rsid w:val="00E10710"/>
    <w:rsid w:val="00E77367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1C56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2DABF79"/>
  <w14:defaultImageDpi w14:val="32767"/>
  <w15:docId w15:val="{A4571628-A175-43BB-BC32-365E0D4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27AD71B-76BA-43B8-B442-FE977E090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7</TotalTime>
  <Pages>1</Pages>
  <Words>217</Words>
  <Characters>1283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5</cp:revision>
  <cp:lastPrinted>2022-05-13T10:22:00Z</cp:lastPrinted>
  <dcterms:created xsi:type="dcterms:W3CDTF">2022-05-13T10:11:00Z</dcterms:created>
  <dcterms:modified xsi:type="dcterms:W3CDTF">2022-05-13T10:22:00Z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